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82D" w:rsidRPr="004F682D" w:rsidRDefault="004F682D" w:rsidP="004F682D">
      <w:pPr>
        <w:jc w:val="right"/>
        <w:rPr>
          <w:i/>
          <w:iCs/>
          <w:u w:val="single"/>
          <w:rtl/>
        </w:rPr>
      </w:pPr>
      <w:r w:rsidRPr="004F682D">
        <w:rPr>
          <w:i/>
          <w:iCs/>
          <w:u w:val="single"/>
        </w:rPr>
        <w:t xml:space="preserve">Part (1): Multiple Choice Questions (16 Marks)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176D44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FB373F" w:rsidP="003E6C48">
            <w:pPr>
              <w:jc w:val="right"/>
              <w:rPr>
                <w:rFonts w:ascii="Times New Roman" w:hAnsi="Times New Roman"/>
                <w:sz w:val="22"/>
                <w:szCs w:val="24"/>
              </w:rPr>
            </w:pPr>
            <w:r w:rsidRPr="00114B71">
              <w:rPr>
                <w:rFonts w:ascii="Times New Roman" w:hAnsi="Times New Roman"/>
                <w:sz w:val="22"/>
                <w:szCs w:val="24"/>
              </w:rPr>
              <w:t xml:space="preserve">The reactivity of group </w:t>
            </w:r>
            <w:r w:rsidR="003E6C48">
              <w:rPr>
                <w:rFonts w:ascii="Times New Roman" w:hAnsi="Times New Roman"/>
                <w:sz w:val="22"/>
                <w:szCs w:val="24"/>
              </w:rPr>
              <w:t>2</w:t>
            </w:r>
            <w:r w:rsidRPr="00114B71">
              <w:rPr>
                <w:rFonts w:ascii="Times New Roman" w:hAnsi="Times New Roman"/>
                <w:sz w:val="22"/>
                <w:szCs w:val="24"/>
              </w:rPr>
              <w:t xml:space="preserve"> elements </w:t>
            </w:r>
            <w:r w:rsidR="003E6C48">
              <w:rPr>
                <w:rFonts w:ascii="Times New Roman" w:hAnsi="Times New Roman"/>
                <w:sz w:val="22"/>
                <w:szCs w:val="24"/>
              </w:rPr>
              <w:t>are</w:t>
            </w:r>
            <w:r w:rsidRPr="00114B71">
              <w:rPr>
                <w:rFonts w:ascii="Times New Roman" w:hAnsi="Times New Roman"/>
                <w:sz w:val="22"/>
                <w:szCs w:val="24"/>
              </w:rPr>
              <w:t>;</w:t>
            </w:r>
          </w:p>
          <w:p w:rsidR="00176D44" w:rsidRPr="00114B71" w:rsidRDefault="00176D44" w:rsidP="00986202">
            <w:pPr>
              <w:jc w:val="right"/>
              <w:rPr>
                <w:rFonts w:ascii="Times New Roman" w:hAnsi="Times New Roman"/>
                <w:sz w:val="22"/>
                <w:szCs w:val="24"/>
                <w:rtl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sz w:val="22"/>
                <w:szCs w:val="24"/>
              </w:rPr>
              <w:t>1</w:t>
            </w:r>
          </w:p>
        </w:tc>
      </w:tr>
      <w:tr w:rsidR="004F682D" w:rsidRPr="00114B71" w:rsidTr="00176D44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E6C48" w:rsidP="00432714">
            <w:pPr>
              <w:jc w:val="right"/>
              <w:rPr>
                <w:sz w:val="22"/>
                <w:szCs w:val="24"/>
                <w:rtl/>
              </w:rPr>
            </w:pPr>
            <w:r>
              <w:rPr>
                <w:sz w:val="22"/>
                <w:szCs w:val="24"/>
              </w:rPr>
              <w:t>Increase from bottom to top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E6C48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More than of group 1 elements</w:t>
            </w:r>
          </w:p>
          <w:p w:rsidR="00432714" w:rsidRPr="00114B71" w:rsidRDefault="00432714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349E27" wp14:editId="57A3FC48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59979</wp:posOffset>
                      </wp:positionV>
                      <wp:extent cx="307225" cy="598516"/>
                      <wp:effectExtent l="0" t="0" r="17145" b="1143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9851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left:0;text-align:left;margin-left:-.65pt;margin-top:4.7pt;width:24.2pt;height:4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176D44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E6C48" w:rsidP="00EA39A7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EA39A7">
              <w:rPr>
                <w:sz w:val="22"/>
                <w:szCs w:val="24"/>
              </w:rPr>
              <w:t>S</w:t>
            </w:r>
            <w:r>
              <w:rPr>
                <w:sz w:val="22"/>
                <w:szCs w:val="24"/>
              </w:rPr>
              <w:t>imilar to group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E6C48" w:rsidP="00986202">
            <w:pPr>
              <w:jc w:val="right"/>
              <w:rPr>
                <w:sz w:val="22"/>
                <w:szCs w:val="24"/>
                <w:rtl/>
              </w:rPr>
            </w:pPr>
            <w:r>
              <w:rPr>
                <w:sz w:val="22"/>
                <w:szCs w:val="24"/>
              </w:rPr>
              <w:t>Increase from top to bottom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A959B9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6D44" w:rsidRPr="00114B71" w:rsidRDefault="00A546D7" w:rsidP="007E54A5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The </w:t>
            </w:r>
            <w:r w:rsidR="007E54A5">
              <w:rPr>
                <w:sz w:val="22"/>
                <w:szCs w:val="24"/>
              </w:rPr>
              <w:t>solubility of Be(OH)</w:t>
            </w:r>
            <w:r w:rsidR="004E0E26">
              <w:rPr>
                <w:sz w:val="22"/>
                <w:szCs w:val="24"/>
                <w:vertAlign w:val="subscript"/>
              </w:rPr>
              <w:t>2</w:t>
            </w:r>
            <w:r w:rsidR="007E54A5">
              <w:rPr>
                <w:sz w:val="22"/>
                <w:szCs w:val="24"/>
              </w:rPr>
              <w:t xml:space="preserve"> is less than the solubility </w:t>
            </w:r>
            <w:r w:rsidR="004E0E26">
              <w:rPr>
                <w:sz w:val="22"/>
                <w:szCs w:val="24"/>
              </w:rPr>
              <w:t>of Ba(OH)</w:t>
            </w:r>
            <w:r w:rsidR="004E0E26">
              <w:rPr>
                <w:sz w:val="22"/>
                <w:szCs w:val="24"/>
                <w:vertAlign w:val="subscript"/>
              </w:rPr>
              <w:t xml:space="preserve">2 </w:t>
            </w:r>
            <w:r w:rsidR="004E0E26">
              <w:rPr>
                <w:sz w:val="22"/>
                <w:szCs w:val="24"/>
              </w:rPr>
              <w:t>because</w:t>
            </w:r>
            <w:r w:rsidRPr="00114B71">
              <w:rPr>
                <w:sz w:val="22"/>
                <w:szCs w:val="24"/>
              </w:rPr>
              <w:t>;</w:t>
            </w:r>
          </w:p>
          <w:p w:rsidR="00A546D7" w:rsidRPr="00114B71" w:rsidRDefault="00A546D7" w:rsidP="00176D44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2</w:t>
            </w:r>
          </w:p>
        </w:tc>
      </w:tr>
      <w:tr w:rsidR="004F682D" w:rsidRPr="00114B71" w:rsidTr="00A959B9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A546D7" w:rsidRPr="00114B71" w:rsidRDefault="00A546D7" w:rsidP="00A546D7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They are ionic compounds</w:t>
            </w:r>
          </w:p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A546D7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They are covalent compounds</w:t>
            </w:r>
          </w:p>
          <w:p w:rsidR="00A546D7" w:rsidRPr="00114B71" w:rsidRDefault="00A546D7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130E64" wp14:editId="201BD877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57843</wp:posOffset>
                      </wp:positionV>
                      <wp:extent cx="307225" cy="615142"/>
                      <wp:effectExtent l="0" t="0" r="17145" b="1397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61514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left:0;text-align:left;margin-left:-.65pt;margin-top:4.55pt;width:24.2pt;height:48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A959B9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A546D7" w:rsidRPr="00114B71" w:rsidRDefault="00A546D7" w:rsidP="004E0E26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They </w:t>
            </w:r>
            <w:r w:rsidR="004E0E26">
              <w:rPr>
                <w:sz w:val="22"/>
                <w:szCs w:val="24"/>
              </w:rPr>
              <w:t>have the same sizes of ions</w:t>
            </w:r>
          </w:p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E0E26" w:rsidP="004E0E26">
            <w:pPr>
              <w:jc w:val="right"/>
              <w:rPr>
                <w:sz w:val="22"/>
                <w:szCs w:val="24"/>
                <w:rtl/>
              </w:rPr>
            </w:pPr>
            <w:r>
              <w:rPr>
                <w:sz w:val="22"/>
                <w:szCs w:val="24"/>
              </w:rPr>
              <w:t xml:space="preserve">The large  difference in ions sizes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FE3A08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A959B9" w:rsidP="004E0E26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The hybridization of Be in BeCl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  <w:r w:rsidRPr="00114B71">
              <w:rPr>
                <w:sz w:val="22"/>
                <w:szCs w:val="24"/>
              </w:rPr>
              <w:t xml:space="preserve"> (</w:t>
            </w:r>
            <w:r w:rsidR="004E0E26">
              <w:rPr>
                <w:sz w:val="22"/>
                <w:szCs w:val="24"/>
              </w:rPr>
              <w:t>liquid</w:t>
            </w:r>
            <w:r w:rsidRPr="00114B71">
              <w:rPr>
                <w:sz w:val="22"/>
                <w:szCs w:val="24"/>
              </w:rPr>
              <w:t>) is;</w:t>
            </w:r>
          </w:p>
          <w:p w:rsidR="00A959B9" w:rsidRPr="00114B71" w:rsidRDefault="00A959B9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3</w:t>
            </w:r>
          </w:p>
        </w:tc>
      </w:tr>
      <w:tr w:rsidR="004F682D" w:rsidRPr="00114B71" w:rsidTr="00FE3A08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A959B9" w:rsidP="00986202">
            <w:pPr>
              <w:jc w:val="right"/>
              <w:rPr>
                <w:sz w:val="22"/>
                <w:szCs w:val="24"/>
                <w:vertAlign w:val="superscript"/>
                <w:rtl/>
              </w:rPr>
            </w:pPr>
            <w:r w:rsidRPr="00114B71">
              <w:rPr>
                <w:sz w:val="22"/>
                <w:szCs w:val="24"/>
              </w:rPr>
              <w:t>sp</w:t>
            </w:r>
            <w:r w:rsidRPr="00114B71">
              <w:rPr>
                <w:sz w:val="22"/>
                <w:szCs w:val="24"/>
                <w:vertAlign w:val="superscrip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A959B9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sp</w:t>
            </w:r>
          </w:p>
          <w:p w:rsidR="00A959B9" w:rsidRPr="00114B71" w:rsidRDefault="00A959B9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66D13DB" wp14:editId="719F75EC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64192</wp:posOffset>
                      </wp:positionV>
                      <wp:extent cx="307225" cy="565265"/>
                      <wp:effectExtent l="0" t="0" r="17145" b="2540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652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left:0;text-align:left;margin-left:-.65pt;margin-top:5.05pt;width:24.2pt;height:4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FE3A08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A959B9" w:rsidP="00986202">
            <w:pPr>
              <w:jc w:val="right"/>
              <w:rPr>
                <w:sz w:val="22"/>
                <w:szCs w:val="24"/>
                <w:vertAlign w:val="superscript"/>
              </w:rPr>
            </w:pPr>
            <w:r w:rsidRPr="00114B71">
              <w:rPr>
                <w:sz w:val="22"/>
                <w:szCs w:val="24"/>
              </w:rPr>
              <w:t>dsp</w:t>
            </w:r>
            <w:r w:rsidRPr="00114B71">
              <w:rPr>
                <w:sz w:val="22"/>
                <w:szCs w:val="24"/>
                <w:vertAlign w:val="superscrip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A959B9" w:rsidP="00986202">
            <w:pPr>
              <w:jc w:val="right"/>
              <w:rPr>
                <w:sz w:val="22"/>
                <w:szCs w:val="24"/>
                <w:vertAlign w:val="superscript"/>
                <w:rtl/>
              </w:rPr>
            </w:pPr>
            <w:r w:rsidRPr="00114B71">
              <w:rPr>
                <w:sz w:val="22"/>
                <w:szCs w:val="24"/>
              </w:rPr>
              <w:t>sp</w:t>
            </w:r>
            <w:r w:rsidRPr="00114B71">
              <w:rPr>
                <w:sz w:val="22"/>
                <w:szCs w:val="24"/>
                <w:vertAlign w:val="superscript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D5083A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3A08" w:rsidRPr="00114B71" w:rsidRDefault="00FE3A08" w:rsidP="00FE3A08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The missing product in the following reaction;</w:t>
            </w:r>
          </w:p>
          <w:p w:rsidR="00D5083A" w:rsidRPr="00114B71" w:rsidRDefault="00D47EC3" w:rsidP="00D03325">
            <w:pPr>
              <w:jc w:val="right"/>
              <w:rPr>
                <w:sz w:val="22"/>
                <w:szCs w:val="24"/>
              </w:rPr>
            </w:pPr>
            <w:r w:rsidRPr="00114B71">
              <w:rPr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42D4FC7" wp14:editId="695A5C82">
                      <wp:simplePos x="0" y="0"/>
                      <wp:positionH relativeFrom="column">
                        <wp:posOffset>1067204</wp:posOffset>
                      </wp:positionH>
                      <wp:positionV relativeFrom="paragraph">
                        <wp:posOffset>81915</wp:posOffset>
                      </wp:positionV>
                      <wp:extent cx="232410" cy="8256"/>
                      <wp:effectExtent l="0" t="76200" r="15240" b="106045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2410" cy="825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7" o:spid="_x0000_s1026" type="#_x0000_t32" style="position:absolute;left:0;text-align:left;margin-left:84.05pt;margin-top:6.45pt;width:18.3pt;height:.65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" strokecolor="black [3040]">
                      <v:stroke endarrow="open"/>
                    </v:shape>
                  </w:pict>
                </mc:Fallback>
              </mc:AlternateContent>
            </w:r>
            <w:r w:rsidR="00FE3A08" w:rsidRPr="00114B71">
              <w:rPr>
                <w:sz w:val="22"/>
                <w:szCs w:val="24"/>
              </w:rPr>
              <w:t xml:space="preserve">              </w:t>
            </w:r>
            <w:r w:rsidR="00D03325">
              <w:rPr>
                <w:sz w:val="22"/>
                <w:szCs w:val="24"/>
              </w:rPr>
              <w:t>Mg</w:t>
            </w:r>
            <w:r w:rsidR="00FE3A08" w:rsidRPr="00114B71">
              <w:rPr>
                <w:sz w:val="22"/>
                <w:szCs w:val="24"/>
              </w:rPr>
              <w:t xml:space="preserve"> + </w:t>
            </w:r>
            <w:r w:rsidRPr="00114B71">
              <w:rPr>
                <w:sz w:val="22"/>
                <w:szCs w:val="24"/>
              </w:rPr>
              <w:t>H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  <w:r w:rsidRPr="00114B71">
              <w:rPr>
                <w:sz w:val="22"/>
                <w:szCs w:val="24"/>
              </w:rPr>
              <w:t>O</w:t>
            </w:r>
            <w:r w:rsidR="006C3B4F">
              <w:rPr>
                <w:sz w:val="22"/>
                <w:szCs w:val="24"/>
              </w:rPr>
              <w:t xml:space="preserve"> </w:t>
            </w:r>
            <w:r w:rsidRPr="00114B71">
              <w:rPr>
                <w:sz w:val="22"/>
                <w:szCs w:val="24"/>
              </w:rPr>
              <w:t xml:space="preserve">        </w:t>
            </w:r>
            <w:r w:rsidR="006C3B4F">
              <w:rPr>
                <w:sz w:val="22"/>
                <w:szCs w:val="24"/>
              </w:rPr>
              <w:t xml:space="preserve"> </w:t>
            </w:r>
            <w:r w:rsidRPr="00114B71">
              <w:rPr>
                <w:sz w:val="22"/>
                <w:szCs w:val="24"/>
              </w:rPr>
              <w:t>???? + H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</w:p>
          <w:p w:rsidR="004F682D" w:rsidRPr="00114B71" w:rsidRDefault="00FE3A08" w:rsidP="00FE3A08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4</w:t>
            </w:r>
          </w:p>
        </w:tc>
      </w:tr>
      <w:tr w:rsidR="004F682D" w:rsidRPr="00114B71" w:rsidTr="00D5083A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03325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Mg</w:t>
            </w:r>
            <w:r w:rsidR="00D47EC3" w:rsidRPr="00114B71">
              <w:rPr>
                <w:sz w:val="22"/>
                <w:szCs w:val="24"/>
              </w:rPr>
              <w:t>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03325" w:rsidP="00986202">
            <w:pPr>
              <w:jc w:val="right"/>
              <w:rPr>
                <w:sz w:val="22"/>
                <w:szCs w:val="24"/>
                <w:vertAlign w:val="subscript"/>
              </w:rPr>
            </w:pPr>
            <w:r>
              <w:rPr>
                <w:sz w:val="22"/>
                <w:szCs w:val="24"/>
              </w:rPr>
              <w:t>Mg</w:t>
            </w:r>
            <w:r w:rsidR="00D47EC3" w:rsidRPr="00114B71">
              <w:rPr>
                <w:sz w:val="22"/>
                <w:szCs w:val="24"/>
              </w:rPr>
              <w:t>(OH)</w:t>
            </w:r>
            <w:r w:rsidR="00D47EC3" w:rsidRPr="00114B71">
              <w:rPr>
                <w:sz w:val="22"/>
                <w:szCs w:val="24"/>
                <w:vertAlign w:val="subscript"/>
              </w:rPr>
              <w:t>2</w:t>
            </w:r>
          </w:p>
          <w:p w:rsidR="00D47EC3" w:rsidRPr="00114B71" w:rsidRDefault="00D47EC3" w:rsidP="00986202">
            <w:pPr>
              <w:jc w:val="right"/>
              <w:rPr>
                <w:sz w:val="22"/>
                <w:szCs w:val="24"/>
                <w:vertAlign w:val="subscrip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48574C" wp14:editId="384A0794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62056</wp:posOffset>
                      </wp:positionV>
                      <wp:extent cx="307225" cy="565265"/>
                      <wp:effectExtent l="0" t="0" r="17145" b="2540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652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26" style="position:absolute;left:0;text-align:left;margin-left:-.65pt;margin-top:4.9pt;width:24.2pt;height:4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D5083A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03325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Mg</w:t>
            </w:r>
            <w:r w:rsidR="00D47EC3" w:rsidRPr="00114B71">
              <w:rPr>
                <w:sz w:val="22"/>
                <w:szCs w:val="24"/>
              </w:rPr>
              <w:t>OH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03325" w:rsidP="00986202">
            <w:pPr>
              <w:jc w:val="right"/>
              <w:rPr>
                <w:sz w:val="22"/>
                <w:szCs w:val="24"/>
                <w:vertAlign w:val="subscript"/>
              </w:rPr>
            </w:pPr>
            <w:r>
              <w:rPr>
                <w:sz w:val="22"/>
                <w:szCs w:val="24"/>
              </w:rPr>
              <w:t>Mg</w:t>
            </w:r>
            <w:r w:rsidR="00D47EC3" w:rsidRPr="00114B71">
              <w:rPr>
                <w:sz w:val="22"/>
                <w:szCs w:val="24"/>
              </w:rPr>
              <w:t>O</w:t>
            </w:r>
            <w:r w:rsidR="00D47EC3" w:rsidRPr="00114B71">
              <w:rPr>
                <w:sz w:val="22"/>
                <w:szCs w:val="24"/>
                <w:vertAlign w:val="subscrip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2611DF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03325" w:rsidP="00D03325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The oxidation state (number) of carbon can be;</w:t>
            </w:r>
          </w:p>
          <w:p w:rsidR="00D5083A" w:rsidRPr="00114B71" w:rsidRDefault="00D5083A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5</w:t>
            </w:r>
          </w:p>
        </w:tc>
      </w:tr>
      <w:tr w:rsidR="004F682D" w:rsidRPr="00114B71" w:rsidTr="002611DF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03325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-4 only</w:t>
            </w:r>
          </w:p>
          <w:p w:rsidR="00D5083A" w:rsidRPr="00114B71" w:rsidRDefault="00D5083A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03325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+4 only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D334A60" wp14:editId="43B9241C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61017</wp:posOffset>
                      </wp:positionV>
                      <wp:extent cx="307225" cy="581891"/>
                      <wp:effectExtent l="0" t="0" r="17145" b="2794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818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" o:spid="_x0000_s1026" style="position:absolute;left:0;text-align:left;margin-left:-.65pt;margin-top:4.8pt;width:24.2pt;height:4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2611DF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03325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+5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03325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Both +4 and -4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8C0336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2611DF" w:rsidP="00D03325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The correct arrangements of </w:t>
            </w:r>
            <w:proofErr w:type="spellStart"/>
            <w:r w:rsidRPr="00114B71">
              <w:rPr>
                <w:sz w:val="22"/>
                <w:szCs w:val="24"/>
              </w:rPr>
              <w:t>Ga</w:t>
            </w:r>
            <w:proofErr w:type="spellEnd"/>
            <w:r w:rsidRPr="00114B71">
              <w:rPr>
                <w:sz w:val="22"/>
                <w:szCs w:val="24"/>
              </w:rPr>
              <w:t xml:space="preserve">, In, and </w:t>
            </w:r>
            <w:proofErr w:type="spellStart"/>
            <w:r w:rsidRPr="00114B71">
              <w:rPr>
                <w:sz w:val="22"/>
                <w:szCs w:val="24"/>
              </w:rPr>
              <w:t>Tl</w:t>
            </w:r>
            <w:proofErr w:type="spellEnd"/>
            <w:r w:rsidRPr="00114B71">
              <w:rPr>
                <w:sz w:val="22"/>
                <w:szCs w:val="24"/>
              </w:rPr>
              <w:t xml:space="preserve"> as far as their oxidation state +</w:t>
            </w:r>
            <w:r w:rsidR="00D03325">
              <w:rPr>
                <w:sz w:val="22"/>
                <w:szCs w:val="24"/>
              </w:rPr>
              <w:t>3</w:t>
            </w:r>
            <w:r w:rsidRPr="00114B71">
              <w:rPr>
                <w:sz w:val="22"/>
                <w:szCs w:val="24"/>
              </w:rPr>
              <w:t xml:space="preserve"> as follow</w:t>
            </w:r>
            <w:r w:rsidR="0067186B" w:rsidRPr="00114B71">
              <w:rPr>
                <w:sz w:val="22"/>
                <w:szCs w:val="24"/>
              </w:rPr>
              <w:t>;</w:t>
            </w:r>
          </w:p>
          <w:p w:rsidR="0067186B" w:rsidRPr="00114B71" w:rsidRDefault="0067186B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6</w:t>
            </w:r>
          </w:p>
        </w:tc>
      </w:tr>
      <w:tr w:rsidR="004F682D" w:rsidRPr="00114B71" w:rsidTr="008C0336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Default="0067186B" w:rsidP="00986202">
            <w:pPr>
              <w:jc w:val="right"/>
              <w:rPr>
                <w:sz w:val="22"/>
                <w:szCs w:val="24"/>
              </w:rPr>
            </w:pPr>
            <w:proofErr w:type="spellStart"/>
            <w:r w:rsidRPr="00114B71">
              <w:rPr>
                <w:sz w:val="22"/>
                <w:szCs w:val="24"/>
              </w:rPr>
              <w:t>Ga</w:t>
            </w:r>
            <w:proofErr w:type="spellEnd"/>
            <w:r w:rsidRPr="00114B71">
              <w:rPr>
                <w:sz w:val="22"/>
                <w:szCs w:val="24"/>
              </w:rPr>
              <w:t xml:space="preserve"> &gt; In &gt; </w:t>
            </w:r>
            <w:proofErr w:type="spellStart"/>
            <w:r w:rsidRPr="00114B71">
              <w:rPr>
                <w:sz w:val="22"/>
                <w:szCs w:val="24"/>
              </w:rPr>
              <w:t>Tl</w:t>
            </w:r>
            <w:proofErr w:type="spellEnd"/>
          </w:p>
          <w:p w:rsidR="00114B71" w:rsidRPr="00114B71" w:rsidRDefault="00114B71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67186B" w:rsidP="00986202">
            <w:pPr>
              <w:jc w:val="right"/>
              <w:rPr>
                <w:sz w:val="22"/>
                <w:szCs w:val="24"/>
              </w:rPr>
            </w:pPr>
            <w:proofErr w:type="spellStart"/>
            <w:r w:rsidRPr="00114B71">
              <w:rPr>
                <w:sz w:val="22"/>
                <w:szCs w:val="24"/>
              </w:rPr>
              <w:t>Tl</w:t>
            </w:r>
            <w:proofErr w:type="spellEnd"/>
            <w:r w:rsidRPr="00114B71">
              <w:rPr>
                <w:sz w:val="22"/>
                <w:szCs w:val="24"/>
              </w:rPr>
              <w:t xml:space="preserve"> &gt; In &gt; </w:t>
            </w:r>
            <w:proofErr w:type="spellStart"/>
            <w:r w:rsidRPr="00114B71">
              <w:rPr>
                <w:sz w:val="22"/>
                <w:szCs w:val="24"/>
              </w:rPr>
              <w:t>Ga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B12174" wp14:editId="4F5D347C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58882</wp:posOffset>
                      </wp:positionV>
                      <wp:extent cx="307225" cy="623454"/>
                      <wp:effectExtent l="0" t="0" r="17145" b="2476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62345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" o:spid="_x0000_s1026" style="position:absolute;left:0;text-align:left;margin-left:-.65pt;margin-top:4.65pt;width:24.2pt;height:4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8C0336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67186B" w:rsidP="00986202">
            <w:pPr>
              <w:jc w:val="right"/>
              <w:rPr>
                <w:sz w:val="22"/>
                <w:szCs w:val="24"/>
              </w:rPr>
            </w:pPr>
            <w:proofErr w:type="spellStart"/>
            <w:r w:rsidRPr="00114B71">
              <w:rPr>
                <w:sz w:val="22"/>
                <w:szCs w:val="24"/>
              </w:rPr>
              <w:t>Ga</w:t>
            </w:r>
            <w:proofErr w:type="spellEnd"/>
            <w:r w:rsidRPr="00114B71">
              <w:rPr>
                <w:sz w:val="22"/>
                <w:szCs w:val="24"/>
              </w:rPr>
              <w:t xml:space="preserve">&gt; </w:t>
            </w:r>
            <w:proofErr w:type="spellStart"/>
            <w:r w:rsidRPr="00114B71">
              <w:rPr>
                <w:sz w:val="22"/>
                <w:szCs w:val="24"/>
              </w:rPr>
              <w:t>Tl</w:t>
            </w:r>
            <w:proofErr w:type="spellEnd"/>
            <w:r w:rsidRPr="00114B71">
              <w:rPr>
                <w:sz w:val="22"/>
                <w:szCs w:val="24"/>
              </w:rPr>
              <w:t xml:space="preserve"> &gt; 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67186B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In &gt; </w:t>
            </w:r>
            <w:proofErr w:type="spellStart"/>
            <w:r w:rsidRPr="00114B71">
              <w:rPr>
                <w:sz w:val="22"/>
                <w:szCs w:val="24"/>
              </w:rPr>
              <w:t>Ga</w:t>
            </w:r>
            <w:proofErr w:type="spellEnd"/>
            <w:r w:rsidRPr="00114B71">
              <w:rPr>
                <w:sz w:val="22"/>
                <w:szCs w:val="24"/>
              </w:rPr>
              <w:t xml:space="preserve"> &gt; </w:t>
            </w:r>
            <w:proofErr w:type="spellStart"/>
            <w:r w:rsidRPr="00114B71">
              <w:rPr>
                <w:sz w:val="22"/>
                <w:szCs w:val="24"/>
              </w:rPr>
              <w:t>Tl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FE419B">
        <w:tc>
          <w:tcPr>
            <w:tcW w:w="10007" w:type="dxa"/>
            <w:gridSpan w:val="4"/>
          </w:tcPr>
          <w:p w:rsidR="004F682D" w:rsidRPr="00114B71" w:rsidRDefault="008C0336" w:rsidP="00D03325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Group 1</w:t>
            </w:r>
            <w:r w:rsidR="00D03325">
              <w:rPr>
                <w:sz w:val="22"/>
                <w:szCs w:val="24"/>
              </w:rPr>
              <w:t>3</w:t>
            </w:r>
            <w:r w:rsidRPr="00114B71">
              <w:rPr>
                <w:sz w:val="22"/>
                <w:szCs w:val="24"/>
              </w:rPr>
              <w:t xml:space="preserve"> elements are;</w:t>
            </w:r>
          </w:p>
          <w:p w:rsidR="008C0336" w:rsidRPr="00114B71" w:rsidRDefault="008C0336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7</w:t>
            </w:r>
          </w:p>
        </w:tc>
      </w:tr>
      <w:tr w:rsidR="004F682D" w:rsidRPr="00114B71" w:rsidTr="00FE419B">
        <w:tc>
          <w:tcPr>
            <w:tcW w:w="4620" w:type="dxa"/>
          </w:tcPr>
          <w:p w:rsidR="004F682D" w:rsidRPr="00114B71" w:rsidRDefault="00983015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All nonmetals</w:t>
            </w:r>
          </w:p>
          <w:p w:rsidR="00983015" w:rsidRPr="00114B71" w:rsidRDefault="00983015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</w:tcPr>
          <w:p w:rsidR="004F682D" w:rsidRPr="00114B71" w:rsidRDefault="00983015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All metals</w:t>
            </w:r>
          </w:p>
        </w:tc>
        <w:tc>
          <w:tcPr>
            <w:tcW w:w="567" w:type="dxa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05A49D9" wp14:editId="32CFE698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63441</wp:posOffset>
                      </wp:positionV>
                      <wp:extent cx="307225" cy="598517"/>
                      <wp:effectExtent l="0" t="0" r="17145" b="11430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985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" o:spid="_x0000_s1026" style="position:absolute;left:0;text-align:left;margin-left:-.65pt;margin-top:5pt;width:24.2pt;height:4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FE419B">
        <w:tc>
          <w:tcPr>
            <w:tcW w:w="4620" w:type="dxa"/>
          </w:tcPr>
          <w:p w:rsidR="004F682D" w:rsidRPr="00114B71" w:rsidRDefault="00983015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All three types</w:t>
            </w:r>
          </w:p>
        </w:tc>
        <w:tc>
          <w:tcPr>
            <w:tcW w:w="567" w:type="dxa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</w:tcPr>
          <w:p w:rsidR="004F682D" w:rsidRPr="00114B71" w:rsidRDefault="00983015" w:rsidP="00FE419B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 </w:t>
            </w:r>
            <w:r w:rsidR="00FE419B" w:rsidRPr="00114B71">
              <w:rPr>
                <w:sz w:val="22"/>
                <w:szCs w:val="24"/>
              </w:rPr>
              <w:t>M</w:t>
            </w:r>
            <w:r w:rsidR="00FE419B" w:rsidRPr="00114B71">
              <w:rPr>
                <w:sz w:val="22"/>
                <w:szCs w:val="24"/>
              </w:rPr>
              <w:t>etalloids</w:t>
            </w:r>
            <w:r w:rsidR="00FE419B">
              <w:rPr>
                <w:sz w:val="22"/>
                <w:szCs w:val="24"/>
              </w:rPr>
              <w:t xml:space="preserve"> and metals</w:t>
            </w:r>
          </w:p>
        </w:tc>
        <w:tc>
          <w:tcPr>
            <w:tcW w:w="567" w:type="dxa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  <w:r w:rsidR="00FE419B">
              <w:rPr>
                <w:sz w:val="22"/>
                <w:szCs w:val="24"/>
              </w:rPr>
              <w:t xml:space="preserve"> </w:t>
            </w:r>
          </w:p>
        </w:tc>
        <w:tc>
          <w:tcPr>
            <w:tcW w:w="675" w:type="dxa"/>
            <w:vMerge/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DD7873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EF34C2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Phosphorous</w:t>
            </w:r>
            <w:r w:rsidR="00983015" w:rsidRPr="00114B71">
              <w:rPr>
                <w:sz w:val="22"/>
                <w:szCs w:val="24"/>
              </w:rPr>
              <w:t xml:space="preserve"> has three allotropes; they are; (write their names below)</w:t>
            </w:r>
          </w:p>
          <w:p w:rsidR="00983015" w:rsidRPr="00114B71" w:rsidRDefault="00983015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8</w:t>
            </w:r>
          </w:p>
        </w:tc>
      </w:tr>
      <w:tr w:rsidR="004F682D" w:rsidRPr="00114B71" w:rsidTr="00DD7873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983015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3</w:t>
            </w:r>
            <w:r w:rsidR="004F682D" w:rsidRPr="00114B71">
              <w:rPr>
                <w:sz w:val="22"/>
                <w:szCs w:val="24"/>
              </w:rPr>
              <w:t>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983015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</w:t>
            </w:r>
            <w:r w:rsidR="004F682D" w:rsidRPr="00114B71">
              <w:rPr>
                <w:sz w:val="22"/>
                <w:szCs w:val="24"/>
              </w:rPr>
              <w:t>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6A5BBF8" wp14:editId="0F28EBE5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62402</wp:posOffset>
                      </wp:positionV>
                      <wp:extent cx="307225" cy="540327"/>
                      <wp:effectExtent l="0" t="0" r="17145" b="1270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403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left:0;text-align:left;margin-left:-.65pt;margin-top:4.9pt;width:24.2pt;height:42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DD7873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983015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983015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2</w:t>
            </w:r>
            <w:r w:rsidR="004F682D" w:rsidRPr="00114B71">
              <w:rPr>
                <w:sz w:val="22"/>
                <w:szCs w:val="24"/>
              </w:rPr>
              <w:t>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lastRenderedPageBreak/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DD7873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7873" w:rsidRPr="00114B71" w:rsidRDefault="00EF34C2" w:rsidP="00EF34C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Selenium</w:t>
            </w:r>
            <w:r w:rsidR="00983015" w:rsidRPr="00114B71">
              <w:rPr>
                <w:sz w:val="22"/>
                <w:szCs w:val="24"/>
              </w:rPr>
              <w:t xml:space="preserve"> can form six covalent bonds like</w:t>
            </w:r>
            <w:r w:rsidR="00DD7873" w:rsidRPr="00114B71">
              <w:rPr>
                <w:sz w:val="22"/>
                <w:szCs w:val="24"/>
              </w:rPr>
              <w:t xml:space="preserve"> in</w:t>
            </w:r>
            <w:r w:rsidR="00983015" w:rsidRPr="00114B71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Se</w:t>
            </w:r>
            <w:r w:rsidR="00983015" w:rsidRPr="00114B71">
              <w:rPr>
                <w:sz w:val="22"/>
                <w:szCs w:val="24"/>
              </w:rPr>
              <w:t>Cl</w:t>
            </w:r>
            <w:r w:rsidR="00983015" w:rsidRPr="00114B71">
              <w:rPr>
                <w:sz w:val="22"/>
                <w:szCs w:val="24"/>
                <w:vertAlign w:val="subscript"/>
              </w:rPr>
              <w:t>6</w:t>
            </w:r>
            <w:r>
              <w:rPr>
                <w:sz w:val="22"/>
                <w:szCs w:val="24"/>
                <w:vertAlign w:val="superscript"/>
              </w:rPr>
              <w:t xml:space="preserve"> </w:t>
            </w:r>
            <w:r w:rsidR="00983015" w:rsidRPr="00114B71">
              <w:rPr>
                <w:sz w:val="22"/>
                <w:szCs w:val="24"/>
              </w:rPr>
              <w:t xml:space="preserve"> because</w:t>
            </w:r>
            <w:r w:rsidR="00DD7873" w:rsidRPr="00114B71">
              <w:rPr>
                <w:sz w:val="22"/>
                <w:szCs w:val="24"/>
              </w:rPr>
              <w:t>;</w:t>
            </w:r>
          </w:p>
          <w:p w:rsidR="004F682D" w:rsidRPr="00114B71" w:rsidRDefault="00983015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9</w:t>
            </w:r>
          </w:p>
        </w:tc>
      </w:tr>
      <w:tr w:rsidR="004F682D" w:rsidRPr="00114B71" w:rsidTr="00DD7873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It is metal</w:t>
            </w:r>
          </w:p>
          <w:p w:rsidR="00DD7873" w:rsidRPr="00114B71" w:rsidRDefault="00DD7873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It is very large atom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C2BD39D" wp14:editId="48620015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61364</wp:posOffset>
                      </wp:positionV>
                      <wp:extent cx="307225" cy="565266"/>
                      <wp:effectExtent l="0" t="0" r="17145" b="2540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6526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" o:spid="_x0000_s1026" style="position:absolute;left:0;text-align:left;margin-left:-.65pt;margin-top:4.85pt;width:24.2pt;height:4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DD7873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DD7873">
            <w:pPr>
              <w:jc w:val="right"/>
              <w:rPr>
                <w:sz w:val="22"/>
                <w:szCs w:val="24"/>
                <w:rtl/>
              </w:rPr>
            </w:pPr>
            <w:r w:rsidRPr="00114B71">
              <w:rPr>
                <w:sz w:val="22"/>
                <w:szCs w:val="24"/>
              </w:rPr>
              <w:t>It has empty 3d orbitals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It has empty 4d orbitals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DD7873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The following nitrides; P</w:t>
            </w:r>
            <w:r w:rsidRPr="00114B71">
              <w:rPr>
                <w:sz w:val="22"/>
                <w:szCs w:val="24"/>
                <w:vertAlign w:val="subscript"/>
              </w:rPr>
              <w:t>3</w:t>
            </w:r>
            <w:r w:rsidRPr="00114B71">
              <w:rPr>
                <w:sz w:val="22"/>
                <w:szCs w:val="24"/>
              </w:rPr>
              <w:t>N</w:t>
            </w:r>
            <w:r w:rsidRPr="00114B71">
              <w:rPr>
                <w:sz w:val="22"/>
                <w:szCs w:val="24"/>
                <w:vertAlign w:val="subscript"/>
              </w:rPr>
              <w:t>5</w:t>
            </w:r>
            <w:r w:rsidRPr="00114B71">
              <w:rPr>
                <w:sz w:val="22"/>
                <w:szCs w:val="24"/>
              </w:rPr>
              <w:t xml:space="preserve"> and Ca</w:t>
            </w:r>
            <w:r w:rsidRPr="00114B71">
              <w:rPr>
                <w:sz w:val="22"/>
                <w:szCs w:val="24"/>
                <w:vertAlign w:val="subscript"/>
              </w:rPr>
              <w:t>3</w:t>
            </w:r>
            <w:r w:rsidRPr="00114B71">
              <w:rPr>
                <w:sz w:val="22"/>
                <w:szCs w:val="24"/>
              </w:rPr>
              <w:t>P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  <w:r w:rsidRPr="00114B71">
              <w:rPr>
                <w:sz w:val="22"/>
                <w:szCs w:val="24"/>
              </w:rPr>
              <w:t xml:space="preserve"> respectively are;</w:t>
            </w:r>
          </w:p>
          <w:p w:rsidR="00DD7873" w:rsidRPr="00114B71" w:rsidRDefault="00DD7873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4F682D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10</w:t>
            </w:r>
          </w:p>
        </w:tc>
      </w:tr>
      <w:tr w:rsidR="004F682D" w:rsidRPr="00114B71" w:rsidTr="00DD7873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Covalent, ionic</w:t>
            </w:r>
          </w:p>
          <w:p w:rsidR="00DD7873" w:rsidRPr="00114B71" w:rsidRDefault="00DD7873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Ionic, covalent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CB6A520" wp14:editId="25E99125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60324</wp:posOffset>
                      </wp:positionV>
                      <wp:extent cx="307225" cy="540327"/>
                      <wp:effectExtent l="0" t="0" r="17145" b="1270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403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" o:spid="_x0000_s1026" style="position:absolute;left:0;text-align:left;margin-left:-.65pt;margin-top:4.75pt;width:24.2pt;height:42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DD7873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Both ionic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DD7873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Both covalent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002681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50C04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One of the ways to prepare </w:t>
            </w:r>
            <w:r w:rsidR="00950C04">
              <w:rPr>
                <w:sz w:val="22"/>
                <w:szCs w:val="24"/>
              </w:rPr>
              <w:t>pure silicon</w:t>
            </w:r>
            <w:r w:rsidRPr="00114B71">
              <w:rPr>
                <w:sz w:val="22"/>
                <w:szCs w:val="24"/>
              </w:rPr>
              <w:t xml:space="preserve"> is;</w:t>
            </w:r>
          </w:p>
          <w:p w:rsidR="00DD7873" w:rsidRPr="00114B71" w:rsidRDefault="00B74438" w:rsidP="00950C04">
            <w:pPr>
              <w:jc w:val="right"/>
              <w:rPr>
                <w:sz w:val="22"/>
                <w:szCs w:val="24"/>
              </w:rPr>
            </w:pPr>
            <w:r w:rsidRPr="00114B71">
              <w:rPr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FF45C1F" wp14:editId="3C7EF1FF">
                      <wp:simplePos x="0" y="0"/>
                      <wp:positionH relativeFrom="column">
                        <wp:posOffset>1549400</wp:posOffset>
                      </wp:positionH>
                      <wp:positionV relativeFrom="paragraph">
                        <wp:posOffset>107315</wp:posOffset>
                      </wp:positionV>
                      <wp:extent cx="232756" cy="0"/>
                      <wp:effectExtent l="0" t="76200" r="15240" b="11430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75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8" o:spid="_x0000_s1026" type="#_x0000_t32" style="position:absolute;left:0;text-align:left;margin-left:122pt;margin-top:8.45pt;width:18.35pt;height: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" strokecolor="black [3040]">
                      <v:stroke endarrow="open"/>
                    </v:shape>
                  </w:pict>
                </mc:Fallback>
              </mc:AlternateContent>
            </w:r>
            <w:r w:rsidR="00DD7873" w:rsidRPr="00114B71">
              <w:rPr>
                <w:sz w:val="22"/>
                <w:szCs w:val="24"/>
              </w:rPr>
              <w:t xml:space="preserve">                              </w:t>
            </w:r>
            <w:r w:rsidR="00950C04">
              <w:rPr>
                <w:sz w:val="22"/>
                <w:szCs w:val="24"/>
              </w:rPr>
              <w:t>SiO</w:t>
            </w:r>
            <w:r w:rsidR="00950C04">
              <w:rPr>
                <w:sz w:val="22"/>
                <w:szCs w:val="24"/>
                <w:vertAlign w:val="subscript"/>
              </w:rPr>
              <w:t>2</w:t>
            </w:r>
            <w:r w:rsidR="00950C04">
              <w:rPr>
                <w:sz w:val="22"/>
                <w:szCs w:val="24"/>
              </w:rPr>
              <w:t xml:space="preserve"> </w:t>
            </w:r>
            <w:proofErr w:type="gramStart"/>
            <w:r w:rsidR="00950C04">
              <w:rPr>
                <w:sz w:val="22"/>
                <w:szCs w:val="24"/>
              </w:rPr>
              <w:t>+ ???</w:t>
            </w:r>
            <w:proofErr w:type="gramEnd"/>
            <w:r w:rsidR="00DD7873" w:rsidRPr="00114B71">
              <w:rPr>
                <w:sz w:val="22"/>
                <w:szCs w:val="24"/>
              </w:rPr>
              <w:t xml:space="preserve"> </w:t>
            </w:r>
            <w:r w:rsidRPr="00114B71">
              <w:rPr>
                <w:sz w:val="22"/>
                <w:szCs w:val="24"/>
              </w:rPr>
              <w:t xml:space="preserve">       </w:t>
            </w:r>
            <w:r w:rsidR="006C3B4F">
              <w:rPr>
                <w:sz w:val="22"/>
                <w:szCs w:val="24"/>
              </w:rPr>
              <w:t xml:space="preserve">  </w:t>
            </w:r>
            <w:r w:rsidR="00950C04">
              <w:rPr>
                <w:sz w:val="22"/>
                <w:szCs w:val="24"/>
              </w:rPr>
              <w:t xml:space="preserve"> Si</w:t>
            </w:r>
            <w:r w:rsidRPr="00114B71">
              <w:rPr>
                <w:sz w:val="22"/>
                <w:szCs w:val="24"/>
              </w:rPr>
              <w:t xml:space="preserve"> + </w:t>
            </w:r>
            <w:r w:rsidR="00950C04">
              <w:rPr>
                <w:sz w:val="22"/>
                <w:szCs w:val="24"/>
              </w:rPr>
              <w:t>C</w:t>
            </w:r>
            <w:r w:rsidRPr="00114B71">
              <w:rPr>
                <w:sz w:val="22"/>
                <w:szCs w:val="24"/>
              </w:rPr>
              <w:t>O</w:t>
            </w:r>
            <w:r w:rsidR="00950C04">
              <w:rPr>
                <w:sz w:val="22"/>
                <w:szCs w:val="24"/>
                <w:vertAlign w:val="subscript"/>
              </w:rPr>
              <w:t xml:space="preserve"> </w:t>
            </w:r>
            <w:r w:rsidRPr="00114B71">
              <w:rPr>
                <w:sz w:val="22"/>
                <w:szCs w:val="24"/>
              </w:rPr>
              <w:t xml:space="preserve">,  the missing </w:t>
            </w:r>
            <w:r w:rsidR="00950C04">
              <w:rPr>
                <w:sz w:val="22"/>
                <w:szCs w:val="24"/>
              </w:rPr>
              <w:t>reactant</w:t>
            </w:r>
            <w:r w:rsidRPr="00114B71">
              <w:rPr>
                <w:sz w:val="22"/>
                <w:szCs w:val="24"/>
              </w:rPr>
              <w:t xml:space="preserve"> is;</w:t>
            </w:r>
          </w:p>
          <w:p w:rsidR="00B74438" w:rsidRPr="00114B71" w:rsidRDefault="00B74438" w:rsidP="00986202">
            <w:pPr>
              <w:jc w:val="right"/>
              <w:rPr>
                <w:sz w:val="22"/>
                <w:szCs w:val="24"/>
                <w:vertAlign w:val="subscript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4F682D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11</w:t>
            </w:r>
          </w:p>
        </w:tc>
      </w:tr>
      <w:tr w:rsidR="004F682D" w:rsidRPr="00114B71" w:rsidTr="00002681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950C04" w:rsidP="00986202">
            <w:pPr>
              <w:jc w:val="right"/>
              <w:rPr>
                <w:sz w:val="22"/>
                <w:szCs w:val="24"/>
                <w:vertAlign w:val="subscript"/>
              </w:rPr>
            </w:pPr>
            <w:r>
              <w:rPr>
                <w:sz w:val="22"/>
                <w:szCs w:val="24"/>
              </w:rPr>
              <w:t>C</w:t>
            </w:r>
            <w:r w:rsidR="00B74438" w:rsidRPr="00114B71">
              <w:rPr>
                <w:sz w:val="22"/>
                <w:szCs w:val="24"/>
              </w:rPr>
              <w:t>O</w:t>
            </w:r>
            <w:r w:rsidR="00B74438" w:rsidRPr="00114B71">
              <w:rPr>
                <w:sz w:val="22"/>
                <w:szCs w:val="24"/>
                <w:vertAlign w:val="subscript"/>
              </w:rPr>
              <w:t>2</w:t>
            </w:r>
          </w:p>
          <w:p w:rsidR="00B74438" w:rsidRPr="00114B71" w:rsidRDefault="00B74438" w:rsidP="00986202">
            <w:pPr>
              <w:jc w:val="right"/>
              <w:rPr>
                <w:sz w:val="22"/>
                <w:szCs w:val="24"/>
                <w:vertAlign w:val="subscrip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950C04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A23F087" wp14:editId="6FCF27F5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58823</wp:posOffset>
                      </wp:positionV>
                      <wp:extent cx="307225" cy="490451"/>
                      <wp:effectExtent l="0" t="0" r="17145" b="2413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4904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26" style="position:absolute;left:0;text-align:left;margin-left:-.65pt;margin-top:4.65pt;width:24.2pt;height:38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002681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950C04" w:rsidRDefault="00950C04" w:rsidP="00986202">
            <w:pPr>
              <w:jc w:val="right"/>
              <w:rPr>
                <w:sz w:val="22"/>
                <w:szCs w:val="24"/>
                <w:vertAlign w:val="subscript"/>
              </w:rPr>
            </w:pPr>
            <w:r>
              <w:rPr>
                <w:sz w:val="22"/>
                <w:szCs w:val="24"/>
              </w:rPr>
              <w:t>C</w:t>
            </w:r>
            <w:r>
              <w:rPr>
                <w:sz w:val="22"/>
                <w:szCs w:val="24"/>
                <w:vertAlign w:val="subscript"/>
              </w:rPr>
              <w:t>2</w:t>
            </w:r>
            <w:r>
              <w:rPr>
                <w:sz w:val="22"/>
                <w:szCs w:val="24"/>
              </w:rPr>
              <w:t>H</w:t>
            </w:r>
            <w:r>
              <w:rPr>
                <w:sz w:val="22"/>
                <w:szCs w:val="24"/>
                <w:vertAlign w:val="subscrip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950C04" w:rsidRDefault="00950C04" w:rsidP="00986202">
            <w:pPr>
              <w:jc w:val="right"/>
              <w:rPr>
                <w:sz w:val="22"/>
                <w:szCs w:val="24"/>
                <w:vertAlign w:val="subscript"/>
              </w:rPr>
            </w:pPr>
            <w:r>
              <w:rPr>
                <w:sz w:val="22"/>
                <w:szCs w:val="24"/>
              </w:rPr>
              <w:t>CH</w:t>
            </w:r>
            <w:r>
              <w:rPr>
                <w:sz w:val="22"/>
                <w:szCs w:val="24"/>
                <w:vertAlign w:val="subscript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744D17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002681" w:rsidP="00950C04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One of air pollutant is </w:t>
            </w:r>
            <w:r w:rsidR="00950C04">
              <w:rPr>
                <w:sz w:val="22"/>
                <w:szCs w:val="24"/>
              </w:rPr>
              <w:t>N</w:t>
            </w:r>
            <w:r w:rsidRPr="00114B71">
              <w:rPr>
                <w:sz w:val="22"/>
                <w:szCs w:val="24"/>
              </w:rPr>
              <w:t>O</w:t>
            </w:r>
            <w:r w:rsidR="00950C04" w:rsidRPr="00950C04">
              <w:rPr>
                <w:sz w:val="22"/>
                <w:szCs w:val="24"/>
                <w:vertAlign w:val="subscript"/>
              </w:rPr>
              <w:t>2</w:t>
            </w:r>
            <w:r w:rsidRPr="00114B71">
              <w:rPr>
                <w:sz w:val="22"/>
                <w:szCs w:val="24"/>
              </w:rPr>
              <w:t xml:space="preserve"> it is;</w:t>
            </w:r>
          </w:p>
          <w:p w:rsidR="00002681" w:rsidRPr="00114B71" w:rsidRDefault="00002681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4F682D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12</w:t>
            </w:r>
          </w:p>
        </w:tc>
      </w:tr>
      <w:tr w:rsidR="004F682D" w:rsidRPr="00114B71" w:rsidTr="00744D17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950C0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Cha</w:t>
            </w:r>
            <w:r>
              <w:rPr>
                <w:sz w:val="22"/>
                <w:szCs w:val="24"/>
              </w:rPr>
              <w:t>l</w:t>
            </w:r>
            <w:r w:rsidRPr="00114B71">
              <w:rPr>
                <w:sz w:val="22"/>
                <w:szCs w:val="24"/>
              </w:rPr>
              <w:t>king</w:t>
            </w:r>
          </w:p>
          <w:p w:rsidR="00002681" w:rsidRPr="00114B71" w:rsidRDefault="00002681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002681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poisonous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D4375FA" wp14:editId="7011C166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57149</wp:posOffset>
                      </wp:positionV>
                      <wp:extent cx="307225" cy="556953"/>
                      <wp:effectExtent l="0" t="0" r="17145" b="1460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5695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left:0;text-align:left;margin-left:-.65pt;margin-top:4.5pt;width:24.2pt;height:43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744D17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744D17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React with hydrocarbons</w:t>
            </w:r>
          </w:p>
          <w:p w:rsidR="00744D17" w:rsidRPr="00114B71" w:rsidRDefault="00744D17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744D17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Form acid rain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3C4C44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0733F1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We can't have nitrogen direct from air because;</w:t>
            </w:r>
          </w:p>
          <w:p w:rsidR="00744D17" w:rsidRPr="00114B71" w:rsidRDefault="00744D17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4F682D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13</w:t>
            </w:r>
          </w:p>
        </w:tc>
      </w:tr>
      <w:tr w:rsidR="004F682D" w:rsidRPr="00114B71" w:rsidTr="003C4C44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0733F1" w:rsidP="000733F1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It exist as colored gas</w:t>
            </w:r>
          </w:p>
          <w:p w:rsidR="00744D17" w:rsidRPr="00114B71" w:rsidRDefault="00744D17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0733F1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It exist as single atom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F87031A" wp14:editId="298EE2B9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60670</wp:posOffset>
                      </wp:positionV>
                      <wp:extent cx="307225" cy="556953"/>
                      <wp:effectExtent l="0" t="0" r="17145" b="1460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5695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" o:spid="_x0000_s1026" style="position:absolute;left:0;text-align:left;margin-left:-.65pt;margin-top:4.8pt;width:24.2pt;height:43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3C4C44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0733F1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Of its low percentage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0733F1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It exist as molecules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3C4C44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275A43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Graphite, </w:t>
            </w:r>
            <w:r w:rsidRPr="00912A54">
              <w:rPr>
                <w:i/>
                <w:iCs/>
                <w:sz w:val="22"/>
                <w:szCs w:val="24"/>
              </w:rPr>
              <w:t>allotrope of carbon</w:t>
            </w:r>
            <w:r>
              <w:rPr>
                <w:sz w:val="22"/>
                <w:szCs w:val="24"/>
              </w:rPr>
              <w:t>, is conductive due to</w:t>
            </w:r>
            <w:r w:rsidR="00744D17" w:rsidRPr="00114B71">
              <w:rPr>
                <w:sz w:val="22"/>
                <w:szCs w:val="24"/>
              </w:rPr>
              <w:t>;</w:t>
            </w:r>
          </w:p>
          <w:p w:rsidR="00744D17" w:rsidRPr="00114B71" w:rsidRDefault="00744D17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4F682D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14</w:t>
            </w:r>
          </w:p>
        </w:tc>
      </w:tr>
      <w:tr w:rsidR="004F682D" w:rsidRPr="00114B71" w:rsidTr="003C4C44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275A43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The double bond</w:t>
            </w:r>
            <w:r w:rsidR="00912A54">
              <w:rPr>
                <w:sz w:val="22"/>
                <w:szCs w:val="24"/>
              </w:rPr>
              <w:t xml:space="preserve">s </w:t>
            </w:r>
            <w:r>
              <w:rPr>
                <w:sz w:val="22"/>
                <w:szCs w:val="24"/>
              </w:rPr>
              <w:t xml:space="preserve"> system</w:t>
            </w:r>
          </w:p>
          <w:p w:rsidR="003C4C44" w:rsidRPr="00114B71" w:rsidRDefault="003C4C44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275A43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The single bonds 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7DF9F35" wp14:editId="68EB86E6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62980</wp:posOffset>
                      </wp:positionV>
                      <wp:extent cx="307225" cy="590204"/>
                      <wp:effectExtent l="0" t="0" r="17145" b="1968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902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" o:spid="_x0000_s1026" style="position:absolute;left:0;text-align:left;margin-left:-.65pt;margin-top:4.95pt;width:24.2pt;height:46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3C4C44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275A43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The softness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275A43" w:rsidP="00275A43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The black color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EA39A7">
        <w:tc>
          <w:tcPr>
            <w:tcW w:w="10007" w:type="dxa"/>
            <w:gridSpan w:val="4"/>
          </w:tcPr>
          <w:p w:rsidR="003C4C44" w:rsidRPr="00114B71" w:rsidRDefault="00912A54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Cs is stronger reducing agent than Ba because </w:t>
            </w:r>
            <w:r w:rsidR="003C4C44" w:rsidRPr="00114B71">
              <w:rPr>
                <w:sz w:val="22"/>
                <w:szCs w:val="24"/>
              </w:rPr>
              <w:t>;</w:t>
            </w:r>
          </w:p>
          <w:p w:rsidR="004F682D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 </w:t>
            </w:r>
          </w:p>
        </w:tc>
        <w:tc>
          <w:tcPr>
            <w:tcW w:w="675" w:type="dxa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15</w:t>
            </w:r>
          </w:p>
        </w:tc>
      </w:tr>
      <w:tr w:rsidR="004F682D" w:rsidRPr="00114B71" w:rsidTr="00EA39A7">
        <w:tc>
          <w:tcPr>
            <w:tcW w:w="4620" w:type="dxa"/>
          </w:tcPr>
          <w:p w:rsidR="004F682D" w:rsidRPr="00114B71" w:rsidRDefault="00912A54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Cs is larger than Ba</w:t>
            </w:r>
          </w:p>
          <w:p w:rsidR="003C4C44" w:rsidRPr="00114B71" w:rsidRDefault="003C4C44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</w:tcPr>
          <w:p w:rsidR="004F682D" w:rsidRPr="00114B71" w:rsidRDefault="00912A54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They are in the same group</w:t>
            </w:r>
          </w:p>
        </w:tc>
        <w:tc>
          <w:tcPr>
            <w:tcW w:w="567" w:type="dxa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D024F9E" wp14:editId="4CB518F8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61940</wp:posOffset>
                      </wp:positionV>
                      <wp:extent cx="307225" cy="581891"/>
                      <wp:effectExtent l="0" t="0" r="17145" b="2794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818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6" o:spid="_x0000_s1026" style="position:absolute;left:0;text-align:left;margin-left:-.65pt;margin-top:4.9pt;width:24.2pt;height:45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EA39A7">
        <w:tc>
          <w:tcPr>
            <w:tcW w:w="4620" w:type="dxa"/>
          </w:tcPr>
          <w:p w:rsidR="004F682D" w:rsidRPr="00114B71" w:rsidRDefault="00912A54" w:rsidP="00164843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Both have the same size</w:t>
            </w:r>
            <w:r w:rsidR="00164843">
              <w:rPr>
                <w:rFonts w:hint="cs"/>
                <w:sz w:val="22"/>
                <w:szCs w:val="24"/>
                <w:rtl/>
              </w:rPr>
              <w:t xml:space="preserve"> </w:t>
            </w:r>
          </w:p>
        </w:tc>
        <w:tc>
          <w:tcPr>
            <w:tcW w:w="567" w:type="dxa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</w:tcPr>
          <w:p w:rsidR="00912A54" w:rsidRPr="00114B71" w:rsidRDefault="00912A54" w:rsidP="00912A54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Cs is </w:t>
            </w:r>
            <w:r>
              <w:rPr>
                <w:sz w:val="22"/>
                <w:szCs w:val="24"/>
              </w:rPr>
              <w:t>smaller</w:t>
            </w:r>
            <w:r>
              <w:rPr>
                <w:sz w:val="22"/>
                <w:szCs w:val="24"/>
              </w:rPr>
              <w:t xml:space="preserve"> than Ba</w:t>
            </w:r>
          </w:p>
          <w:p w:rsidR="004F682D" w:rsidRPr="00114B71" w:rsidRDefault="004F682D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912A54" w:rsidP="004F682D">
      <w:pPr>
        <w:jc w:val="right"/>
        <w:rPr>
          <w:sz w:val="22"/>
          <w:szCs w:val="24"/>
          <w:rtl/>
        </w:rPr>
      </w:pPr>
      <w:r>
        <w:rPr>
          <w:rFonts w:hint="cs"/>
          <w:sz w:val="22"/>
          <w:szCs w:val="24"/>
          <w:rtl/>
        </w:rPr>
        <w:t>______________</w:t>
      </w:r>
      <w:r w:rsidR="004F682D" w:rsidRPr="00114B71">
        <w:rPr>
          <w:rFonts w:hint="cs"/>
          <w:sz w:val="22"/>
          <w:szCs w:val="24"/>
          <w:rtl/>
        </w:rPr>
        <w:t>______________</w:t>
      </w:r>
      <w:r>
        <w:rPr>
          <w:rFonts w:hint="cs"/>
          <w:sz w:val="22"/>
          <w:szCs w:val="24"/>
          <w:rtl/>
        </w:rPr>
        <w:t>____________________________</w:t>
      </w:r>
      <w:r w:rsidR="004F682D" w:rsidRPr="00114B71">
        <w:rPr>
          <w:rFonts w:hint="cs"/>
          <w:sz w:val="22"/>
          <w:szCs w:val="24"/>
          <w:rtl/>
        </w:rPr>
        <w:t>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EA39A7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6D759C" w:rsidP="00912A54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Group 1 and 2 elements can' exist free in nature because they are</w:t>
            </w:r>
            <w:r w:rsidR="003C4C44" w:rsidRPr="00114B71">
              <w:rPr>
                <w:sz w:val="22"/>
                <w:szCs w:val="24"/>
              </w:rPr>
              <w:t>;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16</w:t>
            </w:r>
          </w:p>
        </w:tc>
      </w:tr>
      <w:tr w:rsidR="004F682D" w:rsidRPr="00114B71" w:rsidTr="00EA39A7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3C4C44" w:rsidRPr="00114B71" w:rsidRDefault="006D759C" w:rsidP="00912A54">
            <w:pPr>
              <w:jc w:val="right"/>
              <w:rPr>
                <w:rFonts w:hint="cs"/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Nonmetals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Default="006D759C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Metals</w:t>
            </w:r>
          </w:p>
          <w:p w:rsidR="00EA39A7" w:rsidRPr="00114B71" w:rsidRDefault="00EA39A7" w:rsidP="00986202">
            <w:pPr>
              <w:jc w:val="right"/>
              <w:rPr>
                <w:rFonts w:hint="cs"/>
                <w:sz w:val="22"/>
                <w:szCs w:val="24"/>
                <w:rtl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0B6C059" wp14:editId="7DFDCC47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60902</wp:posOffset>
                      </wp:positionV>
                      <wp:extent cx="307225" cy="573578"/>
                      <wp:effectExtent l="0" t="0" r="17145" b="1714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7357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left:0;text-align:left;margin-left:-.65pt;margin-top:4.8pt;width:24.2pt;height:45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EA39A7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6D759C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Noble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6D759C" w:rsidP="00986202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Reactive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114B71" w:rsidP="004F682D">
      <w:pPr>
        <w:jc w:val="right"/>
        <w:rPr>
          <w:i/>
          <w:iCs/>
          <w:u w:val="single"/>
          <w:rtl/>
        </w:rPr>
      </w:pPr>
      <w:r w:rsidRPr="00114B71">
        <w:rPr>
          <w:i/>
          <w:iCs/>
          <w:u w:val="single"/>
        </w:rPr>
        <w:lastRenderedPageBreak/>
        <w:t xml:space="preserve"> Part 2: answer the following questions (4 Marks)</w:t>
      </w:r>
    </w:p>
    <w:p w:rsidR="00B84967" w:rsidRDefault="008A0E92" w:rsidP="004F682D">
      <w:pPr>
        <w:jc w:val="right"/>
      </w:pPr>
      <w:r>
        <w:t>Q</w:t>
      </w:r>
      <w:r>
        <w:rPr>
          <w:vertAlign w:val="subscript"/>
        </w:rPr>
        <w:t>1</w:t>
      </w:r>
      <w:r>
        <w:t>: Complete the following table:</w:t>
      </w:r>
    </w:p>
    <w:tbl>
      <w:tblPr>
        <w:tblStyle w:val="TableGrid"/>
        <w:bidiVisual/>
        <w:tblW w:w="0" w:type="auto"/>
        <w:tblInd w:w="1785" w:type="dxa"/>
        <w:tblLook w:val="04A0" w:firstRow="1" w:lastRow="0" w:firstColumn="1" w:lastColumn="0" w:noHBand="0" w:noVBand="1"/>
      </w:tblPr>
      <w:tblGrid>
        <w:gridCol w:w="4286"/>
        <w:gridCol w:w="1417"/>
      </w:tblGrid>
      <w:tr w:rsidR="008A0E92" w:rsidTr="00164843">
        <w:tc>
          <w:tcPr>
            <w:tcW w:w="4286" w:type="dxa"/>
            <w:shd w:val="clear" w:color="auto" w:fill="DDD9C3" w:themeFill="background2" w:themeFillShade="E6"/>
          </w:tcPr>
          <w:p w:rsidR="008A0E92" w:rsidRPr="008A0E92" w:rsidRDefault="008A0E92" w:rsidP="004F682D">
            <w:pPr>
              <w:jc w:val="right"/>
              <w:rPr>
                <w:i/>
                <w:iCs/>
              </w:rPr>
            </w:pPr>
            <w:r w:rsidRPr="008A0E92">
              <w:rPr>
                <w:i/>
                <w:iCs/>
              </w:rPr>
              <w:t>Name of the compounds</w:t>
            </w:r>
          </w:p>
          <w:p w:rsidR="008A0E92" w:rsidRPr="008A0E92" w:rsidRDefault="008A0E92" w:rsidP="004F682D">
            <w:pPr>
              <w:jc w:val="right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DDD9C3" w:themeFill="background2" w:themeFillShade="E6"/>
          </w:tcPr>
          <w:p w:rsidR="008A0E92" w:rsidRPr="008A0E92" w:rsidRDefault="008A0E92" w:rsidP="004F682D">
            <w:pPr>
              <w:jc w:val="right"/>
              <w:rPr>
                <w:i/>
                <w:iCs/>
              </w:rPr>
            </w:pPr>
            <w:r w:rsidRPr="008A0E92">
              <w:rPr>
                <w:i/>
                <w:iCs/>
              </w:rPr>
              <w:t>Formula</w:t>
            </w:r>
          </w:p>
        </w:tc>
      </w:tr>
      <w:tr w:rsidR="008A0E92" w:rsidTr="00164843">
        <w:tc>
          <w:tcPr>
            <w:tcW w:w="4286" w:type="dxa"/>
          </w:tcPr>
          <w:p w:rsidR="008A0E92" w:rsidRDefault="008A0E92" w:rsidP="004F682D">
            <w:pPr>
              <w:jc w:val="right"/>
              <w:rPr>
                <w:rtl/>
              </w:rPr>
            </w:pPr>
          </w:p>
          <w:p w:rsidR="008A0E92" w:rsidRDefault="008A0E92" w:rsidP="004F682D">
            <w:pPr>
              <w:jc w:val="right"/>
              <w:rPr>
                <w:rtl/>
              </w:rPr>
            </w:pPr>
          </w:p>
        </w:tc>
        <w:tc>
          <w:tcPr>
            <w:tcW w:w="1417" w:type="dxa"/>
          </w:tcPr>
          <w:p w:rsidR="008A0E92" w:rsidRPr="008A0E92" w:rsidRDefault="00164843" w:rsidP="004F682D">
            <w:pPr>
              <w:jc w:val="right"/>
              <w:rPr>
                <w:vertAlign w:val="subscript"/>
              </w:rPr>
            </w:pPr>
            <w:r>
              <w:t>Ba</w:t>
            </w:r>
            <w:r w:rsidR="008A0E92">
              <w:t>O</w:t>
            </w:r>
            <w:r w:rsidR="008A0E92">
              <w:rPr>
                <w:vertAlign w:val="subscript"/>
              </w:rPr>
              <w:t>2</w:t>
            </w:r>
          </w:p>
        </w:tc>
      </w:tr>
      <w:tr w:rsidR="008A0E92" w:rsidTr="00164843">
        <w:tc>
          <w:tcPr>
            <w:tcW w:w="4286" w:type="dxa"/>
          </w:tcPr>
          <w:p w:rsidR="008A0E92" w:rsidRDefault="008A0E92" w:rsidP="00164843">
            <w:pPr>
              <w:jc w:val="right"/>
            </w:pPr>
            <w:r>
              <w:t>Potassium sulfate</w:t>
            </w:r>
          </w:p>
          <w:p w:rsidR="008A0E92" w:rsidRDefault="008A0E92" w:rsidP="004F682D">
            <w:pPr>
              <w:jc w:val="right"/>
            </w:pPr>
          </w:p>
        </w:tc>
        <w:tc>
          <w:tcPr>
            <w:tcW w:w="1417" w:type="dxa"/>
          </w:tcPr>
          <w:p w:rsidR="008A0E92" w:rsidRDefault="008A0E92" w:rsidP="004F682D">
            <w:pPr>
              <w:jc w:val="right"/>
              <w:rPr>
                <w:rtl/>
              </w:rPr>
            </w:pPr>
          </w:p>
        </w:tc>
      </w:tr>
      <w:tr w:rsidR="008A0E92" w:rsidTr="00164843">
        <w:tc>
          <w:tcPr>
            <w:tcW w:w="4286" w:type="dxa"/>
          </w:tcPr>
          <w:p w:rsidR="008A0E92" w:rsidRDefault="008A0E92" w:rsidP="004F682D">
            <w:pPr>
              <w:jc w:val="right"/>
              <w:rPr>
                <w:rtl/>
              </w:rPr>
            </w:pPr>
          </w:p>
        </w:tc>
        <w:tc>
          <w:tcPr>
            <w:tcW w:w="1417" w:type="dxa"/>
          </w:tcPr>
          <w:p w:rsidR="008A0E92" w:rsidRPr="00164843" w:rsidRDefault="00164843" w:rsidP="004F682D">
            <w:pPr>
              <w:jc w:val="right"/>
              <w:rPr>
                <w:vertAlign w:val="subscript"/>
              </w:rPr>
            </w:pPr>
            <w:r>
              <w:t>NaClO</w:t>
            </w:r>
            <w:r>
              <w:rPr>
                <w:vertAlign w:val="subscript"/>
              </w:rPr>
              <w:t>4</w:t>
            </w:r>
          </w:p>
          <w:p w:rsidR="008A0E92" w:rsidRDefault="008A0E92" w:rsidP="004F682D">
            <w:pPr>
              <w:jc w:val="right"/>
            </w:pPr>
          </w:p>
        </w:tc>
      </w:tr>
      <w:tr w:rsidR="008A0E92" w:rsidTr="00164843">
        <w:tc>
          <w:tcPr>
            <w:tcW w:w="4286" w:type="dxa"/>
          </w:tcPr>
          <w:p w:rsidR="008A0E92" w:rsidRDefault="00164843" w:rsidP="004F682D">
            <w:pPr>
              <w:jc w:val="right"/>
            </w:pPr>
            <w:r>
              <w:t xml:space="preserve">Magnesium </w:t>
            </w:r>
            <w:r w:rsidR="006D759C">
              <w:t>hydrogen phosphate</w:t>
            </w:r>
          </w:p>
          <w:p w:rsidR="008A0E92" w:rsidRDefault="008A0E92" w:rsidP="004F682D">
            <w:pPr>
              <w:jc w:val="right"/>
              <w:rPr>
                <w:rtl/>
              </w:rPr>
            </w:pPr>
          </w:p>
        </w:tc>
        <w:tc>
          <w:tcPr>
            <w:tcW w:w="1417" w:type="dxa"/>
          </w:tcPr>
          <w:p w:rsidR="008A0E92" w:rsidRDefault="008A0E92" w:rsidP="004F682D">
            <w:pPr>
              <w:jc w:val="right"/>
              <w:rPr>
                <w:rtl/>
              </w:rPr>
            </w:pPr>
          </w:p>
        </w:tc>
      </w:tr>
    </w:tbl>
    <w:p w:rsidR="008A0E92" w:rsidRDefault="004F732C" w:rsidP="004F682D">
      <w:pPr>
        <w:jc w:val="right"/>
      </w:pPr>
      <w:r>
        <w:t xml:space="preserve"> </w:t>
      </w:r>
    </w:p>
    <w:p w:rsidR="004F732C" w:rsidRDefault="004F732C" w:rsidP="004F682D">
      <w:pPr>
        <w:jc w:val="right"/>
      </w:pPr>
    </w:p>
    <w:p w:rsidR="004F732C" w:rsidRDefault="004F732C" w:rsidP="006D759C">
      <w:pPr>
        <w:jc w:val="right"/>
      </w:pPr>
      <w:r>
        <w:t>Q</w:t>
      </w:r>
      <w:r>
        <w:rPr>
          <w:vertAlign w:val="subscript"/>
        </w:rPr>
        <w:t>2</w:t>
      </w:r>
      <w:r>
        <w:t xml:space="preserve">: Write the condensed electron configuration for the following elements; </w:t>
      </w:r>
      <w:r w:rsidR="00164843">
        <w:t>Cs</w:t>
      </w:r>
      <w:r>
        <w:t xml:space="preserve">, </w:t>
      </w:r>
      <w:r w:rsidR="00164843">
        <w:t>In</w:t>
      </w:r>
      <w:r>
        <w:t xml:space="preserve">, </w:t>
      </w:r>
      <w:r w:rsidR="00164843">
        <w:t>Si</w:t>
      </w:r>
      <w:r>
        <w:t xml:space="preserve">, and </w:t>
      </w:r>
      <w:r w:rsidR="006D759C">
        <w:t>Sb</w:t>
      </w:r>
      <w:r w:rsidR="00501F4C">
        <w:t>.</w:t>
      </w:r>
    </w:p>
    <w:tbl>
      <w:tblPr>
        <w:tblStyle w:val="TableGrid"/>
        <w:bidiVisual/>
        <w:tblW w:w="0" w:type="auto"/>
        <w:tblInd w:w="1785" w:type="dxa"/>
        <w:tblLook w:val="04A0" w:firstRow="1" w:lastRow="0" w:firstColumn="1" w:lastColumn="0" w:noHBand="0" w:noVBand="1"/>
      </w:tblPr>
      <w:tblGrid>
        <w:gridCol w:w="4253"/>
        <w:gridCol w:w="1417"/>
      </w:tblGrid>
      <w:tr w:rsidR="00501F4C" w:rsidTr="00731343">
        <w:tc>
          <w:tcPr>
            <w:tcW w:w="4253" w:type="dxa"/>
            <w:shd w:val="clear" w:color="auto" w:fill="DDD9C3" w:themeFill="background2" w:themeFillShade="E6"/>
          </w:tcPr>
          <w:p w:rsidR="00501F4C" w:rsidRDefault="00501F4C" w:rsidP="004F682D">
            <w:pPr>
              <w:jc w:val="right"/>
            </w:pPr>
            <w:r>
              <w:t>Electron configuration</w:t>
            </w:r>
          </w:p>
          <w:p w:rsidR="00501F4C" w:rsidRDefault="00501F4C" w:rsidP="004F682D">
            <w:pPr>
              <w:jc w:val="right"/>
            </w:pPr>
          </w:p>
        </w:tc>
        <w:tc>
          <w:tcPr>
            <w:tcW w:w="1417" w:type="dxa"/>
            <w:shd w:val="clear" w:color="auto" w:fill="DDD9C3" w:themeFill="background2" w:themeFillShade="E6"/>
          </w:tcPr>
          <w:p w:rsidR="00501F4C" w:rsidRDefault="00501F4C" w:rsidP="004F682D">
            <w:pPr>
              <w:jc w:val="right"/>
            </w:pPr>
            <w:r>
              <w:t>Element</w:t>
            </w:r>
          </w:p>
        </w:tc>
      </w:tr>
      <w:tr w:rsidR="00501F4C" w:rsidTr="00501F4C">
        <w:tc>
          <w:tcPr>
            <w:tcW w:w="4253" w:type="dxa"/>
          </w:tcPr>
          <w:p w:rsidR="00501F4C" w:rsidRDefault="00501F4C" w:rsidP="004F682D">
            <w:pPr>
              <w:jc w:val="right"/>
              <w:rPr>
                <w:rtl/>
              </w:rPr>
            </w:pPr>
          </w:p>
          <w:p w:rsidR="00501F4C" w:rsidRDefault="00501F4C" w:rsidP="004F682D">
            <w:pPr>
              <w:jc w:val="right"/>
              <w:rPr>
                <w:rtl/>
              </w:rPr>
            </w:pPr>
          </w:p>
        </w:tc>
        <w:tc>
          <w:tcPr>
            <w:tcW w:w="1417" w:type="dxa"/>
          </w:tcPr>
          <w:p w:rsidR="00501F4C" w:rsidRDefault="006D759C" w:rsidP="004F682D">
            <w:pPr>
              <w:jc w:val="right"/>
            </w:pPr>
            <w:r>
              <w:t>Cs</w:t>
            </w:r>
          </w:p>
        </w:tc>
      </w:tr>
      <w:tr w:rsidR="00501F4C" w:rsidTr="00501F4C">
        <w:tc>
          <w:tcPr>
            <w:tcW w:w="4253" w:type="dxa"/>
          </w:tcPr>
          <w:p w:rsidR="00501F4C" w:rsidRDefault="00501F4C" w:rsidP="004F682D">
            <w:pPr>
              <w:jc w:val="right"/>
              <w:rPr>
                <w:rtl/>
              </w:rPr>
            </w:pPr>
          </w:p>
          <w:p w:rsidR="00501F4C" w:rsidRDefault="00501F4C" w:rsidP="004F682D">
            <w:pPr>
              <w:jc w:val="right"/>
              <w:rPr>
                <w:rtl/>
              </w:rPr>
            </w:pPr>
          </w:p>
        </w:tc>
        <w:tc>
          <w:tcPr>
            <w:tcW w:w="1417" w:type="dxa"/>
          </w:tcPr>
          <w:p w:rsidR="00501F4C" w:rsidRDefault="006D759C" w:rsidP="004F682D">
            <w:pPr>
              <w:jc w:val="right"/>
            </w:pPr>
            <w:r>
              <w:t>In</w:t>
            </w:r>
          </w:p>
        </w:tc>
      </w:tr>
      <w:tr w:rsidR="00501F4C" w:rsidTr="00501F4C">
        <w:tc>
          <w:tcPr>
            <w:tcW w:w="4253" w:type="dxa"/>
          </w:tcPr>
          <w:p w:rsidR="00501F4C" w:rsidRDefault="00501F4C" w:rsidP="004F682D">
            <w:pPr>
              <w:jc w:val="right"/>
              <w:rPr>
                <w:rtl/>
              </w:rPr>
            </w:pPr>
          </w:p>
          <w:p w:rsidR="00501F4C" w:rsidRDefault="00501F4C" w:rsidP="004F682D">
            <w:pPr>
              <w:jc w:val="right"/>
              <w:rPr>
                <w:rtl/>
              </w:rPr>
            </w:pPr>
          </w:p>
        </w:tc>
        <w:tc>
          <w:tcPr>
            <w:tcW w:w="1417" w:type="dxa"/>
          </w:tcPr>
          <w:p w:rsidR="00501F4C" w:rsidRDefault="006D759C" w:rsidP="004F682D">
            <w:pPr>
              <w:jc w:val="right"/>
            </w:pPr>
            <w:r>
              <w:t>Si</w:t>
            </w:r>
          </w:p>
        </w:tc>
      </w:tr>
      <w:tr w:rsidR="00501F4C" w:rsidTr="00501F4C">
        <w:tc>
          <w:tcPr>
            <w:tcW w:w="4253" w:type="dxa"/>
          </w:tcPr>
          <w:p w:rsidR="00501F4C" w:rsidRDefault="00501F4C" w:rsidP="004F682D">
            <w:pPr>
              <w:jc w:val="right"/>
              <w:rPr>
                <w:rtl/>
              </w:rPr>
            </w:pPr>
          </w:p>
          <w:p w:rsidR="00501F4C" w:rsidRDefault="00501F4C" w:rsidP="004F682D">
            <w:pPr>
              <w:jc w:val="right"/>
              <w:rPr>
                <w:rtl/>
              </w:rPr>
            </w:pPr>
          </w:p>
        </w:tc>
        <w:tc>
          <w:tcPr>
            <w:tcW w:w="1417" w:type="dxa"/>
          </w:tcPr>
          <w:p w:rsidR="00501F4C" w:rsidRDefault="006D759C" w:rsidP="004F682D">
            <w:pPr>
              <w:jc w:val="right"/>
            </w:pPr>
            <w:proofErr w:type="spellStart"/>
            <w:r>
              <w:t>Sb</w:t>
            </w:r>
            <w:proofErr w:type="spellEnd"/>
          </w:p>
        </w:tc>
      </w:tr>
    </w:tbl>
    <w:p w:rsidR="00501F4C" w:rsidRPr="004F732C" w:rsidRDefault="00501F4C" w:rsidP="004F682D">
      <w:pPr>
        <w:jc w:val="right"/>
      </w:pPr>
    </w:p>
    <w:sectPr w:rsidR="00501F4C" w:rsidRPr="004F732C" w:rsidSect="007A5FE0">
      <w:pgSz w:w="11906" w:h="16838"/>
      <w:pgMar w:top="720" w:right="720" w:bottom="720" w:left="720" w:header="709" w:footer="709" w:gutter="0"/>
      <w:cols w:space="708"/>
      <w:bidi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attachedTemplate r:id="rId1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B9B"/>
    <w:rsid w:val="00002681"/>
    <w:rsid w:val="000733F1"/>
    <w:rsid w:val="000A3C09"/>
    <w:rsid w:val="00114B71"/>
    <w:rsid w:val="00164843"/>
    <w:rsid w:val="0016605C"/>
    <w:rsid w:val="00176D44"/>
    <w:rsid w:val="001D3F7A"/>
    <w:rsid w:val="00225257"/>
    <w:rsid w:val="002611DF"/>
    <w:rsid w:val="00275A43"/>
    <w:rsid w:val="003C4C44"/>
    <w:rsid w:val="003E6C48"/>
    <w:rsid w:val="003F60B3"/>
    <w:rsid w:val="00427D78"/>
    <w:rsid w:val="00432714"/>
    <w:rsid w:val="00437416"/>
    <w:rsid w:val="004E0E26"/>
    <w:rsid w:val="004F682D"/>
    <w:rsid w:val="004F732C"/>
    <w:rsid w:val="00501F4C"/>
    <w:rsid w:val="0067186B"/>
    <w:rsid w:val="006C3B4F"/>
    <w:rsid w:val="006D759C"/>
    <w:rsid w:val="00731343"/>
    <w:rsid w:val="00744D17"/>
    <w:rsid w:val="007A5FE0"/>
    <w:rsid w:val="007E54A5"/>
    <w:rsid w:val="008A0E92"/>
    <w:rsid w:val="008C0336"/>
    <w:rsid w:val="008C4A7A"/>
    <w:rsid w:val="00911BEB"/>
    <w:rsid w:val="00912A54"/>
    <w:rsid w:val="00950C04"/>
    <w:rsid w:val="00983015"/>
    <w:rsid w:val="00A546D7"/>
    <w:rsid w:val="00A959B9"/>
    <w:rsid w:val="00B74438"/>
    <w:rsid w:val="00B84967"/>
    <w:rsid w:val="00BB1B9B"/>
    <w:rsid w:val="00D03325"/>
    <w:rsid w:val="00D47EC3"/>
    <w:rsid w:val="00D5083A"/>
    <w:rsid w:val="00DD7873"/>
    <w:rsid w:val="00E3057A"/>
    <w:rsid w:val="00EA39A7"/>
    <w:rsid w:val="00EF34C2"/>
    <w:rsid w:val="00FB373F"/>
    <w:rsid w:val="00FE3A08"/>
    <w:rsid w:val="00FE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="Times New Roman"/>
        <w:sz w:val="28"/>
        <w:szCs w:val="32"/>
        <w:lang w:val="en-US" w:eastAsia="en-US" w:bidi="ar-SA"/>
        <w14:cntxtAlts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0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3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="Times New Roman"/>
        <w:sz w:val="28"/>
        <w:szCs w:val="32"/>
        <w:lang w:val="en-US" w:eastAsia="en-US" w:bidi="ar-SA"/>
        <w14:cntxtAlts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0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3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Desktop\Mahmoud\Exams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E58DF-6632-44DA-B019-D2EF03042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Exams2.dotx</Template>
  <TotalTime>84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cp:lastPrinted>2013-03-16T19:44:00Z</cp:lastPrinted>
  <dcterms:created xsi:type="dcterms:W3CDTF">2013-10-23T08:18:00Z</dcterms:created>
  <dcterms:modified xsi:type="dcterms:W3CDTF">2013-10-23T09:41:00Z</dcterms:modified>
</cp:coreProperties>
</file>