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2D" w:rsidRPr="004F682D" w:rsidRDefault="004F682D" w:rsidP="004F682D">
      <w:pPr>
        <w:jc w:val="right"/>
        <w:rPr>
          <w:i/>
          <w:iCs/>
          <w:u w:val="single"/>
          <w:rtl/>
        </w:rPr>
      </w:pPr>
      <w:r w:rsidRPr="004F682D">
        <w:rPr>
          <w:i/>
          <w:iCs/>
          <w:u w:val="single"/>
        </w:rPr>
        <w:t xml:space="preserve">Part (1): Multiple Choice Questions (16 Marks)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176D44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FB373F" w:rsidP="00986202">
            <w:pPr>
              <w:jc w:val="right"/>
              <w:rPr>
                <w:rFonts w:ascii="Times New Roman" w:hAnsi="Times New Roman"/>
                <w:sz w:val="22"/>
                <w:szCs w:val="24"/>
              </w:rPr>
            </w:pPr>
            <w:r w:rsidRPr="00114B71">
              <w:rPr>
                <w:rFonts w:ascii="Times New Roman" w:hAnsi="Times New Roman"/>
                <w:sz w:val="22"/>
                <w:szCs w:val="24"/>
              </w:rPr>
              <w:t>The reactivity of group 1 elements increases from top to bottom because;</w:t>
            </w:r>
          </w:p>
          <w:p w:rsidR="00176D44" w:rsidRPr="00114B71" w:rsidRDefault="00176D44" w:rsidP="00986202">
            <w:pPr>
              <w:jc w:val="right"/>
              <w:rPr>
                <w:rFonts w:ascii="Times New Roman" w:hAnsi="Times New Roman"/>
                <w:sz w:val="22"/>
                <w:szCs w:val="24"/>
                <w:rtl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sz w:val="22"/>
                <w:szCs w:val="24"/>
              </w:rPr>
              <w:t>1</w:t>
            </w:r>
          </w:p>
        </w:tc>
      </w:tr>
      <w:tr w:rsidR="004F682D" w:rsidRPr="00114B71" w:rsidTr="00176D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32714" w:rsidP="00432714">
            <w:pPr>
              <w:jc w:val="right"/>
              <w:rPr>
                <w:sz w:val="22"/>
                <w:szCs w:val="24"/>
                <w:rtl/>
              </w:rPr>
            </w:pPr>
            <w:r w:rsidRPr="00114B71">
              <w:rPr>
                <w:sz w:val="22"/>
                <w:szCs w:val="24"/>
              </w:rPr>
              <w:t>It is easy to gain electrons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3271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It is easy to lose electrons</w:t>
            </w:r>
          </w:p>
          <w:p w:rsidR="00432714" w:rsidRPr="00114B71" w:rsidRDefault="00432714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349E27" wp14:editId="57A3FC48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59979</wp:posOffset>
                      </wp:positionV>
                      <wp:extent cx="307225" cy="598516"/>
                      <wp:effectExtent l="0" t="0" r="17145" b="1143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9851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-.65pt;margin-top:4.7pt;width:24.2pt;height:4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176D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3271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Can't tell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32714" w:rsidP="00986202">
            <w:pPr>
              <w:jc w:val="right"/>
              <w:rPr>
                <w:sz w:val="22"/>
                <w:szCs w:val="24"/>
                <w:rtl/>
              </w:rPr>
            </w:pPr>
            <w:r w:rsidRPr="00114B71">
              <w:rPr>
                <w:sz w:val="22"/>
                <w:szCs w:val="24"/>
              </w:rPr>
              <w:t>They have small sizes in each period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A959B9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6D44" w:rsidRPr="00114B71" w:rsidRDefault="00A546D7" w:rsidP="00176D44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compounds of group 1 elements are soluble in polar solvents as;</w:t>
            </w:r>
          </w:p>
          <w:p w:rsidR="00A546D7" w:rsidRPr="00114B71" w:rsidRDefault="00A546D7" w:rsidP="00176D44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2</w:t>
            </w:r>
          </w:p>
        </w:tc>
      </w:tr>
      <w:tr w:rsidR="004F682D" w:rsidRPr="00114B71" w:rsidTr="00A959B9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A546D7" w:rsidRPr="00114B71" w:rsidRDefault="00A546D7" w:rsidP="00A546D7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They are ionic compounds</w:t>
            </w:r>
          </w:p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546D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They are covalent compounds</w:t>
            </w:r>
          </w:p>
          <w:p w:rsidR="00A546D7" w:rsidRPr="00114B71" w:rsidRDefault="00A546D7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30E64" wp14:editId="201BD877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57843</wp:posOffset>
                      </wp:positionV>
                      <wp:extent cx="307225" cy="615142"/>
                      <wp:effectExtent l="0" t="0" r="17145" b="1397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6151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left:0;text-align:left;margin-left:-.65pt;margin-top:4.55pt;width:24.2pt;height:4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A959B9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A546D7" w:rsidRPr="00114B71" w:rsidRDefault="00A546D7" w:rsidP="00A546D7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They are nonmetals</w:t>
            </w:r>
          </w:p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546D7" w:rsidP="0067186B">
            <w:pPr>
              <w:jc w:val="right"/>
              <w:rPr>
                <w:sz w:val="22"/>
                <w:szCs w:val="24"/>
                <w:rtl/>
              </w:rPr>
            </w:pPr>
            <w:r w:rsidRPr="00114B71">
              <w:rPr>
                <w:sz w:val="22"/>
                <w:szCs w:val="24"/>
              </w:rPr>
              <w:t xml:space="preserve">They are </w:t>
            </w:r>
            <w:r w:rsidR="00437416" w:rsidRPr="00114B71">
              <w:rPr>
                <w:sz w:val="22"/>
                <w:szCs w:val="24"/>
              </w:rPr>
              <w:t>metalloids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FE3A08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hybridization of Be in BeCl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 xml:space="preserve"> (solid) is;</w:t>
            </w:r>
          </w:p>
          <w:p w:rsidR="00A959B9" w:rsidRPr="00114B71" w:rsidRDefault="00A959B9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3</w:t>
            </w:r>
          </w:p>
        </w:tc>
      </w:tr>
      <w:tr w:rsidR="004F682D" w:rsidRPr="00114B71" w:rsidTr="00FE3A08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  <w:vertAlign w:val="superscript"/>
                <w:rtl/>
              </w:rPr>
            </w:pPr>
            <w:r w:rsidRPr="00114B71">
              <w:rPr>
                <w:sz w:val="22"/>
                <w:szCs w:val="24"/>
              </w:rPr>
              <w:t>sp</w:t>
            </w:r>
            <w:r w:rsidRPr="00114B71">
              <w:rPr>
                <w:sz w:val="22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sp</w:t>
            </w:r>
          </w:p>
          <w:p w:rsidR="00A959B9" w:rsidRPr="00114B71" w:rsidRDefault="00A959B9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6D13DB" wp14:editId="719F75EC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64192</wp:posOffset>
                      </wp:positionV>
                      <wp:extent cx="307225" cy="565265"/>
                      <wp:effectExtent l="0" t="0" r="17145" b="254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652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left:0;text-align:left;margin-left:-.65pt;margin-top:5.05pt;width:24.2pt;height:4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FE3A08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  <w:vertAlign w:val="superscript"/>
              </w:rPr>
            </w:pPr>
            <w:r w:rsidRPr="00114B71">
              <w:rPr>
                <w:sz w:val="22"/>
                <w:szCs w:val="24"/>
              </w:rPr>
              <w:t>dsp</w:t>
            </w:r>
            <w:r w:rsidRPr="00114B71">
              <w:rPr>
                <w:sz w:val="22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A959B9" w:rsidP="00986202">
            <w:pPr>
              <w:jc w:val="right"/>
              <w:rPr>
                <w:sz w:val="22"/>
                <w:szCs w:val="24"/>
                <w:vertAlign w:val="superscript"/>
                <w:rtl/>
              </w:rPr>
            </w:pPr>
            <w:r w:rsidRPr="00114B71">
              <w:rPr>
                <w:sz w:val="22"/>
                <w:szCs w:val="24"/>
              </w:rPr>
              <w:t>sp</w:t>
            </w:r>
            <w:r w:rsidRPr="00114B71">
              <w:rPr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5083A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3A08" w:rsidRPr="00114B71" w:rsidRDefault="00FE3A08" w:rsidP="00FE3A08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missing product in the following reaction;</w:t>
            </w:r>
          </w:p>
          <w:p w:rsidR="00D5083A" w:rsidRPr="00114B71" w:rsidRDefault="00D47EC3" w:rsidP="00FE3A08">
            <w:pPr>
              <w:jc w:val="right"/>
              <w:rPr>
                <w:sz w:val="22"/>
                <w:szCs w:val="24"/>
              </w:rPr>
            </w:pPr>
            <w:r w:rsidRPr="00114B71">
              <w:rPr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7E38269" wp14:editId="5E0EBB27">
                      <wp:simplePos x="0" y="0"/>
                      <wp:positionH relativeFrom="column">
                        <wp:posOffset>1067204</wp:posOffset>
                      </wp:positionH>
                      <wp:positionV relativeFrom="paragraph">
                        <wp:posOffset>81915</wp:posOffset>
                      </wp:positionV>
                      <wp:extent cx="232410" cy="8256"/>
                      <wp:effectExtent l="0" t="76200" r="15240" b="106045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2410" cy="825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7" o:spid="_x0000_s1026" type="#_x0000_t32" style="position:absolute;left:0;text-align:left;margin-left:84.05pt;margin-top:6.45pt;width:18.3pt;height:.6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" strokecolor="black [3040]">
                      <v:stroke endarrow="open"/>
                    </v:shape>
                  </w:pict>
                </mc:Fallback>
              </mc:AlternateContent>
            </w:r>
            <w:r w:rsidR="00FE3A08" w:rsidRPr="00114B71">
              <w:rPr>
                <w:sz w:val="22"/>
                <w:szCs w:val="24"/>
              </w:rPr>
              <w:t xml:space="preserve">              </w:t>
            </w:r>
            <w:proofErr w:type="spellStart"/>
            <w:r w:rsidR="00FE3A08" w:rsidRPr="00114B71">
              <w:rPr>
                <w:sz w:val="22"/>
                <w:szCs w:val="24"/>
              </w:rPr>
              <w:t>Sr</w:t>
            </w:r>
            <w:proofErr w:type="spellEnd"/>
            <w:r w:rsidR="00FE3A08" w:rsidRPr="00114B71">
              <w:rPr>
                <w:sz w:val="22"/>
                <w:szCs w:val="24"/>
              </w:rPr>
              <w:t xml:space="preserve"> + </w:t>
            </w:r>
            <w:r w:rsidRPr="00114B71">
              <w:rPr>
                <w:sz w:val="22"/>
                <w:szCs w:val="24"/>
              </w:rPr>
              <w:t>2H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>O</w:t>
            </w:r>
            <w:r w:rsidR="006C3B4F">
              <w:rPr>
                <w:sz w:val="22"/>
                <w:szCs w:val="24"/>
              </w:rPr>
              <w:t xml:space="preserve"> </w:t>
            </w:r>
            <w:r w:rsidRPr="00114B71">
              <w:rPr>
                <w:sz w:val="22"/>
                <w:szCs w:val="24"/>
              </w:rPr>
              <w:t xml:space="preserve">        </w:t>
            </w:r>
            <w:r w:rsidR="006C3B4F">
              <w:rPr>
                <w:sz w:val="22"/>
                <w:szCs w:val="24"/>
              </w:rPr>
              <w:t xml:space="preserve"> </w:t>
            </w:r>
            <w:r w:rsidRPr="00114B71">
              <w:rPr>
                <w:sz w:val="22"/>
                <w:szCs w:val="24"/>
              </w:rPr>
              <w:t>???? + H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</w:p>
          <w:p w:rsidR="004F682D" w:rsidRPr="00114B71" w:rsidRDefault="00FE3A08" w:rsidP="00FE3A08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4</w:t>
            </w:r>
          </w:p>
        </w:tc>
      </w:tr>
      <w:tr w:rsidR="004F682D" w:rsidRPr="00114B71" w:rsidTr="00D5083A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47EC3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SrO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47EC3" w:rsidP="00986202">
            <w:pPr>
              <w:jc w:val="right"/>
              <w:rPr>
                <w:sz w:val="22"/>
                <w:szCs w:val="24"/>
                <w:vertAlign w:val="subscript"/>
              </w:rPr>
            </w:pPr>
            <w:proofErr w:type="spellStart"/>
            <w:r w:rsidRPr="00114B71">
              <w:rPr>
                <w:sz w:val="22"/>
                <w:szCs w:val="24"/>
              </w:rPr>
              <w:t>Sr</w:t>
            </w:r>
            <w:proofErr w:type="spellEnd"/>
            <w:r w:rsidRPr="00114B71">
              <w:rPr>
                <w:sz w:val="22"/>
                <w:szCs w:val="24"/>
              </w:rPr>
              <w:t>(OH)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</w:p>
          <w:p w:rsidR="00D47EC3" w:rsidRPr="00114B71" w:rsidRDefault="00D47EC3" w:rsidP="00986202">
            <w:pPr>
              <w:jc w:val="right"/>
              <w:rPr>
                <w:sz w:val="22"/>
                <w:szCs w:val="24"/>
                <w:vertAlign w:val="subscrip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48574C" wp14:editId="384A0794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62056</wp:posOffset>
                      </wp:positionV>
                      <wp:extent cx="307225" cy="565265"/>
                      <wp:effectExtent l="0" t="0" r="17145" b="2540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652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left:0;text-align:left;margin-left:-.65pt;margin-top:4.9pt;width:24.2pt;height:4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5083A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47EC3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SrOH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47EC3" w:rsidP="00986202">
            <w:pPr>
              <w:jc w:val="right"/>
              <w:rPr>
                <w:sz w:val="22"/>
                <w:szCs w:val="24"/>
                <w:vertAlign w:val="subscript"/>
              </w:rPr>
            </w:pPr>
            <w:r w:rsidRPr="00114B71">
              <w:rPr>
                <w:sz w:val="22"/>
                <w:szCs w:val="24"/>
              </w:rPr>
              <w:t>SrO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2611DF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5083A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Boron can't be as B</w:t>
            </w:r>
            <w:r w:rsidRPr="00114B71">
              <w:rPr>
                <w:sz w:val="22"/>
                <w:szCs w:val="24"/>
                <w:vertAlign w:val="superscript"/>
              </w:rPr>
              <w:t>3+</w:t>
            </w:r>
            <w:r w:rsidRPr="00114B71">
              <w:rPr>
                <w:sz w:val="22"/>
                <w:szCs w:val="24"/>
              </w:rPr>
              <w:t xml:space="preserve"> and its compounds are;</w:t>
            </w:r>
          </w:p>
          <w:p w:rsidR="00D5083A" w:rsidRPr="00114B71" w:rsidRDefault="00D5083A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5</w:t>
            </w:r>
          </w:p>
        </w:tc>
      </w:tr>
      <w:tr w:rsidR="004F682D" w:rsidRPr="00114B71" w:rsidTr="002611DF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5083A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Pure covalent</w:t>
            </w:r>
          </w:p>
          <w:p w:rsidR="00D5083A" w:rsidRPr="00114B71" w:rsidRDefault="00D5083A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5083A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Pure ionic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334A60" wp14:editId="43B9241C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61017</wp:posOffset>
                      </wp:positionV>
                      <wp:extent cx="307225" cy="581891"/>
                      <wp:effectExtent l="0" t="0" r="17145" b="2794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818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left:0;text-align:left;margin-left:-.65pt;margin-top:4.8pt;width:24.2pt;height:4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2611DF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5083A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Covalent more than ionic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5083A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Ionic more than covalent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8C0336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2611DF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The correct arrangements of </w:t>
            </w: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  <w:r w:rsidRPr="00114B71">
              <w:rPr>
                <w:sz w:val="22"/>
                <w:szCs w:val="24"/>
              </w:rPr>
              <w:t xml:space="preserve">, In, and </w:t>
            </w: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  <w:r w:rsidRPr="00114B71">
              <w:rPr>
                <w:sz w:val="22"/>
                <w:szCs w:val="24"/>
              </w:rPr>
              <w:t xml:space="preserve"> as far as their oxidation state +1 as follow</w:t>
            </w:r>
            <w:r w:rsidR="0067186B" w:rsidRPr="00114B71">
              <w:rPr>
                <w:sz w:val="22"/>
                <w:szCs w:val="24"/>
              </w:rPr>
              <w:t>;</w:t>
            </w:r>
          </w:p>
          <w:p w:rsidR="0067186B" w:rsidRPr="00114B71" w:rsidRDefault="0067186B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6</w:t>
            </w:r>
          </w:p>
        </w:tc>
      </w:tr>
      <w:tr w:rsidR="004F682D" w:rsidRPr="00114B71" w:rsidTr="008C033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Default="0067186B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  <w:r w:rsidRPr="00114B71">
              <w:rPr>
                <w:sz w:val="22"/>
                <w:szCs w:val="24"/>
              </w:rPr>
              <w:t xml:space="preserve"> &gt; In &gt; </w:t>
            </w: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</w:p>
          <w:p w:rsidR="00114B71" w:rsidRPr="00114B71" w:rsidRDefault="00114B71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7186B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  <w:r w:rsidRPr="00114B71">
              <w:rPr>
                <w:sz w:val="22"/>
                <w:szCs w:val="24"/>
              </w:rPr>
              <w:t xml:space="preserve"> &gt; In &gt; </w:t>
            </w: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B12174" wp14:editId="4F5D347C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58882</wp:posOffset>
                      </wp:positionV>
                      <wp:extent cx="307225" cy="623454"/>
                      <wp:effectExtent l="0" t="0" r="17145" b="2476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62345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left:0;text-align:left;margin-left:-.65pt;margin-top:4.65pt;width:24.2pt;height:4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8C033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7186B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  <w:r w:rsidRPr="00114B71">
              <w:rPr>
                <w:sz w:val="22"/>
                <w:szCs w:val="24"/>
              </w:rPr>
              <w:t xml:space="preserve">&gt; </w:t>
            </w: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  <w:r w:rsidRPr="00114B71">
              <w:rPr>
                <w:sz w:val="22"/>
                <w:szCs w:val="24"/>
              </w:rPr>
              <w:t xml:space="preserve"> &gt; 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67186B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In &gt; </w:t>
            </w:r>
            <w:proofErr w:type="spellStart"/>
            <w:r w:rsidRPr="00114B71">
              <w:rPr>
                <w:sz w:val="22"/>
                <w:szCs w:val="24"/>
              </w:rPr>
              <w:t>Ga</w:t>
            </w:r>
            <w:proofErr w:type="spellEnd"/>
            <w:r w:rsidRPr="00114B71">
              <w:rPr>
                <w:sz w:val="22"/>
                <w:szCs w:val="24"/>
              </w:rPr>
              <w:t xml:space="preserve"> &gt; </w:t>
            </w:r>
            <w:proofErr w:type="spellStart"/>
            <w:r w:rsidRPr="00114B71">
              <w:rPr>
                <w:sz w:val="22"/>
                <w:szCs w:val="24"/>
              </w:rPr>
              <w:t>Tl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D7873">
        <w:tc>
          <w:tcPr>
            <w:tcW w:w="10007" w:type="dxa"/>
            <w:gridSpan w:val="4"/>
          </w:tcPr>
          <w:p w:rsidR="004F682D" w:rsidRPr="00114B71" w:rsidRDefault="008C0336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Group 16 elements are;</w:t>
            </w:r>
          </w:p>
          <w:p w:rsidR="008C0336" w:rsidRPr="00114B71" w:rsidRDefault="008C0336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7</w:t>
            </w:r>
          </w:p>
        </w:tc>
      </w:tr>
      <w:tr w:rsidR="004F682D" w:rsidRPr="00114B71" w:rsidTr="00DD7873">
        <w:tc>
          <w:tcPr>
            <w:tcW w:w="4620" w:type="dxa"/>
          </w:tcPr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All nonmetals</w:t>
            </w:r>
          </w:p>
          <w:p w:rsidR="00983015" w:rsidRPr="00114B71" w:rsidRDefault="00983015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</w:tcPr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All metals</w:t>
            </w: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2715F41" wp14:editId="22600686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63441</wp:posOffset>
                      </wp:positionV>
                      <wp:extent cx="307225" cy="598517"/>
                      <wp:effectExtent l="0" t="0" r="17145" b="1143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985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left:0;text-align:left;margin-left:-.65pt;margin-top:5pt;width:24.2pt;height:4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D7873">
        <w:tc>
          <w:tcPr>
            <w:tcW w:w="4620" w:type="dxa"/>
          </w:tcPr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All three types</w:t>
            </w: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</w:tcPr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All metalloids</w:t>
            </w:r>
          </w:p>
        </w:tc>
        <w:tc>
          <w:tcPr>
            <w:tcW w:w="567" w:type="dxa"/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D7873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Carbon has three allotropes; they are; (write their names below)</w:t>
            </w:r>
          </w:p>
          <w:p w:rsidR="00983015" w:rsidRPr="00114B71" w:rsidRDefault="00983015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8</w: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3</w:t>
            </w:r>
            <w:r w:rsidR="004F682D" w:rsidRPr="00114B71">
              <w:rPr>
                <w:sz w:val="22"/>
                <w:szCs w:val="24"/>
              </w:rPr>
              <w:t>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</w:t>
            </w:r>
            <w:r w:rsidR="004F682D" w:rsidRPr="00114B71">
              <w:rPr>
                <w:sz w:val="22"/>
                <w:szCs w:val="24"/>
              </w:rPr>
              <w:t>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A5BBF8" wp14:editId="0F28EBE5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62402</wp:posOffset>
                      </wp:positionV>
                      <wp:extent cx="307225" cy="540327"/>
                      <wp:effectExtent l="0" t="0" r="17145" b="127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403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left:0;text-align:left;margin-left:-.65pt;margin-top:4.9pt;width:24.2pt;height:42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983015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2</w:t>
            </w:r>
            <w:r w:rsidR="004F682D" w:rsidRPr="00114B71">
              <w:rPr>
                <w:sz w:val="22"/>
                <w:szCs w:val="24"/>
              </w:rPr>
              <w:t>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lastRenderedPageBreak/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D7873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7873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Phosphorus can form six covalent bonds like</w:t>
            </w:r>
            <w:r w:rsidR="00DD7873" w:rsidRPr="00114B71">
              <w:rPr>
                <w:sz w:val="22"/>
                <w:szCs w:val="24"/>
              </w:rPr>
              <w:t xml:space="preserve"> in</w:t>
            </w:r>
            <w:r w:rsidRPr="00114B71">
              <w:rPr>
                <w:sz w:val="22"/>
                <w:szCs w:val="24"/>
              </w:rPr>
              <w:t xml:space="preserve"> PCl</w:t>
            </w:r>
            <w:r w:rsidRPr="00114B71">
              <w:rPr>
                <w:sz w:val="22"/>
                <w:szCs w:val="24"/>
                <w:vertAlign w:val="subscript"/>
              </w:rPr>
              <w:t>6</w:t>
            </w:r>
            <w:r w:rsidRPr="00114B71">
              <w:rPr>
                <w:sz w:val="22"/>
                <w:szCs w:val="24"/>
                <w:vertAlign w:val="superscript"/>
              </w:rPr>
              <w:t>-</w:t>
            </w:r>
            <w:r w:rsidRPr="00114B71">
              <w:rPr>
                <w:sz w:val="22"/>
                <w:szCs w:val="24"/>
              </w:rPr>
              <w:t xml:space="preserve"> because</w:t>
            </w:r>
            <w:r w:rsidR="00DD7873" w:rsidRPr="00114B71">
              <w:rPr>
                <w:sz w:val="22"/>
                <w:szCs w:val="24"/>
              </w:rPr>
              <w:t>;</w:t>
            </w:r>
          </w:p>
          <w:p w:rsidR="004F682D" w:rsidRPr="00114B71" w:rsidRDefault="00983015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9</w: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It is metal</w:t>
            </w:r>
          </w:p>
          <w:p w:rsidR="00DD7873" w:rsidRPr="00114B71" w:rsidRDefault="00DD7873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It is very large atom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C2BD39D" wp14:editId="48620015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61364</wp:posOffset>
                      </wp:positionV>
                      <wp:extent cx="307225" cy="565266"/>
                      <wp:effectExtent l="0" t="0" r="17145" b="254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6526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left:0;text-align:left;margin-left:-.65pt;margin-top:4.85pt;width:24.2pt;height:4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DD7873">
            <w:pPr>
              <w:jc w:val="right"/>
              <w:rPr>
                <w:sz w:val="22"/>
                <w:szCs w:val="24"/>
                <w:rtl/>
              </w:rPr>
            </w:pPr>
            <w:r w:rsidRPr="00114B71">
              <w:rPr>
                <w:sz w:val="22"/>
                <w:szCs w:val="24"/>
              </w:rPr>
              <w:t>It has empty 3d orbitals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It has empty 4d orbitals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DD7873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following nitrides; P</w:t>
            </w:r>
            <w:r w:rsidRPr="00114B71">
              <w:rPr>
                <w:sz w:val="22"/>
                <w:szCs w:val="24"/>
                <w:vertAlign w:val="subscript"/>
              </w:rPr>
              <w:t>3</w:t>
            </w:r>
            <w:r w:rsidRPr="00114B71">
              <w:rPr>
                <w:sz w:val="22"/>
                <w:szCs w:val="24"/>
              </w:rPr>
              <w:t>N</w:t>
            </w:r>
            <w:r w:rsidRPr="00114B71">
              <w:rPr>
                <w:sz w:val="22"/>
                <w:szCs w:val="24"/>
                <w:vertAlign w:val="subscript"/>
              </w:rPr>
              <w:t>5</w:t>
            </w:r>
            <w:r w:rsidRPr="00114B71">
              <w:rPr>
                <w:sz w:val="22"/>
                <w:szCs w:val="24"/>
              </w:rPr>
              <w:t xml:space="preserve"> and Ca</w:t>
            </w:r>
            <w:r w:rsidRPr="00114B71">
              <w:rPr>
                <w:sz w:val="22"/>
                <w:szCs w:val="24"/>
                <w:vertAlign w:val="subscript"/>
              </w:rPr>
              <w:t>3</w:t>
            </w:r>
            <w:r w:rsidRPr="00114B71">
              <w:rPr>
                <w:sz w:val="22"/>
                <w:szCs w:val="24"/>
              </w:rPr>
              <w:t>P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 xml:space="preserve"> respectively are;</w:t>
            </w:r>
          </w:p>
          <w:p w:rsidR="00DD7873" w:rsidRPr="00114B71" w:rsidRDefault="00DD7873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10</w: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Covalent, ionic</w:t>
            </w:r>
          </w:p>
          <w:p w:rsidR="00DD7873" w:rsidRPr="00114B71" w:rsidRDefault="00DD7873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Ionic, covalent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CB6A520" wp14:editId="25E99125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60324</wp:posOffset>
                      </wp:positionV>
                      <wp:extent cx="307225" cy="540327"/>
                      <wp:effectExtent l="0" t="0" r="17145" b="127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403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left:0;text-align:left;margin-left:-.65pt;margin-top:4.75pt;width:24.2pt;height:42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DD787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Both ionic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DD7873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Both covalent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002681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DD7873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One of the ways to prepare oxygen gas in lab is;</w:t>
            </w:r>
          </w:p>
          <w:p w:rsidR="00DD7873" w:rsidRPr="00114B71" w:rsidRDefault="00B74438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AEE5307" wp14:editId="33F40DE8">
                      <wp:simplePos x="0" y="0"/>
                      <wp:positionH relativeFrom="column">
                        <wp:posOffset>1317048</wp:posOffset>
                      </wp:positionH>
                      <wp:positionV relativeFrom="paragraph">
                        <wp:posOffset>107892</wp:posOffset>
                      </wp:positionV>
                      <wp:extent cx="232756" cy="0"/>
                      <wp:effectExtent l="0" t="76200" r="15240" b="11430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75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left:0;text-align:left;margin-left:103.7pt;margin-top:8.5pt;width:18.35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" strokecolor="black [3040]">
                      <v:stroke endarrow="open"/>
                    </v:shape>
                  </w:pict>
                </mc:Fallback>
              </mc:AlternateContent>
            </w:r>
            <w:r w:rsidR="00DD7873" w:rsidRPr="00114B71">
              <w:rPr>
                <w:sz w:val="22"/>
                <w:szCs w:val="24"/>
              </w:rPr>
              <w:t xml:space="preserve">                              Na</w:t>
            </w:r>
            <w:r w:rsidR="00DD7873" w:rsidRPr="00114B71">
              <w:rPr>
                <w:sz w:val="22"/>
                <w:szCs w:val="24"/>
                <w:vertAlign w:val="subscript"/>
              </w:rPr>
              <w:t>2</w:t>
            </w:r>
            <w:r w:rsidR="00DD7873" w:rsidRPr="00114B71">
              <w:rPr>
                <w:sz w:val="22"/>
                <w:szCs w:val="24"/>
              </w:rPr>
              <w:t>O</w:t>
            </w:r>
            <w:r w:rsidR="00DD7873" w:rsidRPr="00114B71">
              <w:rPr>
                <w:sz w:val="22"/>
                <w:szCs w:val="24"/>
                <w:vertAlign w:val="subscript"/>
              </w:rPr>
              <w:t>2</w:t>
            </w:r>
            <w:r w:rsidR="00DD7873" w:rsidRPr="00114B71">
              <w:rPr>
                <w:sz w:val="22"/>
                <w:szCs w:val="24"/>
              </w:rPr>
              <w:t xml:space="preserve"> </w:t>
            </w:r>
            <w:r w:rsidRPr="00114B71">
              <w:rPr>
                <w:sz w:val="22"/>
                <w:szCs w:val="24"/>
              </w:rPr>
              <w:t xml:space="preserve">       </w:t>
            </w:r>
            <w:r w:rsidR="006C3B4F">
              <w:rPr>
                <w:sz w:val="22"/>
                <w:szCs w:val="24"/>
              </w:rPr>
              <w:t xml:space="preserve">  </w:t>
            </w:r>
            <w:r w:rsidRPr="00114B71">
              <w:rPr>
                <w:sz w:val="22"/>
                <w:szCs w:val="24"/>
              </w:rPr>
              <w:t>??? + O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>,  the missing product is;</w:t>
            </w:r>
          </w:p>
          <w:p w:rsidR="00B74438" w:rsidRPr="00114B71" w:rsidRDefault="00B74438" w:rsidP="00986202">
            <w:pPr>
              <w:jc w:val="right"/>
              <w:rPr>
                <w:sz w:val="22"/>
                <w:szCs w:val="24"/>
                <w:vertAlign w:val="subscript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11</w:t>
            </w:r>
          </w:p>
        </w:tc>
      </w:tr>
      <w:tr w:rsidR="004F682D" w:rsidRPr="00114B71" w:rsidTr="00002681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B74438" w:rsidP="00986202">
            <w:pPr>
              <w:jc w:val="right"/>
              <w:rPr>
                <w:sz w:val="22"/>
                <w:szCs w:val="24"/>
                <w:vertAlign w:val="subscript"/>
              </w:rPr>
            </w:pPr>
            <w:r w:rsidRPr="00114B71">
              <w:rPr>
                <w:sz w:val="22"/>
                <w:szCs w:val="24"/>
              </w:rPr>
              <w:t>NaO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</w:p>
          <w:p w:rsidR="00B74438" w:rsidRPr="00114B71" w:rsidRDefault="00B74438" w:rsidP="00986202">
            <w:pPr>
              <w:jc w:val="right"/>
              <w:rPr>
                <w:sz w:val="22"/>
                <w:szCs w:val="24"/>
                <w:vertAlign w:val="subscrip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B74438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NaO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A23F087" wp14:editId="6FCF27F5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58823</wp:posOffset>
                      </wp:positionV>
                      <wp:extent cx="307225" cy="490451"/>
                      <wp:effectExtent l="0" t="0" r="17145" b="2413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490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left:0;text-align:left;margin-left:-.65pt;margin-top:4.65pt;width:24.2pt;height:38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002681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B74438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B74438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Na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744D17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02681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One of air pollutant is SO</w:t>
            </w:r>
            <w:r w:rsidRPr="00114B71">
              <w:rPr>
                <w:sz w:val="22"/>
                <w:szCs w:val="24"/>
              </w:rPr>
              <w:softHyphen/>
            </w:r>
            <w:r w:rsidRPr="00114B71">
              <w:rPr>
                <w:sz w:val="22"/>
                <w:szCs w:val="24"/>
                <w:vertAlign w:val="subscript"/>
              </w:rPr>
              <w:t>3</w:t>
            </w:r>
            <w:r w:rsidRPr="00114B71">
              <w:rPr>
                <w:sz w:val="22"/>
                <w:szCs w:val="24"/>
              </w:rPr>
              <w:t xml:space="preserve"> it is;</w:t>
            </w:r>
          </w:p>
          <w:p w:rsidR="00002681" w:rsidRPr="00114B71" w:rsidRDefault="00002681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12</w:t>
            </w:r>
          </w:p>
        </w:tc>
      </w:tr>
      <w:tr w:rsidR="004F682D" w:rsidRPr="00114B71" w:rsidTr="00744D17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Chalking</w:t>
            </w:r>
          </w:p>
          <w:p w:rsidR="00002681" w:rsidRPr="00114B71" w:rsidRDefault="00002681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002681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poisonous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D4375FA" wp14:editId="7011C166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57149</wp:posOffset>
                      </wp:positionV>
                      <wp:extent cx="307225" cy="556953"/>
                      <wp:effectExtent l="0" t="0" r="17145" b="1460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569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left:0;text-align:left;margin-left:-.65pt;margin-top:4.5pt;width:24.2pt;height:43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744D17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React with hydrocarbons</w:t>
            </w:r>
          </w:p>
          <w:p w:rsidR="00744D17" w:rsidRPr="00114B71" w:rsidRDefault="00744D17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Form acid rain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3C4C44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Hydrogen studied with halogen because they have in common;</w:t>
            </w:r>
          </w:p>
          <w:p w:rsidR="00744D17" w:rsidRPr="00114B71" w:rsidRDefault="00744D17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13</w: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same phase</w:t>
            </w:r>
          </w:p>
          <w:p w:rsidR="00744D17" w:rsidRPr="00114B71" w:rsidRDefault="00744D17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One electron in the valence shells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F87031A" wp14:editId="298EE2B9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60670</wp:posOffset>
                      </wp:positionV>
                      <wp:extent cx="307225" cy="556953"/>
                      <wp:effectExtent l="0" t="0" r="17145" b="1460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569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" o:spid="_x0000_s1026" style="position:absolute;left:0;text-align:left;margin-left:-.65pt;margin-top:4.8pt;width:24.2pt;height:4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same color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The same regular oxidation state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3C4C44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744D17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One of the following choices is correct for writing the formula of the halogen compounds;</w:t>
            </w:r>
          </w:p>
          <w:p w:rsidR="00744D17" w:rsidRPr="00114B71" w:rsidRDefault="00744D17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4F682D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14</w: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OF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 xml:space="preserve"> and </w:t>
            </w:r>
            <w:proofErr w:type="spellStart"/>
            <w:r w:rsidRPr="00114B71">
              <w:rPr>
                <w:sz w:val="22"/>
                <w:szCs w:val="24"/>
              </w:rPr>
              <w:t>ClBr</w:t>
            </w:r>
            <w:proofErr w:type="spellEnd"/>
          </w:p>
          <w:p w:rsidR="003C4C44" w:rsidRPr="00114B71" w:rsidRDefault="003C4C44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F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 xml:space="preserve">O and </w:t>
            </w:r>
            <w:proofErr w:type="spellStart"/>
            <w:r w:rsidRPr="00114B71">
              <w:rPr>
                <w:sz w:val="22"/>
                <w:szCs w:val="24"/>
              </w:rPr>
              <w:t>ClBr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7DF9F35" wp14:editId="68EB86E6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62980</wp:posOffset>
                      </wp:positionV>
                      <wp:extent cx="307225" cy="590204"/>
                      <wp:effectExtent l="0" t="0" r="17145" b="1968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90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left:0;text-align:left;margin-left:-.65pt;margin-top:4.95pt;width:24.2pt;height:46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F</w:t>
            </w:r>
            <w:r w:rsidRPr="00114B71">
              <w:rPr>
                <w:sz w:val="22"/>
                <w:szCs w:val="24"/>
                <w:vertAlign w:val="subscript"/>
              </w:rPr>
              <w:t>2</w:t>
            </w:r>
            <w:r w:rsidRPr="00114B71">
              <w:rPr>
                <w:sz w:val="22"/>
                <w:szCs w:val="24"/>
              </w:rPr>
              <w:t>O and BrCl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OF and BrCl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3C4C44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C44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Lead balloon is the balloon inflated by the following gas;</w:t>
            </w:r>
          </w:p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15</w: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Xe</w:t>
            </w:r>
          </w:p>
          <w:p w:rsidR="003C4C44" w:rsidRPr="00114B71" w:rsidRDefault="003C4C44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Kr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7D3DB7D" wp14:editId="25983363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61940</wp:posOffset>
                      </wp:positionV>
                      <wp:extent cx="307225" cy="581891"/>
                      <wp:effectExtent l="0" t="0" r="17145" b="2794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818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26" style="position:absolute;left:0;text-align:left;margin-left:-.65pt;margin-top:4.9pt;width:24.2pt;height:45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3C4C44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proofErr w:type="spellStart"/>
            <w:r w:rsidRPr="00114B71">
              <w:rPr>
                <w:sz w:val="22"/>
                <w:szCs w:val="24"/>
              </w:rPr>
              <w:t>Rn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4F682D" w:rsidP="004F682D">
      <w:pPr>
        <w:jc w:val="right"/>
        <w:rPr>
          <w:sz w:val="22"/>
          <w:szCs w:val="24"/>
          <w:rtl/>
        </w:rPr>
      </w:pPr>
      <w:r w:rsidRPr="00114B71">
        <w:rPr>
          <w:rFonts w:hint="cs"/>
          <w:sz w:val="22"/>
          <w:szCs w:val="24"/>
          <w:rtl/>
        </w:rPr>
        <w:t>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0"/>
        <w:gridCol w:w="567"/>
        <w:gridCol w:w="4253"/>
        <w:gridCol w:w="567"/>
        <w:gridCol w:w="675"/>
      </w:tblGrid>
      <w:tr w:rsidR="004F682D" w:rsidRPr="00114B71" w:rsidTr="001D3F7A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C44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All noble gases are;</w:t>
            </w:r>
          </w:p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16</w:t>
            </w:r>
          </w:p>
        </w:tc>
      </w:tr>
      <w:tr w:rsidR="004F682D" w:rsidRPr="00114B71" w:rsidTr="001D3F7A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Colored</w:t>
            </w:r>
          </w:p>
          <w:p w:rsidR="003C4C44" w:rsidRPr="00114B71" w:rsidRDefault="003C4C44" w:rsidP="00986202">
            <w:pPr>
              <w:jc w:val="right"/>
              <w:rPr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B)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colorless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A)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  <w:rtl/>
              </w:rPr>
            </w:pPr>
            <w:r w:rsidRPr="00114B71">
              <w:rPr>
                <w:rFonts w:hint="cs"/>
                <w:noProof/>
                <w:sz w:val="22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843A15C" wp14:editId="75921192">
                      <wp:simplePos x="0" y="0"/>
                      <wp:positionH relativeFrom="column">
                        <wp:posOffset>-8313</wp:posOffset>
                      </wp:positionH>
                      <wp:positionV relativeFrom="paragraph">
                        <wp:posOffset>60902</wp:posOffset>
                      </wp:positionV>
                      <wp:extent cx="307225" cy="573578"/>
                      <wp:effectExtent l="0" t="0" r="17145" b="1714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225" cy="57357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left:0;text-align:left;margin-left:-.65pt;margin-top:4.8pt;width:24.2pt;height:45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" fillcolor="white [3212]" strokecolor="black [3213]" strokeweight="2pt"/>
                  </w:pict>
                </mc:Fallback>
              </mc:AlternateContent>
            </w:r>
          </w:p>
        </w:tc>
      </w:tr>
      <w:tr w:rsidR="004F682D" w:rsidRPr="00114B71" w:rsidTr="001D3F7A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Lighter than air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D)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3C4C44" w:rsidP="00986202">
            <w:pPr>
              <w:jc w:val="right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Heavier than air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center"/>
              <w:rPr>
                <w:sz w:val="22"/>
                <w:szCs w:val="24"/>
              </w:rPr>
            </w:pPr>
            <w:r w:rsidRPr="00114B71">
              <w:rPr>
                <w:sz w:val="22"/>
                <w:szCs w:val="24"/>
              </w:rPr>
              <w:t>C)</w:t>
            </w:r>
          </w:p>
        </w:tc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82D" w:rsidRPr="00114B71" w:rsidRDefault="004F682D" w:rsidP="00986202">
            <w:pPr>
              <w:jc w:val="right"/>
              <w:rPr>
                <w:sz w:val="22"/>
                <w:szCs w:val="24"/>
                <w:rtl/>
              </w:rPr>
            </w:pPr>
          </w:p>
        </w:tc>
      </w:tr>
    </w:tbl>
    <w:p w:rsidR="004F682D" w:rsidRPr="00114B71" w:rsidRDefault="00114B71" w:rsidP="004F682D">
      <w:pPr>
        <w:jc w:val="right"/>
        <w:rPr>
          <w:i/>
          <w:iCs/>
          <w:u w:val="single"/>
          <w:rtl/>
        </w:rPr>
      </w:pPr>
      <w:r w:rsidRPr="00114B71">
        <w:rPr>
          <w:i/>
          <w:iCs/>
          <w:u w:val="single"/>
        </w:rPr>
        <w:lastRenderedPageBreak/>
        <w:t xml:space="preserve"> Part 2: answer the following questions (4 Marks)</w:t>
      </w:r>
    </w:p>
    <w:p w:rsidR="00B84967" w:rsidRDefault="008A0E92" w:rsidP="004F682D">
      <w:pPr>
        <w:jc w:val="right"/>
      </w:pPr>
      <w:r>
        <w:t>Q</w:t>
      </w:r>
      <w:r>
        <w:rPr>
          <w:vertAlign w:val="subscript"/>
        </w:rPr>
        <w:t>1</w:t>
      </w:r>
      <w:r>
        <w:t>: Complete the following table:</w:t>
      </w:r>
    </w:p>
    <w:tbl>
      <w:tblPr>
        <w:tblStyle w:val="TableGrid"/>
        <w:bidiVisual/>
        <w:tblW w:w="0" w:type="auto"/>
        <w:tblInd w:w="2494" w:type="dxa"/>
        <w:tblLook w:val="04A0" w:firstRow="1" w:lastRow="0" w:firstColumn="1" w:lastColumn="0" w:noHBand="0" w:noVBand="1"/>
      </w:tblPr>
      <w:tblGrid>
        <w:gridCol w:w="3544"/>
        <w:gridCol w:w="1417"/>
      </w:tblGrid>
      <w:tr w:rsidR="008A0E92" w:rsidTr="008A0E92">
        <w:tc>
          <w:tcPr>
            <w:tcW w:w="3544" w:type="dxa"/>
            <w:shd w:val="clear" w:color="auto" w:fill="DDD9C3" w:themeFill="background2" w:themeFillShade="E6"/>
          </w:tcPr>
          <w:p w:rsidR="008A0E92" w:rsidRPr="008A0E92" w:rsidRDefault="008A0E92" w:rsidP="004F682D">
            <w:pPr>
              <w:jc w:val="right"/>
              <w:rPr>
                <w:i/>
                <w:iCs/>
              </w:rPr>
            </w:pPr>
            <w:r w:rsidRPr="008A0E92">
              <w:rPr>
                <w:i/>
                <w:iCs/>
              </w:rPr>
              <w:t>Name of the compounds</w:t>
            </w:r>
          </w:p>
          <w:p w:rsidR="008A0E92" w:rsidRPr="008A0E92" w:rsidRDefault="008A0E92" w:rsidP="004F682D">
            <w:pPr>
              <w:jc w:val="right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</w:tcPr>
          <w:p w:rsidR="008A0E92" w:rsidRPr="008A0E92" w:rsidRDefault="008A0E92" w:rsidP="004F682D">
            <w:pPr>
              <w:jc w:val="right"/>
              <w:rPr>
                <w:i/>
                <w:iCs/>
              </w:rPr>
            </w:pPr>
            <w:r w:rsidRPr="008A0E92">
              <w:rPr>
                <w:i/>
                <w:iCs/>
              </w:rPr>
              <w:t>Formula</w:t>
            </w:r>
          </w:p>
        </w:tc>
      </w:tr>
      <w:tr w:rsidR="008A0E92" w:rsidTr="008A0E92">
        <w:tc>
          <w:tcPr>
            <w:tcW w:w="3544" w:type="dxa"/>
          </w:tcPr>
          <w:p w:rsidR="008A0E92" w:rsidRDefault="008A0E92" w:rsidP="004F682D">
            <w:pPr>
              <w:jc w:val="right"/>
              <w:rPr>
                <w:rFonts w:hint="cs"/>
                <w:rtl/>
              </w:rPr>
            </w:pPr>
          </w:p>
          <w:p w:rsidR="008A0E92" w:rsidRDefault="008A0E92" w:rsidP="004F682D">
            <w:pPr>
              <w:jc w:val="right"/>
              <w:rPr>
                <w:rFonts w:hint="cs"/>
                <w:rtl/>
              </w:rPr>
            </w:pPr>
          </w:p>
        </w:tc>
        <w:tc>
          <w:tcPr>
            <w:tcW w:w="1417" w:type="dxa"/>
          </w:tcPr>
          <w:p w:rsidR="008A0E92" w:rsidRPr="008A0E92" w:rsidRDefault="008A0E92" w:rsidP="004F682D">
            <w:pPr>
              <w:jc w:val="right"/>
              <w:rPr>
                <w:vertAlign w:val="subscript"/>
              </w:rPr>
            </w:pPr>
            <w:r>
              <w:t>Na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</w:tr>
      <w:tr w:rsidR="008A0E92" w:rsidTr="008A0E92">
        <w:tc>
          <w:tcPr>
            <w:tcW w:w="3544" w:type="dxa"/>
          </w:tcPr>
          <w:p w:rsidR="008A0E92" w:rsidRDefault="008A0E92" w:rsidP="004F682D">
            <w:pPr>
              <w:jc w:val="right"/>
            </w:pPr>
            <w:r>
              <w:t>Potassium hydrosulfate</w:t>
            </w:r>
          </w:p>
          <w:p w:rsidR="008A0E92" w:rsidRDefault="008A0E92" w:rsidP="004F682D">
            <w:pPr>
              <w:jc w:val="right"/>
            </w:pPr>
          </w:p>
        </w:tc>
        <w:tc>
          <w:tcPr>
            <w:tcW w:w="1417" w:type="dxa"/>
          </w:tcPr>
          <w:p w:rsidR="008A0E92" w:rsidRDefault="008A0E92" w:rsidP="004F682D">
            <w:pPr>
              <w:jc w:val="right"/>
              <w:rPr>
                <w:rtl/>
              </w:rPr>
            </w:pPr>
          </w:p>
        </w:tc>
      </w:tr>
      <w:tr w:rsidR="008A0E92" w:rsidTr="008A0E92">
        <w:tc>
          <w:tcPr>
            <w:tcW w:w="3544" w:type="dxa"/>
          </w:tcPr>
          <w:p w:rsidR="008A0E92" w:rsidRDefault="008A0E92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8A0E92" w:rsidRDefault="008A0E92" w:rsidP="004F682D">
            <w:pPr>
              <w:jc w:val="right"/>
            </w:pPr>
            <w:r>
              <w:t>RbOCl</w:t>
            </w:r>
          </w:p>
          <w:p w:rsidR="008A0E92" w:rsidRDefault="008A0E92" w:rsidP="004F682D">
            <w:pPr>
              <w:jc w:val="right"/>
            </w:pPr>
          </w:p>
        </w:tc>
      </w:tr>
      <w:tr w:rsidR="008A0E92" w:rsidTr="008A0E92">
        <w:tc>
          <w:tcPr>
            <w:tcW w:w="3544" w:type="dxa"/>
          </w:tcPr>
          <w:p w:rsidR="008A0E92" w:rsidRDefault="008A0E92" w:rsidP="004F682D">
            <w:pPr>
              <w:jc w:val="right"/>
            </w:pPr>
            <w:r>
              <w:t>Magnesium phosphate</w:t>
            </w:r>
          </w:p>
          <w:p w:rsidR="008A0E92" w:rsidRDefault="008A0E92" w:rsidP="004F682D">
            <w:pPr>
              <w:jc w:val="right"/>
              <w:rPr>
                <w:rFonts w:hint="cs"/>
                <w:rtl/>
              </w:rPr>
            </w:pPr>
          </w:p>
        </w:tc>
        <w:tc>
          <w:tcPr>
            <w:tcW w:w="1417" w:type="dxa"/>
          </w:tcPr>
          <w:p w:rsidR="008A0E92" w:rsidRDefault="008A0E92" w:rsidP="004F682D">
            <w:pPr>
              <w:jc w:val="right"/>
              <w:rPr>
                <w:rtl/>
              </w:rPr>
            </w:pPr>
          </w:p>
        </w:tc>
      </w:tr>
    </w:tbl>
    <w:p w:rsidR="008A0E92" w:rsidRDefault="004F732C" w:rsidP="004F682D">
      <w:pPr>
        <w:jc w:val="right"/>
      </w:pPr>
      <w:r>
        <w:t xml:space="preserve"> </w:t>
      </w:r>
    </w:p>
    <w:p w:rsidR="004F732C" w:rsidRDefault="004F732C" w:rsidP="004F682D">
      <w:pPr>
        <w:jc w:val="right"/>
      </w:pPr>
    </w:p>
    <w:p w:rsidR="004F732C" w:rsidRDefault="004F732C" w:rsidP="004F682D">
      <w:pPr>
        <w:jc w:val="right"/>
      </w:pPr>
      <w:r>
        <w:t>Q</w:t>
      </w:r>
      <w:r>
        <w:rPr>
          <w:vertAlign w:val="subscript"/>
        </w:rPr>
        <w:t>2</w:t>
      </w:r>
      <w:r>
        <w:t xml:space="preserve">: Write the condensed electron configuration for the following elements; </w:t>
      </w:r>
      <w:proofErr w:type="spellStart"/>
      <w:r>
        <w:t>Sr</w:t>
      </w:r>
      <w:proofErr w:type="spellEnd"/>
      <w:r>
        <w:t xml:space="preserve">, </w:t>
      </w:r>
      <w:proofErr w:type="spellStart"/>
      <w:r>
        <w:t>Tl</w:t>
      </w:r>
      <w:proofErr w:type="spellEnd"/>
      <w:r>
        <w:t xml:space="preserve">, </w:t>
      </w:r>
      <w:proofErr w:type="spellStart"/>
      <w:r>
        <w:t>Ge</w:t>
      </w:r>
      <w:proofErr w:type="spellEnd"/>
      <w:r>
        <w:t>, and Cl</w:t>
      </w:r>
      <w:r w:rsidR="00501F4C">
        <w:t>.</w:t>
      </w:r>
    </w:p>
    <w:tbl>
      <w:tblPr>
        <w:tblStyle w:val="TableGrid"/>
        <w:bidiVisual/>
        <w:tblW w:w="0" w:type="auto"/>
        <w:tblInd w:w="1785" w:type="dxa"/>
        <w:tblLook w:val="04A0" w:firstRow="1" w:lastRow="0" w:firstColumn="1" w:lastColumn="0" w:noHBand="0" w:noVBand="1"/>
      </w:tblPr>
      <w:tblGrid>
        <w:gridCol w:w="4253"/>
        <w:gridCol w:w="1417"/>
      </w:tblGrid>
      <w:tr w:rsidR="00501F4C" w:rsidTr="00731343">
        <w:tc>
          <w:tcPr>
            <w:tcW w:w="4253" w:type="dxa"/>
            <w:shd w:val="clear" w:color="auto" w:fill="DDD9C3" w:themeFill="background2" w:themeFillShade="E6"/>
          </w:tcPr>
          <w:p w:rsidR="00501F4C" w:rsidRDefault="00501F4C" w:rsidP="004F682D">
            <w:pPr>
              <w:jc w:val="right"/>
            </w:pPr>
            <w:bookmarkStart w:id="0" w:name="_GoBack" w:colFirst="0" w:colLast="0"/>
            <w:r>
              <w:t>Electron configuration</w:t>
            </w:r>
          </w:p>
          <w:p w:rsidR="00501F4C" w:rsidRDefault="00501F4C" w:rsidP="004F682D">
            <w:pPr>
              <w:jc w:val="right"/>
            </w:pPr>
          </w:p>
        </w:tc>
        <w:tc>
          <w:tcPr>
            <w:tcW w:w="1417" w:type="dxa"/>
            <w:shd w:val="clear" w:color="auto" w:fill="DDD9C3" w:themeFill="background2" w:themeFillShade="E6"/>
          </w:tcPr>
          <w:p w:rsidR="00501F4C" w:rsidRDefault="00501F4C" w:rsidP="004F682D">
            <w:pPr>
              <w:jc w:val="right"/>
            </w:pPr>
            <w:r>
              <w:t>Element</w:t>
            </w:r>
          </w:p>
        </w:tc>
      </w:tr>
      <w:bookmarkEnd w:id="0"/>
      <w:tr w:rsidR="00501F4C" w:rsidTr="00501F4C">
        <w:tc>
          <w:tcPr>
            <w:tcW w:w="4253" w:type="dxa"/>
          </w:tcPr>
          <w:p w:rsidR="00501F4C" w:rsidRDefault="00501F4C" w:rsidP="004F682D">
            <w:pPr>
              <w:jc w:val="right"/>
              <w:rPr>
                <w:rFonts w:hint="cs"/>
                <w:rtl/>
              </w:rPr>
            </w:pPr>
          </w:p>
          <w:p w:rsidR="00501F4C" w:rsidRDefault="00501F4C" w:rsidP="004F682D">
            <w:pPr>
              <w:jc w:val="right"/>
              <w:rPr>
                <w:rFonts w:hint="cs"/>
                <w:rtl/>
              </w:rPr>
            </w:pPr>
          </w:p>
        </w:tc>
        <w:tc>
          <w:tcPr>
            <w:tcW w:w="1417" w:type="dxa"/>
          </w:tcPr>
          <w:p w:rsidR="00501F4C" w:rsidRDefault="00501F4C" w:rsidP="004F682D">
            <w:pPr>
              <w:jc w:val="right"/>
            </w:pPr>
            <w:proofErr w:type="spellStart"/>
            <w:r>
              <w:t>Sr</w:t>
            </w:r>
            <w:proofErr w:type="spellEnd"/>
          </w:p>
        </w:tc>
      </w:tr>
      <w:tr w:rsidR="00501F4C" w:rsidTr="00501F4C">
        <w:tc>
          <w:tcPr>
            <w:tcW w:w="4253" w:type="dxa"/>
          </w:tcPr>
          <w:p w:rsidR="00501F4C" w:rsidRDefault="00501F4C" w:rsidP="004F682D">
            <w:pPr>
              <w:jc w:val="right"/>
              <w:rPr>
                <w:rFonts w:hint="cs"/>
                <w:rtl/>
              </w:rPr>
            </w:pPr>
          </w:p>
          <w:p w:rsidR="00501F4C" w:rsidRDefault="00501F4C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501F4C" w:rsidRDefault="00501F4C" w:rsidP="004F682D">
            <w:pPr>
              <w:jc w:val="right"/>
            </w:pPr>
            <w:proofErr w:type="spellStart"/>
            <w:r>
              <w:t>Tl</w:t>
            </w:r>
            <w:proofErr w:type="spellEnd"/>
          </w:p>
        </w:tc>
      </w:tr>
      <w:tr w:rsidR="00501F4C" w:rsidTr="00501F4C">
        <w:tc>
          <w:tcPr>
            <w:tcW w:w="4253" w:type="dxa"/>
          </w:tcPr>
          <w:p w:rsidR="00501F4C" w:rsidRDefault="00501F4C" w:rsidP="004F682D">
            <w:pPr>
              <w:jc w:val="right"/>
              <w:rPr>
                <w:rFonts w:hint="cs"/>
                <w:rtl/>
              </w:rPr>
            </w:pPr>
          </w:p>
          <w:p w:rsidR="00501F4C" w:rsidRDefault="00501F4C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501F4C" w:rsidRDefault="00501F4C" w:rsidP="004F682D">
            <w:pPr>
              <w:jc w:val="right"/>
            </w:pPr>
            <w:proofErr w:type="spellStart"/>
            <w:r>
              <w:t>Ge</w:t>
            </w:r>
            <w:proofErr w:type="spellEnd"/>
          </w:p>
        </w:tc>
      </w:tr>
      <w:tr w:rsidR="00501F4C" w:rsidTr="00501F4C">
        <w:tc>
          <w:tcPr>
            <w:tcW w:w="4253" w:type="dxa"/>
          </w:tcPr>
          <w:p w:rsidR="00501F4C" w:rsidRDefault="00501F4C" w:rsidP="004F682D">
            <w:pPr>
              <w:jc w:val="right"/>
              <w:rPr>
                <w:rFonts w:hint="cs"/>
                <w:rtl/>
              </w:rPr>
            </w:pPr>
          </w:p>
          <w:p w:rsidR="00501F4C" w:rsidRDefault="00501F4C" w:rsidP="004F682D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501F4C" w:rsidRDefault="00501F4C" w:rsidP="004F682D">
            <w:pPr>
              <w:jc w:val="right"/>
            </w:pPr>
            <w:r>
              <w:t>Cl</w:t>
            </w:r>
          </w:p>
        </w:tc>
      </w:tr>
    </w:tbl>
    <w:p w:rsidR="00501F4C" w:rsidRPr="004F732C" w:rsidRDefault="00501F4C" w:rsidP="004F682D">
      <w:pPr>
        <w:jc w:val="right"/>
      </w:pPr>
    </w:p>
    <w:sectPr w:rsidR="00501F4C" w:rsidRPr="004F732C" w:rsidSect="007A5FE0">
      <w:pgSz w:w="11906" w:h="16838"/>
      <w:pgMar w:top="720" w:right="720" w:bottom="720" w:left="720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attachedTemplate r:id="rId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9B"/>
    <w:rsid w:val="00002681"/>
    <w:rsid w:val="000A3C09"/>
    <w:rsid w:val="00114B71"/>
    <w:rsid w:val="0016605C"/>
    <w:rsid w:val="00176D44"/>
    <w:rsid w:val="001D3F7A"/>
    <w:rsid w:val="00225257"/>
    <w:rsid w:val="002611DF"/>
    <w:rsid w:val="003C4C44"/>
    <w:rsid w:val="003F60B3"/>
    <w:rsid w:val="00427D78"/>
    <w:rsid w:val="00432714"/>
    <w:rsid w:val="00437416"/>
    <w:rsid w:val="004F682D"/>
    <w:rsid w:val="004F732C"/>
    <w:rsid w:val="00501F4C"/>
    <w:rsid w:val="0067186B"/>
    <w:rsid w:val="006C3B4F"/>
    <w:rsid w:val="00731343"/>
    <w:rsid w:val="00744D17"/>
    <w:rsid w:val="007A5FE0"/>
    <w:rsid w:val="008A0E92"/>
    <w:rsid w:val="008C0336"/>
    <w:rsid w:val="008C4A7A"/>
    <w:rsid w:val="00911BEB"/>
    <w:rsid w:val="00983015"/>
    <w:rsid w:val="00A546D7"/>
    <w:rsid w:val="00A959B9"/>
    <w:rsid w:val="00B74438"/>
    <w:rsid w:val="00B84967"/>
    <w:rsid w:val="00BB1B9B"/>
    <w:rsid w:val="00D47EC3"/>
    <w:rsid w:val="00D5083A"/>
    <w:rsid w:val="00DD7873"/>
    <w:rsid w:val="00E3057A"/>
    <w:rsid w:val="00FB373F"/>
    <w:rsid w:val="00F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="Times New Roman"/>
        <w:sz w:val="28"/>
        <w:szCs w:val="32"/>
        <w:lang w:val="en-US" w:eastAsia="en-US" w:bidi="ar-SA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0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="Times New Roman"/>
        <w:sz w:val="28"/>
        <w:szCs w:val="32"/>
        <w:lang w:val="en-US" w:eastAsia="en-US" w:bidi="ar-SA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0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Mahmoud\Exams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CED55-FED3-4225-B941-9CB52D1C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Exams2.dotx</Template>
  <TotalTime>112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18</cp:revision>
  <cp:lastPrinted>2013-03-16T19:44:00Z</cp:lastPrinted>
  <dcterms:created xsi:type="dcterms:W3CDTF">2013-03-16T18:07:00Z</dcterms:created>
  <dcterms:modified xsi:type="dcterms:W3CDTF">2013-03-17T08:43:00Z</dcterms:modified>
</cp:coreProperties>
</file>