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FA" w:rsidRDefault="005B0751" w:rsidP="00954686">
      <w:pPr>
        <w:bidi/>
        <w:jc w:val="center"/>
        <w:rPr>
          <w:rFonts w:cs="Traditional Arabic" w:hint="cs"/>
          <w:b/>
          <w:bCs/>
          <w:rtl/>
        </w:rPr>
      </w:pPr>
      <w:r w:rsidRPr="00EF70A8">
        <w:rPr>
          <w:rFonts w:cs="Traditional Arabic" w:hint="cs"/>
          <w:b/>
          <w:bCs/>
          <w:rtl/>
        </w:rPr>
        <w:t>بسم الله الرحمن الرحيم</w:t>
      </w:r>
    </w:p>
    <w:p w:rsidR="00954686" w:rsidRDefault="00954686" w:rsidP="00954686">
      <w:pPr>
        <w:bidi/>
        <w:jc w:val="center"/>
        <w:rPr>
          <w:rFonts w:cs="Traditional Arabic" w:hint="cs"/>
          <w:b/>
          <w:bCs/>
          <w:rtl/>
        </w:rPr>
      </w:pPr>
    </w:p>
    <w:p w:rsidR="00954686" w:rsidRDefault="00954686" w:rsidP="00954686">
      <w:pPr>
        <w:bidi/>
        <w:jc w:val="center"/>
        <w:rPr>
          <w:rFonts w:cs="Traditional Arabic" w:hint="cs"/>
          <w:b/>
          <w:bCs/>
          <w:rtl/>
        </w:rPr>
      </w:pPr>
      <w:r>
        <w:rPr>
          <w:rFonts w:cs="Traditional Arabic" w:hint="cs"/>
          <w:b/>
          <w:bCs/>
          <w:rtl/>
        </w:rPr>
        <w:t>السيرة الذاتية</w:t>
      </w:r>
    </w:p>
    <w:p w:rsidR="00954686" w:rsidRPr="00954686" w:rsidRDefault="00954686" w:rsidP="00954686">
      <w:pPr>
        <w:bidi/>
        <w:jc w:val="center"/>
        <w:rPr>
          <w:rFonts w:cs="Traditional Arabic"/>
          <w:b/>
          <w:bCs/>
          <w:rtl/>
        </w:rPr>
      </w:pP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EF70A8" w:rsidRDefault="00CC25DE" w:rsidP="002B7B86">
      <w:pPr>
        <w:bidi/>
        <w:ind w:left="84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أولاً : 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 w:hint="cs"/>
          <w:b/>
          <w:bCs/>
          <w:color w:val="003366"/>
          <w:sz w:val="10"/>
          <w:szCs w:val="10"/>
          <w:rtl/>
        </w:rPr>
      </w:pP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28"/>
        <w:gridCol w:w="742"/>
        <w:gridCol w:w="425"/>
        <w:gridCol w:w="240"/>
        <w:gridCol w:w="894"/>
        <w:gridCol w:w="567"/>
        <w:gridCol w:w="69"/>
        <w:gridCol w:w="356"/>
        <w:gridCol w:w="284"/>
        <w:gridCol w:w="1843"/>
      </w:tblGrid>
      <w:tr w:rsidR="00EF70A8" w:rsidRPr="00EF70A8" w:rsidTr="002C0DC7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2C0DC7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ام هاشم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الباقى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المطلب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568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93" w:type="dxa"/>
            <w:gridSpan w:val="7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568" w:type="dxa"/>
            <w:gridSpan w:val="3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Abd</w:t>
            </w:r>
            <w:proofErr w:type="spellEnd"/>
            <w:r>
              <w:rPr>
                <w:rFonts w:cs="Traditional Arabic"/>
                <w:b/>
                <w:bCs/>
              </w:rPr>
              <w:t xml:space="preserve"> –el </w:t>
            </w:r>
            <w:proofErr w:type="spellStart"/>
            <w:r>
              <w:rPr>
                <w:rFonts w:cs="Traditional Arabic"/>
                <w:b/>
                <w:bCs/>
              </w:rPr>
              <w:t>mottaleb</w:t>
            </w:r>
            <w:proofErr w:type="spellEnd"/>
          </w:p>
        </w:tc>
        <w:tc>
          <w:tcPr>
            <w:tcW w:w="3293" w:type="dxa"/>
            <w:gridSpan w:val="7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mohamed</w:t>
            </w:r>
            <w:proofErr w:type="spellEnd"/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EF70A8" w:rsidRPr="00180238" w:rsidRDefault="00180238" w:rsidP="002A3B40">
            <w:pPr>
              <w:bidi/>
              <w:rPr>
                <w:rFonts w:cs="Traditional Arabic"/>
                <w:b/>
                <w:bCs/>
                <w:lang w:val="en-GB"/>
              </w:rPr>
            </w:pPr>
            <w:r>
              <w:rPr>
                <w:rFonts w:cs="Traditional Arabic"/>
                <w:b/>
                <w:bCs/>
                <w:lang w:val="en-GB"/>
              </w:rPr>
              <w:t xml:space="preserve">Om </w:t>
            </w:r>
            <w:proofErr w:type="spellStart"/>
            <w:r>
              <w:rPr>
                <w:rFonts w:cs="Traditional Arabic"/>
                <w:b/>
                <w:bCs/>
                <w:lang w:val="en-GB"/>
              </w:rPr>
              <w:t>hashem</w:t>
            </w:r>
            <w:proofErr w:type="spellEnd"/>
          </w:p>
        </w:tc>
      </w:tr>
      <w:tr w:rsidR="00875AEE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875AEE" w:rsidRPr="00EF70A8" w:rsidRDefault="00875AEE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2568" w:type="dxa"/>
            <w:gridSpan w:val="3"/>
            <w:shd w:val="clear" w:color="auto" w:fill="FFFFFF"/>
            <w:vAlign w:val="center"/>
          </w:tcPr>
          <w:p w:rsidR="00875AEE" w:rsidRPr="00EF70A8" w:rsidRDefault="00180238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مصرية</w:t>
            </w:r>
          </w:p>
        </w:tc>
        <w:tc>
          <w:tcPr>
            <w:tcW w:w="742" w:type="dxa"/>
            <w:shd w:val="clear" w:color="auto" w:fill="D9D9D9"/>
            <w:vAlign w:val="center"/>
          </w:tcPr>
          <w:p w:rsidR="00875AEE" w:rsidRPr="00EF70A8" w:rsidRDefault="00875AEE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النوع</w:t>
            </w:r>
          </w:p>
        </w:tc>
        <w:tc>
          <w:tcPr>
            <w:tcW w:w="4678" w:type="dxa"/>
            <w:gridSpan w:val="8"/>
            <w:shd w:val="clear" w:color="auto" w:fill="FFFFFF"/>
            <w:vAlign w:val="center"/>
          </w:tcPr>
          <w:p w:rsidR="00875AEE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انثى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تاريخ ومكان الميلاد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هجري</w:t>
            </w:r>
          </w:p>
        </w:tc>
        <w:tc>
          <w:tcPr>
            <w:tcW w:w="1668" w:type="dxa"/>
            <w:gridSpan w:val="2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ميلادي</w:t>
            </w:r>
          </w:p>
        </w:tc>
        <w:tc>
          <w:tcPr>
            <w:tcW w:w="1770" w:type="dxa"/>
            <w:gridSpan w:val="4"/>
            <w:shd w:val="clear" w:color="auto" w:fill="FFFFFF"/>
            <w:vAlign w:val="center"/>
          </w:tcPr>
          <w:p w:rsidR="00EF70A8" w:rsidRPr="00180238" w:rsidRDefault="00180238" w:rsidP="002A3B40">
            <w:pPr>
              <w:bidi/>
              <w:rPr>
                <w:rFonts w:cs="Traditional Arabic"/>
                <w:b/>
                <w:bCs/>
                <w:lang w:val="en-GB"/>
              </w:rPr>
            </w:pPr>
            <w:r>
              <w:rPr>
                <w:rFonts w:cs="Traditional Arabic"/>
                <w:b/>
                <w:bCs/>
                <w:lang w:val="en-GB"/>
              </w:rPr>
              <w:t>5-4-1959</w:t>
            </w:r>
          </w:p>
        </w:tc>
        <w:tc>
          <w:tcPr>
            <w:tcW w:w="640" w:type="dxa"/>
            <w:gridSpan w:val="2"/>
            <w:shd w:val="pct15" w:color="auto" w:fill="FFFFFF"/>
            <w:vAlign w:val="center"/>
          </w:tcPr>
          <w:p w:rsidR="00EF70A8" w:rsidRPr="00EF70A8" w:rsidRDefault="00EF70A8" w:rsidP="00EF70A8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المكان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الفيوم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الحالة الاجتماعية</w:t>
            </w:r>
          </w:p>
        </w:tc>
        <w:tc>
          <w:tcPr>
            <w:tcW w:w="2568" w:type="dxa"/>
            <w:gridSpan w:val="3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ارملة</w:t>
            </w:r>
          </w:p>
        </w:tc>
        <w:tc>
          <w:tcPr>
            <w:tcW w:w="2301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عدد الاطفال والمعولين ان وجد</w:t>
            </w:r>
          </w:p>
        </w:tc>
        <w:tc>
          <w:tcPr>
            <w:tcW w:w="3119" w:type="dxa"/>
            <w:gridSpan w:val="5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668" w:type="dxa"/>
            <w:gridSpan w:val="2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  <w:gridSpan w:val="3"/>
            <w:shd w:val="clear" w:color="auto" w:fill="E6E6E6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جوال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0546309724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568" w:type="dxa"/>
            <w:gridSpan w:val="3"/>
            <w:shd w:val="clear" w:color="auto" w:fill="FFFFFF"/>
            <w:vAlign w:val="center"/>
          </w:tcPr>
          <w:p w:rsidR="00EF70A8" w:rsidRPr="00180238" w:rsidRDefault="00180238" w:rsidP="002A3B40">
            <w:pPr>
              <w:bidi/>
              <w:rPr>
                <w:rFonts w:cs="Traditional Arabic"/>
                <w:b/>
                <w:bCs/>
                <w:lang w:val="en-GB"/>
              </w:rPr>
            </w:pPr>
            <w:r>
              <w:rPr>
                <w:rFonts w:cs="Traditional Arabic"/>
                <w:b/>
                <w:bCs/>
                <w:lang w:val="en-GB"/>
              </w:rPr>
              <w:t>Heba_omda2003@yahoo.com</w:t>
            </w:r>
          </w:p>
        </w:tc>
        <w:tc>
          <w:tcPr>
            <w:tcW w:w="2301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119" w:type="dxa"/>
            <w:gridSpan w:val="5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875AE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 w:rsidR="00B81D0D"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2568" w:type="dxa"/>
            <w:gridSpan w:val="3"/>
            <w:shd w:val="clear" w:color="auto" w:fill="auto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english</w:t>
            </w:r>
            <w:proofErr w:type="spellEnd"/>
          </w:p>
        </w:tc>
        <w:tc>
          <w:tcPr>
            <w:tcW w:w="1167" w:type="dxa"/>
            <w:gridSpan w:val="2"/>
            <w:shd w:val="clear" w:color="auto" w:fill="E0E0E0"/>
            <w:vAlign w:val="center"/>
          </w:tcPr>
          <w:p w:rsidR="00EF70A8" w:rsidRPr="00EF70A8" w:rsidRDefault="002B3F3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مدى </w:t>
            </w:r>
            <w:r w:rsidR="00534B91" w:rsidRPr="00EF70A8">
              <w:rPr>
                <w:rFonts w:cs="Traditional Arabic" w:hint="cs"/>
                <w:b/>
                <w:bCs/>
                <w:rtl/>
              </w:rPr>
              <w:t>الإتقان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:rsidR="00EF70A8" w:rsidRPr="00EF70A8" w:rsidRDefault="00180238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جيد</w:t>
            </w:r>
          </w:p>
        </w:tc>
      </w:tr>
      <w:tr w:rsidR="00210E9A" w:rsidRPr="00EF70A8" w:rsidTr="00875AEE">
        <w:trPr>
          <w:gridAfter w:val="9"/>
          <w:wAfter w:w="5420" w:type="dxa"/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210E9A" w:rsidRPr="00EF70A8" w:rsidRDefault="00210E9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568" w:type="dxa"/>
            <w:gridSpan w:val="3"/>
            <w:shd w:val="clear" w:color="auto" w:fill="auto"/>
            <w:vAlign w:val="center"/>
          </w:tcPr>
          <w:p w:rsidR="00210E9A" w:rsidRPr="000E6C11" w:rsidRDefault="000E6C11" w:rsidP="000E6C11">
            <w:pPr>
              <w:bidi/>
              <w:rPr>
                <w:rFonts w:cs="Traditional Arabic"/>
                <w:b/>
                <w:bCs/>
                <w:lang w:val="en-GB"/>
              </w:rPr>
            </w:pPr>
            <w:r>
              <w:rPr>
                <w:rFonts w:cs="Traditional Arabic"/>
                <w:lang w:val="en-GB"/>
              </w:rPr>
              <w:t>8-2-1996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EF70A8" w:rsidRDefault="00CC25DE" w:rsidP="002B7B86">
      <w:pPr>
        <w:bidi/>
        <w:ind w:left="84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ثـانـيـاً : الـبـيـانـات الـعـلـمـيـة</w:t>
      </w:r>
    </w:p>
    <w:tbl>
      <w:tblPr>
        <w:bidiVisual/>
        <w:tblW w:w="9810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371"/>
        <w:gridCol w:w="1492"/>
        <w:gridCol w:w="1276"/>
        <w:gridCol w:w="1276"/>
        <w:gridCol w:w="4395"/>
      </w:tblGrid>
      <w:tr w:rsidR="002C0DC7" w:rsidRPr="00EF70A8" w:rsidTr="002B3F3F">
        <w:trPr>
          <w:trHeight w:val="453"/>
        </w:trPr>
        <w:tc>
          <w:tcPr>
            <w:tcW w:w="137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C0DC7" w:rsidRPr="00EF70A8" w:rsidRDefault="002C0DC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492" w:type="dxa"/>
            <w:shd w:val="clear" w:color="auto" w:fill="C0C0C0"/>
            <w:vAlign w:val="center"/>
          </w:tcPr>
          <w:p w:rsidR="002C0DC7" w:rsidRPr="00EF70A8" w:rsidRDefault="002C0DC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2C0DC7" w:rsidRPr="00EF70A8" w:rsidRDefault="002C0DC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الدرجة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2C0DC7" w:rsidRPr="00EF70A8" w:rsidRDefault="002C0DC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  <w:tc>
          <w:tcPr>
            <w:tcW w:w="4395" w:type="dxa"/>
            <w:shd w:val="clear" w:color="auto" w:fill="C0C0C0"/>
            <w:vAlign w:val="center"/>
          </w:tcPr>
          <w:p w:rsidR="002C0DC7" w:rsidRPr="00EF70A8" w:rsidRDefault="002C0DC7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2C0DC7" w:rsidRPr="00EF70A8" w:rsidTr="002B3F3F">
        <w:trPr>
          <w:trHeight w:val="453"/>
        </w:trPr>
        <w:tc>
          <w:tcPr>
            <w:tcW w:w="1371" w:type="dxa"/>
            <w:shd w:val="clear" w:color="auto" w:fill="auto"/>
            <w:vAlign w:val="center"/>
          </w:tcPr>
          <w:p w:rsidR="002C0DC7" w:rsidRPr="009E6AC0" w:rsidRDefault="002C0DC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492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سبتمبر 2006</w:t>
            </w:r>
          </w:p>
        </w:tc>
        <w:tc>
          <w:tcPr>
            <w:tcW w:w="1276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مدرس</w:t>
            </w:r>
          </w:p>
        </w:tc>
        <w:tc>
          <w:tcPr>
            <w:tcW w:w="1276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عين شمس-القاهرة</w:t>
            </w:r>
          </w:p>
        </w:tc>
        <w:tc>
          <w:tcPr>
            <w:tcW w:w="4395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فاعلية برنامج مقترح فى تنمية بعض مهارات التذوق الادبي لدى طفل الروضة من خلال القصة الحركية والشعرية</w:t>
            </w:r>
          </w:p>
        </w:tc>
      </w:tr>
      <w:tr w:rsidR="002C0DC7" w:rsidRPr="00EF70A8" w:rsidTr="002B3F3F">
        <w:trPr>
          <w:trHeight w:val="453"/>
        </w:trPr>
        <w:tc>
          <w:tcPr>
            <w:tcW w:w="1371" w:type="dxa"/>
            <w:shd w:val="clear" w:color="auto" w:fill="auto"/>
            <w:vAlign w:val="center"/>
          </w:tcPr>
          <w:p w:rsidR="002C0DC7" w:rsidRDefault="002C0DC7" w:rsidP="002A3B40">
            <w:pPr>
              <w:bidi/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  <w:p w:rsidR="008041A1" w:rsidRDefault="008041A1" w:rsidP="008041A1">
            <w:pPr>
              <w:bidi/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</w:p>
          <w:p w:rsidR="008041A1" w:rsidRDefault="008041A1" w:rsidP="008041A1">
            <w:pPr>
              <w:bidi/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</w:p>
          <w:p w:rsidR="007D1B54" w:rsidRPr="009E6AC0" w:rsidRDefault="007D1B54" w:rsidP="007D1B5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دب</w:t>
            </w:r>
            <w:r w:rsidRPr="007D1B54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لوم خاص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 فى التربية   </w:t>
            </w:r>
          </w:p>
        </w:tc>
        <w:tc>
          <w:tcPr>
            <w:tcW w:w="1492" w:type="dxa"/>
            <w:shd w:val="clear" w:color="auto" w:fill="FFFFFF"/>
          </w:tcPr>
          <w:p w:rsidR="002C0DC7" w:rsidRDefault="000E6C11" w:rsidP="002A3B40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اكتوبر 1999</w:t>
            </w: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Pr="00EF70A8" w:rsidRDefault="008041A1" w:rsidP="008041A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1993</w:t>
            </w:r>
          </w:p>
        </w:tc>
        <w:tc>
          <w:tcPr>
            <w:tcW w:w="1276" w:type="dxa"/>
            <w:shd w:val="clear" w:color="auto" w:fill="FFFFFF"/>
          </w:tcPr>
          <w:p w:rsidR="002C0DC7" w:rsidRDefault="000E6C11" w:rsidP="002A3B40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مدرس مساعد</w:t>
            </w: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Pr="00EF70A8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مدرس لغة</w:t>
            </w:r>
          </w:p>
        </w:tc>
        <w:tc>
          <w:tcPr>
            <w:tcW w:w="1276" w:type="dxa"/>
            <w:shd w:val="clear" w:color="auto" w:fill="FFFFFF"/>
          </w:tcPr>
          <w:p w:rsidR="002C0DC7" w:rsidRDefault="000E6C11" w:rsidP="002A3B40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عين شمس-القاهرة</w:t>
            </w: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Pr="00EF70A8" w:rsidRDefault="008041A1" w:rsidP="008041A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القاهرة</w:t>
            </w:r>
          </w:p>
        </w:tc>
        <w:tc>
          <w:tcPr>
            <w:tcW w:w="4395" w:type="dxa"/>
            <w:shd w:val="clear" w:color="auto" w:fill="FFFFFF"/>
          </w:tcPr>
          <w:p w:rsidR="002C0DC7" w:rsidRDefault="000E6C11" w:rsidP="002A3B40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دراسة تقويمية للاناشيد المقدمة لطفل رياض الاطفال فى ضوء معايير ادب الاطفال</w:t>
            </w:r>
            <w:r w:rsidR="008041A1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8041A1" w:rsidRDefault="008041A1" w:rsidP="008041A1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</w:p>
          <w:p w:rsidR="008041A1" w:rsidRPr="00EF70A8" w:rsidRDefault="008041A1" w:rsidP="008041A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علم نفس-مناهج وطرق تدريس</w:t>
            </w:r>
          </w:p>
        </w:tc>
      </w:tr>
      <w:tr w:rsidR="002C0DC7" w:rsidRPr="00EF70A8" w:rsidTr="002B3F3F">
        <w:trPr>
          <w:trHeight w:val="453"/>
        </w:trPr>
        <w:tc>
          <w:tcPr>
            <w:tcW w:w="1371" w:type="dxa"/>
            <w:shd w:val="clear" w:color="auto" w:fill="auto"/>
            <w:vAlign w:val="center"/>
          </w:tcPr>
          <w:p w:rsidR="002C0DC7" w:rsidRPr="009E6AC0" w:rsidRDefault="002C0DC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492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مايو 1982</w:t>
            </w:r>
          </w:p>
        </w:tc>
        <w:tc>
          <w:tcPr>
            <w:tcW w:w="1276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مدرس لغة</w:t>
            </w:r>
          </w:p>
        </w:tc>
        <w:tc>
          <w:tcPr>
            <w:tcW w:w="1276" w:type="dxa"/>
            <w:shd w:val="clear" w:color="auto" w:fill="FFFFFF"/>
          </w:tcPr>
          <w:p w:rsidR="002C0DC7" w:rsidRPr="00EF70A8" w:rsidRDefault="000E6C11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القاهرة</w:t>
            </w:r>
          </w:p>
        </w:tc>
        <w:tc>
          <w:tcPr>
            <w:tcW w:w="4395" w:type="dxa"/>
            <w:shd w:val="clear" w:color="auto" w:fill="FFFFFF"/>
          </w:tcPr>
          <w:p w:rsidR="002C0DC7" w:rsidRPr="00EF70A8" w:rsidRDefault="000E6C11" w:rsidP="002C0DC7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ليسانس اداب و تربية</w:t>
            </w:r>
          </w:p>
        </w:tc>
      </w:tr>
    </w:tbl>
    <w:p w:rsidR="00CC25DE" w:rsidRPr="00EF70A8" w:rsidRDefault="00CC25DE" w:rsidP="00BF77D1">
      <w:pPr>
        <w:bidi/>
        <w:ind w:left="204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ثـالـثـاً : </w:t>
      </w:r>
      <w:r w:rsidR="00C94133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الخبرات والمناصب العلمية </w:t>
      </w:r>
      <w:r w:rsidR="00875AEE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والإدارية</w:t>
      </w:r>
      <w:r w:rsidR="00875AEE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</w:t>
      </w:r>
    </w:p>
    <w:tbl>
      <w:tblPr>
        <w:bidiVisual/>
        <w:tblW w:w="8929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4"/>
        <w:gridCol w:w="2797"/>
        <w:gridCol w:w="3173"/>
        <w:gridCol w:w="1155"/>
      </w:tblGrid>
      <w:tr w:rsidR="005B6881" w:rsidRPr="00EF70A8" w:rsidTr="00FF05CF">
        <w:trPr>
          <w:trHeight w:val="578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2797" w:type="dxa"/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173" w:type="dxa"/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الفترة الزمنية</w:t>
            </w:r>
          </w:p>
        </w:tc>
        <w:tc>
          <w:tcPr>
            <w:tcW w:w="1155" w:type="dxa"/>
            <w:shd w:val="clear" w:color="auto" w:fill="C0C0C0"/>
          </w:tcPr>
          <w:p w:rsidR="005B6881" w:rsidRPr="00EF70A8" w:rsidRDefault="005B6881" w:rsidP="002A3B40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مستمرة</w:t>
            </w:r>
          </w:p>
        </w:tc>
      </w:tr>
      <w:tr w:rsidR="005B6881" w:rsidRPr="006A51B8" w:rsidTr="00FF05CF">
        <w:trPr>
          <w:trHeight w:val="352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0E6C11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مدرس لغة عربية </w:t>
            </w:r>
          </w:p>
        </w:tc>
        <w:tc>
          <w:tcPr>
            <w:tcW w:w="2797" w:type="dxa"/>
            <w:shd w:val="clear" w:color="auto" w:fill="FFFFFF"/>
          </w:tcPr>
          <w:p w:rsidR="005B6881" w:rsidRPr="006A51B8" w:rsidRDefault="000E6C11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المملكة العربية السعودية</w:t>
            </w:r>
          </w:p>
        </w:tc>
        <w:tc>
          <w:tcPr>
            <w:tcW w:w="3173" w:type="dxa"/>
            <w:shd w:val="clear" w:color="auto" w:fill="FFFFFF"/>
          </w:tcPr>
          <w:p w:rsidR="005B6881" w:rsidRPr="006A51B8" w:rsidRDefault="000E6C11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 من 1402</w:t>
            </w:r>
            <w:r w:rsidR="005B6881">
              <w:rPr>
                <w:rFonts w:cs="Traditional Arabic" w:hint="cs"/>
                <w:rtl/>
              </w:rPr>
              <w:t xml:space="preserve">            </w:t>
            </w:r>
            <w:r>
              <w:rPr>
                <w:rFonts w:cs="Traditional Arabic" w:hint="cs"/>
                <w:rtl/>
              </w:rPr>
              <w:t>الى 1410</w:t>
            </w:r>
            <w:r w:rsidR="005B6881">
              <w:rPr>
                <w:rFonts w:cs="Traditional Arabic" w:hint="cs"/>
                <w:rtl/>
              </w:rPr>
              <w:t xml:space="preserve">    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0E6C11" w:rsidP="000E6C11">
            <w:pPr>
              <w:jc w:val="center"/>
            </w:pPr>
            <w:r>
              <w:rPr>
                <w:rFonts w:cs="Traditional Arabic" w:hint="cs"/>
                <w:rtl/>
              </w:rPr>
              <w:t>لا</w:t>
            </w:r>
          </w:p>
        </w:tc>
      </w:tr>
      <w:tr w:rsidR="005B6881" w:rsidRPr="006A51B8" w:rsidTr="00FF05CF">
        <w:trPr>
          <w:trHeight w:val="1015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62186A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مدرس مساعد</w:t>
            </w:r>
          </w:p>
        </w:tc>
        <w:tc>
          <w:tcPr>
            <w:tcW w:w="2797" w:type="dxa"/>
            <w:shd w:val="clear" w:color="auto" w:fill="FFFFFF"/>
          </w:tcPr>
          <w:p w:rsidR="005B6881" w:rsidRPr="006A51B8" w:rsidRDefault="0062186A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 النوعية-شعبة رياض الاطفال-الفيوم</w:t>
            </w:r>
          </w:p>
        </w:tc>
        <w:tc>
          <w:tcPr>
            <w:tcW w:w="3173" w:type="dxa"/>
            <w:shd w:val="clear" w:color="auto" w:fill="FFFFFF"/>
          </w:tcPr>
          <w:p w:rsidR="005B6881" w:rsidRPr="007975E9" w:rsidRDefault="0062186A" w:rsidP="0062186A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 1996               الى 1999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62186A" w:rsidP="00D617E3">
            <w:pPr>
              <w:jc w:val="center"/>
            </w:pPr>
            <w:r>
              <w:rPr>
                <w:rFonts w:cs="Traditional Arabic" w:hint="cs"/>
                <w:rtl/>
              </w:rPr>
              <w:t>لا</w:t>
            </w:r>
          </w:p>
        </w:tc>
      </w:tr>
      <w:tr w:rsidR="005B6881" w:rsidRPr="006A51B8" w:rsidTr="00FF05CF">
        <w:trPr>
          <w:trHeight w:val="334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672C44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اخصائية ادارة الجمعيات الاهلية</w:t>
            </w:r>
          </w:p>
        </w:tc>
        <w:tc>
          <w:tcPr>
            <w:tcW w:w="2797" w:type="dxa"/>
            <w:shd w:val="clear" w:color="auto" w:fill="FFFFFF"/>
          </w:tcPr>
          <w:p w:rsidR="005B6881" w:rsidRPr="0062186A" w:rsidRDefault="00672C44" w:rsidP="0062186A">
            <w:pPr>
              <w:bidi/>
              <w:rPr>
                <w:rFonts w:cs="Traditional Arabic"/>
                <w:lang w:val="en-GB"/>
              </w:rPr>
            </w:pPr>
            <w:r>
              <w:rPr>
                <w:rFonts w:cs="Traditional Arabic" w:hint="cs"/>
                <w:rtl/>
                <w:lang w:val="en-GB"/>
              </w:rPr>
              <w:t>وزارة التربية والتعليم(ادارة الجمعيات الاهلية-القاهرة)</w:t>
            </w:r>
          </w:p>
        </w:tc>
        <w:tc>
          <w:tcPr>
            <w:tcW w:w="3173" w:type="dxa"/>
            <w:shd w:val="clear" w:color="auto" w:fill="FFFFFF"/>
          </w:tcPr>
          <w:p w:rsidR="005B6881" w:rsidRPr="00672C44" w:rsidRDefault="00672C44" w:rsidP="0062186A">
            <w:pPr>
              <w:bidi/>
              <w:rPr>
                <w:rFonts w:cs="Traditional Arabic" w:hint="cs"/>
                <w:rtl/>
                <w:lang w:val="en-GB"/>
              </w:rPr>
            </w:pPr>
            <w:r>
              <w:rPr>
                <w:rFonts w:cs="Traditional Arabic" w:hint="cs"/>
                <w:rtl/>
                <w:lang w:val="en-GB"/>
              </w:rPr>
              <w:t>2003-2005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672C44" w:rsidP="00672C44">
            <w:pPr>
              <w:jc w:val="center"/>
            </w:pPr>
            <w:r>
              <w:rPr>
                <w:rFonts w:hint="cs"/>
                <w:rtl/>
              </w:rPr>
              <w:t>لا</w:t>
            </w:r>
          </w:p>
        </w:tc>
      </w:tr>
      <w:tr w:rsidR="005B6881" w:rsidRPr="006A51B8" w:rsidTr="00FF05CF">
        <w:trPr>
          <w:trHeight w:val="632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672C44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اخصائية تطوير وجودة</w:t>
            </w:r>
          </w:p>
        </w:tc>
        <w:tc>
          <w:tcPr>
            <w:tcW w:w="2797" w:type="dxa"/>
            <w:shd w:val="clear" w:color="auto" w:fill="FFFFFF"/>
          </w:tcPr>
          <w:p w:rsidR="005B6881" w:rsidRPr="006A51B8" w:rsidRDefault="00672C44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ادارة الجودة و لاعتماد التربوي( وزارة التربية والتعليم-القاهرة-برنامج تطوير التعليم التابع للوكالة الامريكية </w:t>
            </w:r>
            <w:r>
              <w:rPr>
                <w:rFonts w:cs="Traditional Arabic"/>
              </w:rPr>
              <w:t>(</w:t>
            </w:r>
            <w:proofErr w:type="spellStart"/>
            <w:r>
              <w:rPr>
                <w:rFonts w:cs="Traditional Arabic"/>
                <w:lang w:val="en-GB"/>
              </w:rPr>
              <w:t>e.r.p</w:t>
            </w:r>
            <w:proofErr w:type="spellEnd"/>
          </w:p>
        </w:tc>
        <w:tc>
          <w:tcPr>
            <w:tcW w:w="3173" w:type="dxa"/>
            <w:shd w:val="clear" w:color="auto" w:fill="FFFFFF"/>
          </w:tcPr>
          <w:p w:rsidR="005B6881" w:rsidRPr="007975E9" w:rsidRDefault="00672C44" w:rsidP="0062186A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  2006            الى 2009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672C44" w:rsidP="00D617E3">
            <w:pPr>
              <w:jc w:val="center"/>
            </w:pPr>
            <w:r>
              <w:rPr>
                <w:rFonts w:hint="cs"/>
                <w:rtl/>
              </w:rPr>
              <w:t>لا</w:t>
            </w:r>
          </w:p>
        </w:tc>
      </w:tr>
      <w:tr w:rsidR="005B6881" w:rsidRPr="006A51B8" w:rsidTr="00FF05CF">
        <w:trPr>
          <w:trHeight w:val="70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672C44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استاذ مساعد</w:t>
            </w:r>
          </w:p>
        </w:tc>
        <w:tc>
          <w:tcPr>
            <w:tcW w:w="2797" w:type="dxa"/>
            <w:shd w:val="clear" w:color="auto" w:fill="FFFFFF"/>
          </w:tcPr>
          <w:p w:rsidR="005B6881" w:rsidRPr="006A51B8" w:rsidRDefault="00672C44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 قسم رياض اطفال- جامعة الملك سعود</w:t>
            </w:r>
          </w:p>
        </w:tc>
        <w:tc>
          <w:tcPr>
            <w:tcW w:w="3173" w:type="dxa"/>
            <w:shd w:val="clear" w:color="auto" w:fill="FFFFFF"/>
          </w:tcPr>
          <w:p w:rsidR="005B6881" w:rsidRPr="007975E9" w:rsidRDefault="00672C44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من  1430       </w:t>
            </w:r>
            <w:r w:rsidRPr="008B45CF">
              <w:rPr>
                <w:rFonts w:cs="Traditional Arabic" w:hint="cs"/>
                <w:rtl/>
              </w:rPr>
              <w:t xml:space="preserve">   إلى </w:t>
            </w:r>
            <w:r>
              <w:rPr>
                <w:rFonts w:cs="Traditional Arabic" w:hint="cs"/>
                <w:rtl/>
              </w:rPr>
              <w:t>1431</w:t>
            </w:r>
            <w:r w:rsidRPr="008B45CF">
              <w:rPr>
                <w:rFonts w:cs="Traditional Arabic" w:hint="cs"/>
                <w:rtl/>
              </w:rPr>
              <w:t xml:space="preserve">    </w:t>
            </w:r>
            <w:r>
              <w:rPr>
                <w:rFonts w:cs="Traditional Arabic" w:hint="cs"/>
                <w:rtl/>
              </w:rPr>
              <w:t xml:space="preserve">      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672C44" w:rsidP="00672C44">
            <w:pPr>
              <w:jc w:val="center"/>
            </w:pPr>
            <w:r>
              <w:rPr>
                <w:rFonts w:cs="Traditional Arabic" w:hint="cs"/>
                <w:rtl/>
              </w:rPr>
              <w:t>نعم</w:t>
            </w:r>
          </w:p>
        </w:tc>
      </w:tr>
      <w:tr w:rsidR="005B6881" w:rsidRPr="006A51B8" w:rsidTr="00FF05CF">
        <w:trPr>
          <w:trHeight w:val="211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97" w:type="dxa"/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173" w:type="dxa"/>
            <w:shd w:val="clear" w:color="auto" w:fill="FFFFFF"/>
          </w:tcPr>
          <w:p w:rsidR="005B6881" w:rsidRPr="007975E9" w:rsidRDefault="005B6881" w:rsidP="00D617E3">
            <w:pPr>
              <w:bidi/>
              <w:rPr>
                <w:rFonts w:cs="Traditional Arabic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5B6881" w:rsidP="0062186A"/>
        </w:tc>
      </w:tr>
      <w:tr w:rsidR="005B6881" w:rsidRPr="006A51B8" w:rsidTr="00FF05CF">
        <w:trPr>
          <w:trHeight w:val="70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97" w:type="dxa"/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173" w:type="dxa"/>
            <w:shd w:val="clear" w:color="auto" w:fill="FFFFFF"/>
          </w:tcPr>
          <w:p w:rsidR="005B6881" w:rsidRPr="007975E9" w:rsidRDefault="005B6881" w:rsidP="007975E9">
            <w:pPr>
              <w:bidi/>
              <w:rPr>
                <w:rFonts w:cs="Traditional Arabic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5B6881" w:rsidP="00D617E3">
            <w:pPr>
              <w:jc w:val="center"/>
            </w:pPr>
          </w:p>
        </w:tc>
      </w:tr>
      <w:tr w:rsidR="005B6881" w:rsidRPr="006A51B8" w:rsidTr="00FF05CF">
        <w:trPr>
          <w:trHeight w:val="70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97" w:type="dxa"/>
            <w:shd w:val="clear" w:color="auto" w:fill="FFFFFF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173" w:type="dxa"/>
            <w:shd w:val="clear" w:color="auto" w:fill="FFFFFF"/>
          </w:tcPr>
          <w:p w:rsidR="005B6881" w:rsidRPr="007975E9" w:rsidRDefault="005B6881" w:rsidP="007975E9">
            <w:pPr>
              <w:bidi/>
              <w:rPr>
                <w:rFonts w:cs="Traditional Arabic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5B6881" w:rsidP="00D617E3">
            <w:pPr>
              <w:jc w:val="center"/>
            </w:pPr>
          </w:p>
        </w:tc>
      </w:tr>
      <w:tr w:rsidR="005B6881" w:rsidRPr="006A51B8" w:rsidTr="00FF05CF">
        <w:trPr>
          <w:trHeight w:val="70"/>
        </w:trPr>
        <w:tc>
          <w:tcPr>
            <w:tcW w:w="1804" w:type="dxa"/>
            <w:tcBorders>
              <w:left w:val="single" w:sz="4" w:space="0" w:color="auto"/>
            </w:tcBorders>
            <w:shd w:val="clear" w:color="auto" w:fill="FFFFFF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97" w:type="dxa"/>
            <w:shd w:val="clear" w:color="auto" w:fill="FFFFFF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173" w:type="dxa"/>
            <w:shd w:val="clear" w:color="auto" w:fill="FFFFFF"/>
          </w:tcPr>
          <w:p w:rsidR="005B6881" w:rsidRPr="007975E9" w:rsidRDefault="005B6881" w:rsidP="007975E9">
            <w:pPr>
              <w:bidi/>
              <w:rPr>
                <w:rFonts w:cs="Traditional Arabic"/>
              </w:rPr>
            </w:pPr>
            <w:r w:rsidRPr="008B45CF">
              <w:rPr>
                <w:rFonts w:cs="Traditional Arabic" w:hint="cs"/>
                <w:rtl/>
              </w:rPr>
              <w:t xml:space="preserve">                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5B6881" w:rsidRPr="006A51B8" w:rsidRDefault="005B6881" w:rsidP="00FF05CF"/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875AEE" w:rsidRDefault="00875AEE" w:rsidP="00B95B25">
      <w:pPr>
        <w:bidi/>
        <w:rPr>
          <w:rFonts w:cs="Traditional Arabic" w:hint="cs"/>
          <w:b/>
          <w:bCs/>
          <w:color w:val="00336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rtl/>
        </w:rPr>
      </w:pPr>
    </w:p>
    <w:p w:rsidR="00520CBF" w:rsidRPr="00875AEE" w:rsidRDefault="00875AEE" w:rsidP="00875AEE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  <w:r w:rsidRPr="00875AEE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الخبرة التدريسية في التعليم العام </w:t>
      </w:r>
    </w:p>
    <w:tbl>
      <w:tblPr>
        <w:bidiVisual/>
        <w:tblW w:w="9568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069"/>
        <w:gridCol w:w="3872"/>
        <w:gridCol w:w="3627"/>
      </w:tblGrid>
      <w:tr w:rsidR="00875AEE" w:rsidRPr="00EF70A8" w:rsidTr="00FF05CF">
        <w:trPr>
          <w:trHeight w:val="504"/>
        </w:trPr>
        <w:tc>
          <w:tcPr>
            <w:tcW w:w="20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875AEE" w:rsidRPr="00EF70A8" w:rsidRDefault="00875AE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8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75AEE" w:rsidRPr="00EF70A8" w:rsidRDefault="00875AE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62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75AEE" w:rsidRPr="00EF70A8" w:rsidRDefault="00875AE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الفترة الزمنية</w:t>
            </w:r>
          </w:p>
        </w:tc>
      </w:tr>
      <w:tr w:rsidR="00875AEE" w:rsidRPr="00EF70A8" w:rsidTr="00FF05CF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2856" w:rsidRDefault="00122856" w:rsidP="00122856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1-</w:t>
            </w:r>
            <w:r w:rsidR="00FF05CF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مدرسة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لغة عربية</w:t>
            </w:r>
          </w:p>
          <w:p w:rsidR="00122856" w:rsidRDefault="00122856" w:rsidP="00122856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</w:p>
          <w:p w:rsidR="00122856" w:rsidRPr="00EF70A8" w:rsidRDefault="00122856" w:rsidP="00122856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2-مدرسة لغة عربية</w:t>
            </w:r>
          </w:p>
        </w:tc>
        <w:tc>
          <w:tcPr>
            <w:tcW w:w="3872" w:type="dxa"/>
            <w:shd w:val="clear" w:color="auto" w:fill="FFFFFF"/>
            <w:vAlign w:val="center"/>
          </w:tcPr>
          <w:p w:rsidR="00875AEE" w:rsidRDefault="00122856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-</w:t>
            </w:r>
            <w:r w:rsidR="00FF05CF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المملكة العربية السعودية-المنطقة الشرقية-</w:t>
            </w:r>
            <w:r w:rsidR="001B52ED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</w:t>
            </w:r>
            <w:r w:rsidR="00FF05CF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تعليم الثانوى</w:t>
            </w:r>
          </w:p>
          <w:p w:rsidR="00122856" w:rsidRDefault="00122856" w:rsidP="00122856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</w:p>
          <w:p w:rsidR="00122856" w:rsidRPr="00EF70A8" w:rsidRDefault="001B52ED" w:rsidP="001B52ED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 </w:t>
            </w:r>
            <w:r w:rsidR="0012285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-القاهرة-الفيوم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- التعليم الثانوى      </w:t>
            </w:r>
          </w:p>
        </w:tc>
        <w:tc>
          <w:tcPr>
            <w:tcW w:w="3627" w:type="dxa"/>
            <w:shd w:val="clear" w:color="auto" w:fill="FFFFFF"/>
          </w:tcPr>
          <w:p w:rsidR="00122856" w:rsidRDefault="00FF05CF" w:rsidP="00122856">
            <w:pPr>
              <w:tabs>
                <w:tab w:val="right" w:pos="3411"/>
              </w:tabs>
              <w:jc w:val="right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ا</w:t>
            </w:r>
            <w:r w:rsidR="00122856">
              <w:rPr>
                <w:rFonts w:cs="Traditional Arabic" w:hint="cs"/>
                <w:rtl/>
              </w:rPr>
              <w:t>-1</w:t>
            </w:r>
            <w:r>
              <w:rPr>
                <w:rFonts w:cs="Traditional Arabic" w:hint="cs"/>
                <w:rtl/>
              </w:rPr>
              <w:t>41</w:t>
            </w:r>
            <w:r w:rsidR="00122856">
              <w:rPr>
                <w:rFonts w:cs="Traditional Arabic" w:hint="cs"/>
                <w:rtl/>
              </w:rPr>
              <w:t>02-1410</w:t>
            </w:r>
          </w:p>
          <w:p w:rsidR="00122856" w:rsidRDefault="00122856" w:rsidP="001B52ED">
            <w:pPr>
              <w:tabs>
                <w:tab w:val="right" w:pos="3411"/>
              </w:tabs>
              <w:jc w:val="center"/>
              <w:rPr>
                <w:rFonts w:hint="cs"/>
                <w:rtl/>
              </w:rPr>
            </w:pPr>
          </w:p>
          <w:p w:rsidR="00122856" w:rsidRDefault="00122856" w:rsidP="00122856">
            <w:pPr>
              <w:tabs>
                <w:tab w:val="right" w:pos="3411"/>
              </w:tabs>
              <w:jc w:val="center"/>
              <w:rPr>
                <w:rFonts w:hint="cs"/>
                <w:rtl/>
              </w:rPr>
            </w:pPr>
          </w:p>
          <w:p w:rsidR="00122856" w:rsidRDefault="00122856" w:rsidP="00122856">
            <w:pPr>
              <w:tabs>
                <w:tab w:val="right" w:pos="3411"/>
              </w:tabs>
              <w:jc w:val="center"/>
              <w:rPr>
                <w:rFonts w:hint="cs"/>
                <w:rtl/>
              </w:rPr>
            </w:pPr>
          </w:p>
          <w:p w:rsidR="00875AEE" w:rsidRDefault="00122856" w:rsidP="001B52ED">
            <w:pPr>
              <w:tabs>
                <w:tab w:val="right" w:pos="3411"/>
              </w:tabs>
              <w:jc w:val="center"/>
            </w:pPr>
            <w:r>
              <w:rPr>
                <w:rFonts w:hint="cs"/>
                <w:rtl/>
              </w:rPr>
              <w:t>1992-1995</w:t>
            </w:r>
          </w:p>
        </w:tc>
      </w:tr>
      <w:tr w:rsidR="00875AEE" w:rsidRPr="00EF70A8" w:rsidTr="00FF05CF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05CF" w:rsidRPr="00EF70A8" w:rsidRDefault="00FF05CF" w:rsidP="00FF05C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مدرس مساعد </w:t>
            </w:r>
          </w:p>
        </w:tc>
        <w:tc>
          <w:tcPr>
            <w:tcW w:w="3872" w:type="dxa"/>
            <w:shd w:val="clear" w:color="auto" w:fill="FFFFFF"/>
            <w:vAlign w:val="center"/>
          </w:tcPr>
          <w:p w:rsidR="00875AEE" w:rsidRPr="00EF70A8" w:rsidRDefault="00FF05CF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كلية التربية النوعية شعبة رياض الاطفال-القاهرة</w:t>
            </w:r>
          </w:p>
        </w:tc>
        <w:tc>
          <w:tcPr>
            <w:tcW w:w="3627" w:type="dxa"/>
            <w:shd w:val="clear" w:color="auto" w:fill="FFFFFF"/>
          </w:tcPr>
          <w:p w:rsidR="00875AEE" w:rsidRDefault="00875AEE" w:rsidP="00FF05CF">
            <w:pPr>
              <w:tabs>
                <w:tab w:val="right" w:pos="3411"/>
              </w:tabs>
            </w:pPr>
            <w:r w:rsidRPr="00096CFE">
              <w:rPr>
                <w:rFonts w:cs="Traditional Arabic" w:hint="cs"/>
                <w:rtl/>
              </w:rPr>
              <w:t xml:space="preserve">       </w:t>
            </w:r>
            <w:r w:rsidR="00FF05CF">
              <w:rPr>
                <w:rFonts w:cs="Traditional Arabic" w:hint="cs"/>
                <w:rtl/>
              </w:rPr>
              <w:t>الى 1999</w:t>
            </w:r>
            <w:r w:rsidR="00FF05CF">
              <w:rPr>
                <w:rFonts w:cs="Traditional Arabic"/>
                <w:rtl/>
              </w:rPr>
              <w:tab/>
            </w:r>
            <w:r w:rsidR="00FF05CF">
              <w:rPr>
                <w:rFonts w:cs="Traditional Arabic" w:hint="cs"/>
                <w:rtl/>
              </w:rPr>
              <w:t>من 1996</w:t>
            </w:r>
          </w:p>
        </w:tc>
      </w:tr>
    </w:tbl>
    <w:p w:rsidR="00875AEE" w:rsidRDefault="00875AEE" w:rsidP="00875AEE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  <w:r w:rsidRPr="00875AEE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طرق التعلم التي تستخدمها في تدريسك الجامعي </w:t>
      </w:r>
    </w:p>
    <w:tbl>
      <w:tblPr>
        <w:bidiVisual/>
        <w:tblW w:w="8914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069"/>
        <w:gridCol w:w="3218"/>
        <w:gridCol w:w="3627"/>
      </w:tblGrid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EF70A8" w:rsidRDefault="00FF05CF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تدوير المجموعات 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F05CF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المشروع</w:t>
            </w:r>
          </w:p>
        </w:tc>
        <w:tc>
          <w:tcPr>
            <w:tcW w:w="3627" w:type="dxa"/>
            <w:shd w:val="clear" w:color="auto" w:fill="FFFFFF"/>
          </w:tcPr>
          <w:p w:rsidR="00875AEE" w:rsidRDefault="00FD0730" w:rsidP="00FD0730">
            <w:pPr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</w:pPr>
            <w:r>
              <w:rPr>
                <w:rFonts w:hint="cs"/>
                <w:rtl/>
              </w:rPr>
              <w:t>المحاضرة باستخدام الكمبيوتر و الانترنت</w:t>
            </w:r>
          </w:p>
        </w:tc>
      </w:tr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EF70A8" w:rsidRDefault="00FF05CF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المناقشة والحوار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الملاحظة الميدانية</w:t>
            </w:r>
          </w:p>
        </w:tc>
        <w:tc>
          <w:tcPr>
            <w:tcW w:w="3627" w:type="dxa"/>
            <w:shd w:val="clear" w:color="auto" w:fill="FFFFFF"/>
          </w:tcPr>
          <w:p w:rsidR="00875AEE" w:rsidRDefault="00FD0730" w:rsidP="00FD0730">
            <w:pPr>
              <w:jc w:val="right"/>
            </w:pPr>
            <w:r>
              <w:rPr>
                <w:rFonts w:hint="cs"/>
                <w:rtl/>
              </w:rPr>
              <w:t>الحوار المفتوح</w:t>
            </w:r>
          </w:p>
        </w:tc>
      </w:tr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EF70A8" w:rsidRDefault="00FF05CF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العصف الذهنى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العمل ضمن فريق(التعلم التعاونى)</w:t>
            </w:r>
          </w:p>
        </w:tc>
        <w:tc>
          <w:tcPr>
            <w:tcW w:w="3627" w:type="dxa"/>
            <w:shd w:val="clear" w:color="auto" w:fill="FFFFFF"/>
          </w:tcPr>
          <w:p w:rsidR="00875AEE" w:rsidRDefault="00875AEE" w:rsidP="00266C64"/>
        </w:tc>
      </w:tr>
    </w:tbl>
    <w:p w:rsidR="00875AEE" w:rsidRDefault="00875AEE" w:rsidP="00875AEE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  <w:r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التقنيات التي تستخدمها </w:t>
      </w:r>
    </w:p>
    <w:tbl>
      <w:tblPr>
        <w:bidiVisual/>
        <w:tblW w:w="8914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069"/>
        <w:gridCol w:w="3218"/>
        <w:gridCol w:w="3627"/>
      </w:tblGrid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الحاسب الالى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Data show</w:t>
            </w:r>
          </w:p>
        </w:tc>
        <w:tc>
          <w:tcPr>
            <w:tcW w:w="3627" w:type="dxa"/>
            <w:shd w:val="clear" w:color="auto" w:fill="FFFFFF"/>
          </w:tcPr>
          <w:p w:rsidR="00875AEE" w:rsidRDefault="00875AEE" w:rsidP="00266C64"/>
        </w:tc>
      </w:tr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الانترنت</w:t>
            </w:r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>Powepoint</w:t>
            </w:r>
            <w:proofErr w:type="spellEnd"/>
            <w:r>
              <w:rPr>
                <w:rFonts w:cs="Traditional Arabic"/>
                <w:b/>
                <w:bCs/>
                <w:color w:val="003366"/>
                <w:sz w:val="28"/>
                <w:szCs w:val="28"/>
              </w:rPr>
              <w:t xml:space="preserve"> presentation</w:t>
            </w:r>
          </w:p>
        </w:tc>
        <w:tc>
          <w:tcPr>
            <w:tcW w:w="3627" w:type="dxa"/>
            <w:shd w:val="clear" w:color="auto" w:fill="FFFFFF"/>
          </w:tcPr>
          <w:p w:rsidR="00875AEE" w:rsidRDefault="00875AEE" w:rsidP="00266C64"/>
        </w:tc>
      </w:tr>
      <w:tr w:rsidR="00875AEE" w:rsidTr="00266C64">
        <w:trPr>
          <w:trHeight w:val="594"/>
        </w:trPr>
        <w:tc>
          <w:tcPr>
            <w:tcW w:w="20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75AEE" w:rsidRPr="00FD0730" w:rsidRDefault="00FD073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lang w:val="en-GB"/>
              </w:rPr>
            </w:pPr>
            <w:r>
              <w:rPr>
                <w:rFonts w:cs="Traditional Arabic"/>
                <w:b/>
                <w:bCs/>
                <w:color w:val="003366"/>
                <w:sz w:val="28"/>
                <w:szCs w:val="28"/>
                <w:lang w:val="en-GB"/>
              </w:rPr>
              <w:t xml:space="preserve">Smart </w:t>
            </w:r>
            <w:proofErr w:type="spellStart"/>
            <w:r>
              <w:rPr>
                <w:rFonts w:cs="Traditional Arabic"/>
                <w:b/>
                <w:bCs/>
                <w:color w:val="003366"/>
                <w:sz w:val="28"/>
                <w:szCs w:val="28"/>
                <w:lang w:val="en-GB"/>
              </w:rPr>
              <w:t>bord</w:t>
            </w:r>
            <w:proofErr w:type="spellEnd"/>
          </w:p>
        </w:tc>
        <w:tc>
          <w:tcPr>
            <w:tcW w:w="3218" w:type="dxa"/>
            <w:shd w:val="clear" w:color="auto" w:fill="FFFFFF"/>
            <w:vAlign w:val="center"/>
          </w:tcPr>
          <w:p w:rsidR="00875AEE" w:rsidRPr="00EF70A8" w:rsidRDefault="00FD0730" w:rsidP="00266C64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عروض الطالبات</w:t>
            </w:r>
          </w:p>
        </w:tc>
        <w:tc>
          <w:tcPr>
            <w:tcW w:w="3627" w:type="dxa"/>
            <w:shd w:val="clear" w:color="auto" w:fill="FFFFFF"/>
          </w:tcPr>
          <w:p w:rsidR="00875AEE" w:rsidRDefault="00875AEE" w:rsidP="00266C64"/>
        </w:tc>
      </w:tr>
    </w:tbl>
    <w:p w:rsidR="00C33B22" w:rsidRPr="00EF70A8" w:rsidRDefault="00CC25DE" w:rsidP="00520CBF">
      <w:pPr>
        <w:bidi/>
        <w:rPr>
          <w:rFonts w:cs="Traditional Arabic"/>
          <w:b/>
          <w:bCs/>
          <w:color w:val="003366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رابـعـاً : </w:t>
      </w:r>
      <w:r w:rsidR="00B95B25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العضويات العلمية والمهنية</w:t>
      </w:r>
      <w:r w:rsidR="00C25D21" w:rsidRPr="00EF70A8">
        <w:rPr>
          <w:rFonts w:cs="Traditional Arabic" w:hint="cs"/>
          <w:b/>
          <w:bCs/>
          <w:color w:val="003366"/>
          <w:rtl/>
        </w:rPr>
        <w:tab/>
      </w:r>
    </w:p>
    <w:tbl>
      <w:tblPr>
        <w:bidiVisual/>
        <w:tblW w:w="0" w:type="auto"/>
        <w:jc w:val="right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0"/>
        <w:gridCol w:w="1701"/>
        <w:gridCol w:w="1134"/>
        <w:gridCol w:w="1276"/>
        <w:gridCol w:w="1044"/>
      </w:tblGrid>
      <w:tr w:rsidR="005B6881" w:rsidRPr="00EF70A8" w:rsidTr="005B6881">
        <w:trPr>
          <w:trHeight w:val="603"/>
          <w:jc w:val="right"/>
        </w:trPr>
        <w:tc>
          <w:tcPr>
            <w:tcW w:w="4460" w:type="dxa"/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B6881" w:rsidRPr="00EF70A8" w:rsidRDefault="005B688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 xml:space="preserve">نوع </w:t>
            </w: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lastRenderedPageBreak/>
              <w:t>العضوية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5B6881" w:rsidRDefault="005B6881" w:rsidP="005B6881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الجهة</w:t>
            </w:r>
          </w:p>
        </w:tc>
        <w:tc>
          <w:tcPr>
            <w:tcW w:w="1044" w:type="dxa"/>
            <w:shd w:val="clear" w:color="auto" w:fill="C0C0C0"/>
            <w:vAlign w:val="center"/>
          </w:tcPr>
          <w:p w:rsidR="005B6881" w:rsidRPr="00EF70A8" w:rsidRDefault="005B6881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مستمرة</w:t>
            </w: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FD0730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 xml:space="preserve">عضو ادارة الجمعيات الاهلية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وزارة التربية والتعليم -القاهرة</w:t>
            </w:r>
          </w:p>
        </w:tc>
        <w:tc>
          <w:tcPr>
            <w:tcW w:w="1701" w:type="dxa"/>
          </w:tcPr>
          <w:p w:rsidR="005B6881" w:rsidRPr="006A51B8" w:rsidRDefault="00FD0730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2003-2005</w:t>
            </w:r>
          </w:p>
        </w:tc>
        <w:tc>
          <w:tcPr>
            <w:tcW w:w="1134" w:type="dxa"/>
          </w:tcPr>
          <w:p w:rsidR="005B6881" w:rsidRPr="006A51B8" w:rsidRDefault="00FD0730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الاشراف على المشروعات التعليمية</w:t>
            </w:r>
          </w:p>
        </w:tc>
        <w:tc>
          <w:tcPr>
            <w:tcW w:w="1276" w:type="dxa"/>
          </w:tcPr>
          <w:p w:rsidR="005B6881" w:rsidRPr="006A51B8" w:rsidRDefault="00FD0730" w:rsidP="00FD0730">
            <w:pPr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1044" w:type="dxa"/>
            <w:vAlign w:val="center"/>
          </w:tcPr>
          <w:p w:rsidR="005B6881" w:rsidRPr="006A51B8" w:rsidRDefault="00FD0730" w:rsidP="002C0DC7">
            <w:pPr>
              <w:jc w:val="center"/>
            </w:pPr>
            <w:r>
              <w:rPr>
                <w:rFonts w:cs="Traditional Arabic" w:hint="cs"/>
                <w:rtl/>
              </w:rPr>
              <w:t>-------</w:t>
            </w: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FD0730" w:rsidP="002A3B40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 ادارة الجودة و الاعتماد التربوى-وزارة التربية والتعليم-الوكالة الامريكية-القاهرة</w:t>
            </w:r>
          </w:p>
        </w:tc>
        <w:tc>
          <w:tcPr>
            <w:tcW w:w="1701" w:type="dxa"/>
          </w:tcPr>
          <w:p w:rsidR="005B6881" w:rsidRPr="006A51B8" w:rsidRDefault="00FD0730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2006-2008</w:t>
            </w:r>
          </w:p>
        </w:tc>
        <w:tc>
          <w:tcPr>
            <w:tcW w:w="1134" w:type="dxa"/>
          </w:tcPr>
          <w:p w:rsidR="005B6881" w:rsidRPr="006A51B8" w:rsidRDefault="00FD073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اخصائية جودة</w:t>
            </w:r>
            <w:r w:rsidR="001B52ED">
              <w:rPr>
                <w:rFonts w:cs="Traditional Arabic" w:hint="cs"/>
                <w:rtl/>
              </w:rPr>
              <w:t>وتطوير</w:t>
            </w:r>
          </w:p>
        </w:tc>
        <w:tc>
          <w:tcPr>
            <w:tcW w:w="1276" w:type="dxa"/>
          </w:tcPr>
          <w:p w:rsidR="005B6881" w:rsidRPr="006A51B8" w:rsidRDefault="00FD0730" w:rsidP="002C0DC7">
            <w:pPr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1044" w:type="dxa"/>
            <w:vAlign w:val="center"/>
          </w:tcPr>
          <w:p w:rsidR="005B6881" w:rsidRPr="006A51B8" w:rsidRDefault="00FD0730" w:rsidP="002C0DC7">
            <w:pPr>
              <w:jc w:val="center"/>
            </w:pPr>
            <w:r>
              <w:rPr>
                <w:rFonts w:cs="Traditional Arabic" w:hint="cs"/>
                <w:rtl/>
              </w:rPr>
              <w:t>-------</w:t>
            </w: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5B6881" w:rsidRPr="006A51B8" w:rsidRDefault="005B6881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5B6881" w:rsidRPr="006A51B8" w:rsidRDefault="005B6881" w:rsidP="00E80935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76" w:type="dxa"/>
          </w:tcPr>
          <w:p w:rsidR="005B6881" w:rsidRPr="006A51B8" w:rsidRDefault="005B6881" w:rsidP="002C0DC7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44" w:type="dxa"/>
            <w:vAlign w:val="center"/>
          </w:tcPr>
          <w:p w:rsidR="005B6881" w:rsidRPr="006A51B8" w:rsidRDefault="005B6881" w:rsidP="00E80935">
            <w:pPr>
              <w:jc w:val="center"/>
            </w:pP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5B6881" w:rsidRPr="006A51B8" w:rsidRDefault="005B6881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5B6881" w:rsidRPr="006A51B8" w:rsidRDefault="005B6881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76" w:type="dxa"/>
          </w:tcPr>
          <w:p w:rsidR="005B6881" w:rsidRPr="006A51B8" w:rsidRDefault="005B6881" w:rsidP="002C0DC7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44" w:type="dxa"/>
            <w:vAlign w:val="center"/>
          </w:tcPr>
          <w:p w:rsidR="005B6881" w:rsidRPr="006A51B8" w:rsidRDefault="005B6881" w:rsidP="002C0DC7">
            <w:pPr>
              <w:jc w:val="center"/>
            </w:pP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5B6881" w:rsidP="00D617E3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5B6881" w:rsidRPr="006A51B8" w:rsidRDefault="005B6881" w:rsidP="00E8093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5B6881" w:rsidRPr="006A51B8" w:rsidRDefault="005B6881" w:rsidP="00D617E3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76" w:type="dxa"/>
          </w:tcPr>
          <w:p w:rsidR="005B6881" w:rsidRPr="006A51B8" w:rsidRDefault="005B6881" w:rsidP="00D617E3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44" w:type="dxa"/>
            <w:vAlign w:val="center"/>
          </w:tcPr>
          <w:p w:rsidR="005B6881" w:rsidRPr="006A51B8" w:rsidRDefault="005B6881" w:rsidP="00E80935">
            <w:pPr>
              <w:jc w:val="center"/>
            </w:pP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5B6881" w:rsidRPr="006A51B8" w:rsidRDefault="005B6881" w:rsidP="00E8093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5B6881" w:rsidRPr="006A51B8" w:rsidRDefault="005B6881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76" w:type="dxa"/>
          </w:tcPr>
          <w:p w:rsidR="005B6881" w:rsidRPr="006A51B8" w:rsidRDefault="005B6881" w:rsidP="002C0DC7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44" w:type="dxa"/>
            <w:vAlign w:val="center"/>
          </w:tcPr>
          <w:p w:rsidR="005B6881" w:rsidRPr="006A51B8" w:rsidRDefault="005B6881" w:rsidP="00E80935">
            <w:pPr>
              <w:jc w:val="right"/>
            </w:pPr>
          </w:p>
        </w:tc>
      </w:tr>
      <w:tr w:rsidR="005B6881" w:rsidRPr="006A51B8" w:rsidTr="005B6881">
        <w:trPr>
          <w:jc w:val="right"/>
        </w:trPr>
        <w:tc>
          <w:tcPr>
            <w:tcW w:w="4460" w:type="dxa"/>
          </w:tcPr>
          <w:p w:rsidR="005B6881" w:rsidRPr="006A51B8" w:rsidRDefault="005B6881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5B6881" w:rsidRPr="006A51B8" w:rsidRDefault="005B6881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5B6881" w:rsidRPr="006A51B8" w:rsidRDefault="005B6881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76" w:type="dxa"/>
          </w:tcPr>
          <w:p w:rsidR="005B6881" w:rsidRPr="006A51B8" w:rsidRDefault="005B6881" w:rsidP="00D617E3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44" w:type="dxa"/>
            <w:vAlign w:val="center"/>
          </w:tcPr>
          <w:p w:rsidR="005B6881" w:rsidRPr="006A51B8" w:rsidRDefault="005B6881" w:rsidP="00122856"/>
        </w:tc>
      </w:tr>
    </w:tbl>
    <w:p w:rsidR="001B52ED" w:rsidRDefault="001B52ED" w:rsidP="008041A1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tbl>
      <w:tblPr>
        <w:tblpPr w:leftFromText="180" w:rightFromText="180" w:vertAnchor="text" w:horzAnchor="margin" w:tblpY="-14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4531"/>
        <w:gridCol w:w="1694"/>
        <w:gridCol w:w="1134"/>
        <w:gridCol w:w="1274"/>
        <w:gridCol w:w="1001"/>
      </w:tblGrid>
      <w:tr w:rsidR="004C2FFE" w:rsidRPr="00EF70A8" w:rsidTr="004C2FFE">
        <w:trPr>
          <w:trHeight w:val="390"/>
        </w:trPr>
        <w:tc>
          <w:tcPr>
            <w:tcW w:w="4531" w:type="dxa"/>
            <w:shd w:val="clear" w:color="auto" w:fill="C0C0C0"/>
            <w:vAlign w:val="center"/>
          </w:tcPr>
          <w:p w:rsidR="004C2FFE" w:rsidRPr="00EF70A8" w:rsidRDefault="004C2FFE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694" w:type="dxa"/>
            <w:shd w:val="clear" w:color="auto" w:fill="C0C0C0"/>
            <w:vAlign w:val="center"/>
          </w:tcPr>
          <w:p w:rsidR="004C2FFE" w:rsidRPr="00EF70A8" w:rsidRDefault="004C2FFE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2FFE" w:rsidRPr="00EF70A8" w:rsidRDefault="004C2FFE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74" w:type="dxa"/>
            <w:shd w:val="clear" w:color="auto" w:fill="C0C0C0"/>
            <w:vAlign w:val="center"/>
          </w:tcPr>
          <w:p w:rsidR="004C2FFE" w:rsidRDefault="004C2FFE" w:rsidP="004C2FFE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  <w:tc>
          <w:tcPr>
            <w:tcW w:w="1001" w:type="dxa"/>
            <w:shd w:val="clear" w:color="auto" w:fill="C0C0C0"/>
            <w:vAlign w:val="center"/>
          </w:tcPr>
          <w:p w:rsidR="004C2FFE" w:rsidRPr="00EF70A8" w:rsidRDefault="004C2FFE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مستمرة</w:t>
            </w: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782E01" w:rsidRDefault="00E80935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عضو لجنة الماجستير </w:t>
            </w:r>
            <w:r w:rsidRPr="00782E01">
              <w:rPr>
                <w:rFonts w:cs="Traditional Arabic"/>
                <w:b/>
                <w:bCs/>
                <w:sz w:val="22"/>
                <w:szCs w:val="22"/>
                <w:rtl/>
              </w:rPr>
              <w:t>–</w:t>
            </w:r>
            <w:r w:rsidRPr="00782E01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قسم التربية-رياض اطفال </w:t>
            </w:r>
            <w:r w:rsidRPr="00782E01">
              <w:rPr>
                <w:rFonts w:cs="Traditional Arabic"/>
                <w:b/>
                <w:bCs/>
                <w:sz w:val="22"/>
                <w:szCs w:val="22"/>
                <w:rtl/>
              </w:rPr>
              <w:t>–</w:t>
            </w:r>
            <w:r w:rsidRPr="00782E01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694" w:type="dxa"/>
            <w:vAlign w:val="center"/>
          </w:tcPr>
          <w:p w:rsidR="004C2FFE" w:rsidRPr="00782E01" w:rsidRDefault="00E80935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1429-1430</w:t>
            </w:r>
          </w:p>
        </w:tc>
        <w:tc>
          <w:tcPr>
            <w:tcW w:w="1134" w:type="dxa"/>
            <w:vAlign w:val="center"/>
          </w:tcPr>
          <w:p w:rsidR="004C2FFE" w:rsidRPr="006A51B8" w:rsidRDefault="00E80935" w:rsidP="004C2FFE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المشاركة فى توصيف مقررات قسم رياض الاطفال</w:t>
            </w:r>
          </w:p>
        </w:tc>
        <w:tc>
          <w:tcPr>
            <w:tcW w:w="1274" w:type="dxa"/>
          </w:tcPr>
          <w:p w:rsidR="004C2FFE" w:rsidRPr="006A51B8" w:rsidRDefault="00E80935" w:rsidP="004C2FFE">
            <w:pPr>
              <w:bidi/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>كلية التربية-قسم رياض الأطفال</w:t>
            </w:r>
          </w:p>
        </w:tc>
        <w:tc>
          <w:tcPr>
            <w:tcW w:w="1001" w:type="dxa"/>
            <w:vAlign w:val="center"/>
          </w:tcPr>
          <w:p w:rsidR="004C2FFE" w:rsidRPr="006A51B8" w:rsidRDefault="00E80935" w:rsidP="004C2FFE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نعم</w:t>
            </w: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6A51B8" w:rsidRDefault="00E80935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rtl/>
              </w:rPr>
              <w:t xml:space="preserve">عضو لجنة الاعتماد الاكاديمى-قسة التربية </w:t>
            </w:r>
            <w:r w:rsidRPr="00782E01">
              <w:rPr>
                <w:rFonts w:cs="Traditional Arabic"/>
                <w:b/>
                <w:bCs/>
                <w:rtl/>
              </w:rPr>
              <w:t>–</w:t>
            </w:r>
            <w:r w:rsidRPr="00782E01">
              <w:rPr>
                <w:rFonts w:cs="Traditional Arabic" w:hint="cs"/>
                <w:b/>
                <w:bCs/>
                <w:rtl/>
              </w:rPr>
              <w:t>رياض اطفال</w:t>
            </w:r>
            <w:r w:rsidR="00122856" w:rsidRPr="00782E01">
              <w:rPr>
                <w:rFonts w:cs="Traditional Arabic" w:hint="cs"/>
                <w:b/>
                <w:bCs/>
                <w:rtl/>
              </w:rPr>
              <w:t>-جامعة</w:t>
            </w:r>
            <w:r w:rsidR="00122856">
              <w:rPr>
                <w:rFonts w:cs="Traditional Arabic" w:hint="cs"/>
                <w:rtl/>
              </w:rPr>
              <w:t xml:space="preserve"> </w:t>
            </w:r>
            <w:r w:rsidR="00122856" w:rsidRPr="00782E01">
              <w:rPr>
                <w:rFonts w:cs="Traditional Arabic" w:hint="cs"/>
                <w:b/>
                <w:bCs/>
                <w:rtl/>
              </w:rPr>
              <w:t>الملك سعود</w:t>
            </w:r>
          </w:p>
        </w:tc>
        <w:tc>
          <w:tcPr>
            <w:tcW w:w="1694" w:type="dxa"/>
            <w:vAlign w:val="center"/>
          </w:tcPr>
          <w:p w:rsidR="004C2FFE" w:rsidRPr="006A51B8" w:rsidRDefault="00E80935" w:rsidP="00E8093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1430/1431</w:t>
            </w:r>
          </w:p>
        </w:tc>
        <w:tc>
          <w:tcPr>
            <w:tcW w:w="1134" w:type="dxa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color w:val="003366"/>
                <w:rtl/>
              </w:rPr>
              <w:t>المشاركة فى كتابة التقرير الثانوى للقسم</w:t>
            </w:r>
          </w:p>
        </w:tc>
        <w:tc>
          <w:tcPr>
            <w:tcW w:w="1274" w:type="dxa"/>
          </w:tcPr>
          <w:p w:rsidR="004C2FFE" w:rsidRPr="006A51B8" w:rsidRDefault="00E80935" w:rsidP="004C2FFE">
            <w:pPr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 xml:space="preserve">كلية التربية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>قسم رياض الأطفال</w:t>
            </w:r>
          </w:p>
        </w:tc>
        <w:tc>
          <w:tcPr>
            <w:tcW w:w="1001" w:type="dxa"/>
            <w:vAlign w:val="center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نعم</w:t>
            </w: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782E01" w:rsidRDefault="00E80935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مقررة لجنة الانشطة الطلابية-قسم التربية ورياض الاطفال</w:t>
            </w:r>
            <w:r w:rsidR="00122856" w:rsidRPr="00782E01">
              <w:rPr>
                <w:rFonts w:cs="Traditional Arabic" w:hint="cs"/>
                <w:b/>
                <w:bCs/>
                <w:sz w:val="22"/>
                <w:szCs w:val="22"/>
                <w:rtl/>
              </w:rPr>
              <w:t>-جامعة الملك سعود</w:t>
            </w:r>
          </w:p>
        </w:tc>
        <w:tc>
          <w:tcPr>
            <w:tcW w:w="1694" w:type="dxa"/>
            <w:vAlign w:val="center"/>
          </w:tcPr>
          <w:p w:rsidR="004C2FFE" w:rsidRPr="006A51B8" w:rsidRDefault="00E80935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1430/1431</w:t>
            </w:r>
          </w:p>
        </w:tc>
        <w:tc>
          <w:tcPr>
            <w:tcW w:w="1134" w:type="dxa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color w:val="003366"/>
                <w:rtl/>
              </w:rPr>
              <w:t>مقررة اللجنة</w:t>
            </w:r>
          </w:p>
        </w:tc>
        <w:tc>
          <w:tcPr>
            <w:tcW w:w="1274" w:type="dxa"/>
          </w:tcPr>
          <w:p w:rsidR="004C2FFE" w:rsidRPr="006A51B8" w:rsidRDefault="00E80935" w:rsidP="004C2FFE">
            <w:pPr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 xml:space="preserve">كلية التربية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>قسم رياض الأطفال</w:t>
            </w:r>
          </w:p>
        </w:tc>
        <w:tc>
          <w:tcPr>
            <w:tcW w:w="1001" w:type="dxa"/>
            <w:vAlign w:val="center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نعم</w:t>
            </w: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782E01" w:rsidRDefault="00E80935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rtl/>
              </w:rPr>
              <w:t>مقررة اللجنة الثقافية-قسم التربية و ريلض الاطفال</w:t>
            </w:r>
            <w:r w:rsidR="00122856" w:rsidRPr="00782E01">
              <w:rPr>
                <w:rFonts w:cs="Traditional Arabic" w:hint="cs"/>
                <w:b/>
                <w:bCs/>
                <w:rtl/>
              </w:rPr>
              <w:t>-جامعة الملك سعود</w:t>
            </w:r>
          </w:p>
        </w:tc>
        <w:tc>
          <w:tcPr>
            <w:tcW w:w="1694" w:type="dxa"/>
            <w:vAlign w:val="center"/>
          </w:tcPr>
          <w:p w:rsidR="004C2FFE" w:rsidRPr="006A51B8" w:rsidRDefault="00E80935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1430/1431</w:t>
            </w:r>
          </w:p>
        </w:tc>
        <w:tc>
          <w:tcPr>
            <w:tcW w:w="1134" w:type="dxa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مقررة اللجنة</w:t>
            </w:r>
          </w:p>
        </w:tc>
        <w:tc>
          <w:tcPr>
            <w:tcW w:w="1274" w:type="dxa"/>
          </w:tcPr>
          <w:p w:rsidR="004C2FFE" w:rsidRPr="006A51B8" w:rsidRDefault="00E80935" w:rsidP="004C2FFE">
            <w:pPr>
              <w:jc w:val="center"/>
              <w:rPr>
                <w:rFonts w:cs="Traditional Arabic" w:hint="cs"/>
              </w:rPr>
            </w:pPr>
            <w:r>
              <w:rPr>
                <w:rFonts w:cs="Traditional Arabic" w:hint="cs"/>
                <w:rtl/>
              </w:rPr>
              <w:t>مقررة اللجنة الثقافية-قسم التربية و ريلض الاطفال</w:t>
            </w:r>
          </w:p>
        </w:tc>
        <w:tc>
          <w:tcPr>
            <w:tcW w:w="1001" w:type="dxa"/>
            <w:vAlign w:val="center"/>
          </w:tcPr>
          <w:p w:rsidR="004C2FFE" w:rsidRPr="006A51B8" w:rsidRDefault="00E80935" w:rsidP="004C2FFE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نعم</w:t>
            </w: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6A51B8" w:rsidRDefault="004C2FFE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94" w:type="dxa"/>
            <w:vAlign w:val="center"/>
          </w:tcPr>
          <w:p w:rsidR="004C2FFE" w:rsidRPr="006A51B8" w:rsidRDefault="004C2FFE" w:rsidP="004C2FFE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  <w:tc>
          <w:tcPr>
            <w:tcW w:w="1274" w:type="dxa"/>
          </w:tcPr>
          <w:p w:rsidR="004C2FFE" w:rsidRPr="006A51B8" w:rsidRDefault="004C2FFE" w:rsidP="004C2FFE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01" w:type="dxa"/>
            <w:vAlign w:val="center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6A51B8" w:rsidRDefault="004C2FFE" w:rsidP="004C2FFE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94" w:type="dxa"/>
            <w:vAlign w:val="center"/>
          </w:tcPr>
          <w:p w:rsidR="004C2FFE" w:rsidRPr="006A51B8" w:rsidRDefault="004C2FFE" w:rsidP="004C2FFE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  <w:tc>
          <w:tcPr>
            <w:tcW w:w="1274" w:type="dxa"/>
          </w:tcPr>
          <w:p w:rsidR="004C2FFE" w:rsidRPr="006A51B8" w:rsidRDefault="004C2FFE" w:rsidP="004C2FFE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01" w:type="dxa"/>
            <w:vAlign w:val="center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6A51B8" w:rsidRDefault="004C2FFE" w:rsidP="004C2FFE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694" w:type="dxa"/>
            <w:vAlign w:val="center"/>
          </w:tcPr>
          <w:p w:rsidR="004C2FFE" w:rsidRPr="006A51B8" w:rsidRDefault="004C2FFE" w:rsidP="004C2FFE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134" w:type="dxa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  <w:tc>
          <w:tcPr>
            <w:tcW w:w="1274" w:type="dxa"/>
          </w:tcPr>
          <w:p w:rsidR="004C2FFE" w:rsidRPr="006A51B8" w:rsidRDefault="004C2FFE" w:rsidP="004C2FFE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01" w:type="dxa"/>
            <w:vAlign w:val="center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</w:tr>
      <w:tr w:rsidR="004C2FFE" w:rsidRPr="006A51B8" w:rsidTr="004C2FFE">
        <w:trPr>
          <w:trHeight w:val="390"/>
        </w:trPr>
        <w:tc>
          <w:tcPr>
            <w:tcW w:w="4531" w:type="dxa"/>
            <w:vAlign w:val="center"/>
          </w:tcPr>
          <w:p w:rsidR="004C2FFE" w:rsidRPr="006A51B8" w:rsidRDefault="004C2FFE" w:rsidP="004C2FFE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694" w:type="dxa"/>
            <w:vAlign w:val="center"/>
          </w:tcPr>
          <w:p w:rsidR="004C2FFE" w:rsidRPr="006A51B8" w:rsidRDefault="004C2FFE" w:rsidP="004C2FFE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134" w:type="dxa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  <w:tc>
          <w:tcPr>
            <w:tcW w:w="1274" w:type="dxa"/>
          </w:tcPr>
          <w:p w:rsidR="004C2FFE" w:rsidRPr="006A51B8" w:rsidRDefault="004C2FFE" w:rsidP="004C2FFE">
            <w:pPr>
              <w:jc w:val="center"/>
              <w:rPr>
                <w:rFonts w:cs="Traditional Arabic" w:hint="cs"/>
              </w:rPr>
            </w:pPr>
          </w:p>
        </w:tc>
        <w:tc>
          <w:tcPr>
            <w:tcW w:w="1001" w:type="dxa"/>
            <w:vAlign w:val="center"/>
          </w:tcPr>
          <w:p w:rsidR="004C2FFE" w:rsidRPr="006A51B8" w:rsidRDefault="004C2FFE" w:rsidP="004C2FFE">
            <w:pPr>
              <w:jc w:val="center"/>
              <w:rPr>
                <w:rFonts w:cs="Traditional Arabic"/>
              </w:rPr>
            </w:pPr>
          </w:p>
        </w:tc>
      </w:tr>
    </w:tbl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DC1AA3" w:rsidRPr="00EF70A8" w:rsidRDefault="00DC1AA3" w:rsidP="009F5350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سادسا: الجوائز العلمية ، والمنح البحثية ، وشهادات التقدير</w:t>
      </w:r>
    </w:p>
    <w:tbl>
      <w:tblPr>
        <w:bidiVisual/>
        <w:tblW w:w="9690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0"/>
        <w:gridCol w:w="3470"/>
        <w:gridCol w:w="1800"/>
        <w:gridCol w:w="2250"/>
      </w:tblGrid>
      <w:tr w:rsidR="00AD3665" w:rsidRPr="00EF70A8" w:rsidTr="00981C0C">
        <w:trPr>
          <w:trHeight w:val="360"/>
        </w:trPr>
        <w:tc>
          <w:tcPr>
            <w:tcW w:w="2170" w:type="dxa"/>
            <w:shd w:val="clear" w:color="auto" w:fill="C0C0C0"/>
            <w:vAlign w:val="center"/>
          </w:tcPr>
          <w:p w:rsidR="00AD3665" w:rsidRPr="00EF70A8" w:rsidRDefault="00AD3665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470" w:type="dxa"/>
            <w:shd w:val="clear" w:color="auto" w:fill="C0C0C0"/>
            <w:vAlign w:val="center"/>
          </w:tcPr>
          <w:p w:rsidR="00AD3665" w:rsidRPr="00EF70A8" w:rsidRDefault="00AD3665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AD3665" w:rsidRPr="00EF70A8" w:rsidRDefault="00AD3665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250" w:type="dxa"/>
            <w:shd w:val="clear" w:color="auto" w:fill="C0C0C0"/>
            <w:vAlign w:val="center"/>
          </w:tcPr>
          <w:p w:rsidR="00AD3665" w:rsidRPr="00EF70A8" w:rsidRDefault="00AD3665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6A51B8" w:rsidRPr="00EF70A8" w:rsidTr="00D617E3">
        <w:trPr>
          <w:trHeight w:val="360"/>
        </w:trPr>
        <w:tc>
          <w:tcPr>
            <w:tcW w:w="2170" w:type="dxa"/>
          </w:tcPr>
          <w:p w:rsidR="006A51B8" w:rsidRPr="00EF70A8" w:rsidRDefault="00A0625E" w:rsidP="00D617E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1-أدب الأطفال</w:t>
            </w:r>
            <w:r w:rsidR="008041A1">
              <w:rPr>
                <w:rFonts w:cs="Traditional Arabic" w:hint="cs"/>
                <w:b/>
                <w:bCs/>
                <w:rtl/>
              </w:rPr>
              <w:t>(جائزة)</w:t>
            </w:r>
          </w:p>
        </w:tc>
        <w:tc>
          <w:tcPr>
            <w:tcW w:w="3470" w:type="dxa"/>
          </w:tcPr>
          <w:p w:rsidR="006A51B8" w:rsidRPr="00EF70A8" w:rsidRDefault="00A0625E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مهرجان فنون الطفل</w:t>
            </w:r>
          </w:p>
        </w:tc>
        <w:tc>
          <w:tcPr>
            <w:tcW w:w="1800" w:type="dxa"/>
          </w:tcPr>
          <w:p w:rsidR="006A51B8" w:rsidRPr="00EF70A8" w:rsidRDefault="00A0625E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2001</w:t>
            </w:r>
          </w:p>
        </w:tc>
        <w:tc>
          <w:tcPr>
            <w:tcW w:w="2250" w:type="dxa"/>
          </w:tcPr>
          <w:p w:rsidR="006A51B8" w:rsidRPr="00EF70A8" w:rsidRDefault="00A0625E" w:rsidP="00D617E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القاهرة-الفيوم</w:t>
            </w:r>
          </w:p>
        </w:tc>
      </w:tr>
      <w:tr w:rsidR="006A51B8" w:rsidRPr="00EF70A8" w:rsidTr="00D617E3">
        <w:trPr>
          <w:trHeight w:val="360"/>
        </w:trPr>
        <w:tc>
          <w:tcPr>
            <w:tcW w:w="2170" w:type="dxa"/>
          </w:tcPr>
          <w:p w:rsidR="006A51B8" w:rsidRPr="00EF70A8" w:rsidRDefault="00A0625E" w:rsidP="00D617E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2-الامتياز المدرسى</w:t>
            </w:r>
            <w:r w:rsidR="008041A1">
              <w:rPr>
                <w:rFonts w:cs="Traditional Arabic" w:hint="cs"/>
                <w:b/>
                <w:bCs/>
                <w:rtl/>
              </w:rPr>
              <w:t>(جائزة)</w:t>
            </w:r>
          </w:p>
        </w:tc>
        <w:tc>
          <w:tcPr>
            <w:tcW w:w="3470" w:type="dxa"/>
          </w:tcPr>
          <w:p w:rsidR="006A51B8" w:rsidRPr="00EF70A8" w:rsidRDefault="00A0625E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جوائز الامتياز المدرسى بوزارة التربية والتعلم</w:t>
            </w:r>
          </w:p>
        </w:tc>
        <w:tc>
          <w:tcPr>
            <w:tcW w:w="1800" w:type="dxa"/>
          </w:tcPr>
          <w:p w:rsidR="006A51B8" w:rsidRPr="00EF70A8" w:rsidRDefault="00A0625E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2006</w:t>
            </w:r>
          </w:p>
        </w:tc>
        <w:tc>
          <w:tcPr>
            <w:tcW w:w="2250" w:type="dxa"/>
          </w:tcPr>
          <w:p w:rsidR="006A51B8" w:rsidRPr="00EF70A8" w:rsidRDefault="00A0625E" w:rsidP="00D617E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القاهرة</w:t>
            </w:r>
          </w:p>
        </w:tc>
      </w:tr>
      <w:tr w:rsidR="00AD3665" w:rsidRPr="00EF70A8" w:rsidTr="00981C0C">
        <w:trPr>
          <w:trHeight w:val="360"/>
        </w:trPr>
        <w:tc>
          <w:tcPr>
            <w:tcW w:w="2170" w:type="dxa"/>
          </w:tcPr>
          <w:p w:rsidR="00AD3665" w:rsidRPr="00EF70A8" w:rsidRDefault="00782E0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3-</w:t>
            </w:r>
            <w:r w:rsidR="008041A1"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3470" w:type="dxa"/>
          </w:tcPr>
          <w:p w:rsidR="00AD3665" w:rsidRPr="00EF70A8" w:rsidRDefault="008041A1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إعداد مسئولى وحدات الدعم الفنى وضمان الجودة</w:t>
            </w:r>
          </w:p>
        </w:tc>
        <w:tc>
          <w:tcPr>
            <w:tcW w:w="1800" w:type="dxa"/>
          </w:tcPr>
          <w:p w:rsidR="00AD3665" w:rsidRPr="00EF70A8" w:rsidRDefault="008041A1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2008</w:t>
            </w:r>
          </w:p>
        </w:tc>
        <w:tc>
          <w:tcPr>
            <w:tcW w:w="2250" w:type="dxa"/>
          </w:tcPr>
          <w:p w:rsidR="00AD3665" w:rsidRPr="00EF70A8" w:rsidRDefault="008041A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برنامج تطوير التعليم التابع للوكالة الأمريكية -القاهرة</w:t>
            </w:r>
          </w:p>
        </w:tc>
      </w:tr>
    </w:tbl>
    <w:p w:rsidR="003449FE" w:rsidRDefault="003449FE" w:rsidP="003449F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4C2FFE" w:rsidRDefault="004C2FFE" w:rsidP="004C2FF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4C2FFE" w:rsidRDefault="004C2FFE" w:rsidP="004C2FF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4C2FFE" w:rsidRDefault="004C2FFE" w:rsidP="004C2FF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75AEE" w:rsidRDefault="00875AEE" w:rsidP="00875AEE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7A5FC1" w:rsidRPr="00EF70A8" w:rsidRDefault="005B6881" w:rsidP="002B7B86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  <w:r>
        <w:rPr>
          <w:rFonts w:cs="Traditional Arabic" w:hint="cs"/>
          <w:b/>
          <w:bCs/>
          <w:color w:val="003366"/>
          <w:sz w:val="32"/>
          <w:szCs w:val="32"/>
          <w:rtl/>
        </w:rPr>
        <w:t>سابعاً : الزيارات العل</w:t>
      </w:r>
      <w:r w:rsidR="007A5FC1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م</w:t>
      </w:r>
      <w:r>
        <w:rPr>
          <w:rFonts w:cs="Traditional Arabic" w:hint="cs"/>
          <w:b/>
          <w:bCs/>
          <w:color w:val="003366"/>
          <w:sz w:val="32"/>
          <w:szCs w:val="32"/>
          <w:rtl/>
        </w:rPr>
        <w:t>ي</w:t>
      </w:r>
      <w:r w:rsidR="007A5FC1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ة والمحاضرات العامة وخدمة المجتمع</w:t>
      </w:r>
    </w:p>
    <w:tbl>
      <w:tblPr>
        <w:bidiVisual/>
        <w:tblW w:w="10065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9"/>
        <w:gridCol w:w="1134"/>
        <w:gridCol w:w="851"/>
        <w:gridCol w:w="992"/>
        <w:gridCol w:w="2269"/>
      </w:tblGrid>
      <w:tr w:rsidR="009F5350" w:rsidRPr="00EF70A8" w:rsidTr="000F371E">
        <w:trPr>
          <w:trHeight w:val="348"/>
        </w:trPr>
        <w:tc>
          <w:tcPr>
            <w:tcW w:w="4819" w:type="dxa"/>
            <w:shd w:val="clear" w:color="auto" w:fill="C0C0C0"/>
            <w:vAlign w:val="center"/>
          </w:tcPr>
          <w:p w:rsidR="009F5350" w:rsidRPr="00EF70A8" w:rsidRDefault="009F5350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F5350" w:rsidRPr="00EF70A8" w:rsidRDefault="009F5350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9F5350" w:rsidRPr="00EF70A8" w:rsidRDefault="009F5350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9F5350" w:rsidRPr="00EF70A8" w:rsidRDefault="009F5350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9F5350" w:rsidRPr="00EF70A8" w:rsidRDefault="009F5350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9F5350" w:rsidRPr="009F5350" w:rsidTr="000F371E">
        <w:trPr>
          <w:trHeight w:val="565"/>
        </w:trPr>
        <w:tc>
          <w:tcPr>
            <w:tcW w:w="4819" w:type="dxa"/>
          </w:tcPr>
          <w:p w:rsidR="009F5350" w:rsidRPr="009F5350" w:rsidRDefault="00B7328B" w:rsidP="00B7328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</w:t>
            </w: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--البعثة العلمية للاعتماد والجودة-جامعة سيتا الدولية- ولاية اريزونا بالولايات المتحدة الامريكية</w:t>
            </w:r>
          </w:p>
        </w:tc>
        <w:tc>
          <w:tcPr>
            <w:tcW w:w="1134" w:type="dxa"/>
          </w:tcPr>
          <w:p w:rsidR="009F5350" w:rsidRPr="009F5350" w:rsidRDefault="00B7328B" w:rsidP="00B7328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2007</w:t>
            </w:r>
          </w:p>
        </w:tc>
        <w:tc>
          <w:tcPr>
            <w:tcW w:w="851" w:type="dxa"/>
          </w:tcPr>
          <w:p w:rsidR="009F5350" w:rsidRPr="009F5350" w:rsidRDefault="00B7328B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الولايات المتحدة الامريكية</w:t>
            </w:r>
          </w:p>
        </w:tc>
        <w:tc>
          <w:tcPr>
            <w:tcW w:w="992" w:type="dxa"/>
          </w:tcPr>
          <w:p w:rsidR="009F5350" w:rsidRPr="009F5350" w:rsidRDefault="00B7328B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التدريب على معايير الجودة والاعتماد التربوى</w:t>
            </w:r>
          </w:p>
        </w:tc>
        <w:tc>
          <w:tcPr>
            <w:tcW w:w="2269" w:type="dxa"/>
          </w:tcPr>
          <w:p w:rsidR="009F5350" w:rsidRPr="009F5350" w:rsidRDefault="008041A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 وزارة </w:t>
            </w:r>
            <w:r w:rsidR="00A0625E">
              <w:rPr>
                <w:rFonts w:cs="Traditional Arabic" w:hint="cs"/>
                <w:color w:val="003366"/>
                <w:rtl/>
              </w:rPr>
              <w:t>التربية والتعليم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A0625E" w:rsidP="00782E01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2</w:t>
            </w: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  <w:r w:rsidR="00782E01">
              <w:rPr>
                <w:rFonts w:cs="Traditional Arabic" w:hint="cs"/>
                <w:b/>
                <w:bCs/>
                <w:color w:val="003366"/>
                <w:rtl/>
              </w:rPr>
              <w:t>ا</w:t>
            </w:r>
            <w:r w:rsidR="00B7328B" w:rsidRPr="00782E01">
              <w:rPr>
                <w:rFonts w:cs="Traditional Arabic" w:hint="cs"/>
                <w:b/>
                <w:bCs/>
                <w:rtl/>
              </w:rPr>
              <w:t>لتربية على حقوق الإنسان</w:t>
            </w:r>
            <w:r w:rsidR="008041A1">
              <w:rPr>
                <w:rFonts w:cs="Traditional Arabic" w:hint="cs"/>
                <w:b/>
                <w:bCs/>
                <w:rtl/>
              </w:rPr>
              <w:t xml:space="preserve"> ونشرها فى مدارس التعليم العام</w:t>
            </w:r>
          </w:p>
        </w:tc>
        <w:tc>
          <w:tcPr>
            <w:tcW w:w="1134" w:type="dxa"/>
          </w:tcPr>
          <w:p w:rsidR="009F5350" w:rsidRPr="009F5350" w:rsidRDefault="00B7328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2007</w:t>
            </w:r>
          </w:p>
        </w:tc>
        <w:tc>
          <w:tcPr>
            <w:tcW w:w="851" w:type="dxa"/>
          </w:tcPr>
          <w:p w:rsidR="009F5350" w:rsidRPr="009F5350" w:rsidRDefault="00A0625E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القاهرة-الفيوم</w:t>
            </w:r>
          </w:p>
        </w:tc>
        <w:tc>
          <w:tcPr>
            <w:tcW w:w="992" w:type="dxa"/>
          </w:tcPr>
          <w:p w:rsidR="009F5350" w:rsidRPr="009F5350" w:rsidRDefault="00B7328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إعداد مدرب</w:t>
            </w:r>
          </w:p>
        </w:tc>
        <w:tc>
          <w:tcPr>
            <w:tcW w:w="2269" w:type="dxa"/>
          </w:tcPr>
          <w:p w:rsidR="009F5350" w:rsidRPr="009F5350" w:rsidRDefault="00B7328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إدارة الجمعيات الاهلية-القاهرة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B7328B" w:rsidP="00B049C2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  <w:r w:rsidRPr="00782E01">
              <w:rPr>
                <w:rFonts w:cs="Traditional Arabic" w:hint="cs"/>
                <w:b/>
                <w:bCs/>
                <w:rtl/>
              </w:rPr>
              <w:t>-إعداد وتصميم البرامج</w:t>
            </w:r>
            <w:r w:rsidR="00782E01">
              <w:rPr>
                <w:rFonts w:cs="Traditional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1134" w:type="dxa"/>
          </w:tcPr>
          <w:p w:rsidR="009F5350" w:rsidRPr="009F5350" w:rsidRDefault="00B7328B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2006</w:t>
            </w:r>
          </w:p>
        </w:tc>
        <w:tc>
          <w:tcPr>
            <w:tcW w:w="851" w:type="dxa"/>
          </w:tcPr>
          <w:p w:rsidR="009F5350" w:rsidRPr="009F5350" w:rsidRDefault="00B049C2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992" w:type="dxa"/>
          </w:tcPr>
          <w:p w:rsidR="009F5350" w:rsidRPr="009F5350" w:rsidRDefault="00B7328B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إعداد مدرب</w:t>
            </w:r>
          </w:p>
        </w:tc>
        <w:tc>
          <w:tcPr>
            <w:tcW w:w="2269" w:type="dxa"/>
          </w:tcPr>
          <w:p w:rsidR="009F5350" w:rsidRPr="009F5350" w:rsidRDefault="00B7328B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وزارة التربية والتعليم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B7328B" w:rsidP="00B7328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4</w:t>
            </w: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-المشاركة والتخطيط الاستراتيجى</w:t>
            </w:r>
          </w:p>
        </w:tc>
        <w:tc>
          <w:tcPr>
            <w:tcW w:w="1134" w:type="dxa"/>
          </w:tcPr>
          <w:p w:rsidR="009F5350" w:rsidRPr="009F5350" w:rsidRDefault="00B7328B" w:rsidP="00B7328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2005</w:t>
            </w:r>
          </w:p>
        </w:tc>
        <w:tc>
          <w:tcPr>
            <w:tcW w:w="851" w:type="dxa"/>
          </w:tcPr>
          <w:p w:rsidR="009F5350" w:rsidRPr="009F5350" w:rsidRDefault="00B7328B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القاهرة</w:t>
            </w:r>
          </w:p>
        </w:tc>
        <w:tc>
          <w:tcPr>
            <w:tcW w:w="992" w:type="dxa"/>
          </w:tcPr>
          <w:p w:rsidR="009F5350" w:rsidRPr="009F5350" w:rsidRDefault="00B7328B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المشاركة فى وضع الخطة الا</w:t>
            </w:r>
            <w:r w:rsidR="009C49B1">
              <w:rPr>
                <w:rFonts w:cs="Traditional Arabic" w:hint="cs"/>
                <w:rtl/>
              </w:rPr>
              <w:t>ستراتيجية فى التعليم العام</w:t>
            </w:r>
          </w:p>
        </w:tc>
        <w:tc>
          <w:tcPr>
            <w:tcW w:w="2269" w:type="dxa"/>
          </w:tcPr>
          <w:p w:rsidR="009F5350" w:rsidRPr="009F5350" w:rsidRDefault="009C49B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وزارة التربية والتعليم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9C49B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5</w:t>
            </w: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-   تطوير أداء القيادات المدرسية</w:t>
            </w:r>
          </w:p>
        </w:tc>
        <w:tc>
          <w:tcPr>
            <w:tcW w:w="1134" w:type="dxa"/>
          </w:tcPr>
          <w:p w:rsidR="009F5350" w:rsidRPr="009F5350" w:rsidRDefault="009C49B1" w:rsidP="00B7328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2002</w:t>
            </w:r>
          </w:p>
        </w:tc>
        <w:tc>
          <w:tcPr>
            <w:tcW w:w="851" w:type="dxa"/>
          </w:tcPr>
          <w:p w:rsidR="009F5350" w:rsidRPr="009F5350" w:rsidRDefault="009C49B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القاهرة</w:t>
            </w:r>
          </w:p>
        </w:tc>
        <w:tc>
          <w:tcPr>
            <w:tcW w:w="992" w:type="dxa"/>
          </w:tcPr>
          <w:p w:rsidR="009F5350" w:rsidRPr="009F5350" w:rsidRDefault="009C49B1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تدريب القيادات التعليمية</w:t>
            </w:r>
          </w:p>
        </w:tc>
        <w:tc>
          <w:tcPr>
            <w:tcW w:w="2269" w:type="dxa"/>
          </w:tcPr>
          <w:p w:rsidR="009F5350" w:rsidRPr="009F5350" w:rsidRDefault="009C49B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وزارة التربية والتعليم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782E01" w:rsidRDefault="009C49B1" w:rsidP="009C49B1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782E01">
              <w:rPr>
                <w:rFonts w:cs="Traditional Arabic" w:hint="cs"/>
                <w:b/>
                <w:bCs/>
                <w:color w:val="003366"/>
                <w:rtl/>
              </w:rPr>
              <w:t>6-تأهيل وارشاد المعلم الحديث طبقا لمعليير الجودة والاعتماد التربوى</w:t>
            </w:r>
          </w:p>
        </w:tc>
        <w:tc>
          <w:tcPr>
            <w:tcW w:w="1134" w:type="dxa"/>
          </w:tcPr>
          <w:p w:rsidR="009F5350" w:rsidRPr="009F5350" w:rsidRDefault="009C49B1" w:rsidP="009C49B1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2008</w:t>
            </w:r>
          </w:p>
        </w:tc>
        <w:tc>
          <w:tcPr>
            <w:tcW w:w="851" w:type="dxa"/>
          </w:tcPr>
          <w:p w:rsidR="009F5350" w:rsidRPr="009F5350" w:rsidRDefault="009C49B1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القاهرة</w:t>
            </w:r>
          </w:p>
        </w:tc>
        <w:tc>
          <w:tcPr>
            <w:tcW w:w="992" w:type="dxa"/>
          </w:tcPr>
          <w:p w:rsidR="009F5350" w:rsidRPr="009F5350" w:rsidRDefault="009C49B1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تدريب ،وإعداد المعلم الحديث</w:t>
            </w:r>
          </w:p>
        </w:tc>
        <w:tc>
          <w:tcPr>
            <w:tcW w:w="2269" w:type="dxa"/>
          </w:tcPr>
          <w:p w:rsidR="009F5350" w:rsidRPr="009F5350" w:rsidRDefault="009C49B1" w:rsidP="002A3B4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وزارة التربية والتعليم</w:t>
            </w: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9F5350" w:rsidP="002A3B40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134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851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92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269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</w:tr>
      <w:tr w:rsidR="009F5350" w:rsidRPr="009F5350" w:rsidTr="000F371E">
        <w:tc>
          <w:tcPr>
            <w:tcW w:w="4819" w:type="dxa"/>
          </w:tcPr>
          <w:p w:rsidR="009F5350" w:rsidRPr="009F5350" w:rsidRDefault="009F5350" w:rsidP="002A3B40">
            <w:pPr>
              <w:pStyle w:val="a7"/>
              <w:ind w:left="142" w:firstLine="0"/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851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92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269" w:type="dxa"/>
          </w:tcPr>
          <w:p w:rsidR="009F5350" w:rsidRPr="009F5350" w:rsidRDefault="009F5350" w:rsidP="002A3B4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</w:tr>
    </w:tbl>
    <w:p w:rsidR="00D55289" w:rsidRPr="00EF70A8" w:rsidRDefault="00D55289" w:rsidP="00D55289">
      <w:pPr>
        <w:bidi/>
        <w:rPr>
          <w:rFonts w:cs="Traditional Arabic"/>
          <w:b/>
          <w:bCs/>
          <w:color w:val="003366"/>
          <w:rtl/>
        </w:rPr>
      </w:pPr>
    </w:p>
    <w:p w:rsidR="007A5FC1" w:rsidRPr="00EF70A8" w:rsidRDefault="007A5FC1" w:rsidP="002B7B86">
      <w:pPr>
        <w:bidi/>
        <w:ind w:firstLine="204"/>
        <w:rPr>
          <w:rFonts w:cs="Traditional Arabic"/>
          <w:b/>
          <w:bCs/>
          <w:color w:val="003366"/>
          <w:sz w:val="28"/>
          <w:szCs w:val="28"/>
          <w:rtl/>
        </w:rPr>
      </w:pPr>
      <w:r w:rsidRPr="00EF70A8">
        <w:rPr>
          <w:rFonts w:cs="Traditional Arabic" w:hint="cs"/>
          <w:b/>
          <w:bCs/>
          <w:color w:val="003366"/>
          <w:sz w:val="28"/>
          <w:szCs w:val="28"/>
          <w:rtl/>
        </w:rPr>
        <w:t>ثامناً : خبرات التدريس والاشراف على الرسائل العلمية</w:t>
      </w:r>
    </w:p>
    <w:tbl>
      <w:tblPr>
        <w:bidiVisual/>
        <w:tblW w:w="9979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1"/>
        <w:gridCol w:w="1843"/>
        <w:gridCol w:w="1888"/>
        <w:gridCol w:w="1287"/>
      </w:tblGrid>
      <w:tr w:rsidR="0021147F" w:rsidRPr="00EF70A8" w:rsidTr="000F371E">
        <w:trPr>
          <w:trHeight w:val="638"/>
        </w:trPr>
        <w:tc>
          <w:tcPr>
            <w:tcW w:w="4961" w:type="dxa"/>
            <w:shd w:val="clear" w:color="auto" w:fill="C0C0C0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المستوى</w:t>
            </w:r>
          </w:p>
        </w:tc>
        <w:tc>
          <w:tcPr>
            <w:tcW w:w="1888" w:type="dxa"/>
            <w:shd w:val="clear" w:color="auto" w:fill="C0C0C0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  <w:tc>
          <w:tcPr>
            <w:tcW w:w="1287" w:type="dxa"/>
            <w:shd w:val="clear" w:color="auto" w:fill="C0C0C0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</w:tr>
      <w:tr w:rsidR="0021147F" w:rsidRPr="00EF70A8" w:rsidTr="000F371E">
        <w:trPr>
          <w:trHeight w:val="346"/>
        </w:trPr>
        <w:tc>
          <w:tcPr>
            <w:tcW w:w="4961" w:type="dxa"/>
            <w:vAlign w:val="center"/>
          </w:tcPr>
          <w:p w:rsidR="0021147F" w:rsidRPr="00EF70A8" w:rsidRDefault="009C49B1" w:rsidP="009C49B1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1-سيكلوجية اللعب</w:t>
            </w:r>
            <w:r w:rsidR="006A3566">
              <w:rPr>
                <w:rFonts w:cs="Traditional Arabic" w:hint="cs"/>
                <w:b/>
                <w:bCs/>
                <w:color w:val="003366"/>
                <w:rtl/>
              </w:rPr>
              <w:t>-تكنلوجيا التعليم</w:t>
            </w:r>
          </w:p>
        </w:tc>
        <w:tc>
          <w:tcPr>
            <w:tcW w:w="1843" w:type="dxa"/>
            <w:vAlign w:val="center"/>
          </w:tcPr>
          <w:p w:rsidR="0021147F" w:rsidRPr="00EF70A8" w:rsidRDefault="009C49B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الثانى</w:t>
            </w:r>
            <w:r w:rsidR="006A3566">
              <w:rPr>
                <w:rFonts w:cs="Traditional Arabic" w:hint="cs"/>
                <w:b/>
                <w:bCs/>
                <w:color w:val="003366"/>
                <w:rtl/>
              </w:rPr>
              <w:t>-الرابع</w:t>
            </w:r>
          </w:p>
        </w:tc>
        <w:tc>
          <w:tcPr>
            <w:tcW w:w="1888" w:type="dxa"/>
            <w:vAlign w:val="center"/>
          </w:tcPr>
          <w:p w:rsidR="0021147F" w:rsidRPr="00EF70A8" w:rsidRDefault="009C49B1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القاهرة</w:t>
            </w:r>
          </w:p>
        </w:tc>
        <w:tc>
          <w:tcPr>
            <w:tcW w:w="1287" w:type="dxa"/>
            <w:vAlign w:val="center"/>
          </w:tcPr>
          <w:p w:rsidR="0021147F" w:rsidRPr="00EF70A8" w:rsidRDefault="009C49B1" w:rsidP="009C49B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النوعية</w:t>
            </w:r>
          </w:p>
        </w:tc>
      </w:tr>
      <w:tr w:rsidR="0021147F" w:rsidRPr="00EF70A8" w:rsidTr="000F371E">
        <w:trPr>
          <w:trHeight w:val="346"/>
        </w:trPr>
        <w:tc>
          <w:tcPr>
            <w:tcW w:w="4961" w:type="dxa"/>
            <w:vAlign w:val="center"/>
          </w:tcPr>
          <w:p w:rsidR="0021147F" w:rsidRPr="00EF70A8" w:rsidRDefault="009C49B1" w:rsidP="009C49B1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2-</w:t>
            </w:r>
            <w:r w:rsidR="006A3566">
              <w:rPr>
                <w:rFonts w:cs="Traditional Arabic" w:hint="cs"/>
                <w:b/>
                <w:bCs/>
                <w:color w:val="003366"/>
                <w:rtl/>
              </w:rPr>
              <w:t xml:space="preserve">المهارات اللغوية </w:t>
            </w:r>
            <w:r w:rsidR="006A3566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="006A3566">
              <w:rPr>
                <w:rFonts w:cs="Traditional Arabic" w:hint="cs"/>
                <w:b/>
                <w:bCs/>
                <w:color w:val="003366"/>
                <w:rtl/>
              </w:rPr>
              <w:t>أدب الأطفال</w:t>
            </w:r>
            <w:r w:rsidR="008D46DB">
              <w:rPr>
                <w:rFonts w:cs="Traditional Arabic" w:hint="cs"/>
                <w:b/>
                <w:bCs/>
                <w:color w:val="003366"/>
                <w:rtl/>
              </w:rPr>
              <w:t>_علم نفس طفولة</w:t>
            </w:r>
          </w:p>
        </w:tc>
        <w:tc>
          <w:tcPr>
            <w:tcW w:w="1843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الثانى- الثالث</w:t>
            </w:r>
          </w:p>
        </w:tc>
        <w:tc>
          <w:tcPr>
            <w:tcW w:w="1888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القاهرة</w:t>
            </w:r>
          </w:p>
        </w:tc>
        <w:tc>
          <w:tcPr>
            <w:tcW w:w="1287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النوعية</w:t>
            </w:r>
          </w:p>
        </w:tc>
      </w:tr>
      <w:tr w:rsidR="0021147F" w:rsidRPr="00EF70A8" w:rsidTr="000F371E">
        <w:trPr>
          <w:trHeight w:val="357"/>
        </w:trPr>
        <w:tc>
          <w:tcPr>
            <w:tcW w:w="4961" w:type="dxa"/>
            <w:vAlign w:val="center"/>
          </w:tcPr>
          <w:p w:rsidR="00FE2194" w:rsidRDefault="006A3566" w:rsidP="006A3566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3-مدخل رياض الأطفال</w:t>
            </w:r>
          </w:p>
          <w:p w:rsidR="00FE2194" w:rsidRDefault="006A3566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 مهارات فنية وحركية-</w:t>
            </w:r>
          </w:p>
          <w:p w:rsidR="0021147F" w:rsidRPr="00EF70A8" w:rsidRDefault="006A3566" w:rsidP="00FE2194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ثقافة الطفل</w:t>
            </w:r>
          </w:p>
        </w:tc>
        <w:tc>
          <w:tcPr>
            <w:tcW w:w="1843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الثانى-الثالث-الثامن</w:t>
            </w:r>
          </w:p>
        </w:tc>
        <w:tc>
          <w:tcPr>
            <w:tcW w:w="1888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الرياض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1287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التربية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قسم رياض الأطفال</w:t>
            </w:r>
          </w:p>
        </w:tc>
      </w:tr>
      <w:tr w:rsidR="0021147F" w:rsidRPr="00EF70A8" w:rsidTr="000F371E">
        <w:trPr>
          <w:trHeight w:val="346"/>
        </w:trPr>
        <w:tc>
          <w:tcPr>
            <w:tcW w:w="4961" w:type="dxa"/>
            <w:vAlign w:val="center"/>
          </w:tcPr>
          <w:p w:rsidR="00FE2194" w:rsidRDefault="006A3566" w:rsidP="006A3566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4-مهارات علمية-</w:t>
            </w:r>
          </w:p>
          <w:p w:rsidR="00FE2194" w:rsidRDefault="006A3566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دراسة مستقلة-</w:t>
            </w:r>
          </w:p>
          <w:p w:rsidR="0021147F" w:rsidRPr="006A3566" w:rsidRDefault="006A3566" w:rsidP="00FE2194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علم الاجتماع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التربوى</w:t>
            </w:r>
            <w:proofErr w:type="spellEnd"/>
          </w:p>
        </w:tc>
        <w:tc>
          <w:tcPr>
            <w:tcW w:w="1843" w:type="dxa"/>
            <w:vAlign w:val="center"/>
          </w:tcPr>
          <w:p w:rsidR="0021147F" w:rsidRPr="00EF70A8" w:rsidRDefault="008D46DB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الثالث-السادس</w:t>
            </w:r>
          </w:p>
        </w:tc>
        <w:tc>
          <w:tcPr>
            <w:tcW w:w="1888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الرياض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1287" w:type="dxa"/>
            <w:vAlign w:val="center"/>
          </w:tcPr>
          <w:p w:rsidR="0021147F" w:rsidRPr="00EF70A8" w:rsidRDefault="006A3566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كلية التربية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قسم رياض الأطفال</w:t>
            </w:r>
          </w:p>
        </w:tc>
      </w:tr>
      <w:tr w:rsidR="0021147F" w:rsidRPr="00EF70A8" w:rsidTr="000F371E">
        <w:trPr>
          <w:trHeight w:val="357"/>
        </w:trPr>
        <w:tc>
          <w:tcPr>
            <w:tcW w:w="4961" w:type="dxa"/>
            <w:vAlign w:val="center"/>
          </w:tcPr>
          <w:p w:rsidR="0021147F" w:rsidRPr="00EF70A8" w:rsidRDefault="007E3AB9" w:rsidP="007E3AB9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5-  طفل غير عادى     </w:t>
            </w:r>
          </w:p>
        </w:tc>
        <w:tc>
          <w:tcPr>
            <w:tcW w:w="1843" w:type="dxa"/>
            <w:vAlign w:val="center"/>
          </w:tcPr>
          <w:p w:rsidR="0021147F" w:rsidRPr="00EF70A8" w:rsidRDefault="007E3AB9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السابع</w:t>
            </w:r>
          </w:p>
        </w:tc>
        <w:tc>
          <w:tcPr>
            <w:tcW w:w="1888" w:type="dxa"/>
            <w:vAlign w:val="center"/>
          </w:tcPr>
          <w:p w:rsidR="0021147F" w:rsidRPr="00EF70A8" w:rsidRDefault="007E3AB9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الرياض-جامعة الملك سعود</w:t>
            </w:r>
          </w:p>
        </w:tc>
        <w:tc>
          <w:tcPr>
            <w:tcW w:w="1287" w:type="dxa"/>
            <w:vAlign w:val="center"/>
          </w:tcPr>
          <w:p w:rsidR="0021147F" w:rsidRPr="00EF70A8" w:rsidRDefault="007E3AB9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الربية ورياض الأطفال</w:t>
            </w:r>
          </w:p>
        </w:tc>
      </w:tr>
      <w:tr w:rsidR="0021147F" w:rsidRPr="00EF70A8" w:rsidTr="000F371E">
        <w:trPr>
          <w:trHeight w:val="346"/>
        </w:trPr>
        <w:tc>
          <w:tcPr>
            <w:tcW w:w="4961" w:type="dxa"/>
            <w:vAlign w:val="center"/>
          </w:tcPr>
          <w:p w:rsidR="0021147F" w:rsidRPr="00EF70A8" w:rsidRDefault="00FE2194" w:rsidP="00FE2194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6- منظمات الطفولة العالمية والمحلية    </w:t>
            </w:r>
          </w:p>
        </w:tc>
        <w:tc>
          <w:tcPr>
            <w:tcW w:w="1843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الثالث</w:t>
            </w:r>
          </w:p>
        </w:tc>
        <w:tc>
          <w:tcPr>
            <w:tcW w:w="1888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 جامعة الملك سعود</w:t>
            </w:r>
          </w:p>
        </w:tc>
        <w:tc>
          <w:tcPr>
            <w:tcW w:w="1287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قسم رياض الأطفال</w:t>
            </w:r>
          </w:p>
        </w:tc>
      </w:tr>
      <w:tr w:rsidR="0021147F" w:rsidRPr="00EF70A8" w:rsidTr="000F371E">
        <w:trPr>
          <w:trHeight w:val="357"/>
        </w:trPr>
        <w:tc>
          <w:tcPr>
            <w:tcW w:w="4961" w:type="dxa"/>
            <w:vAlign w:val="center"/>
          </w:tcPr>
          <w:p w:rsidR="0021147F" w:rsidRPr="00EF70A8" w:rsidRDefault="00FE2194" w:rsidP="00FE2194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7-تنمية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المهارت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اللغوية</w:t>
            </w:r>
          </w:p>
        </w:tc>
        <w:tc>
          <w:tcPr>
            <w:tcW w:w="1843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الخامس</w:t>
            </w:r>
          </w:p>
        </w:tc>
        <w:tc>
          <w:tcPr>
            <w:tcW w:w="1888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 جامعة الملك سعود</w:t>
            </w:r>
          </w:p>
        </w:tc>
        <w:tc>
          <w:tcPr>
            <w:tcW w:w="1287" w:type="dxa"/>
            <w:vAlign w:val="center"/>
          </w:tcPr>
          <w:p w:rsidR="0021147F" w:rsidRPr="00EF70A8" w:rsidRDefault="00FE2194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 قسم رياض الأطفال</w:t>
            </w:r>
          </w:p>
        </w:tc>
      </w:tr>
      <w:tr w:rsidR="0021147F" w:rsidRPr="00EF70A8" w:rsidTr="000F371E">
        <w:trPr>
          <w:trHeight w:val="357"/>
        </w:trPr>
        <w:tc>
          <w:tcPr>
            <w:tcW w:w="4961" w:type="dxa"/>
            <w:vAlign w:val="center"/>
          </w:tcPr>
          <w:p w:rsidR="0021147F" w:rsidRPr="00EF70A8" w:rsidRDefault="0021147F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843" w:type="dxa"/>
            <w:vAlign w:val="center"/>
          </w:tcPr>
          <w:p w:rsidR="0021147F" w:rsidRPr="00EF70A8" w:rsidRDefault="0021147F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888" w:type="dxa"/>
            <w:vAlign w:val="center"/>
          </w:tcPr>
          <w:p w:rsidR="0021147F" w:rsidRPr="00EF70A8" w:rsidRDefault="0021147F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87" w:type="dxa"/>
            <w:vAlign w:val="center"/>
          </w:tcPr>
          <w:p w:rsidR="0021147F" w:rsidRPr="00EF70A8" w:rsidRDefault="0021147F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21147F" w:rsidRPr="00EF70A8" w:rsidTr="000F371E">
        <w:trPr>
          <w:trHeight w:val="357"/>
        </w:trPr>
        <w:tc>
          <w:tcPr>
            <w:tcW w:w="4961" w:type="dxa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843" w:type="dxa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888" w:type="dxa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87" w:type="dxa"/>
            <w:vAlign w:val="center"/>
          </w:tcPr>
          <w:p w:rsidR="0021147F" w:rsidRPr="00EF70A8" w:rsidRDefault="0021147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282AD5" w:rsidRPr="00EF70A8" w:rsidRDefault="00282AD5" w:rsidP="00282AD5">
      <w:pPr>
        <w:bidi/>
        <w:rPr>
          <w:rFonts w:cs="Traditional Arabic"/>
          <w:b/>
          <w:bCs/>
          <w:color w:val="003366"/>
          <w:rtl/>
        </w:rPr>
      </w:pPr>
    </w:p>
    <w:tbl>
      <w:tblPr>
        <w:bidiVisual/>
        <w:tblW w:w="9979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5"/>
        <w:gridCol w:w="1560"/>
        <w:gridCol w:w="1564"/>
      </w:tblGrid>
      <w:tr w:rsidR="0094658E" w:rsidRPr="00EF70A8" w:rsidTr="000F371E">
        <w:trPr>
          <w:trHeight w:val="546"/>
        </w:trPr>
        <w:tc>
          <w:tcPr>
            <w:tcW w:w="6855" w:type="dxa"/>
            <w:shd w:val="clear" w:color="auto" w:fill="C0C0C0"/>
            <w:vAlign w:val="center"/>
          </w:tcPr>
          <w:p w:rsidR="0094658E" w:rsidRPr="00EF70A8" w:rsidRDefault="0094658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الرسائل العلمية المشرف عليها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94658E" w:rsidRPr="00EF70A8" w:rsidRDefault="0094658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الرسالة</w:t>
            </w:r>
          </w:p>
        </w:tc>
        <w:tc>
          <w:tcPr>
            <w:tcW w:w="1564" w:type="dxa"/>
            <w:shd w:val="clear" w:color="auto" w:fill="C0C0C0"/>
            <w:vAlign w:val="center"/>
          </w:tcPr>
          <w:p w:rsidR="0094658E" w:rsidRPr="00EF70A8" w:rsidRDefault="0094658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</w:tr>
      <w:tr w:rsidR="0094658E" w:rsidRPr="00EF70A8" w:rsidTr="000F371E">
        <w:trPr>
          <w:trHeight w:val="443"/>
        </w:trPr>
        <w:tc>
          <w:tcPr>
            <w:tcW w:w="6855" w:type="dxa"/>
          </w:tcPr>
          <w:p w:rsidR="0094658E" w:rsidRPr="00EF70A8" w:rsidRDefault="0094658E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94658E" w:rsidRPr="009F5350" w:rsidRDefault="0094658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94658E" w:rsidRPr="009F5350" w:rsidRDefault="0094658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CA5ECE" w:rsidRPr="00EF70A8" w:rsidTr="000F371E">
        <w:trPr>
          <w:trHeight w:val="421"/>
        </w:trPr>
        <w:tc>
          <w:tcPr>
            <w:tcW w:w="6855" w:type="dxa"/>
          </w:tcPr>
          <w:p w:rsidR="00CA5ECE" w:rsidRPr="00EF70A8" w:rsidRDefault="00CA5ECE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CA5ECE" w:rsidRPr="00EF70A8" w:rsidTr="000F371E">
        <w:trPr>
          <w:trHeight w:val="429"/>
        </w:trPr>
        <w:tc>
          <w:tcPr>
            <w:tcW w:w="6855" w:type="dxa"/>
          </w:tcPr>
          <w:p w:rsidR="00CA5ECE" w:rsidRPr="00EF70A8" w:rsidRDefault="00CA5ECE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360778" w:rsidRPr="00EF70A8" w:rsidTr="000F371E">
        <w:trPr>
          <w:trHeight w:val="451"/>
        </w:trPr>
        <w:tc>
          <w:tcPr>
            <w:tcW w:w="6855" w:type="dxa"/>
          </w:tcPr>
          <w:p w:rsidR="00360778" w:rsidRPr="00EF70A8" w:rsidRDefault="00360778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360778" w:rsidRPr="009F5350" w:rsidRDefault="0036077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360778" w:rsidRPr="009F5350" w:rsidRDefault="0036077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360778" w:rsidRPr="00EF70A8" w:rsidTr="000F371E">
        <w:trPr>
          <w:trHeight w:val="347"/>
        </w:trPr>
        <w:tc>
          <w:tcPr>
            <w:tcW w:w="6855" w:type="dxa"/>
          </w:tcPr>
          <w:p w:rsidR="00360778" w:rsidRPr="00EF70A8" w:rsidRDefault="00360778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360778" w:rsidRPr="009F5350" w:rsidRDefault="0036077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360778" w:rsidRPr="009F5350" w:rsidRDefault="0036077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90549C" w:rsidRPr="00EF70A8" w:rsidTr="000F371E">
        <w:trPr>
          <w:trHeight w:val="347"/>
        </w:trPr>
        <w:tc>
          <w:tcPr>
            <w:tcW w:w="6855" w:type="dxa"/>
          </w:tcPr>
          <w:p w:rsidR="0090549C" w:rsidRPr="00EF70A8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90549C" w:rsidRPr="00EF70A8" w:rsidTr="000F371E">
        <w:trPr>
          <w:trHeight w:val="409"/>
        </w:trPr>
        <w:tc>
          <w:tcPr>
            <w:tcW w:w="6855" w:type="dxa"/>
          </w:tcPr>
          <w:p w:rsidR="0090549C" w:rsidRPr="00EF70A8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90549C" w:rsidRPr="00EF70A8" w:rsidTr="000F371E">
        <w:trPr>
          <w:trHeight w:val="278"/>
        </w:trPr>
        <w:tc>
          <w:tcPr>
            <w:tcW w:w="6855" w:type="dxa"/>
          </w:tcPr>
          <w:p w:rsidR="0090549C" w:rsidRPr="00EF70A8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CA5ECE" w:rsidRPr="00EF70A8" w:rsidTr="000F371E">
        <w:trPr>
          <w:trHeight w:val="409"/>
        </w:trPr>
        <w:tc>
          <w:tcPr>
            <w:tcW w:w="6855" w:type="dxa"/>
          </w:tcPr>
          <w:p w:rsidR="00CA5ECE" w:rsidRPr="00EF70A8" w:rsidRDefault="00CA5ECE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CA5ECE" w:rsidRPr="00EF70A8" w:rsidTr="000F371E">
        <w:trPr>
          <w:trHeight w:val="278"/>
        </w:trPr>
        <w:tc>
          <w:tcPr>
            <w:tcW w:w="6855" w:type="dxa"/>
          </w:tcPr>
          <w:p w:rsidR="00CA5ECE" w:rsidRPr="00EF70A8" w:rsidRDefault="00CA5ECE" w:rsidP="009F53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vAlign w:val="center"/>
          </w:tcPr>
          <w:p w:rsidR="00CA5ECE" w:rsidRPr="009F5350" w:rsidRDefault="00CA5ECE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90549C" w:rsidRPr="00EF70A8" w:rsidTr="000F371E">
        <w:trPr>
          <w:trHeight w:val="278"/>
        </w:trPr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9C" w:rsidRPr="00EF70A8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C" w:rsidRPr="009F5350" w:rsidRDefault="0090549C" w:rsidP="00D61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875AEE" w:rsidRDefault="00875AEE" w:rsidP="00BF77D1">
      <w:pPr>
        <w:bidi/>
        <w:ind w:firstLine="204"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p w:rsidR="007A5FC1" w:rsidRPr="00EF70A8" w:rsidRDefault="007A5FC1" w:rsidP="00875AEE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تاسعاً : </w:t>
      </w:r>
      <w:r w:rsidR="00D70943" w:rsidRPr="00646865">
        <w:rPr>
          <w:rFonts w:cs="Traditional Arabic" w:hint="cs"/>
          <w:b/>
          <w:bCs/>
          <w:color w:val="FF0000"/>
          <w:sz w:val="32"/>
          <w:szCs w:val="32"/>
          <w:rtl/>
        </w:rPr>
        <w:t>التنمية المهنية</w:t>
      </w:r>
      <w:r w:rsidR="00D70943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</w:t>
      </w: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الحضور و</w:t>
      </w:r>
      <w:r w:rsidR="00FB7D6F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ا</w:t>
      </w: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لمشاركة في المؤتمرات والندوات</w:t>
      </w:r>
      <w:r w:rsidR="00D70943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والمحاضرات والدورات</w:t>
      </w:r>
    </w:p>
    <w:tbl>
      <w:tblPr>
        <w:bidiVisual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3"/>
        <w:gridCol w:w="1127"/>
        <w:gridCol w:w="1386"/>
        <w:gridCol w:w="946"/>
        <w:gridCol w:w="2815"/>
      </w:tblGrid>
      <w:tr w:rsidR="0092089F" w:rsidRPr="00EF70A8" w:rsidTr="00FD7D1C">
        <w:trPr>
          <w:trHeight w:val="569"/>
        </w:trPr>
        <w:tc>
          <w:tcPr>
            <w:tcW w:w="3933" w:type="dxa"/>
          </w:tcPr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27" w:type="dxa"/>
          </w:tcPr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 w:rsidRPr="00FD7D1C"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386" w:type="dxa"/>
          </w:tcPr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946" w:type="dxa"/>
          </w:tcPr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815" w:type="dxa"/>
          </w:tcPr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92089F" w:rsidRPr="0090549C" w:rsidTr="00FD7D1C">
        <w:trPr>
          <w:trHeight w:val="331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1-</w:t>
            </w:r>
            <w:r w:rsidR="00A96291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اعداد وتنظيم مهرجان فنون الطفل </w:t>
            </w:r>
          </w:p>
        </w:tc>
        <w:tc>
          <w:tcPr>
            <w:tcW w:w="1127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مهرجان</w:t>
            </w:r>
          </w:p>
        </w:tc>
        <w:tc>
          <w:tcPr>
            <w:tcW w:w="1386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2001</w:t>
            </w:r>
          </w:p>
        </w:tc>
        <w:tc>
          <w:tcPr>
            <w:tcW w:w="946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محافظة الفيوم</w:t>
            </w:r>
          </w:p>
        </w:tc>
      </w:tr>
      <w:tr w:rsidR="0092089F" w:rsidRPr="006A51B8" w:rsidTr="00FD7D1C">
        <w:trPr>
          <w:trHeight w:val="253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b/>
                <w:bCs/>
                <w:color w:val="003366"/>
                <w:rtl/>
                <w:lang w:bidi="ar-EG"/>
              </w:rPr>
            </w:pPr>
            <w:r w:rsidRPr="00FD7D1C">
              <w:rPr>
                <w:rFonts w:hint="cs"/>
                <w:sz w:val="28"/>
                <w:szCs w:val="28"/>
                <w:rtl/>
                <w:lang w:bidi="ar-EG"/>
              </w:rPr>
              <w:t>2-</w:t>
            </w:r>
            <w:r w:rsidR="00A96291" w:rsidRPr="00FD7D1C">
              <w:rPr>
                <w:rFonts w:hint="cs"/>
                <w:sz w:val="28"/>
                <w:szCs w:val="28"/>
                <w:rtl/>
                <w:lang w:bidi="ar-EG"/>
              </w:rPr>
              <w:t xml:space="preserve">تدريب القيادات المدرسية للعاملين </w:t>
            </w:r>
            <w:r w:rsidR="00A96291" w:rsidRPr="00FD7D1C">
              <w:rPr>
                <w:rFonts w:hint="cs"/>
                <w:b/>
                <w:bCs/>
                <w:rtl/>
                <w:lang w:bidi="ar-EG"/>
              </w:rPr>
              <w:t>بمديرية</w:t>
            </w:r>
            <w:r w:rsidR="00A96291" w:rsidRPr="008041A1">
              <w:rPr>
                <w:rFonts w:hint="cs"/>
                <w:rtl/>
                <w:lang w:bidi="ar-EG"/>
              </w:rPr>
              <w:t xml:space="preserve"> التربية والتعليم </w:t>
            </w:r>
            <w:r w:rsidR="00A96291" w:rsidRPr="00FD7D1C">
              <w:rPr>
                <w:rFonts w:hint="cs"/>
                <w:sz w:val="28"/>
                <w:szCs w:val="28"/>
                <w:rtl/>
                <w:lang w:bidi="ar-EG"/>
              </w:rPr>
              <w:t xml:space="preserve">( </w:t>
            </w:r>
            <w:r w:rsidR="00A96291" w:rsidRPr="00FD7D1C">
              <w:rPr>
                <w:rFonts w:hint="cs"/>
                <w:b/>
                <w:bCs/>
                <w:rtl/>
                <w:lang w:bidi="ar-EG"/>
              </w:rPr>
              <w:t>مدير</w:t>
            </w:r>
            <w:r w:rsidR="00A96291" w:rsidRPr="00FD7D1C">
              <w:rPr>
                <w:rFonts w:hint="cs"/>
                <w:sz w:val="28"/>
                <w:szCs w:val="28"/>
                <w:rtl/>
                <w:lang w:bidi="ar-EG"/>
              </w:rPr>
              <w:t>- ناظر</w:t>
            </w:r>
            <w:r w:rsidR="00A96291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- </w:t>
            </w: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وكيل</w:t>
            </w:r>
          </w:p>
        </w:tc>
        <w:tc>
          <w:tcPr>
            <w:tcW w:w="1127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386" w:type="dxa"/>
          </w:tcPr>
          <w:p w:rsidR="0021147F" w:rsidRPr="00FD7D1C" w:rsidRDefault="00A96291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1001/2002</w:t>
            </w:r>
          </w:p>
        </w:tc>
        <w:tc>
          <w:tcPr>
            <w:tcW w:w="946" w:type="dxa"/>
          </w:tcPr>
          <w:p w:rsidR="0021147F" w:rsidRPr="00FD7D1C" w:rsidRDefault="00A96291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A96291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برنامج تحسين التعليم</w:t>
            </w:r>
          </w:p>
        </w:tc>
      </w:tr>
      <w:tr w:rsidR="0092089F" w:rsidRPr="006A51B8" w:rsidTr="00FD7D1C">
        <w:trPr>
          <w:trHeight w:val="301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hint="cs"/>
                <w:b/>
                <w:bCs/>
                <w:rtl/>
                <w:lang w:bidi="ar-EG"/>
              </w:rPr>
            </w:pPr>
            <w:r w:rsidRPr="00FD7D1C">
              <w:rPr>
                <w:rFonts w:hint="cs"/>
                <w:b/>
                <w:bCs/>
                <w:rtl/>
                <w:lang w:bidi="ar-EG"/>
              </w:rPr>
              <w:t>3-</w:t>
            </w:r>
            <w:r w:rsidR="00A96291" w:rsidRPr="00FD7D1C">
              <w:rPr>
                <w:rFonts w:hint="cs"/>
                <w:b/>
                <w:bCs/>
                <w:rtl/>
                <w:lang w:bidi="ar-EG"/>
              </w:rPr>
              <w:t xml:space="preserve">المشاركة والتخطيط الاستراتيجى  </w:t>
            </w:r>
            <w:r w:rsidRPr="00FD7D1C">
              <w:rPr>
                <w:rFonts w:hint="cs"/>
                <w:b/>
                <w:bCs/>
                <w:rtl/>
                <w:lang w:bidi="ar-EG"/>
              </w:rPr>
              <w:t>.</w:t>
            </w:r>
          </w:p>
          <w:p w:rsidR="008041A1" w:rsidRPr="00FD7D1C" w:rsidRDefault="008041A1" w:rsidP="00FD7D1C">
            <w:pPr>
              <w:bidi/>
              <w:rPr>
                <w:rFonts w:hint="cs"/>
                <w:b/>
                <w:bCs/>
                <w:rtl/>
                <w:lang w:bidi="ar-EG"/>
              </w:rPr>
            </w:pPr>
          </w:p>
          <w:p w:rsidR="008041A1" w:rsidRPr="00FD7D1C" w:rsidRDefault="008041A1" w:rsidP="00FD7D1C">
            <w:pPr>
              <w:bidi/>
              <w:rPr>
                <w:rFonts w:hint="cs"/>
                <w:b/>
                <w:bCs/>
                <w:rtl/>
                <w:lang w:bidi="ar-EG"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hint="cs"/>
                <w:b/>
                <w:bCs/>
                <w:rtl/>
                <w:lang w:bidi="ar-EG"/>
              </w:rPr>
              <w:lastRenderedPageBreak/>
              <w:t>4-إعداد مدربين لجودة واعتماد المدارس المصرية</w:t>
            </w:r>
          </w:p>
        </w:tc>
        <w:tc>
          <w:tcPr>
            <w:tcW w:w="1127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ور</w:t>
            </w:r>
            <w:r w:rsidR="00591F6E" w:rsidRPr="00FD7D1C">
              <w:rPr>
                <w:rFonts w:cs="Traditional Arabic" w:hint="cs"/>
                <w:b/>
                <w:bCs/>
                <w:color w:val="003366"/>
                <w:rtl/>
              </w:rPr>
              <w:t>رشة</w:t>
            </w: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</w:p>
          <w:p w:rsidR="008041A1" w:rsidRPr="00FD7D1C" w:rsidRDefault="008041A1" w:rsidP="00FD7D1C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8041A1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دورة</w:t>
            </w:r>
          </w:p>
        </w:tc>
        <w:tc>
          <w:tcPr>
            <w:tcW w:w="1386" w:type="dxa"/>
          </w:tcPr>
          <w:p w:rsidR="0021147F" w:rsidRPr="00FD7D1C" w:rsidRDefault="00591F6E" w:rsidP="00FD7D1C">
            <w:pPr>
              <w:bidi/>
              <w:jc w:val="lowKashida"/>
              <w:rPr>
                <w:rFonts w:hint="cs"/>
                <w:sz w:val="32"/>
                <w:szCs w:val="32"/>
                <w:rtl/>
                <w:lang w:bidi="ar-EG"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2005</w:t>
            </w:r>
            <w:r w:rsidR="008041A1" w:rsidRPr="00FD7D1C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8041A1" w:rsidRPr="00FD7D1C" w:rsidRDefault="008041A1" w:rsidP="00FD7D1C">
            <w:pPr>
              <w:bidi/>
              <w:jc w:val="lowKashida"/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8041A1" w:rsidRPr="00FD7D1C" w:rsidRDefault="008041A1" w:rsidP="00FD7D1C">
            <w:pPr>
              <w:bidi/>
              <w:jc w:val="lowKashida"/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8041A1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2006</w:t>
            </w:r>
          </w:p>
        </w:tc>
        <w:tc>
          <w:tcPr>
            <w:tcW w:w="946" w:type="dxa"/>
          </w:tcPr>
          <w:p w:rsidR="0021147F" w:rsidRPr="00FD7D1C" w:rsidRDefault="00591F6E" w:rsidP="00FD7D1C">
            <w:pPr>
              <w:bidi/>
              <w:jc w:val="center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lastRenderedPageBreak/>
              <w:t>الفاهرة</w:t>
            </w:r>
          </w:p>
        </w:tc>
        <w:tc>
          <w:tcPr>
            <w:tcW w:w="2815" w:type="dxa"/>
          </w:tcPr>
          <w:p w:rsidR="00591F6E" w:rsidRPr="00FD7D1C" w:rsidRDefault="00591F6E" w:rsidP="00FD7D1C">
            <w:pPr>
              <w:numPr>
                <w:ilvl w:val="0"/>
                <w:numId w:val="10"/>
              </w:numPr>
              <w:tabs>
                <w:tab w:val="clear" w:pos="720"/>
                <w:tab w:val="num" w:pos="1211"/>
              </w:tabs>
              <w:bidi/>
              <w:ind w:left="1211"/>
              <w:rPr>
                <w:rFonts w:hint="cs"/>
                <w:b/>
                <w:bCs/>
                <w:lang w:bidi="ar-EG"/>
              </w:rPr>
            </w:pPr>
            <w:r w:rsidRPr="00FD7D1C">
              <w:rPr>
                <w:rFonts w:hint="cs"/>
                <w:b/>
                <w:bCs/>
                <w:rtl/>
                <w:lang w:bidi="ar-EG"/>
              </w:rPr>
              <w:t xml:space="preserve">اشراف برنامج تطوير التعليم(الوكالة </w:t>
            </w:r>
            <w:r w:rsidRPr="00FD7D1C">
              <w:rPr>
                <w:rFonts w:hint="cs"/>
                <w:b/>
                <w:bCs/>
                <w:rtl/>
                <w:lang w:bidi="ar-EG"/>
              </w:rPr>
              <w:lastRenderedPageBreak/>
              <w:t>الامريكية )</w:t>
            </w:r>
          </w:p>
          <w:p w:rsidR="0021147F" w:rsidRPr="00FD7D1C" w:rsidRDefault="0021147F" w:rsidP="00FD7D1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92089F" w:rsidRPr="0090549C" w:rsidTr="00FD7D1C">
        <w:trPr>
          <w:trHeight w:val="420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5-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دورة </w:t>
            </w: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تميز الخدمة الحكومية العامة 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="00591F6E" w:rsidRPr="00FD7D1C">
              <w:rPr>
                <w:sz w:val="32"/>
                <w:szCs w:val="32"/>
                <w:lang w:bidi="ar-EG"/>
              </w:rPr>
              <w:t>TOT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) </w:t>
            </w:r>
          </w:p>
        </w:tc>
        <w:tc>
          <w:tcPr>
            <w:tcW w:w="1127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386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2006</w:t>
            </w:r>
          </w:p>
        </w:tc>
        <w:tc>
          <w:tcPr>
            <w:tcW w:w="946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b/>
                <w:bCs/>
                <w:rtl/>
                <w:lang w:bidi="ar-EG"/>
              </w:rPr>
              <w:t>اشراف برنامج تطوير التعليم(الوكالة الامريكية )</w:t>
            </w:r>
          </w:p>
        </w:tc>
      </w:tr>
      <w:tr w:rsidR="0092089F" w:rsidRPr="006A51B8" w:rsidTr="00FD7D1C">
        <w:trPr>
          <w:trHeight w:val="434"/>
        </w:trPr>
        <w:tc>
          <w:tcPr>
            <w:tcW w:w="3933" w:type="dxa"/>
          </w:tcPr>
          <w:p w:rsidR="00591F6E" w:rsidRPr="00FD7D1C" w:rsidRDefault="008041A1" w:rsidP="00FD7D1C">
            <w:pPr>
              <w:bidi/>
              <w:jc w:val="both"/>
              <w:rPr>
                <w:rFonts w:hint="cs"/>
                <w:sz w:val="32"/>
                <w:szCs w:val="32"/>
                <w:lang w:bidi="ar-EG"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6-</w:t>
            </w:r>
            <w:r w:rsidR="0092089F" w:rsidRPr="00FD7D1C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رنامج جوائز الامتياز المدرسى </w:t>
            </w:r>
          </w:p>
          <w:p w:rsidR="0021147F" w:rsidRPr="00FD7D1C" w:rsidRDefault="0021147F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27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دورة تدريبية</w:t>
            </w:r>
          </w:p>
        </w:tc>
        <w:tc>
          <w:tcPr>
            <w:tcW w:w="1386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2006</w:t>
            </w:r>
          </w:p>
        </w:tc>
        <w:tc>
          <w:tcPr>
            <w:tcW w:w="946" w:type="dxa"/>
          </w:tcPr>
          <w:p w:rsidR="0021147F" w:rsidRPr="00FD7D1C" w:rsidRDefault="00591F6E" w:rsidP="00FD7D1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591F6E" w:rsidP="00FD7D1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وزارة التربية والتعليم</w:t>
            </w:r>
          </w:p>
        </w:tc>
      </w:tr>
      <w:tr w:rsidR="0092089F" w:rsidRPr="006A51B8" w:rsidTr="00FD7D1C">
        <w:trPr>
          <w:trHeight w:val="221"/>
        </w:trPr>
        <w:tc>
          <w:tcPr>
            <w:tcW w:w="3933" w:type="dxa"/>
          </w:tcPr>
          <w:p w:rsidR="00591F6E" w:rsidRPr="00FD7D1C" w:rsidRDefault="008041A1" w:rsidP="00FD7D1C">
            <w:pPr>
              <w:bidi/>
              <w:rPr>
                <w:rFonts w:hint="cs"/>
                <w:sz w:val="32"/>
                <w:szCs w:val="32"/>
                <w:lang w:bidi="ar-EG"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7-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المشاركة كمدرب للتدريب على برنامج   جوائزالامتياز المدرسى </w:t>
            </w: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التابع للوكالة الأمريكية للتنمية الدولية</w:t>
            </w:r>
          </w:p>
          <w:p w:rsidR="0021147F" w:rsidRPr="00FD7D1C" w:rsidRDefault="0021147F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27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 xml:space="preserve">دورة </w:t>
            </w:r>
            <w:r w:rsidRPr="00FD7D1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إعداد مدرب</w:t>
            </w:r>
          </w:p>
        </w:tc>
        <w:tc>
          <w:tcPr>
            <w:tcW w:w="1386" w:type="dxa"/>
          </w:tcPr>
          <w:p w:rsidR="0021147F" w:rsidRPr="00FD7D1C" w:rsidRDefault="00591F6E" w:rsidP="00FD7D1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2006</w:t>
            </w:r>
          </w:p>
        </w:tc>
        <w:tc>
          <w:tcPr>
            <w:tcW w:w="946" w:type="dxa"/>
          </w:tcPr>
          <w:p w:rsidR="0021147F" w:rsidRPr="00FD7D1C" w:rsidRDefault="00591F6E" w:rsidP="00FD7D1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591F6E" w:rsidP="00FD7D1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وزارة التربية والتعليم</w:t>
            </w:r>
          </w:p>
        </w:tc>
      </w:tr>
      <w:tr w:rsidR="0092089F" w:rsidRPr="006A51B8" w:rsidTr="00FD7D1C">
        <w:trPr>
          <w:trHeight w:val="114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8-</w:t>
            </w:r>
            <w:r w:rsidR="00591F6E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دورة تدريبية لاعداد مصممى برامج </w:t>
            </w: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تعليمية</w:t>
            </w:r>
          </w:p>
        </w:tc>
        <w:tc>
          <w:tcPr>
            <w:tcW w:w="1127" w:type="dxa"/>
          </w:tcPr>
          <w:p w:rsidR="0021147F" w:rsidRPr="00FD7D1C" w:rsidRDefault="0092089F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</w:t>
            </w:r>
          </w:p>
        </w:tc>
        <w:tc>
          <w:tcPr>
            <w:tcW w:w="1386" w:type="dxa"/>
          </w:tcPr>
          <w:p w:rsidR="0092089F" w:rsidRPr="00FD7D1C" w:rsidRDefault="0092089F" w:rsidP="00FD7D1C">
            <w:pPr>
              <w:bidi/>
              <w:rPr>
                <w:rFonts w:hint="cs"/>
                <w:sz w:val="32"/>
                <w:szCs w:val="32"/>
                <w:lang w:bidi="ar-EG"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2006 م</w:t>
            </w:r>
          </w:p>
          <w:p w:rsidR="0021147F" w:rsidRPr="00FD7D1C" w:rsidRDefault="0021147F" w:rsidP="00FD7D1C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946" w:type="dxa"/>
          </w:tcPr>
          <w:p w:rsidR="0021147F" w:rsidRPr="00FD7D1C" w:rsidRDefault="0092089F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</w:t>
            </w:r>
            <w:r w:rsidRPr="00FD7D1C">
              <w:rPr>
                <w:rFonts w:cs="Traditional Arabic" w:hint="cs"/>
                <w:b/>
                <w:bCs/>
                <w:rtl/>
              </w:rPr>
              <w:t>لقاهرة</w:t>
            </w:r>
          </w:p>
        </w:tc>
        <w:tc>
          <w:tcPr>
            <w:tcW w:w="2815" w:type="dxa"/>
          </w:tcPr>
          <w:p w:rsidR="0021147F" w:rsidRPr="00FD7D1C" w:rsidRDefault="0092089F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تحت اشراف برنامج تطوير التعليم(الوكالة الامريكية )</w:t>
            </w:r>
          </w:p>
        </w:tc>
      </w:tr>
      <w:tr w:rsidR="0092089F" w:rsidRPr="006A51B8" w:rsidTr="00FD7D1C">
        <w:trPr>
          <w:trHeight w:val="175"/>
        </w:trPr>
        <w:tc>
          <w:tcPr>
            <w:tcW w:w="3933" w:type="dxa"/>
          </w:tcPr>
          <w:p w:rsidR="0092089F" w:rsidRPr="00FD7D1C" w:rsidRDefault="008041A1" w:rsidP="00FD7D1C">
            <w:pPr>
              <w:bidi/>
              <w:rPr>
                <w:rFonts w:hint="cs"/>
                <w:sz w:val="32"/>
                <w:szCs w:val="32"/>
                <w:lang w:bidi="ar-EG"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9-</w:t>
            </w:r>
            <w:r w:rsidR="0092089F" w:rsidRPr="00FD7D1C">
              <w:rPr>
                <w:rFonts w:hint="cs"/>
                <w:sz w:val="32"/>
                <w:szCs w:val="32"/>
                <w:rtl/>
                <w:lang w:bidi="ar-EG"/>
              </w:rPr>
              <w:t>إعداد مدرب خبير فى برنامج تميز الخدمة العامه الحكومية</w:t>
            </w:r>
          </w:p>
          <w:p w:rsidR="0021147F" w:rsidRPr="00FD7D1C" w:rsidRDefault="0021147F" w:rsidP="00FD7D1C">
            <w:pPr>
              <w:bidi/>
              <w:ind w:left="1211"/>
              <w:rPr>
                <w:rFonts w:cs="Traditional Arabic"/>
                <w:rtl/>
              </w:rPr>
            </w:pPr>
          </w:p>
        </w:tc>
        <w:tc>
          <w:tcPr>
            <w:tcW w:w="1127" w:type="dxa"/>
          </w:tcPr>
          <w:p w:rsidR="0021147F" w:rsidRPr="00FD7D1C" w:rsidRDefault="0092089F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</w:t>
            </w:r>
          </w:p>
        </w:tc>
        <w:tc>
          <w:tcPr>
            <w:tcW w:w="1386" w:type="dxa"/>
          </w:tcPr>
          <w:p w:rsidR="0021147F" w:rsidRPr="00FD7D1C" w:rsidRDefault="0092089F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2006</w:t>
            </w:r>
          </w:p>
        </w:tc>
        <w:tc>
          <w:tcPr>
            <w:tcW w:w="946" w:type="dxa"/>
          </w:tcPr>
          <w:p w:rsidR="0021147F" w:rsidRPr="00FD7D1C" w:rsidRDefault="0092089F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92089F" w:rsidP="00FD7D1C">
            <w:pPr>
              <w:bidi/>
              <w:jc w:val="center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تحت اشراف برنامج تطوير التعليم(الوكالة الامريكية )</w:t>
            </w:r>
          </w:p>
        </w:tc>
      </w:tr>
      <w:tr w:rsidR="0092089F" w:rsidRPr="006A51B8" w:rsidTr="00FD7D1C">
        <w:trPr>
          <w:trHeight w:val="223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10-</w:t>
            </w:r>
            <w:r w:rsidR="0092089F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التربية على حقوق الانسان بالمدارس فى اطار برنامج نشر ثقافة حقوق الانسان </w:t>
            </w:r>
          </w:p>
        </w:tc>
        <w:tc>
          <w:tcPr>
            <w:tcW w:w="1127" w:type="dxa"/>
          </w:tcPr>
          <w:p w:rsidR="0021147F" w:rsidRPr="00FD7D1C" w:rsidRDefault="0092089F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</w:t>
            </w:r>
          </w:p>
        </w:tc>
        <w:tc>
          <w:tcPr>
            <w:tcW w:w="1386" w:type="dxa"/>
          </w:tcPr>
          <w:p w:rsidR="0021147F" w:rsidRPr="00FD7D1C" w:rsidRDefault="0092089F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2007</w:t>
            </w:r>
          </w:p>
        </w:tc>
        <w:tc>
          <w:tcPr>
            <w:tcW w:w="946" w:type="dxa"/>
          </w:tcPr>
          <w:p w:rsidR="0021147F" w:rsidRPr="00FD7D1C" w:rsidRDefault="0092089F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92089F" w:rsidP="00FD7D1C">
            <w:pPr>
              <w:bidi/>
              <w:jc w:val="center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تحت اشراف برنامج تطوير التعليم(الوكالة الامريكية )</w:t>
            </w:r>
          </w:p>
        </w:tc>
      </w:tr>
      <w:tr w:rsidR="0092089F" w:rsidRPr="0090549C" w:rsidTr="00FD7D1C">
        <w:trPr>
          <w:trHeight w:val="441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11-</w:t>
            </w:r>
            <w:r w:rsidR="0092089F"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المؤتمر الاول للاعتماد التربوى بكلية التربية </w:t>
            </w:r>
          </w:p>
        </w:tc>
        <w:tc>
          <w:tcPr>
            <w:tcW w:w="1127" w:type="dxa"/>
          </w:tcPr>
          <w:p w:rsidR="0021147F" w:rsidRPr="00FD7D1C" w:rsidRDefault="00772535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مؤتر</w:t>
            </w:r>
          </w:p>
        </w:tc>
        <w:tc>
          <w:tcPr>
            <w:tcW w:w="1386" w:type="dxa"/>
          </w:tcPr>
          <w:p w:rsidR="0021147F" w:rsidRPr="00FD7D1C" w:rsidRDefault="00772535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6 200</w:t>
            </w:r>
          </w:p>
        </w:tc>
        <w:tc>
          <w:tcPr>
            <w:tcW w:w="946" w:type="dxa"/>
          </w:tcPr>
          <w:p w:rsidR="0021147F" w:rsidRPr="00FD7D1C" w:rsidRDefault="00772535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772535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كلية التربية </w:t>
            </w:r>
          </w:p>
        </w:tc>
      </w:tr>
      <w:tr w:rsidR="0092089F" w:rsidRPr="0090549C" w:rsidTr="00FD7D1C">
        <w:trPr>
          <w:trHeight w:val="434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12-المؤتمر العلمى الثامن (جودة واعتماد مؤسسات التعليم العام فى الوطن العربى</w:t>
            </w:r>
          </w:p>
        </w:tc>
        <w:tc>
          <w:tcPr>
            <w:tcW w:w="1127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8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2007</w:t>
            </w:r>
          </w:p>
        </w:tc>
        <w:tc>
          <w:tcPr>
            <w:tcW w:w="94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92089F" w:rsidRPr="006A51B8" w:rsidTr="00FD7D1C">
        <w:trPr>
          <w:trHeight w:val="223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13-</w:t>
            </w:r>
            <w:r w:rsidR="00772535" w:rsidRPr="00FD7D1C">
              <w:rPr>
                <w:rFonts w:hint="cs"/>
                <w:sz w:val="32"/>
                <w:szCs w:val="32"/>
                <w:rtl/>
                <w:lang w:bidi="ar-EG"/>
              </w:rPr>
              <w:t>مؤتمر الجودة والاعتماد التربوي لهئية سيتا الدولية(الوكالة الامريكية)</w:t>
            </w:r>
          </w:p>
        </w:tc>
        <w:tc>
          <w:tcPr>
            <w:tcW w:w="1127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86" w:type="dxa"/>
          </w:tcPr>
          <w:p w:rsidR="0021147F" w:rsidRPr="00FD7D1C" w:rsidRDefault="00772535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2007</w:t>
            </w:r>
          </w:p>
        </w:tc>
        <w:tc>
          <w:tcPr>
            <w:tcW w:w="946" w:type="dxa"/>
          </w:tcPr>
          <w:p w:rsidR="0021147F" w:rsidRPr="00FD7D1C" w:rsidRDefault="008041A1" w:rsidP="00FD7D1C">
            <w:pPr>
              <w:bidi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772535" w:rsidP="00FD7D1C">
            <w:pPr>
              <w:bidi/>
              <w:jc w:val="center"/>
              <w:rPr>
                <w:rFonts w:cs="Traditional Arabic"/>
                <w:rtl/>
              </w:rPr>
            </w:pP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>الهيئة (</w:t>
            </w:r>
            <w:r w:rsidRPr="00FD7D1C">
              <w:rPr>
                <w:sz w:val="32"/>
                <w:szCs w:val="32"/>
                <w:lang w:bidi="ar-EG"/>
              </w:rPr>
              <w:t>CITA</w:t>
            </w:r>
            <w:r w:rsidRPr="00FD7D1C">
              <w:rPr>
                <w:rFonts w:hint="cs"/>
                <w:sz w:val="32"/>
                <w:szCs w:val="32"/>
                <w:rtl/>
                <w:lang w:bidi="ar-EG"/>
              </w:rPr>
              <w:t xml:space="preserve"> )الدولية للإعتماد التربوى</w:t>
            </w:r>
          </w:p>
        </w:tc>
      </w:tr>
      <w:tr w:rsidR="0092089F" w:rsidRPr="00FD7D1C" w:rsidTr="00FD7D1C">
        <w:trPr>
          <w:trHeight w:val="441"/>
        </w:trPr>
        <w:tc>
          <w:tcPr>
            <w:tcW w:w="3933" w:type="dxa"/>
          </w:tcPr>
          <w:p w:rsidR="00772535" w:rsidRPr="00FD7D1C" w:rsidRDefault="008041A1" w:rsidP="00FD7D1C">
            <w:pPr>
              <w:bidi/>
              <w:rPr>
                <w:rFonts w:hint="cs"/>
                <w:b/>
                <w:bCs/>
                <w:sz w:val="32"/>
                <w:szCs w:val="32"/>
                <w:lang w:bidi="ar-EG"/>
              </w:rPr>
            </w:pPr>
            <w:r w:rsidRPr="00FD7D1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14-</w:t>
            </w:r>
            <w:r w:rsidR="00772535" w:rsidRPr="00FD7D1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المؤتمر الثانى للإعتماد التربوي.</w:t>
            </w:r>
          </w:p>
          <w:p w:rsidR="0021147F" w:rsidRPr="00FD7D1C" w:rsidRDefault="0021147F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27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8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2008</w:t>
            </w:r>
          </w:p>
        </w:tc>
        <w:tc>
          <w:tcPr>
            <w:tcW w:w="94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القاهرة</w:t>
            </w:r>
          </w:p>
        </w:tc>
        <w:tc>
          <w:tcPr>
            <w:tcW w:w="2815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92089F" w:rsidRPr="008041A1" w:rsidTr="00FD7D1C">
        <w:trPr>
          <w:trHeight w:val="434"/>
        </w:trPr>
        <w:tc>
          <w:tcPr>
            <w:tcW w:w="3933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15-المؤتمر العلمى التاسع(تطوير التعليم فى الوطن العربى الواقع والمأمول</w:t>
            </w:r>
          </w:p>
        </w:tc>
        <w:tc>
          <w:tcPr>
            <w:tcW w:w="1127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8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2008</w:t>
            </w:r>
          </w:p>
        </w:tc>
        <w:tc>
          <w:tcPr>
            <w:tcW w:w="946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rtl/>
              </w:rPr>
            </w:pPr>
            <w:r w:rsidRPr="00FD7D1C">
              <w:rPr>
                <w:rFonts w:cs="Traditional Arabic" w:hint="cs"/>
                <w:rtl/>
              </w:rPr>
              <w:t>ا</w:t>
            </w:r>
            <w:r w:rsidRPr="00FD7D1C">
              <w:rPr>
                <w:rFonts w:cs="Traditional Arabic" w:hint="cs"/>
                <w:b/>
                <w:bCs/>
                <w:rtl/>
              </w:rPr>
              <w:t>لقاهرة</w:t>
            </w:r>
          </w:p>
        </w:tc>
        <w:tc>
          <w:tcPr>
            <w:tcW w:w="2815" w:type="dxa"/>
          </w:tcPr>
          <w:p w:rsidR="0021147F" w:rsidRPr="00FD7D1C" w:rsidRDefault="008041A1" w:rsidP="00FD7D1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D7D1C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</w:tbl>
    <w:p w:rsidR="008041A1" w:rsidRPr="008041A1" w:rsidRDefault="008041A1" w:rsidP="00FE3FBB">
      <w:pPr>
        <w:bidi/>
        <w:rPr>
          <w:rFonts w:cs="Traditional Arabic"/>
          <w:color w:val="003366"/>
          <w:sz w:val="16"/>
          <w:szCs w:val="16"/>
          <w:rtl/>
        </w:rPr>
      </w:pPr>
      <w:r w:rsidRPr="008041A1">
        <w:rPr>
          <w:rFonts w:cs="Traditional Arabic" w:hint="cs"/>
          <w:color w:val="003366"/>
          <w:sz w:val="16"/>
          <w:szCs w:val="16"/>
          <w:rtl/>
        </w:rPr>
        <w:t xml:space="preserve">   </w:t>
      </w:r>
    </w:p>
    <w:tbl>
      <w:tblPr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2"/>
        <w:gridCol w:w="1134"/>
        <w:gridCol w:w="1418"/>
        <w:gridCol w:w="850"/>
        <w:gridCol w:w="2836"/>
      </w:tblGrid>
      <w:tr w:rsidR="008041A1" w:rsidRPr="00FD7D1C" w:rsidTr="00FD7D1C">
        <w:trPr>
          <w:trHeight w:val="1633"/>
        </w:trPr>
        <w:tc>
          <w:tcPr>
            <w:tcW w:w="3962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32"/>
                <w:szCs w:val="32"/>
                <w:rtl/>
              </w:rPr>
              <w:t>16-*التقويم الذاتى ووضع خطة تحسين الأداء المدرسى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دورة</w:t>
            </w:r>
          </w:p>
        </w:tc>
        <w:tc>
          <w:tcPr>
            <w:tcW w:w="1418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2008</w:t>
            </w:r>
          </w:p>
        </w:tc>
        <w:tc>
          <w:tcPr>
            <w:tcW w:w="850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القاهرة</w:t>
            </w:r>
          </w:p>
        </w:tc>
        <w:tc>
          <w:tcPr>
            <w:tcW w:w="2836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برنامج تطوير التعليم التابع للوكالة الأمريكية</w:t>
            </w:r>
          </w:p>
        </w:tc>
      </w:tr>
      <w:tr w:rsidR="008041A1" w:rsidRPr="00FD7D1C" w:rsidTr="00FD7D1C">
        <w:tc>
          <w:tcPr>
            <w:tcW w:w="3962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 xml:space="preserve">18-إعداد مسئولى وحدة الدعم الفنى وضمان </w:t>
            </w:r>
            <w:r w:rsidRPr="00FD7D1C">
              <w:rPr>
                <w:rFonts w:cs="Traditional Arabic" w:hint="cs"/>
                <w:b/>
                <w:bCs/>
                <w:color w:val="003366"/>
                <w:sz w:val="36"/>
                <w:szCs w:val="36"/>
                <w:rtl/>
              </w:rPr>
              <w:t>،</w:t>
            </w:r>
            <w:r w:rsidRPr="00FD7D1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 xml:space="preserve"> </w:t>
            </w: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الجودة.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20-أصلاح التعليم فى الدول العربية المملكة العربية السعودية-أنموذجا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lastRenderedPageBreak/>
              <w:t>.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</w:pPr>
          </w:p>
          <w:p w:rsidR="008041A1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rtl/>
              </w:rPr>
              <w:t>21-*دور الأسرة فى تعزيز الأمن الفكرى لدى الأبناء</w:t>
            </w:r>
            <w:r w:rsidR="007D1B54"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22-</w:t>
            </w:r>
            <w:r w:rsidR="00042397">
              <w:rPr>
                <w:rFonts w:cs="Traditional Arabic" w:hint="cs"/>
                <w:b/>
                <w:bCs/>
                <w:color w:val="003366"/>
                <w:rtl/>
              </w:rPr>
              <w:t>بناء المقرر الدراسى(9 ساعات).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23-مهارات تقويم أداء الطالب الجامعى(9 ساعات).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24-مهارات التدريس الجامعى الفعال(12 ساعة).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25-التدريس المصغر(6 ساعات).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26- التعليم القائم على نواتج التعلم.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27-عمل نظام إدارة التعلم.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28-</w:t>
            </w:r>
            <w:r w:rsidR="00E92AC4">
              <w:rPr>
                <w:rFonts w:cs="Traditional Arabic" w:hint="cs"/>
                <w:b/>
                <w:bCs/>
                <w:color w:val="003366"/>
                <w:rtl/>
              </w:rPr>
              <w:t>تطبيقات تقنية المعلومات والأتصال فى التعليم والتدريب.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29- دور المرأة فى مكافحة التدخين بين الانجازات والواجب.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30- التدريب الميدانى إلى أين؟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31-قضايا المنهج فى الدراسات اللغوية والأدبية النظرية والتطبيق.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32- يوم الجودة </w:t>
            </w:r>
            <w:r w:rsidR="00FE2194"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FE219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ملتقى البحث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العلمى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والنشر</w:t>
            </w: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rtl/>
              </w:rPr>
            </w:pPr>
          </w:p>
          <w:p w:rsidR="007D1B54" w:rsidRPr="00FD7D1C" w:rsidRDefault="007D1B54" w:rsidP="007D1B5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دورة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ورشة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ندوة</w:t>
            </w:r>
          </w:p>
          <w:p w:rsidR="008041A1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دورة تدريبية.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دورة تدريبية.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دورة تدريبية.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دورة تدريبية.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 xml:space="preserve">ورشة عمل 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دورة تدريبية</w:t>
            </w:r>
            <w:r w:rsidR="00E92AC4"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ندوة.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ندوة.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ندوة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ندوة.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 xml:space="preserve">ورشة عمل </w:t>
            </w: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Pr="00FD7D1C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ندوة</w:t>
            </w:r>
          </w:p>
        </w:tc>
        <w:tc>
          <w:tcPr>
            <w:tcW w:w="1418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lastRenderedPageBreak/>
              <w:t>2008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1430ه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lastRenderedPageBreak/>
              <w:t>1430ه</w:t>
            </w:r>
            <w:r w:rsidR="00042397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1430.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1431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1431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1431.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19/5/1431</w:t>
            </w: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24-25/6/1431</w:t>
            </w:r>
            <w:r w:rsidR="00E92AC4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27-29/1431,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17/6/1431.</w:t>
            </w: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25/6/1431</w:t>
            </w:r>
            <w:r w:rsidR="00A16B40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.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21-24/3/1431.</w:t>
            </w: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18-19/5/1431</w:t>
            </w: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FE2194" w:rsidRPr="00FD7D1C" w:rsidRDefault="00FE2194" w:rsidP="00FE2194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  <w:t>6/1/1432ه</w:t>
            </w:r>
          </w:p>
        </w:tc>
        <w:tc>
          <w:tcPr>
            <w:tcW w:w="850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lastRenderedPageBreak/>
              <w:t>القاهرة</w:t>
            </w:r>
          </w:p>
          <w:p w:rsidR="008041A1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E374BD" w:rsidRPr="00FD7D1C" w:rsidRDefault="00E374BD" w:rsidP="00E374BD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المملكة العربية السعودية</w:t>
            </w:r>
          </w:p>
          <w:p w:rsidR="008041A1" w:rsidRDefault="008041A1" w:rsidP="00FD7D1C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color w:val="003366"/>
                <w:sz w:val="22"/>
                <w:szCs w:val="22"/>
                <w:rtl/>
              </w:rPr>
              <w:lastRenderedPageBreak/>
              <w:t>المملكة العربية السعودية</w:t>
            </w:r>
            <w:r w:rsidR="00042397">
              <w:rPr>
                <w:rFonts w:cs="Traditional Arabic" w:hint="cs"/>
                <w:color w:val="003366"/>
                <w:sz w:val="22"/>
                <w:szCs w:val="22"/>
                <w:rtl/>
              </w:rPr>
              <w:t>.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 مركز الدراسات الجامعية عليشة.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سعود.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سعود.</w:t>
            </w: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042397" w:rsidRDefault="00042397" w:rsidP="00042397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Pr="00FD7D1C" w:rsidRDefault="00042397" w:rsidP="00E92AC4">
            <w:pPr>
              <w:bidi/>
              <w:rPr>
                <w:rFonts w:cs="Traditional Arabic"/>
                <w:color w:val="003366"/>
                <w:sz w:val="22"/>
                <w:szCs w:val="22"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</w:t>
            </w:r>
            <w:r w:rsidR="00E92AC4">
              <w:rPr>
                <w:rFonts w:cs="Traditional Arabic" w:hint="cs"/>
                <w:color w:val="003366"/>
                <w:sz w:val="22"/>
                <w:szCs w:val="22"/>
                <w:rtl/>
              </w:rPr>
              <w:t xml:space="preserve">. </w:t>
            </w: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 xml:space="preserve">فندق مداريم كراون </w:t>
            </w:r>
            <w:r>
              <w:rPr>
                <w:rFonts w:cs="Traditional Arabic"/>
                <w:color w:val="003366"/>
                <w:sz w:val="22"/>
                <w:szCs w:val="22"/>
                <w:rtl/>
              </w:rPr>
              <w:t>–</w:t>
            </w: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الرياض.</w:t>
            </w: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E92AC4" w:rsidRDefault="00E92AC4" w:rsidP="00E92AC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 xml:space="preserve">جامعة </w:t>
            </w: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lastRenderedPageBreak/>
              <w:t>الملك سعود</w:t>
            </w:r>
            <w:r w:rsidR="00A16B40">
              <w:rPr>
                <w:rFonts w:cs="Traditional Arabic" w:hint="cs"/>
                <w:color w:val="003366"/>
                <w:sz w:val="22"/>
                <w:szCs w:val="22"/>
                <w:rtl/>
              </w:rPr>
              <w:t>.</w:t>
            </w: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</w:t>
            </w: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A16B40" w:rsidRDefault="00A16B40" w:rsidP="00A16B40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</w:t>
            </w: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3366"/>
                <w:sz w:val="22"/>
                <w:szCs w:val="22"/>
                <w:rtl/>
              </w:rPr>
              <w:t>جامعة الملك سعود-كلية التربية</w:t>
            </w:r>
          </w:p>
          <w:p w:rsidR="00FE2194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  <w:p w:rsidR="00FE2194" w:rsidRPr="00FD7D1C" w:rsidRDefault="00FE2194" w:rsidP="00FE2194">
            <w:pPr>
              <w:bidi/>
              <w:rPr>
                <w:rFonts w:cs="Traditional Arabic" w:hint="cs"/>
                <w:color w:val="003366"/>
                <w:sz w:val="22"/>
                <w:szCs w:val="22"/>
                <w:rtl/>
              </w:rPr>
            </w:pPr>
          </w:p>
        </w:tc>
        <w:tc>
          <w:tcPr>
            <w:tcW w:w="2836" w:type="dxa"/>
          </w:tcPr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lastRenderedPageBreak/>
              <w:t xml:space="preserve">برنامج تطوير التعليم التابع للوكالة الأمريكية. 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 xml:space="preserve">جامعة الملك سعود </w:t>
            </w:r>
            <w:r w:rsidRPr="00FD7D1C"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  <w:t>–</w:t>
            </w: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كلية التربية-عليشة</w:t>
            </w: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16"/>
                <w:szCs w:val="16"/>
                <w:rtl/>
              </w:rPr>
            </w:pPr>
          </w:p>
          <w:p w:rsidR="008041A1" w:rsidRPr="00FD7D1C" w:rsidRDefault="008041A1" w:rsidP="00FD7D1C">
            <w:pPr>
              <w:bidi/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</w:pPr>
            <w:r w:rsidRPr="00FD7D1C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جامعة الملك سعود كلية التربية-عليشة</w:t>
            </w:r>
          </w:p>
        </w:tc>
      </w:tr>
    </w:tbl>
    <w:p w:rsidR="008041A1" w:rsidRDefault="008041A1" w:rsidP="008041A1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041A1" w:rsidRDefault="008041A1" w:rsidP="008041A1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8041A1" w:rsidRPr="00EF70A8" w:rsidRDefault="008041A1" w:rsidP="008041A1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A5FC1" w:rsidRDefault="007A5FC1" w:rsidP="000D643F">
      <w:pPr>
        <w:bidi/>
        <w:ind w:firstLine="204"/>
        <w:rPr>
          <w:rFonts w:cs="Traditional Arabic" w:hint="cs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عاشرا: </w:t>
      </w:r>
      <w:r w:rsidR="006A51B8"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الإنتاج</w:t>
      </w: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 xml:space="preserve"> العلمي والمؤلفات </w:t>
      </w:r>
    </w:p>
    <w:p w:rsidR="008041A1" w:rsidRDefault="008041A1" w:rsidP="008041A1">
      <w:pPr>
        <w:bidi/>
        <w:ind w:firstLine="204"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tbl>
      <w:tblPr>
        <w:bidiVisual/>
        <w:tblW w:w="9746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6379"/>
        <w:gridCol w:w="2836"/>
      </w:tblGrid>
      <w:tr w:rsidR="006A51B8" w:rsidRPr="00EF70A8" w:rsidTr="000F371E">
        <w:trPr>
          <w:trHeight w:val="446"/>
        </w:trPr>
        <w:tc>
          <w:tcPr>
            <w:tcW w:w="531" w:type="dxa"/>
            <w:shd w:val="clear" w:color="auto" w:fill="E0E0E0"/>
          </w:tcPr>
          <w:p w:rsidR="006A51B8" w:rsidRPr="00EF70A8" w:rsidRDefault="006A51B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6379" w:type="dxa"/>
            <w:shd w:val="clear" w:color="auto" w:fill="E0E0E0"/>
          </w:tcPr>
          <w:p w:rsidR="006A51B8" w:rsidRPr="00EF70A8" w:rsidRDefault="006A51B8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2836" w:type="dxa"/>
            <w:shd w:val="clear" w:color="auto" w:fill="E0E0E0"/>
          </w:tcPr>
          <w:p w:rsidR="006A51B8" w:rsidRPr="00EF70A8" w:rsidRDefault="0090549C" w:rsidP="006A51B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النوع</w:t>
            </w: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6379" w:type="dxa"/>
          </w:tcPr>
          <w:p w:rsidR="006A51B8" w:rsidRDefault="00B81A4D" w:rsidP="002A3B4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 w:hint="cs"/>
                <w:bCs/>
                <w:rtl/>
              </w:rPr>
            </w:pPr>
            <w:r>
              <w:rPr>
                <w:rFonts w:cs="Traditional Arabic" w:hint="cs"/>
                <w:b/>
                <w:rtl/>
              </w:rPr>
              <w:t>1</w:t>
            </w:r>
            <w:r w:rsidR="008D46DB">
              <w:rPr>
                <w:rFonts w:cs="Traditional Arabic" w:hint="cs"/>
                <w:b/>
                <w:rtl/>
              </w:rPr>
              <w:t>-</w:t>
            </w:r>
            <w:r w:rsidR="008D46DB" w:rsidRPr="008D46DB">
              <w:rPr>
                <w:rFonts w:cs="Traditional Arabic" w:hint="cs"/>
                <w:bCs/>
                <w:rtl/>
              </w:rPr>
              <w:t>أدب الأطفال والتذوق الأدبى</w:t>
            </w:r>
            <w:r>
              <w:rPr>
                <w:rFonts w:cs="Traditional Arabic" w:hint="cs"/>
                <w:bCs/>
                <w:rtl/>
              </w:rPr>
              <w:t>_ الطبعة الأولى.</w:t>
            </w:r>
          </w:p>
          <w:p w:rsidR="00B81A4D" w:rsidRPr="006A51B8" w:rsidRDefault="00B81A4D" w:rsidP="00B81A4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2-أدب الأطفال والتذوق الأدبى </w:t>
            </w:r>
            <w:r>
              <w:rPr>
                <w:rFonts w:cs="Traditional Arabic"/>
                <w:bCs/>
                <w:rtl/>
              </w:rPr>
              <w:t>–</w:t>
            </w:r>
            <w:r>
              <w:rPr>
                <w:rFonts w:cs="Traditional Arabic" w:hint="cs"/>
                <w:bCs/>
                <w:rtl/>
              </w:rPr>
              <w:t xml:space="preserve"> الطبعة الثانية</w:t>
            </w:r>
          </w:p>
        </w:tc>
        <w:tc>
          <w:tcPr>
            <w:tcW w:w="2836" w:type="dxa"/>
          </w:tcPr>
          <w:p w:rsidR="006A51B8" w:rsidRDefault="008D46DB" w:rsidP="002A3B4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8D46DB">
              <w:rPr>
                <w:rFonts w:cs="Traditional Arabic" w:hint="cs"/>
                <w:bCs/>
                <w:sz w:val="28"/>
                <w:szCs w:val="28"/>
                <w:rtl/>
              </w:rPr>
              <w:t>كتاب</w:t>
            </w:r>
          </w:p>
          <w:p w:rsidR="00B81A4D" w:rsidRPr="008D46DB" w:rsidRDefault="00B81A4D" w:rsidP="00B81A4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كتاب</w:t>
            </w: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6379" w:type="dxa"/>
          </w:tcPr>
          <w:p w:rsidR="006A51B8" w:rsidRPr="008D46DB" w:rsidRDefault="00782E01" w:rsidP="00782E01">
            <w:pPr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-</w:t>
            </w:r>
            <w:r w:rsidR="008D46DB" w:rsidRPr="008D46DB">
              <w:rPr>
                <w:rFonts w:cs="Traditional Arabic" w:hint="cs"/>
                <w:bCs/>
                <w:rtl/>
              </w:rPr>
              <w:t>مخاطر التلفزيون على مخ الأطفال من سن 2-12 عام</w:t>
            </w:r>
          </w:p>
        </w:tc>
        <w:tc>
          <w:tcPr>
            <w:tcW w:w="2836" w:type="dxa"/>
          </w:tcPr>
          <w:p w:rsidR="006A51B8" w:rsidRPr="008D46DB" w:rsidRDefault="008D46DB" w:rsidP="002A3B40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8D46DB">
              <w:rPr>
                <w:rFonts w:cs="Traditional Arabic" w:hint="cs"/>
                <w:bCs/>
                <w:rtl/>
              </w:rPr>
              <w:t>مقالة</w:t>
            </w:r>
            <w:r w:rsidR="0041508A">
              <w:rPr>
                <w:rFonts w:cs="Traditional Arabic" w:hint="cs"/>
                <w:bCs/>
                <w:rtl/>
              </w:rPr>
              <w:t xml:space="preserve"> +ندوة</w:t>
            </w: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6379" w:type="dxa"/>
          </w:tcPr>
          <w:p w:rsidR="006A51B8" w:rsidRPr="006A51B8" w:rsidRDefault="00782E01" w:rsidP="00B81A4D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-</w:t>
            </w:r>
            <w:r w:rsidR="00B81A4D">
              <w:rPr>
                <w:rFonts w:cs="Traditional Arabic" w:hint="cs"/>
                <w:bCs/>
                <w:rtl/>
              </w:rPr>
              <w:t>المهارات الفنية والحركية لطفل الروضة</w:t>
            </w:r>
          </w:p>
        </w:tc>
        <w:tc>
          <w:tcPr>
            <w:tcW w:w="2836" w:type="dxa"/>
          </w:tcPr>
          <w:p w:rsidR="006A51B8" w:rsidRPr="00782E01" w:rsidRDefault="00782E01" w:rsidP="0041508A">
            <w:pPr>
              <w:bidi/>
              <w:ind w:right="180"/>
              <w:rPr>
                <w:rFonts w:cs="Traditional Arabic"/>
                <w:bCs/>
                <w:rtl/>
              </w:rPr>
            </w:pPr>
            <w:r w:rsidRPr="00782E01">
              <w:rPr>
                <w:rFonts w:cs="Traditional Arabic" w:hint="cs"/>
                <w:bCs/>
                <w:rtl/>
              </w:rPr>
              <w:t xml:space="preserve">كتاب </w:t>
            </w: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6379" w:type="dxa"/>
          </w:tcPr>
          <w:p w:rsidR="006A51B8" w:rsidRPr="006A51B8" w:rsidRDefault="00954686" w:rsidP="002A3B40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بحث مشترك تحت الإعداد </w:t>
            </w:r>
          </w:p>
        </w:tc>
        <w:tc>
          <w:tcPr>
            <w:tcW w:w="2836" w:type="dxa"/>
          </w:tcPr>
          <w:p w:rsidR="006A51B8" w:rsidRPr="006A51B8" w:rsidRDefault="00954686" w:rsidP="002A3B40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بحث</w:t>
            </w: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5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bidi/>
              <w:ind w:left="180" w:right="180"/>
              <w:rPr>
                <w:rFonts w:cs="Traditional Arabic"/>
                <w:b/>
                <w:rtl/>
              </w:rPr>
            </w:pPr>
          </w:p>
        </w:tc>
        <w:tc>
          <w:tcPr>
            <w:tcW w:w="2836" w:type="dxa"/>
          </w:tcPr>
          <w:p w:rsidR="006A51B8" w:rsidRPr="006A51B8" w:rsidRDefault="006A51B8" w:rsidP="002A3B40">
            <w:pPr>
              <w:bidi/>
              <w:ind w:left="180" w:right="180"/>
              <w:rPr>
                <w:rFonts w:cs="Traditional Arabic"/>
                <w:b/>
                <w:rtl/>
              </w:rPr>
            </w:pP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6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836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7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pStyle w:val="a5"/>
              <w:ind w:left="180" w:right="180" w:hanging="180"/>
              <w:jc w:val="lowKashida"/>
              <w:rPr>
                <w:b/>
                <w:sz w:val="24"/>
                <w:szCs w:val="24"/>
                <w:rtl/>
              </w:rPr>
            </w:pPr>
          </w:p>
        </w:tc>
        <w:tc>
          <w:tcPr>
            <w:tcW w:w="2836" w:type="dxa"/>
          </w:tcPr>
          <w:p w:rsidR="006A51B8" w:rsidRPr="006A51B8" w:rsidRDefault="006A51B8" w:rsidP="002A3B40">
            <w:pPr>
              <w:pStyle w:val="a5"/>
              <w:ind w:left="180" w:right="180" w:hanging="180"/>
              <w:jc w:val="lowKashida"/>
              <w:rPr>
                <w:b/>
                <w:sz w:val="24"/>
                <w:szCs w:val="24"/>
                <w:rtl/>
              </w:rPr>
            </w:pP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8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836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9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836" w:type="dxa"/>
          </w:tcPr>
          <w:p w:rsidR="006A51B8" w:rsidRPr="006A51B8" w:rsidRDefault="006A51B8" w:rsidP="002A3B4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6A51B8" w:rsidRPr="006A51B8" w:rsidTr="000F371E">
        <w:trPr>
          <w:trHeight w:val="420"/>
        </w:trPr>
        <w:tc>
          <w:tcPr>
            <w:tcW w:w="531" w:type="dxa"/>
          </w:tcPr>
          <w:p w:rsidR="006A51B8" w:rsidRPr="006A51B8" w:rsidRDefault="006A51B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10</w:t>
            </w:r>
          </w:p>
        </w:tc>
        <w:tc>
          <w:tcPr>
            <w:tcW w:w="6379" w:type="dxa"/>
          </w:tcPr>
          <w:p w:rsidR="006A51B8" w:rsidRPr="006A51B8" w:rsidRDefault="006A51B8" w:rsidP="002A3B40">
            <w:pPr>
              <w:pStyle w:val="a5"/>
              <w:ind w:left="180" w:right="180"/>
              <w:jc w:val="lowKashida"/>
              <w:rPr>
                <w:b/>
                <w:sz w:val="24"/>
                <w:szCs w:val="24"/>
                <w:rtl/>
              </w:rPr>
            </w:pPr>
            <w:r w:rsidRPr="006A51B8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6" w:type="dxa"/>
          </w:tcPr>
          <w:p w:rsidR="006A51B8" w:rsidRPr="006A51B8" w:rsidRDefault="006A51B8" w:rsidP="006A51B8">
            <w:pPr>
              <w:pStyle w:val="a5"/>
              <w:ind w:right="180"/>
              <w:jc w:val="lowKashida"/>
              <w:rPr>
                <w:b/>
                <w:sz w:val="24"/>
                <w:szCs w:val="24"/>
                <w:rtl/>
              </w:rPr>
            </w:pPr>
          </w:p>
        </w:tc>
      </w:tr>
    </w:tbl>
    <w:p w:rsidR="002E7663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8D46DB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أم هاشم محمد عبد الباقى عبد المطلب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8D46DB" w:rsidP="005B6881">
            <w:pPr>
              <w:bidi/>
              <w:spacing w:line="480" w:lineRule="auto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التربية ورياض الأطفال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8D46DB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أم هاشم عبد المطلب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8D46DB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7/1/1431ه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2E7663" w:rsidP="002B3F3F">
      <w:pPr>
        <w:bidi/>
        <w:rPr>
          <w:rFonts w:cs="Traditional Arabic"/>
          <w:sz w:val="28"/>
          <w:szCs w:val="28"/>
          <w:rtl/>
        </w:rPr>
      </w:pPr>
      <w:r w:rsidRPr="002B3F3F">
        <w:rPr>
          <w:rFonts w:cs="Traditional Arabic" w:hint="cs"/>
          <w:sz w:val="28"/>
          <w:szCs w:val="28"/>
          <w:rtl/>
        </w:rPr>
        <w:t xml:space="preserve">المرفقات </w:t>
      </w:r>
      <w:r w:rsidR="005D67B7" w:rsidRPr="002B3F3F">
        <w:rPr>
          <w:rFonts w:cs="Traditional Arabic" w:hint="cs"/>
          <w:sz w:val="28"/>
          <w:szCs w:val="28"/>
          <w:rtl/>
        </w:rPr>
        <w:t xml:space="preserve">المطلوبة  </w:t>
      </w:r>
      <w:r w:rsidRPr="002B3F3F">
        <w:rPr>
          <w:rFonts w:cs="Traditional Arabic" w:hint="cs"/>
          <w:sz w:val="28"/>
          <w:szCs w:val="28"/>
          <w:rtl/>
        </w:rPr>
        <w:t>( أفضل إ</w:t>
      </w:r>
      <w:r w:rsidR="002B3F3F" w:rsidRPr="002B3F3F">
        <w:rPr>
          <w:rFonts w:cs="Traditional Arabic" w:hint="cs"/>
          <w:sz w:val="28"/>
          <w:szCs w:val="28"/>
          <w:rtl/>
        </w:rPr>
        <w:t>نتاج لعضو هيئة التدريس  ولطلابه</w:t>
      </w:r>
      <w:r w:rsidRPr="002B3F3F">
        <w:rPr>
          <w:rFonts w:cs="Traditional Arabic" w:hint="cs"/>
          <w:sz w:val="28"/>
          <w:szCs w:val="28"/>
          <w:rtl/>
        </w:rPr>
        <w:t>)</w:t>
      </w:r>
      <w:r w:rsidR="002B3F3F" w:rsidRPr="002B3F3F">
        <w:rPr>
          <w:rFonts w:cs="Traditional Arabic" w:hint="cs"/>
          <w:sz w:val="28"/>
          <w:szCs w:val="28"/>
          <w:rtl/>
        </w:rPr>
        <w:t xml:space="preserve"> و ( </w:t>
      </w:r>
      <w:r w:rsidR="0030234A" w:rsidRPr="002B3F3F">
        <w:rPr>
          <w:rFonts w:cs="Traditional Arabic" w:hint="cs"/>
          <w:sz w:val="28"/>
          <w:szCs w:val="28"/>
          <w:rtl/>
        </w:rPr>
        <w:t>الإنتاج العلمي لعضو هيئة التدريس</w:t>
      </w:r>
      <w:r w:rsidR="002B3F3F" w:rsidRPr="002B3F3F">
        <w:rPr>
          <w:rFonts w:cs="Traditional Arabic" w:hint="cs"/>
          <w:sz w:val="28"/>
          <w:szCs w:val="28"/>
          <w:rtl/>
        </w:rPr>
        <w:t>) ، بصيغة إلكترونية</w:t>
      </w: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8F2" w:rsidRDefault="006828F2" w:rsidP="00E74C02">
      <w:r>
        <w:separator/>
      </w:r>
    </w:p>
  </w:endnote>
  <w:endnote w:type="continuationSeparator" w:id="0">
    <w:p w:rsidR="006828F2" w:rsidRDefault="006828F2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8F2" w:rsidRDefault="006828F2" w:rsidP="00E74C02">
      <w:r>
        <w:separator/>
      </w:r>
    </w:p>
  </w:footnote>
  <w:footnote w:type="continuationSeparator" w:id="0">
    <w:p w:rsidR="006828F2" w:rsidRDefault="006828F2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0492"/>
    <w:multiLevelType w:val="hybridMultilevel"/>
    <w:tmpl w:val="0136E2B8"/>
    <w:lvl w:ilvl="0" w:tplc="A3267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A050D4"/>
    <w:multiLevelType w:val="hybridMultilevel"/>
    <w:tmpl w:val="01BE5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8F2"/>
    <w:rsid w:val="00021FD9"/>
    <w:rsid w:val="00025E1F"/>
    <w:rsid w:val="00026B63"/>
    <w:rsid w:val="0003097E"/>
    <w:rsid w:val="000360F5"/>
    <w:rsid w:val="00041FB8"/>
    <w:rsid w:val="00042397"/>
    <w:rsid w:val="0007052B"/>
    <w:rsid w:val="00081C25"/>
    <w:rsid w:val="000848CF"/>
    <w:rsid w:val="000947BD"/>
    <w:rsid w:val="000A69F4"/>
    <w:rsid w:val="000C16B1"/>
    <w:rsid w:val="000C2EEF"/>
    <w:rsid w:val="000D37DF"/>
    <w:rsid w:val="000D584E"/>
    <w:rsid w:val="000D643F"/>
    <w:rsid w:val="000D6AD4"/>
    <w:rsid w:val="000D72C8"/>
    <w:rsid w:val="000E6C11"/>
    <w:rsid w:val="000E7A6B"/>
    <w:rsid w:val="000F371E"/>
    <w:rsid w:val="001119E1"/>
    <w:rsid w:val="00122856"/>
    <w:rsid w:val="001411B4"/>
    <w:rsid w:val="00143862"/>
    <w:rsid w:val="00157F32"/>
    <w:rsid w:val="00180238"/>
    <w:rsid w:val="00180E89"/>
    <w:rsid w:val="001B12F0"/>
    <w:rsid w:val="001B52ED"/>
    <w:rsid w:val="001E1202"/>
    <w:rsid w:val="001F13AE"/>
    <w:rsid w:val="00207603"/>
    <w:rsid w:val="00210E9A"/>
    <w:rsid w:val="0021147F"/>
    <w:rsid w:val="00227CF9"/>
    <w:rsid w:val="0024031D"/>
    <w:rsid w:val="00242AD7"/>
    <w:rsid w:val="002535C9"/>
    <w:rsid w:val="00266C64"/>
    <w:rsid w:val="00282AD5"/>
    <w:rsid w:val="00282BA7"/>
    <w:rsid w:val="002A3B40"/>
    <w:rsid w:val="002B3F3F"/>
    <w:rsid w:val="002B54AA"/>
    <w:rsid w:val="002B7B86"/>
    <w:rsid w:val="002C0DC7"/>
    <w:rsid w:val="002C6E44"/>
    <w:rsid w:val="002E7663"/>
    <w:rsid w:val="0030234A"/>
    <w:rsid w:val="00323F50"/>
    <w:rsid w:val="00325CFD"/>
    <w:rsid w:val="003353EB"/>
    <w:rsid w:val="003449FE"/>
    <w:rsid w:val="00350110"/>
    <w:rsid w:val="0035306A"/>
    <w:rsid w:val="00360778"/>
    <w:rsid w:val="0037014E"/>
    <w:rsid w:val="00374176"/>
    <w:rsid w:val="003807BC"/>
    <w:rsid w:val="00390BA9"/>
    <w:rsid w:val="003A1069"/>
    <w:rsid w:val="003E2147"/>
    <w:rsid w:val="003E4394"/>
    <w:rsid w:val="003E7642"/>
    <w:rsid w:val="0041508A"/>
    <w:rsid w:val="00417F11"/>
    <w:rsid w:val="00422B48"/>
    <w:rsid w:val="00455F9E"/>
    <w:rsid w:val="004627CC"/>
    <w:rsid w:val="004627D1"/>
    <w:rsid w:val="00497BD2"/>
    <w:rsid w:val="004A5F8F"/>
    <w:rsid w:val="004C2FFE"/>
    <w:rsid w:val="004F35BF"/>
    <w:rsid w:val="00505378"/>
    <w:rsid w:val="005129CF"/>
    <w:rsid w:val="00520CBF"/>
    <w:rsid w:val="00534B91"/>
    <w:rsid w:val="0055758E"/>
    <w:rsid w:val="00564543"/>
    <w:rsid w:val="00582526"/>
    <w:rsid w:val="00591F6E"/>
    <w:rsid w:val="00594B05"/>
    <w:rsid w:val="00595FA8"/>
    <w:rsid w:val="005B0751"/>
    <w:rsid w:val="005B177C"/>
    <w:rsid w:val="005B3FAD"/>
    <w:rsid w:val="005B6881"/>
    <w:rsid w:val="005D67B7"/>
    <w:rsid w:val="0062186A"/>
    <w:rsid w:val="0065686A"/>
    <w:rsid w:val="00660344"/>
    <w:rsid w:val="00672C44"/>
    <w:rsid w:val="00680D5C"/>
    <w:rsid w:val="006828F2"/>
    <w:rsid w:val="006A3566"/>
    <w:rsid w:val="006A51B8"/>
    <w:rsid w:val="006B679C"/>
    <w:rsid w:val="006C33F9"/>
    <w:rsid w:val="0076479C"/>
    <w:rsid w:val="00772535"/>
    <w:rsid w:val="00782E01"/>
    <w:rsid w:val="00790570"/>
    <w:rsid w:val="007975E9"/>
    <w:rsid w:val="007A5FC1"/>
    <w:rsid w:val="007A786F"/>
    <w:rsid w:val="007B5A01"/>
    <w:rsid w:val="007B7509"/>
    <w:rsid w:val="007C75F0"/>
    <w:rsid w:val="007D0853"/>
    <w:rsid w:val="007D1B54"/>
    <w:rsid w:val="007E3AB9"/>
    <w:rsid w:val="007F70D1"/>
    <w:rsid w:val="008041A1"/>
    <w:rsid w:val="00814318"/>
    <w:rsid w:val="00814400"/>
    <w:rsid w:val="00840B31"/>
    <w:rsid w:val="00840E8E"/>
    <w:rsid w:val="0084458D"/>
    <w:rsid w:val="00855E79"/>
    <w:rsid w:val="008629E8"/>
    <w:rsid w:val="00875AEE"/>
    <w:rsid w:val="008D46DB"/>
    <w:rsid w:val="008E2B0A"/>
    <w:rsid w:val="009008A0"/>
    <w:rsid w:val="009037AE"/>
    <w:rsid w:val="0090549C"/>
    <w:rsid w:val="0092089F"/>
    <w:rsid w:val="00930496"/>
    <w:rsid w:val="009451F3"/>
    <w:rsid w:val="0094658E"/>
    <w:rsid w:val="00953B4D"/>
    <w:rsid w:val="00954686"/>
    <w:rsid w:val="009603BD"/>
    <w:rsid w:val="00981C0C"/>
    <w:rsid w:val="009A5E5A"/>
    <w:rsid w:val="009C49B1"/>
    <w:rsid w:val="009E6AC0"/>
    <w:rsid w:val="009F22AF"/>
    <w:rsid w:val="009F488E"/>
    <w:rsid w:val="009F5350"/>
    <w:rsid w:val="00A0625E"/>
    <w:rsid w:val="00A16B40"/>
    <w:rsid w:val="00A32826"/>
    <w:rsid w:val="00A579F4"/>
    <w:rsid w:val="00A63D77"/>
    <w:rsid w:val="00A82742"/>
    <w:rsid w:val="00A96291"/>
    <w:rsid w:val="00A97F99"/>
    <w:rsid w:val="00AB6C17"/>
    <w:rsid w:val="00AC28D4"/>
    <w:rsid w:val="00AD1893"/>
    <w:rsid w:val="00AD3665"/>
    <w:rsid w:val="00AD3BFB"/>
    <w:rsid w:val="00AE733A"/>
    <w:rsid w:val="00B020EA"/>
    <w:rsid w:val="00B049C2"/>
    <w:rsid w:val="00B058BA"/>
    <w:rsid w:val="00B132C1"/>
    <w:rsid w:val="00B37CB1"/>
    <w:rsid w:val="00B7328B"/>
    <w:rsid w:val="00B81A4D"/>
    <w:rsid w:val="00B81D0D"/>
    <w:rsid w:val="00B93C30"/>
    <w:rsid w:val="00B95B25"/>
    <w:rsid w:val="00BB773D"/>
    <w:rsid w:val="00BC230E"/>
    <w:rsid w:val="00BD32CE"/>
    <w:rsid w:val="00BE0268"/>
    <w:rsid w:val="00BE64C9"/>
    <w:rsid w:val="00BF77D1"/>
    <w:rsid w:val="00C00B0E"/>
    <w:rsid w:val="00C05DF6"/>
    <w:rsid w:val="00C06037"/>
    <w:rsid w:val="00C12BAA"/>
    <w:rsid w:val="00C17C39"/>
    <w:rsid w:val="00C226C3"/>
    <w:rsid w:val="00C25D21"/>
    <w:rsid w:val="00C26D3E"/>
    <w:rsid w:val="00C33B22"/>
    <w:rsid w:val="00C44B4A"/>
    <w:rsid w:val="00C47B2D"/>
    <w:rsid w:val="00C50712"/>
    <w:rsid w:val="00C8077B"/>
    <w:rsid w:val="00C85EFA"/>
    <w:rsid w:val="00C93F65"/>
    <w:rsid w:val="00C94133"/>
    <w:rsid w:val="00CA1A3A"/>
    <w:rsid w:val="00CA481C"/>
    <w:rsid w:val="00CA5ECE"/>
    <w:rsid w:val="00CB01CC"/>
    <w:rsid w:val="00CC25DE"/>
    <w:rsid w:val="00D156C9"/>
    <w:rsid w:val="00D464D0"/>
    <w:rsid w:val="00D55289"/>
    <w:rsid w:val="00D5689F"/>
    <w:rsid w:val="00D617E3"/>
    <w:rsid w:val="00D70943"/>
    <w:rsid w:val="00D774AD"/>
    <w:rsid w:val="00D95BFA"/>
    <w:rsid w:val="00DB4910"/>
    <w:rsid w:val="00DC1AA3"/>
    <w:rsid w:val="00DF3582"/>
    <w:rsid w:val="00E35FA9"/>
    <w:rsid w:val="00E374BD"/>
    <w:rsid w:val="00E41B7E"/>
    <w:rsid w:val="00E44149"/>
    <w:rsid w:val="00E642C9"/>
    <w:rsid w:val="00E67454"/>
    <w:rsid w:val="00E74C02"/>
    <w:rsid w:val="00E80009"/>
    <w:rsid w:val="00E80935"/>
    <w:rsid w:val="00E92AC4"/>
    <w:rsid w:val="00E97644"/>
    <w:rsid w:val="00EC598A"/>
    <w:rsid w:val="00EF2819"/>
    <w:rsid w:val="00EF484C"/>
    <w:rsid w:val="00EF70A8"/>
    <w:rsid w:val="00F11AEF"/>
    <w:rsid w:val="00F1678D"/>
    <w:rsid w:val="00F45F1C"/>
    <w:rsid w:val="00F53C26"/>
    <w:rsid w:val="00F677F9"/>
    <w:rsid w:val="00F7238C"/>
    <w:rsid w:val="00FB7D6F"/>
    <w:rsid w:val="00FC0743"/>
    <w:rsid w:val="00FC37BF"/>
    <w:rsid w:val="00FD0730"/>
    <w:rsid w:val="00FD7D1C"/>
    <w:rsid w:val="00FE2194"/>
    <w:rsid w:val="00FE3FBB"/>
    <w:rsid w:val="00FE7043"/>
    <w:rsid w:val="00FF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C26D3E"/>
    <w:rPr>
      <w:b/>
      <w:bCs/>
    </w:rPr>
  </w:style>
  <w:style w:type="character" w:styleId="Hyperlink">
    <w:name w:val="Hyperlink"/>
    <w:basedOn w:val="a0"/>
    <w:rsid w:val="006603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5;&#1604;&#1587;&#1610;&#1585;&#1577;%20&#1585;&#1602;&#1605;%2033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السيرة رقم 33</Template>
  <TotalTime>4</TotalTime>
  <Pages>9</Pages>
  <Words>1432</Words>
  <Characters>8163</Characters>
  <Application>Microsoft Office Word</Application>
  <DocSecurity>0</DocSecurity>
  <Lines>68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/>
  <LinksUpToDate>false</LinksUpToDate>
  <CharactersWithSpaces>9576</CharactersWithSpaces>
  <SharedDoc>false</SharedDoc>
  <HLinks>
    <vt:vector size="12" baseType="variant">
      <vt:variant>
        <vt:i4>6094913</vt:i4>
      </vt:variant>
      <vt:variant>
        <vt:i4>3</vt:i4>
      </vt:variant>
      <vt:variant>
        <vt:i4>0</vt:i4>
      </vt:variant>
      <vt:variant>
        <vt:i4>5</vt:i4>
      </vt:variant>
      <vt:variant>
        <vt:lpwstr>mailto:kh_sab@hotmail.com</vt:lpwstr>
      </vt:variant>
      <vt:variant>
        <vt:lpwstr/>
      </vt:variant>
      <vt:variant>
        <vt:i4>3539015</vt:i4>
      </vt:variant>
      <vt:variant>
        <vt:i4>0</vt:i4>
      </vt:variant>
      <vt:variant>
        <vt:i4>0</vt:i4>
      </vt:variant>
      <vt:variant>
        <vt:i4>5</vt:i4>
      </vt:variant>
      <vt:variant>
        <vt:lpwstr>mailto:ksabha@ksu.edu.sa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User</dc:creator>
  <cp:lastModifiedBy>User</cp:lastModifiedBy>
  <cp:revision>1</cp:revision>
  <cp:lastPrinted>2009-11-14T05:53:00Z</cp:lastPrinted>
  <dcterms:created xsi:type="dcterms:W3CDTF">2010-12-30T16:48:00Z</dcterms:created>
  <dcterms:modified xsi:type="dcterms:W3CDTF">2010-12-30T16:52:00Z</dcterms:modified>
</cp:coreProperties>
</file>