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5B" w:rsidRDefault="00283CA6">
      <w:pPr>
        <w:pStyle w:val="1"/>
        <w:jc w:val="center"/>
        <w:rPr>
          <w:rFonts w:ascii="Arial Rounded MT Bold" w:hAnsi="Arial Rounded MT Bold"/>
          <w:sz w:val="48"/>
        </w:rPr>
      </w:pPr>
      <w:r>
        <w:rPr>
          <w:rFonts w:ascii="Arial Rounded MT Bold" w:hAnsi="Arial Rounded MT Bold"/>
          <w:sz w:val="48"/>
        </w:rPr>
        <w:t>333MIS</w:t>
      </w:r>
      <w:r w:rsidR="00E1635B">
        <w:rPr>
          <w:rFonts w:ascii="Arial Rounded MT Bold" w:hAnsi="Arial Rounded MT Bold"/>
          <w:sz w:val="48"/>
        </w:rPr>
        <w:t>- Syllabus</w:t>
      </w:r>
    </w:p>
    <w:p w:rsidR="00E1635B" w:rsidRDefault="00E1635B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0"/>
        <w:gridCol w:w="3068"/>
        <w:gridCol w:w="1260"/>
        <w:gridCol w:w="4410"/>
      </w:tblGrid>
      <w:tr w:rsidR="00E1635B" w:rsidTr="00283CA6">
        <w:tblPrEx>
          <w:tblCellMar>
            <w:top w:w="0" w:type="dxa"/>
            <w:bottom w:w="0" w:type="dxa"/>
          </w:tblCellMar>
        </w:tblPrEx>
        <w:tc>
          <w:tcPr>
            <w:tcW w:w="1270" w:type="dxa"/>
          </w:tcPr>
          <w:p w:rsidR="00E1635B" w:rsidRDefault="00E1635B">
            <w:pPr>
              <w:rPr>
                <w:b/>
              </w:rPr>
            </w:pPr>
            <w:r>
              <w:rPr>
                <w:b/>
              </w:rPr>
              <w:t>Instructor</w:t>
            </w:r>
          </w:p>
        </w:tc>
        <w:tc>
          <w:tcPr>
            <w:tcW w:w="3068" w:type="dxa"/>
          </w:tcPr>
          <w:p w:rsidR="00E1635B" w:rsidRDefault="00283CA6">
            <w:proofErr w:type="spellStart"/>
            <w:r>
              <w:t>Abeer</w:t>
            </w:r>
            <w:proofErr w:type="spellEnd"/>
            <w:r>
              <w:t xml:space="preserve"> </w:t>
            </w:r>
            <w:proofErr w:type="spellStart"/>
            <w:r>
              <w:t>saleh</w:t>
            </w:r>
            <w:proofErr w:type="spellEnd"/>
            <w:r>
              <w:t xml:space="preserve"> bin </w:t>
            </w:r>
            <w:proofErr w:type="spellStart"/>
            <w:r>
              <w:t>humaid</w:t>
            </w:r>
            <w:proofErr w:type="spellEnd"/>
          </w:p>
        </w:tc>
        <w:tc>
          <w:tcPr>
            <w:tcW w:w="1260" w:type="dxa"/>
          </w:tcPr>
          <w:p w:rsidR="00E1635B" w:rsidRDefault="00E1635B">
            <w:pPr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  <w:tc>
          <w:tcPr>
            <w:tcW w:w="4410" w:type="dxa"/>
          </w:tcPr>
          <w:p w:rsidR="00E1635B" w:rsidRDefault="00283CA6">
            <w:r>
              <w:t>abinhumaid@ksu.edu.sa</w:t>
            </w:r>
          </w:p>
        </w:tc>
      </w:tr>
      <w:tr w:rsidR="00E1635B" w:rsidTr="00283CA6">
        <w:tblPrEx>
          <w:tblCellMar>
            <w:top w:w="0" w:type="dxa"/>
            <w:bottom w:w="0" w:type="dxa"/>
          </w:tblCellMar>
        </w:tblPrEx>
        <w:tc>
          <w:tcPr>
            <w:tcW w:w="1270" w:type="dxa"/>
          </w:tcPr>
          <w:p w:rsidR="00E1635B" w:rsidRDefault="00E1635B">
            <w:pPr>
              <w:rPr>
                <w:b/>
              </w:rPr>
            </w:pPr>
            <w:r>
              <w:rPr>
                <w:b/>
              </w:rPr>
              <w:t>Office</w:t>
            </w:r>
          </w:p>
        </w:tc>
        <w:tc>
          <w:tcPr>
            <w:tcW w:w="3068" w:type="dxa"/>
          </w:tcPr>
          <w:p w:rsidR="00E1635B" w:rsidRDefault="00283CA6">
            <w:r>
              <w:t>51</w:t>
            </w:r>
          </w:p>
        </w:tc>
        <w:tc>
          <w:tcPr>
            <w:tcW w:w="1260" w:type="dxa"/>
          </w:tcPr>
          <w:p w:rsidR="00E1635B" w:rsidRDefault="00283CA6">
            <w:r w:rsidRPr="00283CA6">
              <w:rPr>
                <w:b/>
                <w:bCs/>
              </w:rPr>
              <w:t>building</w:t>
            </w:r>
          </w:p>
        </w:tc>
        <w:tc>
          <w:tcPr>
            <w:tcW w:w="4410" w:type="dxa"/>
          </w:tcPr>
          <w:p w:rsidR="00E1635B" w:rsidRDefault="00283CA6">
            <w:r>
              <w:t>16</w:t>
            </w:r>
          </w:p>
        </w:tc>
      </w:tr>
    </w:tbl>
    <w:p w:rsidR="00E1635B" w:rsidRDefault="00E1635B"/>
    <w:p w:rsidR="00E1635B" w:rsidRDefault="00E1635B">
      <w:pPr>
        <w:pStyle w:val="3"/>
      </w:pPr>
      <w:r>
        <w:t>Description:</w:t>
      </w:r>
    </w:p>
    <w:p w:rsidR="0011093E" w:rsidRPr="0011093E" w:rsidRDefault="0011093E" w:rsidP="0011093E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An introduction to the various technical and administrative aspects of Information Security and</w:t>
      </w:r>
    </w:p>
    <w:p w:rsidR="0011093E" w:rsidRPr="0011093E" w:rsidRDefault="0011093E" w:rsidP="0011093E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Assurance. This course provides the foundation for understanding the key issues associated with</w:t>
      </w:r>
    </w:p>
    <w:p w:rsidR="0011093E" w:rsidRPr="0011093E" w:rsidRDefault="0011093E" w:rsidP="0011093E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protecting information assets, determining the levels of protection and response to security</w:t>
      </w:r>
    </w:p>
    <w:p w:rsidR="0011093E" w:rsidRPr="0011093E" w:rsidRDefault="0011093E" w:rsidP="0011093E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incidents, and designing a consistent, reasonable information security system, with appropriate</w:t>
      </w:r>
    </w:p>
    <w:p w:rsidR="0011093E" w:rsidRPr="0011093E" w:rsidRDefault="0011093E" w:rsidP="0011093E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intrusion detection and reporting features.</w:t>
      </w:r>
    </w:p>
    <w:p w:rsidR="00E1635B" w:rsidRDefault="00E1635B">
      <w:pPr>
        <w:pStyle w:val="3"/>
      </w:pPr>
      <w:r>
        <w:t>Goals:</w:t>
      </w:r>
    </w:p>
    <w:p w:rsidR="00A31450" w:rsidRPr="0011093E" w:rsidRDefault="00A31450" w:rsidP="00A3145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The purpose of the course is to provide the student with an overview of the field</w:t>
      </w:r>
    </w:p>
    <w:p w:rsidR="00A31450" w:rsidRPr="0011093E" w:rsidRDefault="00A31450" w:rsidP="00A3145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of Information Security and Assurance. Students will be exposed to the</w:t>
      </w:r>
    </w:p>
    <w:p w:rsidR="00A31450" w:rsidRPr="0011093E" w:rsidRDefault="00A31450" w:rsidP="00A3145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spectrum of Security activities, methods, methodologies, and procedures.</w:t>
      </w:r>
    </w:p>
    <w:p w:rsidR="00A31450" w:rsidRPr="0011093E" w:rsidRDefault="00A31450" w:rsidP="00A3145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Coverage will include inspection and protection of information assets, detection</w:t>
      </w:r>
    </w:p>
    <w:p w:rsidR="00A31450" w:rsidRPr="0011093E" w:rsidRDefault="00A31450" w:rsidP="00A3145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of and reaction to threats to information assets, and examination of pre- and post incident</w:t>
      </w:r>
      <w:r>
        <w:rPr>
          <w:rFonts w:ascii="TimesNewRomanPSMT" w:hAnsi="TimesNewRomanPSMT" w:cs="TimesNewRomanPSMT"/>
          <w:sz w:val="22"/>
          <w:szCs w:val="22"/>
        </w:rPr>
        <w:t xml:space="preserve"> </w:t>
      </w:r>
      <w:r w:rsidRPr="0011093E">
        <w:rPr>
          <w:rFonts w:ascii="TimesNewRomanPSMT" w:hAnsi="TimesNewRomanPSMT" w:cs="TimesNewRomanPSMT"/>
          <w:sz w:val="22"/>
          <w:szCs w:val="22"/>
        </w:rPr>
        <w:t>procedures, technical and managerial responses and an overview of the</w:t>
      </w:r>
    </w:p>
    <w:p w:rsidR="00A31450" w:rsidRPr="0011093E" w:rsidRDefault="00A31450" w:rsidP="00A31450">
      <w:pPr>
        <w:rPr>
          <w:sz w:val="22"/>
          <w:szCs w:val="22"/>
        </w:rPr>
      </w:pPr>
      <w:r w:rsidRPr="0011093E">
        <w:rPr>
          <w:rFonts w:ascii="TimesNewRomanPSMT" w:hAnsi="TimesNewRomanPSMT" w:cs="TimesNewRomanPSMT"/>
          <w:sz w:val="22"/>
          <w:szCs w:val="22"/>
        </w:rPr>
        <w:t>Information Security Planning and Staffing functions.</w:t>
      </w:r>
    </w:p>
    <w:p w:rsidR="00E1635B" w:rsidRDefault="00E1635B"/>
    <w:p w:rsidR="00E1635B" w:rsidRDefault="00E1635B">
      <w:pPr>
        <w:pStyle w:val="3"/>
      </w:pPr>
      <w:r>
        <w:t>Resources:</w:t>
      </w:r>
    </w:p>
    <w:p w:rsidR="00E1635B" w:rsidRPr="00912581" w:rsidRDefault="001B24C8" w:rsidP="001B24C8">
      <w:r w:rsidRPr="00912581">
        <w:t xml:space="preserve">Principals of Information Security, </w:t>
      </w:r>
      <w:r w:rsidRPr="00912581">
        <w:br/>
        <w:t>Fourth Edition</w:t>
      </w:r>
    </w:p>
    <w:p w:rsidR="00E1635B" w:rsidRDefault="00E1635B"/>
    <w:p w:rsidR="00E1635B" w:rsidRDefault="00E1635B">
      <w:pPr>
        <w:pStyle w:val="3"/>
      </w:pPr>
      <w:r>
        <w:t>Evaluation:</w:t>
      </w:r>
    </w:p>
    <w:p w:rsidR="00E1635B" w:rsidRDefault="009861FC" w:rsidP="009861FC">
      <w:r>
        <w:t>Evaluation is going to be through 2-3 assignments (8 marks) during the semester along with the attendance of the students (2 marks) .</w:t>
      </w:r>
    </w:p>
    <w:p w:rsidR="00E1635B" w:rsidRDefault="009861FC" w:rsidP="001B24C8">
      <w:r>
        <w:t>And finally, there will be a quiz or a small project to finalize the evaluation (5 marks)</w:t>
      </w:r>
    </w:p>
    <w:p w:rsidR="00E1635B" w:rsidRDefault="00E1635B"/>
    <w:p w:rsidR="00E1635B" w:rsidRDefault="00E1635B" w:rsidP="00205A98">
      <w:pPr>
        <w:jc w:val="right"/>
      </w:pPr>
    </w:p>
    <w:p w:rsidR="00205A98" w:rsidRDefault="00205A98" w:rsidP="00205A98">
      <w:pPr>
        <w:jc w:val="right"/>
      </w:pPr>
    </w:p>
    <w:p w:rsidR="00205A98" w:rsidRDefault="00205A98" w:rsidP="00205A98">
      <w:pPr>
        <w:jc w:val="right"/>
      </w:pPr>
    </w:p>
    <w:p w:rsidR="00205A98" w:rsidRDefault="00205A98" w:rsidP="00205A98">
      <w:pPr>
        <w:jc w:val="right"/>
      </w:pPr>
      <w:r>
        <w:t xml:space="preserve">Thanks </w:t>
      </w:r>
    </w:p>
    <w:p w:rsidR="00205A98" w:rsidRDefault="00205A98" w:rsidP="00205A98">
      <w:pPr>
        <w:jc w:val="right"/>
      </w:pPr>
      <w:proofErr w:type="spellStart"/>
      <w:r>
        <w:t>Abeer</w:t>
      </w:r>
      <w:proofErr w:type="spellEnd"/>
      <w:r>
        <w:t xml:space="preserve"> Bin </w:t>
      </w:r>
      <w:proofErr w:type="spellStart"/>
      <w:r>
        <w:t>Humaid</w:t>
      </w:r>
      <w:proofErr w:type="spellEnd"/>
    </w:p>
    <w:sectPr w:rsidR="00205A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20"/>
  <w:noPunctuationKerning/>
  <w:characterSpacingControl w:val="doNotCompress"/>
  <w:compat/>
  <w:rsids>
    <w:rsidRoot w:val="00283CA6"/>
    <w:rsid w:val="0011093E"/>
    <w:rsid w:val="001B24C8"/>
    <w:rsid w:val="00205A98"/>
    <w:rsid w:val="00283CA6"/>
    <w:rsid w:val="004A0E67"/>
    <w:rsid w:val="00912581"/>
    <w:rsid w:val="009861FC"/>
    <w:rsid w:val="00A31450"/>
    <w:rsid w:val="00E16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bC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112B~1\LOCALS~1\Temp\Rar$DI00.015\Syllabus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13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Enter course name - Syllabus</vt:lpstr>
    </vt:vector>
  </TitlesOfParts>
  <Manager/>
  <Company>Microsoft Corporation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عام</dc:creator>
  <cp:keywords/>
  <dc:description/>
  <cp:lastModifiedBy>حساب عام</cp:lastModifiedBy>
  <cp:revision>7</cp:revision>
  <cp:lastPrinted>2000-09-07T01:51:00Z</cp:lastPrinted>
  <dcterms:created xsi:type="dcterms:W3CDTF">2012-09-16T04:24:00Z</dcterms:created>
  <dcterms:modified xsi:type="dcterms:W3CDTF">2012-09-16T04:37:00Z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TC010184081033</vt:lpwstr>
  </property>
</Properties>
</file>