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B95" w:rsidRDefault="00523B95" w:rsidP="00523B95">
      <w:pPr>
        <w:spacing w:before="120"/>
        <w:jc w:val="center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VISION, MISSION AND GOALS OF THE HEALTH EDUCATION PROGRAM</w:t>
      </w:r>
    </w:p>
    <w:p w:rsidR="00523B95" w:rsidRDefault="00523B95" w:rsidP="00523B95">
      <w:pPr>
        <w:spacing w:before="120"/>
        <w:rPr>
          <w:rFonts w:asciiTheme="majorBidi" w:hAnsiTheme="majorBidi" w:cstheme="majorBidi"/>
          <w:b/>
          <w:bCs/>
        </w:rPr>
      </w:pPr>
    </w:p>
    <w:p w:rsidR="00523B95" w:rsidRPr="007C4F0C" w:rsidRDefault="00523B95" w:rsidP="00523B95">
      <w:pPr>
        <w:spacing w:before="120"/>
        <w:rPr>
          <w:rFonts w:asciiTheme="majorBidi" w:hAnsiTheme="majorBidi" w:cstheme="majorBidi"/>
          <w:b/>
          <w:bCs/>
          <w:szCs w:val="24"/>
        </w:rPr>
      </w:pPr>
      <w:r w:rsidRPr="007C4F0C">
        <w:rPr>
          <w:rFonts w:asciiTheme="majorBidi" w:hAnsiTheme="majorBidi" w:cstheme="majorBidi"/>
          <w:b/>
          <w:bCs/>
          <w:szCs w:val="24"/>
        </w:rPr>
        <w:t>Vision:</w:t>
      </w:r>
    </w:p>
    <w:p w:rsidR="00523B95" w:rsidRPr="007C4F0C" w:rsidRDefault="00523B95" w:rsidP="00523B95">
      <w:pPr>
        <w:spacing w:before="120"/>
        <w:rPr>
          <w:rFonts w:asciiTheme="majorBidi" w:hAnsiTheme="majorBidi" w:cstheme="majorBidi"/>
          <w:szCs w:val="24"/>
        </w:rPr>
      </w:pPr>
      <w:r w:rsidRPr="007C4F0C">
        <w:rPr>
          <w:rFonts w:asciiTheme="majorBidi" w:hAnsiTheme="majorBidi" w:cstheme="majorBidi"/>
          <w:szCs w:val="24"/>
        </w:rPr>
        <w:t>Leadership and excellence in the field of Health Education and Promotion</w:t>
      </w:r>
    </w:p>
    <w:p w:rsidR="00523B95" w:rsidRPr="007C4F0C" w:rsidRDefault="00523B95" w:rsidP="00523B95">
      <w:pPr>
        <w:spacing w:before="120"/>
        <w:rPr>
          <w:rFonts w:asciiTheme="majorBidi" w:hAnsiTheme="majorBidi" w:cstheme="majorBidi"/>
          <w:szCs w:val="24"/>
        </w:rPr>
      </w:pPr>
    </w:p>
    <w:p w:rsidR="00523B95" w:rsidRPr="007C4F0C" w:rsidRDefault="00523B95" w:rsidP="00523B95">
      <w:pPr>
        <w:spacing w:before="120"/>
        <w:rPr>
          <w:rFonts w:asciiTheme="majorBidi" w:hAnsiTheme="majorBidi" w:cstheme="majorBidi"/>
          <w:b/>
          <w:bCs/>
          <w:szCs w:val="24"/>
        </w:rPr>
      </w:pPr>
      <w:r w:rsidRPr="007C4F0C">
        <w:rPr>
          <w:rFonts w:asciiTheme="majorBidi" w:hAnsiTheme="majorBidi" w:cstheme="majorBidi"/>
          <w:b/>
          <w:bCs/>
          <w:szCs w:val="24"/>
        </w:rPr>
        <w:t>Mission:</w:t>
      </w:r>
    </w:p>
    <w:p w:rsidR="00523B95" w:rsidRPr="007C4F0C" w:rsidRDefault="00523B95" w:rsidP="00523B95">
      <w:pPr>
        <w:spacing w:before="120"/>
        <w:rPr>
          <w:rFonts w:asciiTheme="majorBidi" w:hAnsiTheme="majorBidi" w:cstheme="majorBidi"/>
          <w:b/>
          <w:bCs/>
          <w:szCs w:val="24"/>
        </w:rPr>
      </w:pPr>
      <w:r w:rsidRPr="007C4F0C">
        <w:rPr>
          <w:rFonts w:asciiTheme="majorBidi" w:hAnsiTheme="majorBidi" w:cstheme="majorBidi"/>
          <w:szCs w:val="24"/>
        </w:rPr>
        <w:t>To contribute to the promotion of community health and secure better quality of life through qualifying  globally competitive cadres specialized in Health Education and promotion; who are characterized by creative thinking, innovation and self-confidence,  armed with values and ethics needed to practice the profession within a multidisciplinary team,  and  competent in  planning, implementation and evaluation of health education programs and campaigns,  mobilizing community participation, and conducting distinguished scientific research.</w:t>
      </w:r>
    </w:p>
    <w:p w:rsidR="00523B95" w:rsidRPr="007C4F0C" w:rsidRDefault="00523B95" w:rsidP="00523B95">
      <w:pPr>
        <w:spacing w:before="120"/>
        <w:rPr>
          <w:rFonts w:asciiTheme="majorBidi" w:hAnsiTheme="majorBidi" w:cstheme="majorBidi"/>
          <w:b/>
          <w:bCs/>
          <w:szCs w:val="24"/>
        </w:rPr>
      </w:pPr>
    </w:p>
    <w:p w:rsidR="00523B95" w:rsidRPr="007C4F0C" w:rsidRDefault="00523B95" w:rsidP="00523B95">
      <w:pPr>
        <w:spacing w:before="120"/>
        <w:rPr>
          <w:rFonts w:asciiTheme="majorBidi" w:hAnsiTheme="majorBidi" w:cstheme="majorBidi"/>
          <w:b/>
          <w:bCs/>
          <w:szCs w:val="24"/>
        </w:rPr>
      </w:pPr>
      <w:r w:rsidRPr="007C4F0C">
        <w:rPr>
          <w:rFonts w:asciiTheme="majorBidi" w:hAnsiTheme="majorBidi" w:cstheme="majorBidi"/>
          <w:b/>
          <w:bCs/>
          <w:szCs w:val="24"/>
        </w:rPr>
        <w:t>Goals:</w:t>
      </w:r>
    </w:p>
    <w:p w:rsidR="00523B95" w:rsidRPr="007C4F0C" w:rsidRDefault="00523B95" w:rsidP="00523B95">
      <w:pPr>
        <w:pStyle w:val="ListParagraph"/>
        <w:numPr>
          <w:ilvl w:val="0"/>
          <w:numId w:val="2"/>
        </w:numPr>
        <w:spacing w:before="120"/>
        <w:rPr>
          <w:rFonts w:asciiTheme="majorBidi" w:hAnsiTheme="majorBidi" w:cstheme="majorBidi"/>
          <w:b/>
          <w:bCs/>
          <w:szCs w:val="24"/>
        </w:rPr>
      </w:pPr>
      <w:r w:rsidRPr="007C4F0C">
        <w:rPr>
          <w:rFonts w:asciiTheme="majorBidi" w:hAnsiTheme="majorBidi" w:cstheme="majorBidi"/>
          <w:szCs w:val="24"/>
        </w:rPr>
        <w:t>Prepare pioneers in the fields of Health Education and promotion, including patients/ families’ education, school health education, community-based health education, occupational and environmental education.</w:t>
      </w:r>
    </w:p>
    <w:p w:rsidR="00523B95" w:rsidRPr="007C4F0C" w:rsidRDefault="00523B95" w:rsidP="00523B95">
      <w:pPr>
        <w:pStyle w:val="ListParagraph"/>
        <w:spacing w:before="120"/>
        <w:rPr>
          <w:rFonts w:asciiTheme="majorBidi" w:hAnsiTheme="majorBidi" w:cstheme="majorBidi"/>
          <w:b/>
          <w:bCs/>
          <w:szCs w:val="24"/>
        </w:rPr>
      </w:pPr>
    </w:p>
    <w:p w:rsidR="00523B95" w:rsidRPr="007C4F0C" w:rsidRDefault="00523B95" w:rsidP="00523B95">
      <w:pPr>
        <w:pStyle w:val="ListParagraph"/>
        <w:numPr>
          <w:ilvl w:val="0"/>
          <w:numId w:val="2"/>
        </w:numPr>
        <w:spacing w:before="120"/>
        <w:rPr>
          <w:rFonts w:asciiTheme="majorBidi" w:hAnsiTheme="majorBidi" w:cstheme="majorBidi"/>
          <w:b/>
          <w:bCs/>
          <w:szCs w:val="24"/>
        </w:rPr>
      </w:pPr>
      <w:r w:rsidRPr="007C4F0C">
        <w:rPr>
          <w:rFonts w:asciiTheme="majorBidi" w:hAnsiTheme="majorBidi" w:cstheme="majorBidi"/>
          <w:szCs w:val="24"/>
        </w:rPr>
        <w:t>Encourage the practice of Health Education within the framework of global standards and professional ethics</w:t>
      </w:r>
    </w:p>
    <w:p w:rsidR="00523B95" w:rsidRPr="007C4F0C" w:rsidRDefault="00523B95" w:rsidP="00523B95">
      <w:pPr>
        <w:pStyle w:val="ListParagraph"/>
        <w:rPr>
          <w:rFonts w:asciiTheme="majorBidi" w:hAnsiTheme="majorBidi" w:cstheme="majorBidi"/>
          <w:szCs w:val="24"/>
        </w:rPr>
      </w:pPr>
    </w:p>
    <w:p w:rsidR="00523B95" w:rsidRPr="007C4F0C" w:rsidRDefault="00523B95" w:rsidP="00523B95">
      <w:pPr>
        <w:pStyle w:val="ListParagraph"/>
        <w:numPr>
          <w:ilvl w:val="0"/>
          <w:numId w:val="2"/>
        </w:numPr>
        <w:spacing w:before="120"/>
        <w:rPr>
          <w:rFonts w:asciiTheme="majorBidi" w:hAnsiTheme="majorBidi" w:cstheme="majorBidi"/>
          <w:b/>
          <w:bCs/>
          <w:szCs w:val="24"/>
        </w:rPr>
      </w:pPr>
      <w:r w:rsidRPr="007C4F0C">
        <w:rPr>
          <w:rFonts w:asciiTheme="majorBidi" w:hAnsiTheme="majorBidi" w:cstheme="majorBidi"/>
          <w:szCs w:val="24"/>
        </w:rPr>
        <w:t>Improve students’ research skills in various areas of Health Education and encourage them to keep up to date with developments in their academic or professional field</w:t>
      </w:r>
    </w:p>
    <w:p w:rsidR="00523B95" w:rsidRPr="007C4F0C" w:rsidRDefault="00523B95" w:rsidP="00523B95">
      <w:pPr>
        <w:pStyle w:val="ListParagraph"/>
        <w:rPr>
          <w:rFonts w:asciiTheme="majorBidi" w:hAnsiTheme="majorBidi" w:cstheme="majorBidi"/>
          <w:szCs w:val="24"/>
        </w:rPr>
      </w:pPr>
    </w:p>
    <w:p w:rsidR="00523B95" w:rsidRPr="007C4F0C" w:rsidRDefault="00523B95" w:rsidP="00523B95">
      <w:pPr>
        <w:pStyle w:val="ListParagraph"/>
        <w:numPr>
          <w:ilvl w:val="0"/>
          <w:numId w:val="2"/>
        </w:numPr>
        <w:spacing w:before="120"/>
        <w:rPr>
          <w:rFonts w:asciiTheme="majorBidi" w:hAnsiTheme="majorBidi" w:cstheme="majorBidi"/>
          <w:b/>
          <w:bCs/>
          <w:szCs w:val="24"/>
        </w:rPr>
      </w:pPr>
      <w:r w:rsidRPr="007C4F0C">
        <w:rPr>
          <w:rFonts w:asciiTheme="majorBidi" w:hAnsiTheme="majorBidi" w:cstheme="majorBidi"/>
          <w:szCs w:val="24"/>
        </w:rPr>
        <w:t>Advocate and create awareness of health issues and to instill health values among the community with collaboration with the relevant sectors in this concern</w:t>
      </w:r>
    </w:p>
    <w:p w:rsidR="00523B95" w:rsidRDefault="00523B95" w:rsidP="00523B95">
      <w:pPr>
        <w:pStyle w:val="ListParagraph"/>
        <w:rPr>
          <w:rFonts w:asciiTheme="majorBidi" w:hAnsiTheme="majorBidi" w:cstheme="majorBidi"/>
          <w:szCs w:val="24"/>
        </w:rPr>
      </w:pPr>
    </w:p>
    <w:p w:rsidR="00523B95" w:rsidRDefault="00523B95" w:rsidP="00523B95">
      <w:pPr>
        <w:pStyle w:val="ListParagraph"/>
        <w:numPr>
          <w:ilvl w:val="0"/>
          <w:numId w:val="2"/>
        </w:numPr>
        <w:spacing w:before="120"/>
        <w:rPr>
          <w:rFonts w:asciiTheme="majorBidi" w:hAnsiTheme="majorBidi" w:cstheme="majorBidi"/>
          <w:szCs w:val="24"/>
        </w:rPr>
      </w:pPr>
      <w:r>
        <w:rPr>
          <w:rFonts w:asciiTheme="majorBidi" w:hAnsiTheme="majorBidi" w:cstheme="majorBidi"/>
          <w:szCs w:val="24"/>
        </w:rPr>
        <w:t>Meet the increasing need in the labor market and the requirements of society of specialties in Health Education &amp; promotion.</w:t>
      </w:r>
    </w:p>
    <w:p w:rsidR="005B37EE" w:rsidRDefault="005B37EE" w:rsidP="00523B95">
      <w:pPr>
        <w:tabs>
          <w:tab w:val="clear" w:pos="360"/>
        </w:tabs>
      </w:pPr>
    </w:p>
    <w:p w:rsidR="00523B95" w:rsidRDefault="00523B95" w:rsidP="00523B95">
      <w:pPr>
        <w:tabs>
          <w:tab w:val="clear" w:pos="360"/>
        </w:tabs>
      </w:pPr>
    </w:p>
    <w:p w:rsidR="00F401DD" w:rsidRPr="00F401DD" w:rsidRDefault="007C4F0C" w:rsidP="00F401DD">
      <w:pPr>
        <w:pStyle w:val="Heading1"/>
        <w:jc w:val="center"/>
      </w:pPr>
      <w:r>
        <w:lastRenderedPageBreak/>
        <w:t>C</w:t>
      </w:r>
      <w:r w:rsidR="00523B95">
        <w:t>ourse Syllabus</w:t>
      </w:r>
      <w:r w:rsidR="00F401DD">
        <w:t xml:space="preserve"> (First semester 1436–37H)</w:t>
      </w:r>
    </w:p>
    <w:p w:rsidR="00523B95" w:rsidRPr="00523B95" w:rsidRDefault="00523B95" w:rsidP="00523B95"/>
    <w:p w:rsidR="00523B95" w:rsidRDefault="00523B95" w:rsidP="00523B95"/>
    <w:tbl>
      <w:tblPr>
        <w:tblStyle w:val="LightShading"/>
        <w:tblW w:w="0" w:type="auto"/>
        <w:tblLook w:val="04A0" w:firstRow="1" w:lastRow="0" w:firstColumn="1" w:lastColumn="0" w:noHBand="0" w:noVBand="1"/>
      </w:tblPr>
      <w:tblGrid>
        <w:gridCol w:w="2628"/>
        <w:gridCol w:w="6948"/>
      </w:tblGrid>
      <w:tr w:rsidR="00523B95" w:rsidTr="007C4F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523B95" w:rsidRPr="00F401DD" w:rsidRDefault="00523B95" w:rsidP="00523B95">
            <w:pPr>
              <w:tabs>
                <w:tab w:val="clear" w:pos="360"/>
              </w:tabs>
            </w:pPr>
            <w:r w:rsidRPr="00F401DD">
              <w:t>Course title and code</w:t>
            </w:r>
            <w:r w:rsidR="007C4F0C" w:rsidRPr="00F401DD">
              <w:t>:</w:t>
            </w:r>
            <w:r w:rsidRPr="00F401DD">
              <w:t xml:space="preserve"> </w:t>
            </w:r>
          </w:p>
        </w:tc>
        <w:tc>
          <w:tcPr>
            <w:tcW w:w="6948" w:type="dxa"/>
          </w:tcPr>
          <w:p w:rsidR="00523B95" w:rsidRPr="004A4050" w:rsidRDefault="004A4050" w:rsidP="00523B9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4A4050">
              <w:rPr>
                <w:b w:val="0"/>
                <w:bCs w:val="0"/>
              </w:rPr>
              <w:t>Social Concept of health education (383</w:t>
            </w:r>
            <w:r w:rsidR="00770ED7">
              <w:rPr>
                <w:b w:val="0"/>
                <w:bCs w:val="0"/>
              </w:rPr>
              <w:t xml:space="preserve"> </w:t>
            </w:r>
            <w:r w:rsidRPr="004A4050">
              <w:rPr>
                <w:b w:val="0"/>
                <w:bCs w:val="0"/>
              </w:rPr>
              <w:t>CHS)</w:t>
            </w:r>
          </w:p>
        </w:tc>
      </w:tr>
      <w:tr w:rsidR="00523B95" w:rsidTr="007C4F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523B95" w:rsidRPr="00F401DD" w:rsidRDefault="007C4F0C" w:rsidP="007C4F0C">
            <w:pPr>
              <w:tabs>
                <w:tab w:val="clear" w:pos="360"/>
              </w:tabs>
            </w:pPr>
            <w:r w:rsidRPr="00F401DD">
              <w:t>Program in which course  is offered:</w:t>
            </w:r>
          </w:p>
        </w:tc>
        <w:tc>
          <w:tcPr>
            <w:tcW w:w="6948" w:type="dxa"/>
          </w:tcPr>
          <w:p w:rsidR="00523B95" w:rsidRDefault="004A4050" w:rsidP="00523B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Health education </w:t>
            </w:r>
          </w:p>
        </w:tc>
      </w:tr>
      <w:tr w:rsidR="00523B95" w:rsidTr="007C4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523B95" w:rsidRPr="00F401DD" w:rsidRDefault="007C4F0C" w:rsidP="007C4F0C">
            <w:pPr>
              <w:tabs>
                <w:tab w:val="clear" w:pos="360"/>
              </w:tabs>
            </w:pPr>
            <w:r w:rsidRPr="00F401DD">
              <w:t>Credits hours:</w:t>
            </w:r>
          </w:p>
        </w:tc>
        <w:tc>
          <w:tcPr>
            <w:tcW w:w="6948" w:type="dxa"/>
          </w:tcPr>
          <w:p w:rsidR="00523B95" w:rsidRDefault="004A4050" w:rsidP="0052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 (2+1)</w:t>
            </w:r>
          </w:p>
        </w:tc>
      </w:tr>
      <w:tr w:rsidR="00523B95" w:rsidTr="007C4F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523B95" w:rsidRPr="00F401DD" w:rsidRDefault="007C4F0C" w:rsidP="007C4F0C">
            <w:pPr>
              <w:tabs>
                <w:tab w:val="clear" w:pos="360"/>
              </w:tabs>
            </w:pPr>
            <w:r w:rsidRPr="00F401DD">
              <w:t>Total contact hours per semester</w:t>
            </w:r>
          </w:p>
        </w:tc>
        <w:tc>
          <w:tcPr>
            <w:tcW w:w="6948" w:type="dxa"/>
          </w:tcPr>
          <w:p w:rsidR="00523B95" w:rsidRDefault="004A4050" w:rsidP="00523B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45</w:t>
            </w:r>
          </w:p>
        </w:tc>
      </w:tr>
      <w:tr w:rsidR="00523B95" w:rsidTr="007C4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523B95" w:rsidRPr="00F401DD" w:rsidRDefault="007C4F0C" w:rsidP="007C4F0C">
            <w:pPr>
              <w:tabs>
                <w:tab w:val="clear" w:pos="360"/>
              </w:tabs>
            </w:pPr>
            <w:r w:rsidRPr="00F401DD">
              <w:t>Level at which this course is offered:</w:t>
            </w:r>
          </w:p>
        </w:tc>
        <w:tc>
          <w:tcPr>
            <w:tcW w:w="6948" w:type="dxa"/>
          </w:tcPr>
          <w:p w:rsidR="00523B95" w:rsidRDefault="004A4050" w:rsidP="0052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</w:t>
            </w:r>
          </w:p>
        </w:tc>
      </w:tr>
      <w:tr w:rsidR="00523B95" w:rsidTr="007C4F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523B95" w:rsidRPr="00F401DD" w:rsidRDefault="007C4F0C" w:rsidP="007C4F0C">
            <w:pPr>
              <w:tabs>
                <w:tab w:val="clear" w:pos="360"/>
              </w:tabs>
            </w:pPr>
            <w:r w:rsidRPr="00F401DD">
              <w:t>Course prerequisites:</w:t>
            </w:r>
          </w:p>
        </w:tc>
        <w:tc>
          <w:tcPr>
            <w:tcW w:w="6948" w:type="dxa"/>
          </w:tcPr>
          <w:p w:rsidR="004A4050" w:rsidRPr="004A4050" w:rsidRDefault="004A4050" w:rsidP="004A40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A4050">
              <w:t>Principles of health education (CHS 282) and health sciences (CHS 232)</w:t>
            </w:r>
          </w:p>
          <w:p w:rsidR="00523B95" w:rsidRDefault="00523B95" w:rsidP="00523B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23B95" w:rsidTr="007C4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523B95" w:rsidRPr="00F401DD" w:rsidRDefault="007C4F0C" w:rsidP="007C4F0C">
            <w:pPr>
              <w:tabs>
                <w:tab w:val="clear" w:pos="360"/>
              </w:tabs>
            </w:pPr>
            <w:r w:rsidRPr="00F401DD">
              <w:t>Time:</w:t>
            </w:r>
          </w:p>
        </w:tc>
        <w:tc>
          <w:tcPr>
            <w:tcW w:w="6948" w:type="dxa"/>
          </w:tcPr>
          <w:p w:rsidR="00523B95" w:rsidRDefault="004A4050" w:rsidP="0052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Wednesday (8-10)</w:t>
            </w:r>
          </w:p>
        </w:tc>
      </w:tr>
      <w:tr w:rsidR="004A4050" w:rsidTr="007C4F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A4050" w:rsidRPr="00F401DD" w:rsidRDefault="004A4050" w:rsidP="007C4F0C">
            <w:pPr>
              <w:tabs>
                <w:tab w:val="clear" w:pos="360"/>
              </w:tabs>
            </w:pPr>
            <w:r>
              <w:t>Location:</w:t>
            </w:r>
          </w:p>
        </w:tc>
        <w:tc>
          <w:tcPr>
            <w:tcW w:w="6948" w:type="dxa"/>
          </w:tcPr>
          <w:p w:rsidR="004A4050" w:rsidRDefault="004A4050" w:rsidP="00523B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Room 11F12</w:t>
            </w:r>
          </w:p>
        </w:tc>
      </w:tr>
      <w:tr w:rsidR="00523B95" w:rsidTr="007C4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523B95" w:rsidRPr="00F401DD" w:rsidRDefault="007C4F0C" w:rsidP="007C4F0C">
            <w:pPr>
              <w:tabs>
                <w:tab w:val="clear" w:pos="360"/>
              </w:tabs>
            </w:pPr>
            <w:r w:rsidRPr="00F401DD">
              <w:t>College member responsible for the course:</w:t>
            </w:r>
          </w:p>
        </w:tc>
        <w:tc>
          <w:tcPr>
            <w:tcW w:w="6948" w:type="dxa"/>
          </w:tcPr>
          <w:p w:rsidR="00523B95" w:rsidRDefault="004A4050" w:rsidP="0052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Dr</w:t>
            </w:r>
            <w:proofErr w:type="spellEnd"/>
            <w:r>
              <w:t xml:space="preserve"> Sultana Alhurishi</w:t>
            </w:r>
          </w:p>
          <w:p w:rsidR="004A4050" w:rsidRDefault="004A4050" w:rsidP="0052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C4F0C" w:rsidTr="007C4F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7C4F0C" w:rsidRPr="00F401DD" w:rsidRDefault="007C4F0C" w:rsidP="007C4F0C">
            <w:pPr>
              <w:tabs>
                <w:tab w:val="clear" w:pos="360"/>
              </w:tabs>
              <w:rPr>
                <w:u w:val="single"/>
              </w:rPr>
            </w:pPr>
            <w:r w:rsidRPr="00F401DD">
              <w:rPr>
                <w:u w:val="single"/>
              </w:rPr>
              <w:t>Contact information</w:t>
            </w:r>
          </w:p>
        </w:tc>
        <w:tc>
          <w:tcPr>
            <w:tcW w:w="6948" w:type="dxa"/>
          </w:tcPr>
          <w:p w:rsidR="007C4F0C" w:rsidRDefault="007C4F0C" w:rsidP="00523B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C4F0C" w:rsidTr="007C4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7C4F0C" w:rsidRPr="00F401DD" w:rsidRDefault="007C4F0C" w:rsidP="007C4F0C">
            <w:pPr>
              <w:tabs>
                <w:tab w:val="clear" w:pos="360"/>
              </w:tabs>
            </w:pPr>
            <w:r w:rsidRPr="00F401DD">
              <w:t>Office number:</w:t>
            </w:r>
          </w:p>
        </w:tc>
        <w:tc>
          <w:tcPr>
            <w:tcW w:w="6948" w:type="dxa"/>
          </w:tcPr>
          <w:p w:rsidR="007C4F0C" w:rsidRDefault="004A4050" w:rsidP="0052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199</w:t>
            </w:r>
          </w:p>
        </w:tc>
      </w:tr>
      <w:tr w:rsidR="007C4F0C" w:rsidTr="007C4F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7C4F0C" w:rsidRPr="00F401DD" w:rsidRDefault="007C4F0C" w:rsidP="007C4F0C">
            <w:pPr>
              <w:tabs>
                <w:tab w:val="clear" w:pos="360"/>
              </w:tabs>
            </w:pPr>
            <w:r w:rsidRPr="00F401DD">
              <w:t>Phone:</w:t>
            </w:r>
          </w:p>
        </w:tc>
        <w:tc>
          <w:tcPr>
            <w:tcW w:w="6948" w:type="dxa"/>
          </w:tcPr>
          <w:p w:rsidR="007C4F0C" w:rsidRDefault="004A4050" w:rsidP="00523B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0118056432</w:t>
            </w:r>
          </w:p>
        </w:tc>
      </w:tr>
      <w:tr w:rsidR="007C4F0C" w:rsidTr="007C4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7C4F0C" w:rsidRPr="00F401DD" w:rsidRDefault="007C4F0C" w:rsidP="007C4F0C">
            <w:pPr>
              <w:tabs>
                <w:tab w:val="clear" w:pos="360"/>
              </w:tabs>
            </w:pPr>
            <w:r w:rsidRPr="00F401DD">
              <w:t>E mail:</w:t>
            </w:r>
          </w:p>
        </w:tc>
        <w:tc>
          <w:tcPr>
            <w:tcW w:w="6948" w:type="dxa"/>
          </w:tcPr>
          <w:p w:rsidR="007C4F0C" w:rsidRDefault="004A4050" w:rsidP="0052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Salhurishi@ksu.edu.sa</w:t>
            </w:r>
          </w:p>
        </w:tc>
      </w:tr>
      <w:tr w:rsidR="007C4F0C" w:rsidTr="007C4F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7C4F0C" w:rsidRPr="00F401DD" w:rsidRDefault="007C4F0C" w:rsidP="007C4F0C">
            <w:pPr>
              <w:tabs>
                <w:tab w:val="clear" w:pos="360"/>
              </w:tabs>
            </w:pPr>
            <w:r w:rsidRPr="00F401DD">
              <w:t>Office hours:</w:t>
            </w:r>
          </w:p>
        </w:tc>
        <w:tc>
          <w:tcPr>
            <w:tcW w:w="6948" w:type="dxa"/>
          </w:tcPr>
          <w:p w:rsidR="007C4F0C" w:rsidRDefault="004A4050" w:rsidP="00523B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Sunday and Wednesday 10-12</w:t>
            </w:r>
          </w:p>
        </w:tc>
      </w:tr>
      <w:tr w:rsidR="004A4050" w:rsidTr="007C4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A4050" w:rsidRPr="00F401DD" w:rsidRDefault="004A4050" w:rsidP="007C4F0C">
            <w:pPr>
              <w:tabs>
                <w:tab w:val="clear" w:pos="360"/>
              </w:tabs>
            </w:pPr>
            <w:r>
              <w:t>Webpage</w:t>
            </w:r>
          </w:p>
        </w:tc>
        <w:tc>
          <w:tcPr>
            <w:tcW w:w="6948" w:type="dxa"/>
          </w:tcPr>
          <w:p w:rsidR="004A4050" w:rsidRPr="004A4050" w:rsidRDefault="004A4050" w:rsidP="004A4050">
            <w:pPr>
              <w:pStyle w:val="Footer"/>
              <w:tabs>
                <w:tab w:val="left" w:pos="7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</w:rPr>
            </w:pPr>
            <w:r w:rsidRPr="00F75CFA">
              <w:rPr>
                <w:rFonts w:asciiTheme="majorBidi" w:hAnsiTheme="majorBidi" w:cstheme="majorBidi"/>
                <w:color w:val="000000" w:themeColor="text1"/>
              </w:rPr>
              <w:t>http://fac.ksu.edu.sa/salhurishi</w:t>
            </w:r>
          </w:p>
        </w:tc>
      </w:tr>
    </w:tbl>
    <w:p w:rsidR="00523B95" w:rsidRDefault="00523B95" w:rsidP="007C4F0C">
      <w:pPr>
        <w:tabs>
          <w:tab w:val="clear" w:pos="360"/>
        </w:tabs>
      </w:pPr>
    </w:p>
    <w:p w:rsidR="007C4F0C" w:rsidRPr="007C4F0C" w:rsidRDefault="007C4F0C" w:rsidP="007C4F0C">
      <w:pPr>
        <w:tabs>
          <w:tab w:val="clear" w:pos="360"/>
        </w:tabs>
        <w:rPr>
          <w:b/>
          <w:bCs/>
        </w:rPr>
      </w:pPr>
      <w:r w:rsidRPr="007C4F0C">
        <w:rPr>
          <w:b/>
          <w:bCs/>
        </w:rPr>
        <w:t xml:space="preserve">Course description </w:t>
      </w:r>
    </w:p>
    <w:p w:rsidR="004A4050" w:rsidRDefault="004A4050" w:rsidP="004A4050">
      <w:r w:rsidRPr="004A4050">
        <w:t>The course discusses the contribution of behavioral sciences in health education and promotion. It explores the social determinants of health and investigates the notions of health &amp; illness, group-structure, culture, leadership, and socialization. The course also discusses the approaches to social change. Furthermore, it introduces a number of theories such as the theory of general susceptibility of disease.</w:t>
      </w:r>
    </w:p>
    <w:p w:rsidR="00FE0C00" w:rsidRPr="004A4050" w:rsidRDefault="00FE0C00" w:rsidP="004A4050">
      <w:pPr>
        <w:rPr>
          <w:rtl/>
        </w:rPr>
      </w:pPr>
    </w:p>
    <w:p w:rsidR="007C4F0C" w:rsidRPr="004A4050" w:rsidRDefault="004A4050" w:rsidP="007C4F0C">
      <w:pPr>
        <w:tabs>
          <w:tab w:val="clear" w:pos="360"/>
        </w:tabs>
        <w:rPr>
          <w:b/>
          <w:bCs/>
        </w:rPr>
      </w:pPr>
      <w:r w:rsidRPr="004A4050">
        <w:rPr>
          <w:b/>
          <w:bCs/>
        </w:rPr>
        <w:t xml:space="preserve">Course objectives </w:t>
      </w:r>
    </w:p>
    <w:p w:rsidR="004A4050" w:rsidRPr="00764964" w:rsidRDefault="004A4050" w:rsidP="004A4050">
      <w:r w:rsidRPr="00764964">
        <w:t xml:space="preserve">By the end of the course, students will be able to: </w:t>
      </w:r>
    </w:p>
    <w:p w:rsidR="004A4050" w:rsidRPr="00764964" w:rsidRDefault="004A4050" w:rsidP="004A4050">
      <w:r w:rsidRPr="00764964">
        <w:t xml:space="preserve">1. Explain the significance of behavioral sciences in the health education field. </w:t>
      </w:r>
    </w:p>
    <w:p w:rsidR="004A4050" w:rsidRPr="00764964" w:rsidRDefault="004A4050" w:rsidP="004A4050">
      <w:r w:rsidRPr="00764964">
        <w:t xml:space="preserve">2. Assess and understand the social determinants of health behavior. </w:t>
      </w:r>
    </w:p>
    <w:p w:rsidR="004A4050" w:rsidRPr="00764964" w:rsidRDefault="004A4050" w:rsidP="004A4050">
      <w:pPr>
        <w:rPr>
          <w:szCs w:val="16"/>
        </w:rPr>
      </w:pPr>
    </w:p>
    <w:p w:rsidR="004A4050" w:rsidRPr="00764964" w:rsidRDefault="004A4050" w:rsidP="004A4050">
      <w:r w:rsidRPr="00764964">
        <w:lastRenderedPageBreak/>
        <w:t xml:space="preserve">3. Discuss the theory of general susceptibility and other theories of health and illness. </w:t>
      </w:r>
    </w:p>
    <w:p w:rsidR="004A4050" w:rsidRPr="00764964" w:rsidRDefault="004A4050" w:rsidP="004A4050">
      <w:r w:rsidRPr="00764964">
        <w:t xml:space="preserve">4. Define society and relevant constructs such as socialization, social capital, social support, cultural norms and values, leadership, gender, equity and equality. </w:t>
      </w:r>
    </w:p>
    <w:p w:rsidR="004A4050" w:rsidRDefault="004A4050" w:rsidP="00063D17">
      <w:r w:rsidRPr="00764964">
        <w:t xml:space="preserve">5. Analyze health behavior within a social context taking into consideration the social determinants of health behavior and the social characteristics of target groups. </w:t>
      </w:r>
    </w:p>
    <w:p w:rsidR="00063D17" w:rsidRPr="00764964" w:rsidRDefault="00063D17" w:rsidP="00063D17">
      <w:r>
        <w:t>6</w:t>
      </w:r>
      <w:r w:rsidRPr="00764964">
        <w:t xml:space="preserve">. Recommend effective approaches to social change within specific social settings. </w:t>
      </w:r>
    </w:p>
    <w:p w:rsidR="00063D17" w:rsidRPr="00764964" w:rsidRDefault="00063D17" w:rsidP="00063D17">
      <w:r w:rsidRPr="00764964">
        <w:t xml:space="preserve">7. Define the "Quality of Life". </w:t>
      </w:r>
    </w:p>
    <w:p w:rsidR="00063D17" w:rsidRPr="00B40CA8" w:rsidRDefault="00063D17" w:rsidP="00063D17">
      <w:r w:rsidRPr="00764964">
        <w:t>8. Demonstrate the ability of critical thinking and analysis of research articles and findings.</w:t>
      </w:r>
    </w:p>
    <w:p w:rsidR="00063D17" w:rsidRDefault="00063D17" w:rsidP="00063D17">
      <w:pPr>
        <w:pStyle w:val="Default"/>
        <w:rPr>
          <w:b/>
          <w:u w:val="single"/>
        </w:rPr>
      </w:pPr>
    </w:p>
    <w:p w:rsidR="00063D17" w:rsidRPr="00063D17" w:rsidRDefault="00063D17" w:rsidP="00063D17">
      <w:r w:rsidRPr="00063D17">
        <w:rPr>
          <w:b/>
        </w:rPr>
        <w:t>Course materials</w:t>
      </w:r>
    </w:p>
    <w:p w:rsidR="00063D17" w:rsidRPr="00764964" w:rsidRDefault="00063D17" w:rsidP="00063D17">
      <w:r w:rsidRPr="00764964">
        <w:t>Lectures and handouts will be provided.</w:t>
      </w:r>
    </w:p>
    <w:p w:rsidR="007C4F0C" w:rsidRDefault="007C4F0C" w:rsidP="007C4F0C">
      <w:pPr>
        <w:tabs>
          <w:tab w:val="clear" w:pos="360"/>
        </w:tabs>
      </w:pPr>
    </w:p>
    <w:p w:rsidR="007C4F0C" w:rsidRPr="00063D17" w:rsidRDefault="007C4F0C" w:rsidP="007C4F0C">
      <w:pPr>
        <w:tabs>
          <w:tab w:val="clear" w:pos="360"/>
        </w:tabs>
        <w:rPr>
          <w:b/>
          <w:bCs/>
        </w:rPr>
      </w:pPr>
      <w:r w:rsidRPr="00063D17">
        <w:rPr>
          <w:b/>
          <w:bCs/>
        </w:rPr>
        <w:t>Topics to be covered</w:t>
      </w:r>
    </w:p>
    <w:p w:rsidR="007C4F0C" w:rsidRDefault="007C4F0C" w:rsidP="007C4F0C">
      <w:pPr>
        <w:tabs>
          <w:tab w:val="clear" w:pos="360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74"/>
        <w:gridCol w:w="4424"/>
        <w:gridCol w:w="1765"/>
        <w:gridCol w:w="2213"/>
      </w:tblGrid>
      <w:tr w:rsidR="00063D17" w:rsidTr="00063D17">
        <w:tc>
          <w:tcPr>
            <w:tcW w:w="1174" w:type="dxa"/>
          </w:tcPr>
          <w:p w:rsidR="00063D17" w:rsidRDefault="00063D17" w:rsidP="007C4F0C">
            <w:pPr>
              <w:tabs>
                <w:tab w:val="clear" w:pos="360"/>
              </w:tabs>
            </w:pPr>
            <w:r>
              <w:t>Week no.</w:t>
            </w:r>
          </w:p>
        </w:tc>
        <w:tc>
          <w:tcPr>
            <w:tcW w:w="4424" w:type="dxa"/>
          </w:tcPr>
          <w:p w:rsidR="00063D17" w:rsidRDefault="00063D17" w:rsidP="007C4F0C">
            <w:pPr>
              <w:tabs>
                <w:tab w:val="clear" w:pos="360"/>
              </w:tabs>
            </w:pPr>
            <w:r>
              <w:t xml:space="preserve">Topic  </w:t>
            </w:r>
          </w:p>
        </w:tc>
        <w:tc>
          <w:tcPr>
            <w:tcW w:w="1765" w:type="dxa"/>
          </w:tcPr>
          <w:p w:rsidR="00063D17" w:rsidRDefault="00063D17" w:rsidP="007C4F0C">
            <w:pPr>
              <w:tabs>
                <w:tab w:val="clear" w:pos="360"/>
              </w:tabs>
            </w:pPr>
            <w:r>
              <w:t xml:space="preserve">Date </w:t>
            </w:r>
          </w:p>
        </w:tc>
        <w:tc>
          <w:tcPr>
            <w:tcW w:w="2213" w:type="dxa"/>
          </w:tcPr>
          <w:p w:rsidR="00063D17" w:rsidRDefault="00063D17" w:rsidP="007C4F0C">
            <w:pPr>
              <w:tabs>
                <w:tab w:val="clear" w:pos="360"/>
              </w:tabs>
            </w:pPr>
            <w:r>
              <w:t xml:space="preserve">Contact hours </w:t>
            </w:r>
          </w:p>
        </w:tc>
      </w:tr>
      <w:tr w:rsidR="00063D17" w:rsidTr="00063D17">
        <w:tc>
          <w:tcPr>
            <w:tcW w:w="1174" w:type="dxa"/>
          </w:tcPr>
          <w:p w:rsidR="00063D17" w:rsidRDefault="00063D17" w:rsidP="007C4F0C">
            <w:pPr>
              <w:tabs>
                <w:tab w:val="clear" w:pos="360"/>
              </w:tabs>
            </w:pPr>
            <w:r>
              <w:t>1</w:t>
            </w:r>
          </w:p>
        </w:tc>
        <w:tc>
          <w:tcPr>
            <w:tcW w:w="4424" w:type="dxa"/>
          </w:tcPr>
          <w:p w:rsidR="00063D17" w:rsidRDefault="00063D17" w:rsidP="007C4F0C">
            <w:pPr>
              <w:tabs>
                <w:tab w:val="clear" w:pos="360"/>
              </w:tabs>
            </w:pPr>
            <w:r w:rsidRPr="00764964">
              <w:rPr>
                <w:rFonts w:ascii="Times New Roman" w:hAnsi="Times New Roman"/>
                <w:color w:val="000000"/>
              </w:rPr>
              <w:t>Introduction and overview</w:t>
            </w:r>
          </w:p>
        </w:tc>
        <w:tc>
          <w:tcPr>
            <w:tcW w:w="1765" w:type="dxa"/>
          </w:tcPr>
          <w:p w:rsidR="00063D17" w:rsidRDefault="00921D73" w:rsidP="007C4F0C">
            <w:pPr>
              <w:tabs>
                <w:tab w:val="clear" w:pos="360"/>
              </w:tabs>
            </w:pPr>
            <w:r>
              <w:t>11/11/1436</w:t>
            </w:r>
          </w:p>
        </w:tc>
        <w:tc>
          <w:tcPr>
            <w:tcW w:w="2213" w:type="dxa"/>
          </w:tcPr>
          <w:p w:rsidR="00063D17" w:rsidRDefault="00063D17" w:rsidP="007C4F0C">
            <w:pPr>
              <w:tabs>
                <w:tab w:val="clear" w:pos="360"/>
              </w:tabs>
            </w:pPr>
            <w:r>
              <w:t>2</w:t>
            </w:r>
          </w:p>
        </w:tc>
      </w:tr>
      <w:tr w:rsidR="00063D17" w:rsidTr="00063D17">
        <w:tc>
          <w:tcPr>
            <w:tcW w:w="1174" w:type="dxa"/>
          </w:tcPr>
          <w:p w:rsidR="00063D17" w:rsidRDefault="00063D17" w:rsidP="007C4F0C">
            <w:pPr>
              <w:tabs>
                <w:tab w:val="clear" w:pos="360"/>
              </w:tabs>
            </w:pPr>
            <w:r>
              <w:t>2</w:t>
            </w:r>
          </w:p>
        </w:tc>
        <w:tc>
          <w:tcPr>
            <w:tcW w:w="4424" w:type="dxa"/>
          </w:tcPr>
          <w:p w:rsidR="00063D17" w:rsidRPr="00063D17" w:rsidRDefault="00063D17" w:rsidP="00063D17">
            <w:pPr>
              <w:tabs>
                <w:tab w:val="clear" w:pos="360"/>
              </w:tabs>
              <w:spacing w:after="200"/>
              <w:rPr>
                <w:rFonts w:ascii="Times New Roman" w:eastAsia="Calibri" w:hAnsi="Times New Roman" w:cs="Helvetica"/>
                <w:color w:val="000000"/>
              </w:rPr>
            </w:pPr>
            <w:r w:rsidRPr="00063D17">
              <w:rPr>
                <w:rFonts w:ascii="Times New Roman" w:eastAsia="Calibri" w:hAnsi="Times New Roman" w:cs="Helvetica"/>
                <w:color w:val="000000"/>
              </w:rPr>
              <w:t>Overview on behavioral sciences and their contribution to health education</w:t>
            </w:r>
            <w:r>
              <w:rPr>
                <w:rFonts w:ascii="Times New Roman" w:eastAsia="Calibri" w:hAnsi="Times New Roman" w:cs="Helvetica"/>
                <w:color w:val="000000"/>
              </w:rPr>
              <w:t xml:space="preserve">. </w:t>
            </w:r>
            <w:r w:rsidRPr="00063D17">
              <w:rPr>
                <w:rFonts w:ascii="Times New Roman" w:eastAsia="Calibri" w:hAnsi="Times New Roman" w:cs="Helvetica"/>
                <w:color w:val="000000"/>
              </w:rPr>
              <w:t>Community vs. society</w:t>
            </w:r>
            <w:r>
              <w:rPr>
                <w:rFonts w:ascii="Times New Roman" w:eastAsia="Calibri" w:hAnsi="Times New Roman" w:cs="Helvetica"/>
                <w:color w:val="000000"/>
              </w:rPr>
              <w:t>.</w:t>
            </w:r>
          </w:p>
        </w:tc>
        <w:tc>
          <w:tcPr>
            <w:tcW w:w="1765" w:type="dxa"/>
          </w:tcPr>
          <w:p w:rsidR="00063D17" w:rsidRDefault="00921D73" w:rsidP="00921D73">
            <w:pPr>
              <w:tabs>
                <w:tab w:val="clear" w:pos="360"/>
              </w:tabs>
            </w:pPr>
            <w:r>
              <w:t>18/11/1436</w:t>
            </w:r>
          </w:p>
        </w:tc>
        <w:tc>
          <w:tcPr>
            <w:tcW w:w="2213" w:type="dxa"/>
          </w:tcPr>
          <w:p w:rsidR="00063D17" w:rsidRDefault="00063D17" w:rsidP="007C4F0C">
            <w:pPr>
              <w:tabs>
                <w:tab w:val="clear" w:pos="360"/>
              </w:tabs>
            </w:pPr>
            <w:r>
              <w:t>2</w:t>
            </w:r>
          </w:p>
        </w:tc>
      </w:tr>
      <w:tr w:rsidR="00063D17" w:rsidTr="00063D17">
        <w:tc>
          <w:tcPr>
            <w:tcW w:w="1174" w:type="dxa"/>
          </w:tcPr>
          <w:p w:rsidR="00063D17" w:rsidRDefault="00063D17" w:rsidP="007C4F0C">
            <w:pPr>
              <w:tabs>
                <w:tab w:val="clear" w:pos="360"/>
              </w:tabs>
            </w:pPr>
            <w:r>
              <w:t>3</w:t>
            </w:r>
          </w:p>
        </w:tc>
        <w:tc>
          <w:tcPr>
            <w:tcW w:w="4424" w:type="dxa"/>
          </w:tcPr>
          <w:p w:rsidR="00063D17" w:rsidRPr="00063D17" w:rsidRDefault="00063D17" w:rsidP="00063D17">
            <w:pPr>
              <w:tabs>
                <w:tab w:val="clear" w:pos="360"/>
              </w:tabs>
              <w:spacing w:after="200"/>
              <w:rPr>
                <w:rFonts w:ascii="Times New Roman" w:eastAsia="Calibri" w:hAnsi="Times New Roman" w:cs="Helvetica"/>
                <w:color w:val="000000"/>
              </w:rPr>
            </w:pPr>
            <w:r w:rsidRPr="00063D17">
              <w:rPr>
                <w:rFonts w:ascii="Times New Roman" w:eastAsia="Calibri" w:hAnsi="Times New Roman" w:cs="Helvetica"/>
                <w:color w:val="000000"/>
              </w:rPr>
              <w:t>Theories of disease causation</w:t>
            </w:r>
          </w:p>
          <w:p w:rsidR="00063D17" w:rsidRPr="00063D17" w:rsidRDefault="00063D17" w:rsidP="00063D17">
            <w:pPr>
              <w:tabs>
                <w:tab w:val="clear" w:pos="360"/>
              </w:tabs>
              <w:spacing w:after="200"/>
              <w:rPr>
                <w:rFonts w:ascii="Times New Roman" w:eastAsia="Calibri" w:hAnsi="Times New Roman" w:cs="Helvetica"/>
                <w:color w:val="000000"/>
              </w:rPr>
            </w:pPr>
            <w:r w:rsidRPr="00063D17">
              <w:rPr>
                <w:rFonts w:ascii="Times New Roman" w:eastAsia="Calibri" w:hAnsi="Times New Roman" w:cs="Helvetica"/>
                <w:color w:val="000000"/>
              </w:rPr>
              <w:t>Theory of general susceptibility</w:t>
            </w:r>
          </w:p>
        </w:tc>
        <w:tc>
          <w:tcPr>
            <w:tcW w:w="1765" w:type="dxa"/>
          </w:tcPr>
          <w:p w:rsidR="00063D17" w:rsidRDefault="00921D73" w:rsidP="007C4F0C">
            <w:pPr>
              <w:tabs>
                <w:tab w:val="clear" w:pos="360"/>
              </w:tabs>
            </w:pPr>
            <w:r>
              <w:t>25/11/1436</w:t>
            </w:r>
          </w:p>
        </w:tc>
        <w:tc>
          <w:tcPr>
            <w:tcW w:w="2213" w:type="dxa"/>
          </w:tcPr>
          <w:p w:rsidR="00063D17" w:rsidRDefault="00063D17" w:rsidP="007C4F0C">
            <w:pPr>
              <w:tabs>
                <w:tab w:val="clear" w:pos="360"/>
              </w:tabs>
            </w:pPr>
            <w:r>
              <w:t>2</w:t>
            </w:r>
          </w:p>
        </w:tc>
      </w:tr>
      <w:tr w:rsidR="00063D17" w:rsidTr="00063D17">
        <w:tc>
          <w:tcPr>
            <w:tcW w:w="1174" w:type="dxa"/>
          </w:tcPr>
          <w:p w:rsidR="00063D17" w:rsidRDefault="00063D17" w:rsidP="007C4F0C">
            <w:pPr>
              <w:tabs>
                <w:tab w:val="clear" w:pos="360"/>
              </w:tabs>
            </w:pPr>
            <w:r>
              <w:t>4</w:t>
            </w:r>
          </w:p>
        </w:tc>
        <w:tc>
          <w:tcPr>
            <w:tcW w:w="4424" w:type="dxa"/>
          </w:tcPr>
          <w:p w:rsidR="00063D17" w:rsidRPr="00063D17" w:rsidRDefault="00063D17" w:rsidP="00063D17">
            <w:pPr>
              <w:tabs>
                <w:tab w:val="clear" w:pos="360"/>
              </w:tabs>
              <w:spacing w:after="200"/>
              <w:rPr>
                <w:rFonts w:ascii="Times New Roman" w:eastAsia="Calibri" w:hAnsi="Times New Roman" w:cs="Helvetica"/>
                <w:color w:val="000000"/>
              </w:rPr>
            </w:pPr>
            <w:r w:rsidRPr="00764964">
              <w:rPr>
                <w:rFonts w:ascii="Times New Roman" w:hAnsi="Times New Roman"/>
                <w:color w:val="000000"/>
              </w:rPr>
              <w:t>Social determinants of health</w:t>
            </w:r>
          </w:p>
        </w:tc>
        <w:tc>
          <w:tcPr>
            <w:tcW w:w="1765" w:type="dxa"/>
          </w:tcPr>
          <w:p w:rsidR="00063D17" w:rsidRDefault="00921D73" w:rsidP="007C4F0C">
            <w:pPr>
              <w:tabs>
                <w:tab w:val="clear" w:pos="360"/>
              </w:tabs>
            </w:pPr>
            <w:r>
              <w:t>4/11/1436</w:t>
            </w:r>
          </w:p>
        </w:tc>
        <w:tc>
          <w:tcPr>
            <w:tcW w:w="2213" w:type="dxa"/>
          </w:tcPr>
          <w:p w:rsidR="00063D17" w:rsidRDefault="00063D17" w:rsidP="007C4F0C">
            <w:pPr>
              <w:tabs>
                <w:tab w:val="clear" w:pos="360"/>
              </w:tabs>
            </w:pPr>
            <w:r>
              <w:t>2</w:t>
            </w:r>
          </w:p>
        </w:tc>
      </w:tr>
      <w:tr w:rsidR="00063D17" w:rsidTr="00063D17">
        <w:tc>
          <w:tcPr>
            <w:tcW w:w="1174" w:type="dxa"/>
          </w:tcPr>
          <w:p w:rsidR="00063D17" w:rsidRDefault="00063D17" w:rsidP="007C4F0C">
            <w:pPr>
              <w:tabs>
                <w:tab w:val="clear" w:pos="360"/>
              </w:tabs>
            </w:pPr>
            <w:r>
              <w:t>5</w:t>
            </w:r>
          </w:p>
        </w:tc>
        <w:tc>
          <w:tcPr>
            <w:tcW w:w="4424" w:type="dxa"/>
          </w:tcPr>
          <w:p w:rsidR="00063D17" w:rsidRPr="00764964" w:rsidRDefault="00063D17" w:rsidP="00063D17">
            <w:pPr>
              <w:tabs>
                <w:tab w:val="clear" w:pos="360"/>
              </w:tabs>
              <w:spacing w:after="200"/>
              <w:rPr>
                <w:rFonts w:ascii="Times New Roman" w:hAnsi="Times New Roman"/>
                <w:color w:val="000000"/>
              </w:rPr>
            </w:pPr>
            <w:r w:rsidRPr="002B69C1">
              <w:rPr>
                <w:rFonts w:ascii="Times New Roman" w:hAnsi="Times New Roman"/>
                <w:color w:val="000000"/>
              </w:rPr>
              <w:t>Social capital theory</w:t>
            </w:r>
          </w:p>
        </w:tc>
        <w:tc>
          <w:tcPr>
            <w:tcW w:w="1765" w:type="dxa"/>
          </w:tcPr>
          <w:p w:rsidR="00063D17" w:rsidRDefault="00921D73" w:rsidP="007C4F0C">
            <w:pPr>
              <w:tabs>
                <w:tab w:val="clear" w:pos="360"/>
              </w:tabs>
            </w:pPr>
            <w:r>
              <w:t>24/12/1436</w:t>
            </w:r>
          </w:p>
        </w:tc>
        <w:tc>
          <w:tcPr>
            <w:tcW w:w="2213" w:type="dxa"/>
          </w:tcPr>
          <w:p w:rsidR="00063D17" w:rsidRDefault="00063D17" w:rsidP="007C4F0C">
            <w:pPr>
              <w:tabs>
                <w:tab w:val="clear" w:pos="360"/>
              </w:tabs>
            </w:pPr>
            <w:r>
              <w:t>2</w:t>
            </w:r>
          </w:p>
        </w:tc>
      </w:tr>
      <w:tr w:rsidR="00063D17" w:rsidTr="00921D73">
        <w:tc>
          <w:tcPr>
            <w:tcW w:w="1174" w:type="dxa"/>
            <w:shd w:val="clear" w:color="auto" w:fill="F2DBDB" w:themeFill="accent2" w:themeFillTint="33"/>
          </w:tcPr>
          <w:p w:rsidR="00063D17" w:rsidRDefault="00063D17" w:rsidP="007C4F0C">
            <w:pPr>
              <w:tabs>
                <w:tab w:val="clear" w:pos="360"/>
              </w:tabs>
            </w:pPr>
            <w:r>
              <w:t>6</w:t>
            </w:r>
          </w:p>
        </w:tc>
        <w:tc>
          <w:tcPr>
            <w:tcW w:w="4424" w:type="dxa"/>
            <w:shd w:val="clear" w:color="auto" w:fill="F2DBDB" w:themeFill="accent2" w:themeFillTint="33"/>
          </w:tcPr>
          <w:p w:rsidR="00063D17" w:rsidRPr="00063D17" w:rsidRDefault="00063D17" w:rsidP="00063D17">
            <w:pPr>
              <w:tabs>
                <w:tab w:val="clear" w:pos="360"/>
              </w:tabs>
              <w:spacing w:after="200"/>
              <w:rPr>
                <w:rFonts w:ascii="Times New Roman" w:hAnsi="Times New Roman"/>
                <w:color w:val="000000"/>
              </w:rPr>
            </w:pPr>
            <w:r w:rsidRPr="00063D17">
              <w:rPr>
                <w:rFonts w:ascii="Times New Roman" w:hAnsi="Times New Roman"/>
                <w:color w:val="000000"/>
              </w:rPr>
              <w:t>Mid-Term I</w:t>
            </w:r>
          </w:p>
        </w:tc>
        <w:tc>
          <w:tcPr>
            <w:tcW w:w="1765" w:type="dxa"/>
            <w:shd w:val="clear" w:color="auto" w:fill="F2DBDB" w:themeFill="accent2" w:themeFillTint="33"/>
          </w:tcPr>
          <w:p w:rsidR="00063D17" w:rsidRDefault="00921D73" w:rsidP="007C4F0C">
            <w:pPr>
              <w:tabs>
                <w:tab w:val="clear" w:pos="360"/>
              </w:tabs>
            </w:pPr>
            <w:r>
              <w:t>1/1/1437</w:t>
            </w:r>
          </w:p>
        </w:tc>
        <w:tc>
          <w:tcPr>
            <w:tcW w:w="2213" w:type="dxa"/>
            <w:shd w:val="clear" w:color="auto" w:fill="F2DBDB" w:themeFill="accent2" w:themeFillTint="33"/>
          </w:tcPr>
          <w:p w:rsidR="00063D17" w:rsidRDefault="00063D17" w:rsidP="007C4F0C">
            <w:pPr>
              <w:tabs>
                <w:tab w:val="clear" w:pos="360"/>
              </w:tabs>
            </w:pPr>
            <w:r>
              <w:t>2</w:t>
            </w:r>
          </w:p>
        </w:tc>
      </w:tr>
      <w:tr w:rsidR="00063D17" w:rsidTr="00063D17">
        <w:tc>
          <w:tcPr>
            <w:tcW w:w="1174" w:type="dxa"/>
          </w:tcPr>
          <w:p w:rsidR="00063D17" w:rsidRDefault="00063D17" w:rsidP="007C4F0C">
            <w:pPr>
              <w:tabs>
                <w:tab w:val="clear" w:pos="360"/>
              </w:tabs>
            </w:pPr>
            <w:r>
              <w:t>7</w:t>
            </w:r>
          </w:p>
        </w:tc>
        <w:tc>
          <w:tcPr>
            <w:tcW w:w="4424" w:type="dxa"/>
          </w:tcPr>
          <w:p w:rsidR="00063D17" w:rsidRPr="00764964" w:rsidRDefault="00063D17" w:rsidP="00063D17">
            <w:pPr>
              <w:tabs>
                <w:tab w:val="clear" w:pos="360"/>
              </w:tabs>
              <w:spacing w:after="200"/>
              <w:rPr>
                <w:rFonts w:ascii="Times New Roman" w:hAnsi="Times New Roman"/>
                <w:color w:val="000000"/>
              </w:rPr>
            </w:pPr>
            <w:r w:rsidRPr="00764964">
              <w:rPr>
                <w:rFonts w:ascii="Times New Roman" w:hAnsi="Times New Roman"/>
                <w:color w:val="000000"/>
              </w:rPr>
              <w:t>Culture and health</w:t>
            </w:r>
            <w:r>
              <w:rPr>
                <w:rFonts w:ascii="Times New Roman" w:hAnsi="Times New Roman"/>
                <w:color w:val="000000"/>
              </w:rPr>
              <w:t>/ Critical thinking</w:t>
            </w:r>
          </w:p>
        </w:tc>
        <w:tc>
          <w:tcPr>
            <w:tcW w:w="1765" w:type="dxa"/>
          </w:tcPr>
          <w:p w:rsidR="00063D17" w:rsidRDefault="00921D73" w:rsidP="007C4F0C">
            <w:pPr>
              <w:tabs>
                <w:tab w:val="clear" w:pos="360"/>
              </w:tabs>
            </w:pPr>
            <w:r>
              <w:t>8/1/1437</w:t>
            </w:r>
          </w:p>
        </w:tc>
        <w:tc>
          <w:tcPr>
            <w:tcW w:w="2213" w:type="dxa"/>
          </w:tcPr>
          <w:p w:rsidR="00063D17" w:rsidRDefault="00063D17" w:rsidP="007C4F0C">
            <w:pPr>
              <w:tabs>
                <w:tab w:val="clear" w:pos="360"/>
              </w:tabs>
            </w:pPr>
            <w:r>
              <w:t>2</w:t>
            </w:r>
          </w:p>
        </w:tc>
      </w:tr>
      <w:tr w:rsidR="00063D17" w:rsidTr="00063D17">
        <w:tc>
          <w:tcPr>
            <w:tcW w:w="1174" w:type="dxa"/>
          </w:tcPr>
          <w:p w:rsidR="00063D17" w:rsidRDefault="00063D17" w:rsidP="007C4F0C">
            <w:pPr>
              <w:tabs>
                <w:tab w:val="clear" w:pos="360"/>
              </w:tabs>
            </w:pPr>
            <w:r>
              <w:t>8</w:t>
            </w:r>
          </w:p>
        </w:tc>
        <w:tc>
          <w:tcPr>
            <w:tcW w:w="4424" w:type="dxa"/>
          </w:tcPr>
          <w:p w:rsidR="00063D17" w:rsidRPr="00764964" w:rsidRDefault="00063D17" w:rsidP="00063D17">
            <w:pPr>
              <w:tabs>
                <w:tab w:val="clear" w:pos="360"/>
              </w:tabs>
              <w:spacing w:after="200"/>
              <w:rPr>
                <w:rFonts w:ascii="Times New Roman" w:hAnsi="Times New Roman"/>
                <w:color w:val="000000"/>
              </w:rPr>
            </w:pPr>
            <w:r w:rsidRPr="00764964">
              <w:rPr>
                <w:rFonts w:ascii="Times New Roman" w:hAnsi="Times New Roman"/>
                <w:color w:val="000000"/>
              </w:rPr>
              <w:t>Social structure, socialization, leadership types, and social support</w:t>
            </w:r>
          </w:p>
        </w:tc>
        <w:tc>
          <w:tcPr>
            <w:tcW w:w="1765" w:type="dxa"/>
          </w:tcPr>
          <w:p w:rsidR="00063D17" w:rsidRDefault="00921D73" w:rsidP="007C4F0C">
            <w:pPr>
              <w:tabs>
                <w:tab w:val="clear" w:pos="360"/>
              </w:tabs>
            </w:pPr>
            <w:r>
              <w:t>15/1/1437</w:t>
            </w:r>
          </w:p>
        </w:tc>
        <w:tc>
          <w:tcPr>
            <w:tcW w:w="2213" w:type="dxa"/>
          </w:tcPr>
          <w:p w:rsidR="00063D17" w:rsidRDefault="00063D17" w:rsidP="007C4F0C">
            <w:pPr>
              <w:tabs>
                <w:tab w:val="clear" w:pos="360"/>
              </w:tabs>
            </w:pPr>
            <w:r>
              <w:t>2</w:t>
            </w:r>
          </w:p>
        </w:tc>
      </w:tr>
      <w:tr w:rsidR="00063D17" w:rsidTr="00063D17">
        <w:tc>
          <w:tcPr>
            <w:tcW w:w="1174" w:type="dxa"/>
          </w:tcPr>
          <w:p w:rsidR="00063D17" w:rsidRDefault="00063D17" w:rsidP="007C4F0C">
            <w:pPr>
              <w:tabs>
                <w:tab w:val="clear" w:pos="360"/>
              </w:tabs>
            </w:pPr>
            <w:r>
              <w:t>9</w:t>
            </w:r>
          </w:p>
        </w:tc>
        <w:tc>
          <w:tcPr>
            <w:tcW w:w="4424" w:type="dxa"/>
          </w:tcPr>
          <w:p w:rsidR="00063D17" w:rsidRPr="00764964" w:rsidRDefault="00063D17" w:rsidP="00063D17">
            <w:pPr>
              <w:tabs>
                <w:tab w:val="clear" w:pos="360"/>
              </w:tabs>
              <w:spacing w:after="200"/>
              <w:rPr>
                <w:rFonts w:ascii="Times New Roman" w:hAnsi="Times New Roman"/>
                <w:color w:val="000000"/>
              </w:rPr>
            </w:pPr>
            <w:r w:rsidRPr="00764964">
              <w:rPr>
                <w:rFonts w:ascii="Times New Roman" w:hAnsi="Times New Roman"/>
                <w:color w:val="000000"/>
              </w:rPr>
              <w:t>Health inequalities and inequities</w:t>
            </w:r>
          </w:p>
        </w:tc>
        <w:tc>
          <w:tcPr>
            <w:tcW w:w="1765" w:type="dxa"/>
          </w:tcPr>
          <w:p w:rsidR="00063D17" w:rsidRDefault="00921D73" w:rsidP="007C4F0C">
            <w:pPr>
              <w:tabs>
                <w:tab w:val="clear" w:pos="360"/>
              </w:tabs>
            </w:pPr>
            <w:r>
              <w:t>22/1/1437</w:t>
            </w:r>
          </w:p>
        </w:tc>
        <w:tc>
          <w:tcPr>
            <w:tcW w:w="2213" w:type="dxa"/>
          </w:tcPr>
          <w:p w:rsidR="00063D17" w:rsidRDefault="00063D17" w:rsidP="007C4F0C">
            <w:pPr>
              <w:tabs>
                <w:tab w:val="clear" w:pos="360"/>
              </w:tabs>
            </w:pPr>
            <w:r>
              <w:t>2</w:t>
            </w:r>
          </w:p>
        </w:tc>
      </w:tr>
      <w:tr w:rsidR="00063D17" w:rsidTr="00921D73">
        <w:tc>
          <w:tcPr>
            <w:tcW w:w="1174" w:type="dxa"/>
            <w:shd w:val="clear" w:color="auto" w:fill="F2DBDB" w:themeFill="accent2" w:themeFillTint="33"/>
          </w:tcPr>
          <w:p w:rsidR="00063D17" w:rsidRDefault="00063D17" w:rsidP="007C4F0C">
            <w:pPr>
              <w:tabs>
                <w:tab w:val="clear" w:pos="360"/>
              </w:tabs>
            </w:pPr>
            <w:r>
              <w:t>10</w:t>
            </w:r>
          </w:p>
        </w:tc>
        <w:tc>
          <w:tcPr>
            <w:tcW w:w="4424" w:type="dxa"/>
            <w:shd w:val="clear" w:color="auto" w:fill="F2DBDB" w:themeFill="accent2" w:themeFillTint="33"/>
          </w:tcPr>
          <w:p w:rsidR="00063D17" w:rsidRDefault="00063D17" w:rsidP="00063D17">
            <w:pPr>
              <w:tabs>
                <w:tab w:val="clear" w:pos="360"/>
              </w:tabs>
              <w:spacing w:after="20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Mid-Term II</w:t>
            </w:r>
          </w:p>
          <w:p w:rsidR="00921D73" w:rsidRPr="00764964" w:rsidRDefault="00921D73" w:rsidP="00063D17">
            <w:pPr>
              <w:tabs>
                <w:tab w:val="clear" w:pos="360"/>
              </w:tabs>
              <w:spacing w:after="20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Assignment submission</w:t>
            </w:r>
          </w:p>
        </w:tc>
        <w:tc>
          <w:tcPr>
            <w:tcW w:w="1765" w:type="dxa"/>
            <w:shd w:val="clear" w:color="auto" w:fill="F2DBDB" w:themeFill="accent2" w:themeFillTint="33"/>
          </w:tcPr>
          <w:p w:rsidR="00063D17" w:rsidRDefault="00921D73" w:rsidP="007C4F0C">
            <w:pPr>
              <w:tabs>
                <w:tab w:val="clear" w:pos="360"/>
              </w:tabs>
            </w:pPr>
            <w:r>
              <w:t>29/1/1437</w:t>
            </w:r>
          </w:p>
        </w:tc>
        <w:tc>
          <w:tcPr>
            <w:tcW w:w="2213" w:type="dxa"/>
            <w:shd w:val="clear" w:color="auto" w:fill="F2DBDB" w:themeFill="accent2" w:themeFillTint="33"/>
          </w:tcPr>
          <w:p w:rsidR="00063D17" w:rsidRDefault="00063D17" w:rsidP="007C4F0C">
            <w:pPr>
              <w:tabs>
                <w:tab w:val="clear" w:pos="360"/>
              </w:tabs>
            </w:pPr>
            <w:r>
              <w:t>2</w:t>
            </w:r>
          </w:p>
        </w:tc>
      </w:tr>
      <w:tr w:rsidR="00063D17" w:rsidTr="00063D17">
        <w:tc>
          <w:tcPr>
            <w:tcW w:w="1174" w:type="dxa"/>
          </w:tcPr>
          <w:p w:rsidR="00063D17" w:rsidRDefault="00063D17" w:rsidP="007C4F0C">
            <w:pPr>
              <w:tabs>
                <w:tab w:val="clear" w:pos="360"/>
              </w:tabs>
            </w:pPr>
            <w:r>
              <w:t>11</w:t>
            </w:r>
          </w:p>
        </w:tc>
        <w:tc>
          <w:tcPr>
            <w:tcW w:w="4424" w:type="dxa"/>
          </w:tcPr>
          <w:p w:rsidR="00063D17" w:rsidRDefault="00F42277" w:rsidP="00063D17">
            <w:pPr>
              <w:tabs>
                <w:tab w:val="clear" w:pos="360"/>
              </w:tabs>
              <w:spacing w:after="200"/>
              <w:rPr>
                <w:rFonts w:ascii="Times New Roman" w:hAnsi="Times New Roman"/>
                <w:color w:val="000000"/>
              </w:rPr>
            </w:pPr>
            <w:r w:rsidRPr="00764964">
              <w:rPr>
                <w:rFonts w:ascii="Times New Roman" w:hAnsi="Times New Roman"/>
                <w:color w:val="000000"/>
              </w:rPr>
              <w:t>Quality of life</w:t>
            </w:r>
          </w:p>
        </w:tc>
        <w:tc>
          <w:tcPr>
            <w:tcW w:w="1765" w:type="dxa"/>
          </w:tcPr>
          <w:p w:rsidR="00063D17" w:rsidRDefault="00921D73" w:rsidP="007C4F0C">
            <w:pPr>
              <w:tabs>
                <w:tab w:val="clear" w:pos="360"/>
              </w:tabs>
            </w:pPr>
            <w:r>
              <w:t>6/2/1437</w:t>
            </w:r>
          </w:p>
        </w:tc>
        <w:tc>
          <w:tcPr>
            <w:tcW w:w="2213" w:type="dxa"/>
          </w:tcPr>
          <w:p w:rsidR="00063D17" w:rsidRDefault="00063D17" w:rsidP="007C4F0C">
            <w:pPr>
              <w:tabs>
                <w:tab w:val="clear" w:pos="360"/>
              </w:tabs>
            </w:pPr>
            <w:r>
              <w:t>2</w:t>
            </w:r>
          </w:p>
        </w:tc>
      </w:tr>
      <w:tr w:rsidR="00063D17" w:rsidTr="00063D17">
        <w:tc>
          <w:tcPr>
            <w:tcW w:w="1174" w:type="dxa"/>
          </w:tcPr>
          <w:p w:rsidR="00063D17" w:rsidRDefault="00063D17" w:rsidP="007C4F0C">
            <w:pPr>
              <w:tabs>
                <w:tab w:val="clear" w:pos="360"/>
              </w:tabs>
            </w:pPr>
            <w:r>
              <w:lastRenderedPageBreak/>
              <w:t>12</w:t>
            </w:r>
          </w:p>
        </w:tc>
        <w:tc>
          <w:tcPr>
            <w:tcW w:w="4424" w:type="dxa"/>
          </w:tcPr>
          <w:p w:rsidR="00063D17" w:rsidRPr="00764964" w:rsidRDefault="00063D17" w:rsidP="00063D17">
            <w:pPr>
              <w:tabs>
                <w:tab w:val="clear" w:pos="360"/>
              </w:tabs>
              <w:spacing w:after="200"/>
              <w:rPr>
                <w:rFonts w:ascii="Times New Roman" w:hAnsi="Times New Roman"/>
                <w:color w:val="000000"/>
              </w:rPr>
            </w:pPr>
            <w:r w:rsidRPr="00764964">
              <w:rPr>
                <w:rFonts w:ascii="Times New Roman" w:hAnsi="Times New Roman"/>
                <w:color w:val="000000"/>
              </w:rPr>
              <w:t>Approaches to social change</w:t>
            </w:r>
          </w:p>
        </w:tc>
        <w:tc>
          <w:tcPr>
            <w:tcW w:w="1765" w:type="dxa"/>
          </w:tcPr>
          <w:p w:rsidR="00063D17" w:rsidRDefault="00921D73" w:rsidP="007C4F0C">
            <w:pPr>
              <w:tabs>
                <w:tab w:val="clear" w:pos="360"/>
              </w:tabs>
            </w:pPr>
            <w:r>
              <w:t>13/2/1437</w:t>
            </w:r>
          </w:p>
        </w:tc>
        <w:tc>
          <w:tcPr>
            <w:tcW w:w="2213" w:type="dxa"/>
          </w:tcPr>
          <w:p w:rsidR="00063D17" w:rsidRDefault="00063D17" w:rsidP="007C4F0C">
            <w:pPr>
              <w:tabs>
                <w:tab w:val="clear" w:pos="360"/>
              </w:tabs>
            </w:pPr>
            <w:r>
              <w:t>2</w:t>
            </w:r>
          </w:p>
        </w:tc>
      </w:tr>
      <w:tr w:rsidR="00063D17" w:rsidTr="00063D17">
        <w:tc>
          <w:tcPr>
            <w:tcW w:w="1174" w:type="dxa"/>
          </w:tcPr>
          <w:p w:rsidR="00063D17" w:rsidRDefault="00063D17" w:rsidP="007C4F0C">
            <w:pPr>
              <w:tabs>
                <w:tab w:val="clear" w:pos="360"/>
              </w:tabs>
            </w:pPr>
            <w:r>
              <w:t>13</w:t>
            </w:r>
          </w:p>
        </w:tc>
        <w:tc>
          <w:tcPr>
            <w:tcW w:w="4424" w:type="dxa"/>
          </w:tcPr>
          <w:p w:rsidR="00063D17" w:rsidRPr="00764964" w:rsidRDefault="00770ED7" w:rsidP="00770ED7">
            <w:bookmarkStart w:id="0" w:name="_GoBack"/>
            <w:r>
              <w:t>Selective topic</w:t>
            </w:r>
            <w:bookmarkEnd w:id="0"/>
          </w:p>
        </w:tc>
        <w:tc>
          <w:tcPr>
            <w:tcW w:w="1765" w:type="dxa"/>
          </w:tcPr>
          <w:p w:rsidR="00063D17" w:rsidRDefault="00921D73" w:rsidP="007C4F0C">
            <w:pPr>
              <w:tabs>
                <w:tab w:val="clear" w:pos="360"/>
              </w:tabs>
            </w:pPr>
            <w:r>
              <w:t>20/2/1437</w:t>
            </w:r>
          </w:p>
        </w:tc>
        <w:tc>
          <w:tcPr>
            <w:tcW w:w="2213" w:type="dxa"/>
          </w:tcPr>
          <w:p w:rsidR="00063D17" w:rsidRDefault="00063D17" w:rsidP="007C4F0C">
            <w:pPr>
              <w:tabs>
                <w:tab w:val="clear" w:pos="360"/>
              </w:tabs>
            </w:pPr>
            <w:r>
              <w:t>2</w:t>
            </w:r>
          </w:p>
        </w:tc>
      </w:tr>
      <w:tr w:rsidR="00063D17" w:rsidTr="00063D17">
        <w:tc>
          <w:tcPr>
            <w:tcW w:w="1174" w:type="dxa"/>
          </w:tcPr>
          <w:p w:rsidR="00063D17" w:rsidRDefault="00063D17" w:rsidP="007C4F0C">
            <w:pPr>
              <w:tabs>
                <w:tab w:val="clear" w:pos="360"/>
              </w:tabs>
            </w:pPr>
            <w:r>
              <w:t>14</w:t>
            </w:r>
          </w:p>
        </w:tc>
        <w:tc>
          <w:tcPr>
            <w:tcW w:w="4424" w:type="dxa"/>
          </w:tcPr>
          <w:p w:rsidR="00063D17" w:rsidRPr="00764964" w:rsidRDefault="00770ED7" w:rsidP="00770ED7">
            <w:r>
              <w:t xml:space="preserve">Selective topic </w:t>
            </w:r>
          </w:p>
        </w:tc>
        <w:tc>
          <w:tcPr>
            <w:tcW w:w="1765" w:type="dxa"/>
          </w:tcPr>
          <w:p w:rsidR="00063D17" w:rsidRDefault="00770ED7" w:rsidP="007C4F0C">
            <w:pPr>
              <w:tabs>
                <w:tab w:val="clear" w:pos="360"/>
              </w:tabs>
            </w:pPr>
            <w:r>
              <w:t>27/2/1437</w:t>
            </w:r>
          </w:p>
        </w:tc>
        <w:tc>
          <w:tcPr>
            <w:tcW w:w="2213" w:type="dxa"/>
          </w:tcPr>
          <w:p w:rsidR="00063D17" w:rsidRDefault="00770ED7" w:rsidP="007C4F0C">
            <w:pPr>
              <w:tabs>
                <w:tab w:val="clear" w:pos="360"/>
              </w:tabs>
            </w:pPr>
            <w:r>
              <w:t>2</w:t>
            </w:r>
          </w:p>
        </w:tc>
      </w:tr>
      <w:tr w:rsidR="00063D17" w:rsidTr="00063D17">
        <w:tc>
          <w:tcPr>
            <w:tcW w:w="1174" w:type="dxa"/>
          </w:tcPr>
          <w:p w:rsidR="00063D17" w:rsidRDefault="00063D17" w:rsidP="007C4F0C">
            <w:pPr>
              <w:tabs>
                <w:tab w:val="clear" w:pos="360"/>
              </w:tabs>
            </w:pPr>
            <w:r>
              <w:t>15</w:t>
            </w:r>
          </w:p>
        </w:tc>
        <w:tc>
          <w:tcPr>
            <w:tcW w:w="4424" w:type="dxa"/>
          </w:tcPr>
          <w:p w:rsidR="00063D17" w:rsidRDefault="00063D17" w:rsidP="00063D17">
            <w:pPr>
              <w:tabs>
                <w:tab w:val="clear" w:pos="360"/>
              </w:tabs>
              <w:spacing w:after="20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Revision</w:t>
            </w:r>
          </w:p>
        </w:tc>
        <w:tc>
          <w:tcPr>
            <w:tcW w:w="1765" w:type="dxa"/>
          </w:tcPr>
          <w:p w:rsidR="00063D17" w:rsidRDefault="00770ED7" w:rsidP="007C4F0C">
            <w:pPr>
              <w:tabs>
                <w:tab w:val="clear" w:pos="360"/>
              </w:tabs>
            </w:pPr>
            <w:r>
              <w:t>5/3/1437</w:t>
            </w:r>
          </w:p>
        </w:tc>
        <w:tc>
          <w:tcPr>
            <w:tcW w:w="2213" w:type="dxa"/>
          </w:tcPr>
          <w:p w:rsidR="00063D17" w:rsidRDefault="00063D17" w:rsidP="007C4F0C">
            <w:pPr>
              <w:tabs>
                <w:tab w:val="clear" w:pos="360"/>
              </w:tabs>
            </w:pPr>
            <w:r>
              <w:t>2</w:t>
            </w:r>
          </w:p>
        </w:tc>
      </w:tr>
    </w:tbl>
    <w:p w:rsidR="007C4F0C" w:rsidRDefault="007C4F0C" w:rsidP="007C4F0C">
      <w:pPr>
        <w:tabs>
          <w:tab w:val="clear" w:pos="360"/>
        </w:tabs>
      </w:pPr>
    </w:p>
    <w:p w:rsidR="007C4F0C" w:rsidRPr="00063D17" w:rsidRDefault="007C4F0C" w:rsidP="007C4F0C">
      <w:pPr>
        <w:tabs>
          <w:tab w:val="clear" w:pos="360"/>
        </w:tabs>
        <w:rPr>
          <w:b/>
          <w:bCs/>
        </w:rPr>
      </w:pPr>
      <w:r w:rsidRPr="00063D17">
        <w:rPr>
          <w:b/>
          <w:bCs/>
        </w:rPr>
        <w:t>Schedules of assessment tasks for students during the semester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7C4F0C" w:rsidTr="007C4F0C">
        <w:tc>
          <w:tcPr>
            <w:tcW w:w="3192" w:type="dxa"/>
          </w:tcPr>
          <w:p w:rsidR="007C4F0C" w:rsidRDefault="007C4F0C" w:rsidP="007C4F0C">
            <w:pPr>
              <w:tabs>
                <w:tab w:val="clear" w:pos="360"/>
              </w:tabs>
            </w:pPr>
            <w:r>
              <w:t xml:space="preserve">Assessment task </w:t>
            </w:r>
          </w:p>
        </w:tc>
        <w:tc>
          <w:tcPr>
            <w:tcW w:w="3192" w:type="dxa"/>
          </w:tcPr>
          <w:p w:rsidR="007C4F0C" w:rsidRDefault="007C4F0C" w:rsidP="007C4F0C">
            <w:pPr>
              <w:tabs>
                <w:tab w:val="clear" w:pos="360"/>
              </w:tabs>
            </w:pPr>
            <w:r>
              <w:t>Week due</w:t>
            </w:r>
          </w:p>
        </w:tc>
        <w:tc>
          <w:tcPr>
            <w:tcW w:w="3192" w:type="dxa"/>
          </w:tcPr>
          <w:p w:rsidR="007C4F0C" w:rsidRDefault="007C4F0C" w:rsidP="007C4F0C">
            <w:pPr>
              <w:tabs>
                <w:tab w:val="clear" w:pos="360"/>
              </w:tabs>
            </w:pPr>
            <w:r>
              <w:t xml:space="preserve">Weight </w:t>
            </w:r>
          </w:p>
        </w:tc>
      </w:tr>
      <w:tr w:rsidR="007C4F0C" w:rsidTr="007C4F0C">
        <w:tc>
          <w:tcPr>
            <w:tcW w:w="3192" w:type="dxa"/>
          </w:tcPr>
          <w:p w:rsidR="007C4F0C" w:rsidRDefault="007C4F0C" w:rsidP="007C4F0C">
            <w:pPr>
              <w:tabs>
                <w:tab w:val="clear" w:pos="360"/>
              </w:tabs>
            </w:pPr>
            <w:r>
              <w:t>Mid-term I</w:t>
            </w:r>
          </w:p>
        </w:tc>
        <w:tc>
          <w:tcPr>
            <w:tcW w:w="3192" w:type="dxa"/>
          </w:tcPr>
          <w:p w:rsidR="007C4F0C" w:rsidRDefault="007C4F0C" w:rsidP="007C4F0C">
            <w:pPr>
              <w:tabs>
                <w:tab w:val="clear" w:pos="360"/>
              </w:tabs>
            </w:pPr>
            <w:r>
              <w:t>6</w:t>
            </w:r>
            <w:r w:rsidRPr="007C4F0C">
              <w:rPr>
                <w:vertAlign w:val="superscript"/>
              </w:rPr>
              <w:t>th</w:t>
            </w:r>
            <w:r>
              <w:t xml:space="preserve"> week </w:t>
            </w:r>
          </w:p>
        </w:tc>
        <w:tc>
          <w:tcPr>
            <w:tcW w:w="3192" w:type="dxa"/>
          </w:tcPr>
          <w:p w:rsidR="007C4F0C" w:rsidRDefault="007C4F0C" w:rsidP="007C4F0C">
            <w:pPr>
              <w:tabs>
                <w:tab w:val="clear" w:pos="360"/>
              </w:tabs>
            </w:pPr>
            <w:r>
              <w:t>20%</w:t>
            </w:r>
          </w:p>
        </w:tc>
      </w:tr>
      <w:tr w:rsidR="007C4F0C" w:rsidTr="007C4F0C">
        <w:tc>
          <w:tcPr>
            <w:tcW w:w="3192" w:type="dxa"/>
          </w:tcPr>
          <w:p w:rsidR="007C4F0C" w:rsidRDefault="007C4F0C" w:rsidP="007C4F0C">
            <w:pPr>
              <w:tabs>
                <w:tab w:val="clear" w:pos="360"/>
              </w:tabs>
            </w:pPr>
            <w:r>
              <w:t>Mid-Term II</w:t>
            </w:r>
          </w:p>
        </w:tc>
        <w:tc>
          <w:tcPr>
            <w:tcW w:w="3192" w:type="dxa"/>
          </w:tcPr>
          <w:p w:rsidR="007C4F0C" w:rsidRDefault="007C4F0C" w:rsidP="007C4F0C">
            <w:pPr>
              <w:tabs>
                <w:tab w:val="clear" w:pos="360"/>
              </w:tabs>
            </w:pPr>
            <w:r>
              <w:t>10</w:t>
            </w:r>
            <w:r w:rsidRPr="007C4F0C">
              <w:rPr>
                <w:vertAlign w:val="superscript"/>
              </w:rPr>
              <w:t>th</w:t>
            </w:r>
            <w:r>
              <w:t xml:space="preserve"> week </w:t>
            </w:r>
          </w:p>
        </w:tc>
        <w:tc>
          <w:tcPr>
            <w:tcW w:w="3192" w:type="dxa"/>
          </w:tcPr>
          <w:p w:rsidR="007C4F0C" w:rsidRDefault="007C4F0C" w:rsidP="007C4F0C">
            <w:pPr>
              <w:tabs>
                <w:tab w:val="clear" w:pos="360"/>
              </w:tabs>
            </w:pPr>
            <w:r>
              <w:t>20%</w:t>
            </w:r>
          </w:p>
        </w:tc>
      </w:tr>
      <w:tr w:rsidR="007C4F0C" w:rsidTr="007C4F0C">
        <w:tc>
          <w:tcPr>
            <w:tcW w:w="3192" w:type="dxa"/>
          </w:tcPr>
          <w:p w:rsidR="007C4F0C" w:rsidRDefault="007C4F0C" w:rsidP="007C4F0C">
            <w:pPr>
              <w:tabs>
                <w:tab w:val="clear" w:pos="360"/>
              </w:tabs>
            </w:pPr>
            <w:r>
              <w:t xml:space="preserve">Final exam </w:t>
            </w:r>
          </w:p>
        </w:tc>
        <w:tc>
          <w:tcPr>
            <w:tcW w:w="3192" w:type="dxa"/>
          </w:tcPr>
          <w:p w:rsidR="007C4F0C" w:rsidRDefault="007C4F0C" w:rsidP="007C4F0C">
            <w:pPr>
              <w:tabs>
                <w:tab w:val="clear" w:pos="360"/>
              </w:tabs>
            </w:pPr>
            <w:r>
              <w:t>16-18</w:t>
            </w:r>
            <w:r w:rsidRPr="007C4F0C">
              <w:rPr>
                <w:vertAlign w:val="superscript"/>
              </w:rPr>
              <w:t>th</w:t>
            </w:r>
            <w:r>
              <w:t xml:space="preserve"> week </w:t>
            </w:r>
            <w:r w:rsidR="00895418">
              <w:t>(25/03/1437)</w:t>
            </w:r>
          </w:p>
        </w:tc>
        <w:tc>
          <w:tcPr>
            <w:tcW w:w="3192" w:type="dxa"/>
          </w:tcPr>
          <w:p w:rsidR="007C4F0C" w:rsidRDefault="007C4F0C" w:rsidP="007C4F0C">
            <w:pPr>
              <w:tabs>
                <w:tab w:val="clear" w:pos="360"/>
              </w:tabs>
            </w:pPr>
            <w:r>
              <w:t>40%</w:t>
            </w:r>
          </w:p>
        </w:tc>
      </w:tr>
      <w:tr w:rsidR="007C4F0C" w:rsidTr="007C4F0C">
        <w:tc>
          <w:tcPr>
            <w:tcW w:w="3192" w:type="dxa"/>
          </w:tcPr>
          <w:p w:rsidR="007C4F0C" w:rsidRDefault="007C4F0C" w:rsidP="007C4F0C">
            <w:pPr>
              <w:tabs>
                <w:tab w:val="clear" w:pos="360"/>
              </w:tabs>
            </w:pPr>
            <w:r>
              <w:t xml:space="preserve">Practical </w:t>
            </w:r>
          </w:p>
        </w:tc>
        <w:tc>
          <w:tcPr>
            <w:tcW w:w="3192" w:type="dxa"/>
          </w:tcPr>
          <w:p w:rsidR="007C4F0C" w:rsidRDefault="007C4F0C" w:rsidP="007C4F0C">
            <w:pPr>
              <w:tabs>
                <w:tab w:val="clear" w:pos="360"/>
              </w:tabs>
            </w:pPr>
            <w:r>
              <w:t>1-15</w:t>
            </w:r>
            <w:r w:rsidRPr="007C4F0C">
              <w:rPr>
                <w:vertAlign w:val="superscript"/>
              </w:rPr>
              <w:t>th</w:t>
            </w:r>
            <w:r>
              <w:t xml:space="preserve"> week</w:t>
            </w:r>
          </w:p>
        </w:tc>
        <w:tc>
          <w:tcPr>
            <w:tcW w:w="3192" w:type="dxa"/>
          </w:tcPr>
          <w:p w:rsidR="007C4F0C" w:rsidRDefault="00921D73" w:rsidP="007C4F0C">
            <w:pPr>
              <w:tabs>
                <w:tab w:val="clear" w:pos="360"/>
              </w:tabs>
            </w:pPr>
            <w:r>
              <w:t>15</w:t>
            </w:r>
            <w:r w:rsidR="007C4F0C">
              <w:t>%</w:t>
            </w:r>
          </w:p>
        </w:tc>
      </w:tr>
      <w:tr w:rsidR="00921D73" w:rsidTr="007C4F0C">
        <w:tc>
          <w:tcPr>
            <w:tcW w:w="3192" w:type="dxa"/>
          </w:tcPr>
          <w:p w:rsidR="00921D73" w:rsidRDefault="00921D73" w:rsidP="007C4F0C">
            <w:pPr>
              <w:tabs>
                <w:tab w:val="clear" w:pos="360"/>
              </w:tabs>
            </w:pPr>
            <w:r>
              <w:t xml:space="preserve">Assignment </w:t>
            </w:r>
          </w:p>
        </w:tc>
        <w:tc>
          <w:tcPr>
            <w:tcW w:w="3192" w:type="dxa"/>
          </w:tcPr>
          <w:p w:rsidR="00921D73" w:rsidRDefault="00921D73" w:rsidP="007C4F0C">
            <w:pPr>
              <w:tabs>
                <w:tab w:val="clear" w:pos="360"/>
              </w:tabs>
            </w:pPr>
            <w:r>
              <w:t>10</w:t>
            </w:r>
            <w:r w:rsidRPr="00921D73">
              <w:rPr>
                <w:vertAlign w:val="superscript"/>
              </w:rPr>
              <w:t>th</w:t>
            </w:r>
            <w:r>
              <w:t xml:space="preserve"> Week</w:t>
            </w:r>
          </w:p>
        </w:tc>
        <w:tc>
          <w:tcPr>
            <w:tcW w:w="3192" w:type="dxa"/>
          </w:tcPr>
          <w:p w:rsidR="00921D73" w:rsidRDefault="00921D73" w:rsidP="007C4F0C">
            <w:pPr>
              <w:tabs>
                <w:tab w:val="clear" w:pos="360"/>
              </w:tabs>
            </w:pPr>
            <w:r>
              <w:t>5%</w:t>
            </w:r>
          </w:p>
        </w:tc>
      </w:tr>
    </w:tbl>
    <w:p w:rsidR="007C4F0C" w:rsidRDefault="007C4F0C" w:rsidP="007C4F0C">
      <w:pPr>
        <w:tabs>
          <w:tab w:val="clear" w:pos="360"/>
        </w:tabs>
      </w:pPr>
    </w:p>
    <w:p w:rsidR="00063D17" w:rsidRPr="00063D17" w:rsidRDefault="00063D17" w:rsidP="00063D17">
      <w:pPr>
        <w:rPr>
          <w:b/>
          <w:bCs/>
        </w:rPr>
      </w:pPr>
      <w:r w:rsidRPr="00063D17">
        <w:rPr>
          <w:b/>
          <w:bCs/>
        </w:rPr>
        <w:t>Cla</w:t>
      </w:r>
      <w:r>
        <w:rPr>
          <w:b/>
          <w:bCs/>
        </w:rPr>
        <w:t xml:space="preserve">ssroom Policies </w:t>
      </w:r>
    </w:p>
    <w:p w:rsidR="00063D17" w:rsidRPr="00063D17" w:rsidRDefault="00063D17" w:rsidP="00FE0C00">
      <w:pPr>
        <w:pStyle w:val="ListParagraph"/>
        <w:numPr>
          <w:ilvl w:val="0"/>
          <w:numId w:val="10"/>
        </w:numPr>
      </w:pPr>
      <w:r w:rsidRPr="00FE0C00">
        <w:rPr>
          <w:b/>
          <w:bCs/>
        </w:rPr>
        <w:t>Attendance:</w:t>
      </w:r>
      <w:r w:rsidRPr="00063D17">
        <w:t xml:space="preserve">  Regular on-time attendance in class is expected</w:t>
      </w:r>
      <w:r w:rsidR="00FE0C00">
        <w:t xml:space="preserve">. </w:t>
      </w:r>
      <w:r w:rsidR="00FE0C00" w:rsidRPr="00063D17">
        <w:t>If you cannot attend class for any reason, please notify me in advance; however, absence will still be counted.</w:t>
      </w:r>
      <w:r w:rsidR="00FE0C00">
        <w:t xml:space="preserve"> According to the university rules, 25% absence will prevent you attending the rest of the module. </w:t>
      </w:r>
    </w:p>
    <w:p w:rsidR="00063D17" w:rsidRPr="00063D17" w:rsidRDefault="00063D17" w:rsidP="00FE0C00">
      <w:pPr>
        <w:pStyle w:val="ListParagraph"/>
        <w:numPr>
          <w:ilvl w:val="0"/>
          <w:numId w:val="10"/>
        </w:numPr>
      </w:pPr>
      <w:r w:rsidRPr="00FE0C00">
        <w:rPr>
          <w:b/>
          <w:bCs/>
        </w:rPr>
        <w:t>Participation:</w:t>
      </w:r>
      <w:r w:rsidRPr="00063D17">
        <w:t xml:space="preserve"> in class discussions is strongly encouraged</w:t>
      </w:r>
      <w:r w:rsidR="00FE0C00">
        <w:t>. s</w:t>
      </w:r>
      <w:r w:rsidRPr="00063D17">
        <w:t xml:space="preserve">tudents will be allowed to talk one at a time and each person’s opinion will be listened </w:t>
      </w:r>
    </w:p>
    <w:p w:rsidR="00063D17" w:rsidRPr="00063D17" w:rsidRDefault="00063D17" w:rsidP="00760B9A">
      <w:pPr>
        <w:pStyle w:val="ListParagraph"/>
        <w:numPr>
          <w:ilvl w:val="0"/>
          <w:numId w:val="10"/>
        </w:numPr>
      </w:pPr>
      <w:r w:rsidRPr="00063D17">
        <w:t>Cell phon</w:t>
      </w:r>
      <w:r w:rsidR="00FE0C00">
        <w:t xml:space="preserve">es must be kept on silent mode. </w:t>
      </w:r>
      <w:r w:rsidRPr="00063D17">
        <w:t>No texting or ta</w:t>
      </w:r>
      <w:r w:rsidR="00FE0C00">
        <w:t xml:space="preserve">lking on the phone during class. </w:t>
      </w:r>
      <w:r w:rsidRPr="00063D17">
        <w:t>If you need to answer a text or a call, you may step out of the room</w:t>
      </w:r>
    </w:p>
    <w:p w:rsidR="00063D17" w:rsidRPr="00063D17" w:rsidRDefault="00063D17" w:rsidP="00FE0C00">
      <w:pPr>
        <w:pStyle w:val="ListParagraph"/>
        <w:numPr>
          <w:ilvl w:val="0"/>
          <w:numId w:val="10"/>
        </w:numPr>
      </w:pPr>
      <w:r w:rsidRPr="00063D17">
        <w:t>Ear phones are not allowed in ears during class</w:t>
      </w:r>
    </w:p>
    <w:p w:rsidR="00063D17" w:rsidRPr="00063D17" w:rsidRDefault="00063D17" w:rsidP="00FE0C00">
      <w:pPr>
        <w:pStyle w:val="ListParagraph"/>
        <w:numPr>
          <w:ilvl w:val="0"/>
          <w:numId w:val="10"/>
        </w:numPr>
      </w:pPr>
      <w:r w:rsidRPr="00063D17">
        <w:t xml:space="preserve">Laptops may be brought to class to take notes as long as typing is not disturbing other students  </w:t>
      </w:r>
    </w:p>
    <w:p w:rsidR="00063D17" w:rsidRPr="00063D17" w:rsidRDefault="00063D17" w:rsidP="00FE0C00">
      <w:pPr>
        <w:pStyle w:val="ListParagraph"/>
        <w:numPr>
          <w:ilvl w:val="0"/>
          <w:numId w:val="10"/>
        </w:numPr>
      </w:pPr>
      <w:r w:rsidRPr="00063D17">
        <w:t xml:space="preserve">This policy will change if there are complaints  </w:t>
      </w:r>
    </w:p>
    <w:p w:rsidR="00063D17" w:rsidRPr="00063D17" w:rsidRDefault="00063D17" w:rsidP="00FE0C00">
      <w:pPr>
        <w:pStyle w:val="ListParagraph"/>
        <w:numPr>
          <w:ilvl w:val="0"/>
          <w:numId w:val="10"/>
        </w:numPr>
      </w:pPr>
      <w:r w:rsidRPr="00063D17">
        <w:t>You may only use your laptop for note taking – other uses are not allowed</w:t>
      </w:r>
    </w:p>
    <w:p w:rsidR="00063D17" w:rsidRPr="00063D17" w:rsidRDefault="00063D17" w:rsidP="00FE0C00">
      <w:pPr>
        <w:pStyle w:val="ListParagraph"/>
        <w:numPr>
          <w:ilvl w:val="0"/>
          <w:numId w:val="10"/>
        </w:numPr>
      </w:pPr>
      <w:r w:rsidRPr="00063D17">
        <w:t>Breaks will be given mid-way during the class period, when possible.  Breaks will be five to ten minutes.</w:t>
      </w:r>
    </w:p>
    <w:p w:rsidR="00063D17" w:rsidRPr="00063D17" w:rsidRDefault="00063D17" w:rsidP="00FE0C00">
      <w:pPr>
        <w:pStyle w:val="ListParagraph"/>
        <w:numPr>
          <w:ilvl w:val="0"/>
          <w:numId w:val="10"/>
        </w:numPr>
      </w:pPr>
      <w:r w:rsidRPr="00063D17">
        <w:t>Cheating and plagiarism are not accepted</w:t>
      </w:r>
    </w:p>
    <w:p w:rsidR="00063D17" w:rsidRDefault="00063D17" w:rsidP="00FE0C00">
      <w:pPr>
        <w:pStyle w:val="ListParagraph"/>
        <w:numPr>
          <w:ilvl w:val="0"/>
          <w:numId w:val="10"/>
        </w:numPr>
      </w:pPr>
      <w:r w:rsidRPr="00063D17">
        <w:t>If you have questions about the readings or the assignments, please feel free to ask at any time during class, as the answers will probably benefit your classmates as well.</w:t>
      </w:r>
    </w:p>
    <w:p w:rsidR="00921D73" w:rsidRDefault="00921D73" w:rsidP="00921D73">
      <w:pPr>
        <w:tabs>
          <w:tab w:val="clear" w:pos="360"/>
        </w:tabs>
      </w:pPr>
    </w:p>
    <w:p w:rsidR="00921D73" w:rsidRDefault="00921D73" w:rsidP="00921D73">
      <w:pPr>
        <w:tabs>
          <w:tab w:val="clear" w:pos="360"/>
        </w:tabs>
      </w:pPr>
    </w:p>
    <w:p w:rsidR="00921D73" w:rsidRPr="00063D17" w:rsidRDefault="00921D73" w:rsidP="00921D73">
      <w:pPr>
        <w:tabs>
          <w:tab w:val="clear" w:pos="360"/>
        </w:tabs>
      </w:pPr>
    </w:p>
    <w:p w:rsidR="00063D17" w:rsidRPr="00770ED7" w:rsidRDefault="00921D73" w:rsidP="00063D17">
      <w:pPr>
        <w:rPr>
          <w:b/>
          <w:bCs/>
        </w:rPr>
      </w:pPr>
      <w:r w:rsidRPr="00770ED7">
        <w:rPr>
          <w:b/>
          <w:bCs/>
        </w:rPr>
        <w:t>Assignment</w:t>
      </w:r>
    </w:p>
    <w:p w:rsidR="00063D17" w:rsidRPr="00063D17" w:rsidRDefault="00921D73" w:rsidP="00063D17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Reflection paper: </w:t>
      </w:r>
      <w:r w:rsidR="00063D17" w:rsidRPr="00063D17">
        <w:rPr>
          <w:rFonts w:cs="Times New Roman"/>
          <w:szCs w:val="24"/>
        </w:rPr>
        <w:t>Choose any of the topics or concepts that we have discussed in this course and write a two page paper about it. (Choose the one that you could write the most about).</w:t>
      </w:r>
    </w:p>
    <w:p w:rsidR="00063D17" w:rsidRPr="00063D17" w:rsidRDefault="00063D17" w:rsidP="00063D17">
      <w:pPr>
        <w:rPr>
          <w:rFonts w:cs="Times New Roman"/>
          <w:szCs w:val="24"/>
        </w:rPr>
      </w:pPr>
      <w:r w:rsidRPr="00063D17">
        <w:rPr>
          <w:rFonts w:cs="Times New Roman"/>
          <w:szCs w:val="24"/>
        </w:rPr>
        <w:t>Your paper could be built around the following questions: (</w:t>
      </w:r>
      <w:r w:rsidRPr="00063D17">
        <w:rPr>
          <w:rFonts w:cs="Times New Roman"/>
          <w:color w:val="800000"/>
          <w:szCs w:val="24"/>
        </w:rPr>
        <w:t>it’s not</w:t>
      </w:r>
      <w:r w:rsidRPr="00063D17">
        <w:rPr>
          <w:rFonts w:cs="Times New Roman"/>
          <w:szCs w:val="24"/>
        </w:rPr>
        <w:t xml:space="preserve"> necessary to address all these questions, choose the ones that relate to your topic, you could also go beyond these questions adding your own perspectives and ideas.)</w:t>
      </w:r>
    </w:p>
    <w:p w:rsidR="00063D17" w:rsidRPr="00895418" w:rsidRDefault="00063D17" w:rsidP="00895418">
      <w:pPr>
        <w:pStyle w:val="ListParagraph"/>
        <w:numPr>
          <w:ilvl w:val="0"/>
          <w:numId w:val="11"/>
        </w:numPr>
        <w:rPr>
          <w:rFonts w:cs="Times New Roman"/>
          <w:szCs w:val="24"/>
        </w:rPr>
      </w:pPr>
      <w:r w:rsidRPr="00895418">
        <w:rPr>
          <w:rFonts w:cs="Times New Roman"/>
          <w:szCs w:val="24"/>
        </w:rPr>
        <w:t>What is the concept/topic you choose to talk about?</w:t>
      </w:r>
    </w:p>
    <w:p w:rsidR="00063D17" w:rsidRPr="00895418" w:rsidRDefault="00063D17" w:rsidP="00895418">
      <w:pPr>
        <w:pStyle w:val="ListParagraph"/>
        <w:numPr>
          <w:ilvl w:val="0"/>
          <w:numId w:val="11"/>
        </w:numPr>
        <w:rPr>
          <w:rFonts w:cs="Times New Roman"/>
          <w:szCs w:val="24"/>
        </w:rPr>
      </w:pPr>
      <w:r w:rsidRPr="00895418">
        <w:rPr>
          <w:rFonts w:cs="Times New Roman"/>
          <w:szCs w:val="24"/>
        </w:rPr>
        <w:t>What is the definition/meaning of this topic/concept?</w:t>
      </w:r>
    </w:p>
    <w:p w:rsidR="00063D17" w:rsidRPr="00895418" w:rsidRDefault="00063D17" w:rsidP="00895418">
      <w:pPr>
        <w:pStyle w:val="ListParagraph"/>
        <w:numPr>
          <w:ilvl w:val="0"/>
          <w:numId w:val="11"/>
        </w:numPr>
        <w:rPr>
          <w:rFonts w:cs="Times New Roman"/>
          <w:szCs w:val="24"/>
        </w:rPr>
      </w:pPr>
      <w:r w:rsidRPr="00895418">
        <w:rPr>
          <w:rFonts w:cs="Times New Roman"/>
          <w:szCs w:val="24"/>
        </w:rPr>
        <w:t>How is this topic/concept affecting health?</w:t>
      </w:r>
    </w:p>
    <w:p w:rsidR="00063D17" w:rsidRPr="00895418" w:rsidRDefault="00063D17" w:rsidP="00895418">
      <w:pPr>
        <w:pStyle w:val="ListParagraph"/>
        <w:numPr>
          <w:ilvl w:val="0"/>
          <w:numId w:val="11"/>
        </w:numPr>
        <w:rPr>
          <w:rFonts w:cs="Times New Roman"/>
          <w:szCs w:val="24"/>
        </w:rPr>
      </w:pPr>
      <w:r w:rsidRPr="00895418">
        <w:rPr>
          <w:rFonts w:cs="Times New Roman"/>
          <w:szCs w:val="24"/>
        </w:rPr>
        <w:t>What do you like about this topic/concept?</w:t>
      </w:r>
    </w:p>
    <w:p w:rsidR="00063D17" w:rsidRPr="00895418" w:rsidRDefault="00063D17" w:rsidP="00895418">
      <w:pPr>
        <w:pStyle w:val="ListParagraph"/>
        <w:numPr>
          <w:ilvl w:val="0"/>
          <w:numId w:val="11"/>
        </w:numPr>
        <w:rPr>
          <w:rFonts w:cs="Times New Roman"/>
          <w:szCs w:val="24"/>
        </w:rPr>
      </w:pPr>
      <w:r w:rsidRPr="00895418">
        <w:rPr>
          <w:rFonts w:cs="Times New Roman"/>
          <w:szCs w:val="24"/>
        </w:rPr>
        <w:t>What do you don’t like about this topic/concept and think it needs to be changed?</w:t>
      </w:r>
    </w:p>
    <w:p w:rsidR="00063D17" w:rsidRPr="00895418" w:rsidRDefault="00063D17" w:rsidP="00895418">
      <w:pPr>
        <w:pStyle w:val="ListParagraph"/>
        <w:numPr>
          <w:ilvl w:val="0"/>
          <w:numId w:val="11"/>
        </w:numPr>
        <w:rPr>
          <w:rFonts w:cs="Times New Roman"/>
          <w:szCs w:val="24"/>
        </w:rPr>
      </w:pPr>
      <w:r w:rsidRPr="00895418">
        <w:rPr>
          <w:rFonts w:cs="Times New Roman"/>
          <w:szCs w:val="24"/>
        </w:rPr>
        <w:t>How do you think this topic/concept could be improved?</w:t>
      </w:r>
    </w:p>
    <w:p w:rsidR="00063D17" w:rsidRPr="00895418" w:rsidRDefault="00063D17" w:rsidP="00895418">
      <w:pPr>
        <w:pStyle w:val="ListParagraph"/>
        <w:numPr>
          <w:ilvl w:val="0"/>
          <w:numId w:val="11"/>
        </w:numPr>
        <w:rPr>
          <w:rFonts w:cs="Times New Roman"/>
          <w:szCs w:val="24"/>
        </w:rPr>
      </w:pPr>
      <w:r w:rsidRPr="00895418">
        <w:rPr>
          <w:rFonts w:cs="Times New Roman"/>
          <w:szCs w:val="24"/>
        </w:rPr>
        <w:t>What is the health educator role in regard to this topic/concept?</w:t>
      </w:r>
    </w:p>
    <w:p w:rsidR="00063D17" w:rsidRPr="00895418" w:rsidRDefault="00063D17" w:rsidP="00895418">
      <w:pPr>
        <w:pStyle w:val="ListParagraph"/>
        <w:numPr>
          <w:ilvl w:val="0"/>
          <w:numId w:val="11"/>
        </w:numPr>
        <w:rPr>
          <w:rFonts w:cs="Times New Roman"/>
          <w:szCs w:val="24"/>
        </w:rPr>
      </w:pPr>
      <w:r w:rsidRPr="00895418">
        <w:rPr>
          <w:rFonts w:cs="Times New Roman"/>
          <w:szCs w:val="24"/>
        </w:rPr>
        <w:t>How is this topic/concept applied in real-life circumstances? (Give examples).</w:t>
      </w:r>
    </w:p>
    <w:p w:rsidR="00063D17" w:rsidRPr="00895418" w:rsidRDefault="00063D17" w:rsidP="00895418">
      <w:pPr>
        <w:pStyle w:val="ListParagraph"/>
        <w:numPr>
          <w:ilvl w:val="0"/>
          <w:numId w:val="11"/>
        </w:numPr>
        <w:rPr>
          <w:rFonts w:cs="Times New Roman"/>
          <w:szCs w:val="24"/>
        </w:rPr>
      </w:pPr>
      <w:r w:rsidRPr="00895418">
        <w:rPr>
          <w:rFonts w:cs="Times New Roman"/>
          <w:szCs w:val="24"/>
        </w:rPr>
        <w:t>How do you think this topic/concept could be further applied in real-life?</w:t>
      </w:r>
    </w:p>
    <w:p w:rsidR="00063D17" w:rsidRPr="00063D17" w:rsidRDefault="00063D17" w:rsidP="00063D17">
      <w:pPr>
        <w:rPr>
          <w:rFonts w:cs="Times New Roman"/>
          <w:szCs w:val="24"/>
        </w:rPr>
      </w:pPr>
    </w:p>
    <w:p w:rsidR="00063D17" w:rsidRPr="00770ED7" w:rsidRDefault="00770ED7" w:rsidP="00063D17">
      <w:pPr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Reflection Paper guidelines</w:t>
      </w:r>
    </w:p>
    <w:p w:rsidR="00063D17" w:rsidRPr="00063D17" w:rsidRDefault="00063D17" w:rsidP="00063D17">
      <w:pPr>
        <w:rPr>
          <w:rFonts w:cs="Times New Roman"/>
          <w:szCs w:val="24"/>
        </w:rPr>
      </w:pPr>
      <w:r w:rsidRPr="00063D17">
        <w:rPr>
          <w:rFonts w:cs="Times New Roman"/>
          <w:szCs w:val="24"/>
        </w:rPr>
        <w:t xml:space="preserve">Font: 12, Times New Roman </w:t>
      </w:r>
    </w:p>
    <w:p w:rsidR="00063D17" w:rsidRPr="00063D17" w:rsidRDefault="00063D17" w:rsidP="00063D17">
      <w:pPr>
        <w:rPr>
          <w:rFonts w:cs="Times New Roman"/>
          <w:szCs w:val="24"/>
        </w:rPr>
      </w:pPr>
      <w:r w:rsidRPr="00063D17">
        <w:rPr>
          <w:rFonts w:cs="Times New Roman"/>
          <w:szCs w:val="24"/>
        </w:rPr>
        <w:t>Line space: 2 (double)</w:t>
      </w:r>
    </w:p>
    <w:p w:rsidR="00063D17" w:rsidRPr="00063D17" w:rsidRDefault="00063D17" w:rsidP="00063D17">
      <w:pPr>
        <w:rPr>
          <w:rFonts w:cs="Times New Roman"/>
          <w:szCs w:val="24"/>
        </w:rPr>
      </w:pPr>
      <w:r w:rsidRPr="00063D17">
        <w:rPr>
          <w:rFonts w:cs="Times New Roman"/>
          <w:szCs w:val="24"/>
        </w:rPr>
        <w:t>Margins: 1” all sides.</w:t>
      </w:r>
    </w:p>
    <w:p w:rsidR="00063D17" w:rsidRPr="00063D17" w:rsidRDefault="00063D17" w:rsidP="00063D17">
      <w:pPr>
        <w:rPr>
          <w:rFonts w:cs="Times New Roman"/>
          <w:szCs w:val="24"/>
        </w:rPr>
      </w:pPr>
      <w:r w:rsidRPr="00063D17">
        <w:rPr>
          <w:rFonts w:cs="Times New Roman"/>
          <w:szCs w:val="24"/>
        </w:rPr>
        <w:t xml:space="preserve">This should be written in </w:t>
      </w:r>
      <w:r w:rsidRPr="00063D17">
        <w:rPr>
          <w:rFonts w:cs="Times New Roman"/>
          <w:color w:val="800000"/>
          <w:szCs w:val="24"/>
        </w:rPr>
        <w:t>a paragraph format without questions as headings</w:t>
      </w:r>
      <w:r w:rsidRPr="00063D17">
        <w:rPr>
          <w:rFonts w:cs="Times New Roman"/>
          <w:szCs w:val="24"/>
        </w:rPr>
        <w:t>. Writing it in a question/answer format will not be accepted and you’ll not get the grade.</w:t>
      </w:r>
    </w:p>
    <w:p w:rsidR="00063D17" w:rsidRPr="00063D17" w:rsidRDefault="00063D17" w:rsidP="00063D17">
      <w:pPr>
        <w:rPr>
          <w:rFonts w:cs="Times New Roman"/>
          <w:szCs w:val="24"/>
        </w:rPr>
      </w:pPr>
      <w:r w:rsidRPr="00063D17">
        <w:rPr>
          <w:rFonts w:cs="Times New Roman"/>
          <w:szCs w:val="24"/>
        </w:rPr>
        <w:t>The majority of this paper should be written in your own words (except for definitions).</w:t>
      </w:r>
    </w:p>
    <w:p w:rsidR="00063D17" w:rsidRPr="00063D17" w:rsidRDefault="00063D17" w:rsidP="00770ED7">
      <w:pPr>
        <w:rPr>
          <w:rFonts w:cs="Times New Roman"/>
          <w:szCs w:val="24"/>
        </w:rPr>
      </w:pPr>
      <w:r w:rsidRPr="00063D17">
        <w:rPr>
          <w:rFonts w:cs="Times New Roman"/>
          <w:szCs w:val="24"/>
        </w:rPr>
        <w:t xml:space="preserve">Paper should be submitted on </w:t>
      </w:r>
      <w:r w:rsidR="00770ED7">
        <w:rPr>
          <w:rFonts w:eastAsia="Dotum"/>
          <w:color w:val="000000"/>
          <w:lang w:bidi="ar-EG"/>
        </w:rPr>
        <w:t>the 10</w:t>
      </w:r>
      <w:r w:rsidR="00770ED7" w:rsidRPr="00770ED7">
        <w:rPr>
          <w:rFonts w:eastAsia="Dotum"/>
          <w:color w:val="000000"/>
          <w:vertAlign w:val="superscript"/>
          <w:lang w:bidi="ar-EG"/>
        </w:rPr>
        <w:t>th</w:t>
      </w:r>
      <w:r w:rsidR="00770ED7">
        <w:rPr>
          <w:rFonts w:eastAsia="Dotum"/>
          <w:color w:val="000000"/>
          <w:lang w:bidi="ar-EG"/>
        </w:rPr>
        <w:t xml:space="preserve"> Week</w:t>
      </w:r>
      <w:r w:rsidRPr="00063D17">
        <w:rPr>
          <w:rFonts w:cs="Times New Roman"/>
          <w:szCs w:val="24"/>
        </w:rPr>
        <w:t>.</w:t>
      </w:r>
    </w:p>
    <w:p w:rsidR="00063D17" w:rsidRPr="00063D17" w:rsidRDefault="00063D17" w:rsidP="00063D17"/>
    <w:sectPr w:rsidR="00063D17" w:rsidRPr="00063D17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90F" w:rsidRDefault="00EF090F" w:rsidP="00523B95">
      <w:pPr>
        <w:spacing w:line="240" w:lineRule="auto"/>
      </w:pPr>
      <w:r>
        <w:separator/>
      </w:r>
    </w:p>
  </w:endnote>
  <w:endnote w:type="continuationSeparator" w:id="0">
    <w:p w:rsidR="00EF090F" w:rsidRDefault="00EF090F" w:rsidP="00523B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18372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23B95" w:rsidRDefault="00523B9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227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23B95" w:rsidRDefault="00523B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90F" w:rsidRDefault="00EF090F" w:rsidP="00523B95">
      <w:pPr>
        <w:spacing w:line="240" w:lineRule="auto"/>
      </w:pPr>
      <w:r>
        <w:separator/>
      </w:r>
    </w:p>
  </w:footnote>
  <w:footnote w:type="continuationSeparator" w:id="0">
    <w:p w:rsidR="00EF090F" w:rsidRDefault="00EF090F" w:rsidP="00523B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B95" w:rsidRPr="00523B95" w:rsidRDefault="00523B95" w:rsidP="00523B95">
    <w:pPr>
      <w:jc w:val="center"/>
      <w:rPr>
        <w:sz w:val="18"/>
        <w:szCs w:val="18"/>
      </w:rPr>
    </w:pPr>
    <w:r>
      <w:rPr>
        <w:b/>
        <w:bCs/>
        <w:noProof/>
        <w:sz w:val="18"/>
        <w:szCs w:val="1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A2D2AE6" wp14:editId="31D3B57D">
              <wp:simplePos x="0" y="0"/>
              <wp:positionH relativeFrom="column">
                <wp:posOffset>-55880</wp:posOffset>
              </wp:positionH>
              <wp:positionV relativeFrom="paragraph">
                <wp:posOffset>-139065</wp:posOffset>
              </wp:positionV>
              <wp:extent cx="6409690" cy="866775"/>
              <wp:effectExtent l="0" t="0" r="10160" b="28575"/>
              <wp:wrapNone/>
              <wp:docPr id="5" name="Grou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09690" cy="866775"/>
                        <a:chOff x="0" y="0"/>
                        <a:chExt cx="6409690" cy="866775"/>
                      </a:xfrm>
                    </wpg:grpSpPr>
                    <wps:wsp>
                      <wps:cNvPr id="2" name="Straight Connector 2"/>
                      <wps:cNvCnPr/>
                      <wps:spPr>
                        <a:xfrm flipH="1">
                          <a:off x="114300" y="866775"/>
                          <a:ext cx="629539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3" name="Pictur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742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1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85800" y="0"/>
                          <a:ext cx="762000" cy="6858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4" name="Picture 4" descr="KSU-Guidelines-2013dec11_v1 HR-9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019675" y="85725"/>
                          <a:ext cx="1381125" cy="5619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 xmlns:w15="http://schemas.microsoft.com/office/word/2012/wordml">
          <w:pict>
            <v:group w14:anchorId="7AA0A41C" id="Group 5" o:spid="_x0000_s1026" style="position:absolute;margin-left:-4.4pt;margin-top:-10.95pt;width:504.7pt;height:68.25pt;z-index:251659264" coordsize="64096,8667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">
              <v:line id="Straight Connector 2" o:spid="_x0000_s1027" style="position:absolute;flip:x;visibility:visible;mso-wrap-style:square" from="1143,8667" to="64096,8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47dYMQAAADaAAAADwAAAGRycy9kb3ducmV2LnhtbESPQWsCMRSE74L/IbxCL6LZSim6NYoU&#10;hB681MqKt9fN62bZzcuaRN3++0YQPA4z8w2zWPW2FRfyoXas4GWSgSAuna65UrD/3oxnIEJE1tg6&#10;JgV/FGC1HA4WmGt35S+67GIlEoRDjgpMjF0uZSgNWQwT1xEn79d5izFJX0nt8ZrgtpXTLHuTFmtO&#10;CwY7+jBUNruzVSBn29HJr39em6I5HOamKIvuuFXq+alfv4OI1MdH+N7+1AqmcLuSboBc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jt1gxAAAANoAAAAPAAAAAAAAAAAA&#10;AAAAAKECAABkcnMvZG93bnJldi54bWxQSwUGAAAAAAQABAD5AAAAkgMAAAAA&#10;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width:6667;height:74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kkVTXGAAAA2gAAAA8AAABkcnMvZG93bnJldi54bWxEj1trwkAUhN8L/oflFHyrm3pDUlcpBUWl&#10;pXh50LfT7DEJZs/G7Brjv3cLgo/DzHzDjKeNKURNlcstK3jvRCCIE6tzThXstrO3EQjnkTUWlknB&#10;jRxMJ62XMcbaXnlN9canIkDYxagg876MpXRJRgZdx5bEwTvayqAPskqlrvAa4KaQ3SgaSoM5h4UM&#10;S/rKKDltLkZB97jYN8V89b0b/OW3un9e/hx+D0q1X5vPDxCeGv8MP9oLraAH/1fCDZCTO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GSRVNcYAAADaAAAADwAAAAAAAAAAAAAA&#10;AACfAgAAZHJzL2Rvd25yZXYueG1sUEsFBgAAAAAEAAQA9wAAAJIDAAAAAA==&#10;">
                <v:imagedata r:id="rId4" o:title=""/>
                <v:path arrowok="t"/>
              </v:shape>
              <v:shape id="Picture 1" o:spid="_x0000_s1029" type="#_x0000_t75" style="position:absolute;left:6858;width:7620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LnRNHCAAAA2gAAAA8AAABkcnMvZG93bnJldi54bWxEj0FrwkAQhe8F/8MygrdmowcrMRsRQRCK&#10;tI0Br2N2TILZ2ZDdxvTfdwOFnobhvXnfm3Q3mlYM1LvGsoJlFIMgLq1uuFJQXI6vGxDOI2tsLZOC&#10;H3Kwy2YvKSbaPvmLhtxXIoSwS1BB7X2XSOnKmgy6yHbEQbvb3qAPa19J3eMzhJtWruJ4LQ02HAg1&#10;dnSoqXzk3yZw6aO4jRukc1O8D3h9W1af51apxXzcb0F4Gv2/+e/6pEN9mF6Zpsx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C50TRwgAAANoAAAAPAAAAAAAAAAAAAAAAAJ8C&#10;AABkcnMvZG93bnJldi54bWxQSwUGAAAAAAQABAD3AAAAjgMAAAAA&#10;">
                <v:imagedata r:id="rId5" o:title=""/>
                <v:path arrowok="t"/>
              </v:shape>
              <v:shape id="Picture 4" o:spid="_x0000_s1030" type="#_x0000_t75" alt="KSU-Guidelines-2013dec11_v1 HR-9" style="position:absolute;left:50196;top:857;width:13812;height:56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ILKbvEAAAA2gAAAA8AAABkcnMvZG93bnJldi54bWxEj9FqwkAURN8F/2G5gm+6qRRb0mykRipi&#10;saWxH3DJ3iah2bsxu2r067sFwcdhZs4wyaI3jThR52rLCh6mEQjiwuqaSwXf+7fJMwjnkTU2lknB&#10;hRws0uEgwVjbM3/RKfelCBB2MSqovG9jKV1RkUE3tS1x8H5sZ9AH2ZVSd3gOcNPIWRTNpcGaw0KF&#10;LWUVFb/50SjgJ1O+7+em3m4Pn9eP9TLPdqtMqfGof30B4an39/CtvdEKHuH/SrgBMv0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ILKbvEAAAA2gAAAA8AAAAAAAAAAAAAAAAA&#10;nwIAAGRycy9kb3ducmV2LnhtbFBLBQYAAAAABAAEAPcAAACQAwAAAAA=&#10;">
                <v:imagedata r:id="rId6" o:title="KSU-Guidelines-2013dec11_v1 HR-9"/>
                <v:path arrowok="t"/>
              </v:shape>
            </v:group>
          </w:pict>
        </mc:Fallback>
      </mc:AlternateContent>
    </w:r>
    <w:r w:rsidRPr="00523B95">
      <w:rPr>
        <w:sz w:val="18"/>
        <w:szCs w:val="18"/>
      </w:rPr>
      <w:t>King Saud University</w:t>
    </w:r>
  </w:p>
  <w:p w:rsidR="00523B95" w:rsidRPr="00523B95" w:rsidRDefault="00523B95" w:rsidP="00523B95">
    <w:pPr>
      <w:jc w:val="center"/>
      <w:rPr>
        <w:sz w:val="18"/>
        <w:szCs w:val="18"/>
      </w:rPr>
    </w:pPr>
    <w:r w:rsidRPr="00523B95">
      <w:rPr>
        <w:sz w:val="18"/>
        <w:szCs w:val="18"/>
      </w:rPr>
      <w:t>College of Applied Medical Sciences</w:t>
    </w:r>
  </w:p>
  <w:p w:rsidR="00523B95" w:rsidRPr="00523B95" w:rsidRDefault="00523B95" w:rsidP="00523B95">
    <w:pPr>
      <w:jc w:val="center"/>
      <w:rPr>
        <w:sz w:val="18"/>
        <w:szCs w:val="18"/>
      </w:rPr>
    </w:pPr>
    <w:r w:rsidRPr="00523B95">
      <w:rPr>
        <w:sz w:val="18"/>
        <w:szCs w:val="18"/>
      </w:rPr>
      <w:t>Community Health Sciences Department</w:t>
    </w:r>
  </w:p>
  <w:p w:rsidR="00523B95" w:rsidRPr="00523B95" w:rsidRDefault="00523B95" w:rsidP="00523B95">
    <w:pPr>
      <w:jc w:val="center"/>
      <w:rPr>
        <w:sz w:val="18"/>
        <w:szCs w:val="18"/>
      </w:rPr>
    </w:pPr>
    <w:r w:rsidRPr="00523B95">
      <w:rPr>
        <w:sz w:val="18"/>
        <w:szCs w:val="18"/>
      </w:rPr>
      <w:t>Health Education Program</w:t>
    </w:r>
  </w:p>
  <w:p w:rsidR="00523B95" w:rsidRDefault="00523B95" w:rsidP="00523B95">
    <w:pPr>
      <w:pStyle w:val="Header"/>
    </w:pPr>
  </w:p>
  <w:p w:rsidR="00523B95" w:rsidRDefault="00523B9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847FE"/>
    <w:multiLevelType w:val="hybridMultilevel"/>
    <w:tmpl w:val="A32691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0A7EB4"/>
    <w:multiLevelType w:val="hybridMultilevel"/>
    <w:tmpl w:val="0E7028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0D48E1"/>
    <w:multiLevelType w:val="hybridMultilevel"/>
    <w:tmpl w:val="6090D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E65350"/>
    <w:multiLevelType w:val="hybridMultilevel"/>
    <w:tmpl w:val="F280A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4573D0"/>
    <w:multiLevelType w:val="hybridMultilevel"/>
    <w:tmpl w:val="0762BE6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C72F53"/>
    <w:multiLevelType w:val="hybridMultilevel"/>
    <w:tmpl w:val="960A9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5E3A29"/>
    <w:multiLevelType w:val="hybridMultilevel"/>
    <w:tmpl w:val="E4E26E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2B194C"/>
    <w:multiLevelType w:val="hybridMultilevel"/>
    <w:tmpl w:val="6EAAF5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A3A721A"/>
    <w:multiLevelType w:val="hybridMultilevel"/>
    <w:tmpl w:val="4C62E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F45258"/>
    <w:multiLevelType w:val="hybridMultilevel"/>
    <w:tmpl w:val="9160BB1E"/>
    <w:lvl w:ilvl="0" w:tplc="BC4E75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835804"/>
    <w:multiLevelType w:val="hybridMultilevel"/>
    <w:tmpl w:val="B254D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7"/>
  </w:num>
  <w:num w:numId="5">
    <w:abstractNumId w:val="1"/>
  </w:num>
  <w:num w:numId="6">
    <w:abstractNumId w:val="3"/>
  </w:num>
  <w:num w:numId="7">
    <w:abstractNumId w:val="5"/>
  </w:num>
  <w:num w:numId="8">
    <w:abstractNumId w:val="8"/>
  </w:num>
  <w:num w:numId="9">
    <w:abstractNumId w:val="2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90F"/>
    <w:rsid w:val="0002571D"/>
    <w:rsid w:val="00063D17"/>
    <w:rsid w:val="004A4050"/>
    <w:rsid w:val="00523B95"/>
    <w:rsid w:val="005B37EE"/>
    <w:rsid w:val="00743CCD"/>
    <w:rsid w:val="00770ED7"/>
    <w:rsid w:val="007C4F0C"/>
    <w:rsid w:val="00895418"/>
    <w:rsid w:val="00921D73"/>
    <w:rsid w:val="00DE093E"/>
    <w:rsid w:val="00EF090F"/>
    <w:rsid w:val="00F401DD"/>
    <w:rsid w:val="00F42277"/>
    <w:rsid w:val="00FE0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F0C"/>
    <w:pPr>
      <w:tabs>
        <w:tab w:val="num" w:pos="360"/>
      </w:tabs>
      <w:spacing w:after="0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3B9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3D1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523B95"/>
    <w:pPr>
      <w:tabs>
        <w:tab w:val="clear" w:pos="360"/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523B95"/>
  </w:style>
  <w:style w:type="paragraph" w:styleId="Footer">
    <w:name w:val="footer"/>
    <w:basedOn w:val="Normal"/>
    <w:link w:val="FooterChar"/>
    <w:uiPriority w:val="99"/>
    <w:unhideWhenUsed/>
    <w:rsid w:val="00523B95"/>
    <w:pPr>
      <w:tabs>
        <w:tab w:val="clear" w:pos="360"/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3B95"/>
  </w:style>
  <w:style w:type="paragraph" w:styleId="BalloonText">
    <w:name w:val="Balloon Text"/>
    <w:basedOn w:val="Normal"/>
    <w:link w:val="BalloonTextChar"/>
    <w:uiPriority w:val="99"/>
    <w:semiHidden/>
    <w:unhideWhenUsed/>
    <w:rsid w:val="00523B9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B9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523B95"/>
    <w:pPr>
      <w:tabs>
        <w:tab w:val="clear" w:pos="360"/>
      </w:tabs>
      <w:spacing w:after="200"/>
      <w:ind w:left="720"/>
      <w:contextualSpacing/>
    </w:pPr>
    <w:rPr>
      <w:rFonts w:ascii="Calibri" w:eastAsia="Calibri" w:hAnsi="Calibri" w:cs="Arial"/>
    </w:rPr>
  </w:style>
  <w:style w:type="character" w:customStyle="1" w:styleId="Heading1Char">
    <w:name w:val="Heading 1 Char"/>
    <w:basedOn w:val="DefaultParagraphFont"/>
    <w:link w:val="Heading1"/>
    <w:uiPriority w:val="9"/>
    <w:rsid w:val="00523B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523B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7C4F0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Default">
    <w:name w:val="Default"/>
    <w:rsid w:val="004A405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3D17"/>
    <w:rPr>
      <w:rFonts w:asciiTheme="majorHAnsi" w:eastAsiaTheme="majorEastAsia" w:hAnsiTheme="majorHAnsi" w:cstheme="majorBidi"/>
      <w:b/>
      <w:bCs/>
      <w:color w:val="4F81BD" w:themeColor="accent1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F0C"/>
    <w:pPr>
      <w:tabs>
        <w:tab w:val="num" w:pos="360"/>
      </w:tabs>
      <w:spacing w:after="0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3B9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3D1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523B95"/>
    <w:pPr>
      <w:tabs>
        <w:tab w:val="clear" w:pos="360"/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523B95"/>
  </w:style>
  <w:style w:type="paragraph" w:styleId="Footer">
    <w:name w:val="footer"/>
    <w:basedOn w:val="Normal"/>
    <w:link w:val="FooterChar"/>
    <w:uiPriority w:val="99"/>
    <w:unhideWhenUsed/>
    <w:rsid w:val="00523B95"/>
    <w:pPr>
      <w:tabs>
        <w:tab w:val="clear" w:pos="360"/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3B95"/>
  </w:style>
  <w:style w:type="paragraph" w:styleId="BalloonText">
    <w:name w:val="Balloon Text"/>
    <w:basedOn w:val="Normal"/>
    <w:link w:val="BalloonTextChar"/>
    <w:uiPriority w:val="99"/>
    <w:semiHidden/>
    <w:unhideWhenUsed/>
    <w:rsid w:val="00523B9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B9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523B95"/>
    <w:pPr>
      <w:tabs>
        <w:tab w:val="clear" w:pos="360"/>
      </w:tabs>
      <w:spacing w:after="200"/>
      <w:ind w:left="720"/>
      <w:contextualSpacing/>
    </w:pPr>
    <w:rPr>
      <w:rFonts w:ascii="Calibri" w:eastAsia="Calibri" w:hAnsi="Calibri" w:cs="Arial"/>
    </w:rPr>
  </w:style>
  <w:style w:type="character" w:customStyle="1" w:styleId="Heading1Char">
    <w:name w:val="Heading 1 Char"/>
    <w:basedOn w:val="DefaultParagraphFont"/>
    <w:link w:val="Heading1"/>
    <w:uiPriority w:val="9"/>
    <w:rsid w:val="00523B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523B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7C4F0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Default">
    <w:name w:val="Default"/>
    <w:rsid w:val="004A405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3D17"/>
    <w:rPr>
      <w:rFonts w:asciiTheme="majorHAnsi" w:eastAsiaTheme="majorEastAsia" w:hAnsiTheme="majorHAnsi" w:cstheme="majorBidi"/>
      <w:b/>
      <w:bCs/>
      <w:color w:val="4F81BD" w:themeColor="accen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hurishi\Desktop\VIS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82A54-3533-4009-A6DB-017EDE767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VISION</Template>
  <TotalTime>93</TotalTime>
  <Pages>5</Pages>
  <Words>1063</Words>
  <Characters>6064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Sultana A Alhurishi</dc:creator>
  <cp:lastModifiedBy>Sultana A Alhurishi</cp:lastModifiedBy>
  <cp:revision>6</cp:revision>
  <dcterms:created xsi:type="dcterms:W3CDTF">2015-08-25T10:23:00Z</dcterms:created>
  <dcterms:modified xsi:type="dcterms:W3CDTF">2015-10-13T10:45:00Z</dcterms:modified>
</cp:coreProperties>
</file>