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BD4B4"/>
  <w:body>
    <w:p w:rsidR="00513689" w:rsidRDefault="00160C3B" w:rsidP="00161F72">
      <w:pPr>
        <w:pStyle w:val="Heading2"/>
      </w:pPr>
      <w:r>
        <w:t>Curriculum Vitae</w:t>
      </w:r>
    </w:p>
    <w:p w:rsidR="00513689" w:rsidRDefault="00513689" w:rsidP="00161F72">
      <w:pPr>
        <w:jc w:val="both"/>
      </w:pPr>
    </w:p>
    <w:p w:rsidR="00513689" w:rsidRDefault="00513689" w:rsidP="00161F72">
      <w:pPr>
        <w:jc w:val="both"/>
      </w:pPr>
    </w:p>
    <w:p w:rsidR="00513689" w:rsidRPr="00995164" w:rsidRDefault="00160C3B" w:rsidP="00161F72">
      <w:pPr>
        <w:rPr>
          <w:sz w:val="20"/>
          <w:szCs w:val="20"/>
        </w:rPr>
      </w:pPr>
      <w:r w:rsidRPr="00995164">
        <w:rPr>
          <w:sz w:val="20"/>
          <w:szCs w:val="20"/>
        </w:rPr>
        <w:t xml:space="preserve">Reyadh Aldokhayel, </w:t>
      </w:r>
      <w:r w:rsidR="00BC5748" w:rsidRPr="00995164">
        <w:rPr>
          <w:sz w:val="20"/>
          <w:szCs w:val="20"/>
        </w:rPr>
        <w:t>Ph.D.</w:t>
      </w:r>
    </w:p>
    <w:p w:rsidR="00513689" w:rsidRDefault="00BC5748" w:rsidP="00CE089A">
      <w:pPr>
        <w:rPr>
          <w:sz w:val="20"/>
          <w:szCs w:val="20"/>
        </w:rPr>
      </w:pPr>
      <w:r w:rsidRPr="00995164">
        <w:rPr>
          <w:sz w:val="20"/>
          <w:szCs w:val="20"/>
        </w:rPr>
        <w:t>Assistant Professor of</w:t>
      </w:r>
      <w:r w:rsidR="00493BD2">
        <w:rPr>
          <w:sz w:val="20"/>
          <w:szCs w:val="20"/>
        </w:rPr>
        <w:t xml:space="preserve"> </w:t>
      </w:r>
      <w:r w:rsidRPr="00995164">
        <w:rPr>
          <w:sz w:val="20"/>
          <w:szCs w:val="20"/>
        </w:rPr>
        <w:t>Linguistics</w:t>
      </w:r>
    </w:p>
    <w:p w:rsidR="0067685B" w:rsidRPr="00995164" w:rsidRDefault="0067685B" w:rsidP="00161F72">
      <w:pPr>
        <w:rPr>
          <w:sz w:val="20"/>
          <w:szCs w:val="20"/>
        </w:rPr>
      </w:pPr>
      <w:r>
        <w:rPr>
          <w:sz w:val="20"/>
          <w:szCs w:val="20"/>
        </w:rPr>
        <w:t>Department of European Languages &amp; Translation</w:t>
      </w:r>
    </w:p>
    <w:p w:rsidR="0081773B" w:rsidRDefault="00993870" w:rsidP="00161F72">
      <w:pPr>
        <w:rPr>
          <w:sz w:val="20"/>
          <w:szCs w:val="20"/>
        </w:rPr>
      </w:pPr>
      <w:r w:rsidRPr="00995164">
        <w:rPr>
          <w:sz w:val="20"/>
          <w:szCs w:val="20"/>
        </w:rPr>
        <w:t>College of Languages &amp; Translation</w:t>
      </w:r>
      <w:r w:rsidRPr="00995164">
        <w:rPr>
          <w:sz w:val="20"/>
          <w:szCs w:val="20"/>
        </w:rPr>
        <w:br/>
        <w:t>King Saud University</w:t>
      </w:r>
      <w:r w:rsidRPr="00995164">
        <w:rPr>
          <w:sz w:val="20"/>
          <w:szCs w:val="20"/>
        </w:rPr>
        <w:br/>
        <w:t>P. O. Box 87907</w:t>
      </w:r>
      <w:r w:rsidRPr="00995164">
        <w:rPr>
          <w:sz w:val="20"/>
          <w:szCs w:val="20"/>
        </w:rPr>
        <w:br/>
        <w:t>Riyadh 11652</w:t>
      </w:r>
      <w:r w:rsidRPr="00995164">
        <w:rPr>
          <w:sz w:val="20"/>
          <w:szCs w:val="20"/>
        </w:rPr>
        <w:br/>
        <w:t>Saudi Arabia</w:t>
      </w:r>
    </w:p>
    <w:p w:rsidR="0081773B" w:rsidRPr="00995164" w:rsidRDefault="0081773B" w:rsidP="00844337">
      <w:pPr>
        <w:rPr>
          <w:sz w:val="20"/>
          <w:szCs w:val="20"/>
        </w:rPr>
      </w:pPr>
      <w:r>
        <w:rPr>
          <w:sz w:val="20"/>
          <w:szCs w:val="20"/>
        </w:rPr>
        <w:t>Office #: 2125</w:t>
      </w:r>
      <w:r w:rsidR="00993870" w:rsidRPr="00995164">
        <w:rPr>
          <w:sz w:val="20"/>
          <w:szCs w:val="20"/>
        </w:rPr>
        <w:br/>
      </w:r>
      <w:r w:rsidR="00F171D9">
        <w:rPr>
          <w:sz w:val="20"/>
          <w:szCs w:val="20"/>
        </w:rPr>
        <w:t>Phone (Office): (966) 1 469-7017</w:t>
      </w:r>
      <w:r w:rsidR="00993870" w:rsidRPr="00995164">
        <w:rPr>
          <w:sz w:val="20"/>
          <w:szCs w:val="20"/>
        </w:rPr>
        <w:br/>
      </w:r>
      <w:r w:rsidRPr="00995164">
        <w:rPr>
          <w:sz w:val="20"/>
          <w:szCs w:val="20"/>
        </w:rPr>
        <w:t xml:space="preserve">Email: </w:t>
      </w:r>
      <w:hyperlink r:id="rId8" w:tooltip="mailto:rdokayel@ksu.edu.sa&#10;CTRL + Click to follow link" w:history="1">
        <w:r w:rsidRPr="00995164">
          <w:rPr>
            <w:sz w:val="20"/>
            <w:szCs w:val="20"/>
          </w:rPr>
          <w:t>rdokayel@ksu.edu.sa</w:t>
        </w:r>
      </w:hyperlink>
    </w:p>
    <w:tbl>
      <w:tblPr>
        <w:tblW w:w="5000" w:type="pct"/>
        <w:tblLook w:val="0000"/>
      </w:tblPr>
      <w:tblGrid>
        <w:gridCol w:w="8531"/>
      </w:tblGrid>
      <w:tr w:rsidR="00513689" w:rsidTr="008B75E7">
        <w:tc>
          <w:tcPr>
            <w:tcW w:w="5000" w:type="pct"/>
          </w:tcPr>
          <w:p w:rsidR="00513689" w:rsidRDefault="00513689" w:rsidP="00161F72">
            <w:pPr>
              <w:jc w:val="both"/>
            </w:pPr>
          </w:p>
          <w:p w:rsidR="00CF41CE" w:rsidRDefault="00CF41CE" w:rsidP="002C2BAD">
            <w:pPr>
              <w:pStyle w:val="Heading1"/>
              <w:jc w:val="both"/>
            </w:pPr>
          </w:p>
          <w:p w:rsidR="00513689" w:rsidRDefault="002C2BAD" w:rsidP="002C2BAD">
            <w:pPr>
              <w:pStyle w:val="Heading1"/>
              <w:jc w:val="both"/>
            </w:pPr>
            <w:r>
              <w:t xml:space="preserve">Professional </w:t>
            </w:r>
            <w:r w:rsidR="00CA0C02">
              <w:t>E</w:t>
            </w:r>
            <w:r w:rsidR="00160C3B">
              <w:t>xperience</w:t>
            </w:r>
          </w:p>
        </w:tc>
      </w:tr>
      <w:tr w:rsidR="00513689" w:rsidTr="008B75E7">
        <w:tc>
          <w:tcPr>
            <w:tcW w:w="5000" w:type="pct"/>
          </w:tcPr>
          <w:p w:rsidR="00513689" w:rsidRDefault="00513689" w:rsidP="00161F72">
            <w:pPr>
              <w:pStyle w:val="BodyText3"/>
              <w:jc w:val="both"/>
            </w:pPr>
          </w:p>
        </w:tc>
      </w:tr>
      <w:tr w:rsidR="00513689" w:rsidTr="008B75E7">
        <w:tc>
          <w:tcPr>
            <w:tcW w:w="5000" w:type="pct"/>
          </w:tcPr>
          <w:p w:rsidR="007B4311" w:rsidRDefault="00DC0C4D" w:rsidP="007B4311">
            <w:pPr>
              <w:jc w:val="both"/>
            </w:pPr>
            <w:bookmarkStart w:id="0" w:name="الجودة"/>
            <w:bookmarkEnd w:id="0"/>
            <w:r>
              <w:t>25/9/2010</w:t>
            </w:r>
            <w:r w:rsidR="0041552E">
              <w:t xml:space="preserve"> – present. Full-time consultant at the </w:t>
            </w:r>
            <w:r w:rsidR="00326D9D">
              <w:t>Ministry</w:t>
            </w:r>
            <w:r w:rsidR="0041552E">
              <w:t xml:space="preserve"> of Higher Education, Riyadh, Saudi Arabia. </w:t>
            </w:r>
          </w:p>
          <w:p w:rsidR="00DC0C4D" w:rsidRDefault="00DC0C4D" w:rsidP="00B53B56">
            <w:pPr>
              <w:jc w:val="both"/>
            </w:pPr>
          </w:p>
          <w:p w:rsidR="003056D9" w:rsidRDefault="003056D9" w:rsidP="00B53B56">
            <w:pPr>
              <w:jc w:val="both"/>
            </w:pPr>
            <w:r>
              <w:t>16/2/2010 –</w:t>
            </w:r>
            <w:r w:rsidR="00DC0C4D">
              <w:t xml:space="preserve"> </w:t>
            </w:r>
            <w:r w:rsidR="00BD5372">
              <w:t>25/9/2010</w:t>
            </w:r>
            <w:r w:rsidR="00B53B56">
              <w:t xml:space="preserve">. </w:t>
            </w:r>
            <w:r>
              <w:t xml:space="preserve">Member and deputy head of the Quality Assurance Committee, College of Languages and Translation, King Saud University, Riyadh, Saudi Arabia. </w:t>
            </w:r>
          </w:p>
          <w:p w:rsidR="003056D9" w:rsidRDefault="003056D9" w:rsidP="007B4311">
            <w:pPr>
              <w:jc w:val="both"/>
            </w:pPr>
          </w:p>
          <w:p w:rsidR="00C30D0E" w:rsidRDefault="00C30D0E" w:rsidP="007B4311">
            <w:pPr>
              <w:jc w:val="both"/>
            </w:pPr>
            <w:r>
              <w:t xml:space="preserve">1/2010 – </w:t>
            </w:r>
            <w:r w:rsidR="00BD5372">
              <w:t>25/9/2010</w:t>
            </w:r>
            <w:r>
              <w:t>. Member of the College of Languages and Translation Board, King Saud University, Riyadh, Saudi Arabia.</w:t>
            </w:r>
            <w:r w:rsidR="00BB63F0">
              <w:tab/>
            </w:r>
          </w:p>
          <w:p w:rsidR="00082E2C" w:rsidRDefault="00082E2C" w:rsidP="00161F72">
            <w:pPr>
              <w:jc w:val="both"/>
            </w:pPr>
          </w:p>
        </w:tc>
      </w:tr>
      <w:tr w:rsidR="00513689" w:rsidTr="008B75E7">
        <w:tc>
          <w:tcPr>
            <w:tcW w:w="5000" w:type="pct"/>
          </w:tcPr>
          <w:p w:rsidR="008D51D0" w:rsidRDefault="008D51D0" w:rsidP="007B064F">
            <w:pPr>
              <w:pStyle w:val="BodyText2"/>
            </w:pPr>
            <w:r>
              <w:t xml:space="preserve">4/2009 – </w:t>
            </w:r>
            <w:r w:rsidR="00BD5372">
              <w:t>25/9/2010</w:t>
            </w:r>
            <w:r>
              <w:t xml:space="preserve">. </w:t>
            </w:r>
            <w:r w:rsidR="007B064F" w:rsidRPr="007B064F">
              <w:t>Hea</w:t>
            </w:r>
            <w:r w:rsidR="007B064F">
              <w:t xml:space="preserve">d of the Quality Assurance Unit, </w:t>
            </w:r>
            <w:r>
              <w:t>College of Languages and Translation, King Saud University, Riyadh, Saudi Arabia.</w:t>
            </w:r>
          </w:p>
          <w:p w:rsidR="00BB63F0" w:rsidRDefault="00C86B2C" w:rsidP="003056D9">
            <w:pPr>
              <w:pStyle w:val="BodyText2"/>
              <w:tabs>
                <w:tab w:val="left" w:pos="1308"/>
                <w:tab w:val="right" w:pos="8315"/>
              </w:tabs>
            </w:pPr>
            <w:r>
              <w:tab/>
            </w:r>
            <w:r w:rsidR="003056D9">
              <w:tab/>
            </w:r>
          </w:p>
          <w:p w:rsidR="00AD5E66" w:rsidRDefault="007B07C2" w:rsidP="00D76F15">
            <w:pPr>
              <w:jc w:val="both"/>
            </w:pPr>
            <w:r>
              <w:t>7</w:t>
            </w:r>
            <w:r w:rsidR="00BD5372">
              <w:t>/2008 – 25/9/2010</w:t>
            </w:r>
            <w:r w:rsidR="00BB63F0">
              <w:t>. Member of the Department of European Languages and Translation Board, College of Languages and Translation, King Saud University, Riyadh, Saudi Arabia.</w:t>
            </w:r>
          </w:p>
          <w:p w:rsidR="00983088" w:rsidRDefault="00983088" w:rsidP="00161F72">
            <w:pPr>
              <w:pStyle w:val="BodyText2"/>
            </w:pPr>
          </w:p>
          <w:p w:rsidR="00983088" w:rsidRDefault="008C7970" w:rsidP="00776EE4">
            <w:pPr>
              <w:pStyle w:val="BodyText2"/>
            </w:pPr>
            <w:r>
              <w:t xml:space="preserve">07/2008 – </w:t>
            </w:r>
            <w:r w:rsidR="000A25C0">
              <w:t>present</w:t>
            </w:r>
            <w:r>
              <w:t xml:space="preserve">. </w:t>
            </w:r>
            <w:r w:rsidR="00776EE4" w:rsidRPr="00776EE4">
              <w:rPr>
                <w:rFonts w:cs="Simplified Arabic"/>
                <w:noProof w:val="0"/>
              </w:rPr>
              <w:t>Assistant Professor of English and Linguistics</w:t>
            </w:r>
            <w:r w:rsidR="00776EE4">
              <w:rPr>
                <w:rFonts w:cs="Simplified Arabic"/>
                <w:noProof w:val="0"/>
              </w:rPr>
              <w:t xml:space="preserve">, </w:t>
            </w:r>
            <w:r>
              <w:t>College of Languages and Translation, King Saud University, Riyadh, Saudi Arabia.</w:t>
            </w:r>
          </w:p>
          <w:p w:rsidR="008C7970" w:rsidRDefault="008C7970" w:rsidP="00161F72">
            <w:pPr>
              <w:pStyle w:val="BodyText2"/>
              <w:tabs>
                <w:tab w:val="right" w:pos="8315"/>
              </w:tabs>
            </w:pPr>
            <w:r>
              <w:rPr>
                <w:b/>
                <w:bCs/>
                <w:i/>
                <w:iCs/>
              </w:rPr>
              <w:tab/>
            </w:r>
          </w:p>
          <w:p w:rsidR="008C7970" w:rsidRDefault="008C7970" w:rsidP="00161F72">
            <w:pPr>
              <w:pStyle w:val="BodyText2"/>
            </w:pPr>
            <w:r>
              <w:t>08/2004 – 08/2005</w:t>
            </w:r>
            <w:r w:rsidR="002C3010">
              <w:t xml:space="preserve">. </w:t>
            </w:r>
            <w:r w:rsidR="002C3010" w:rsidRPr="002C3010">
              <w:t>Lecturer of English</w:t>
            </w:r>
            <w:r w:rsidR="002C3010">
              <w:t>,</w:t>
            </w:r>
            <w:r>
              <w:t xml:space="preserve"> </w:t>
            </w:r>
            <w:r w:rsidR="007733B6">
              <w:t xml:space="preserve">Department of European Languages and Translation, </w:t>
            </w:r>
            <w:r>
              <w:t>College of Languages and Translation, King Saud University, Riyadh, Saudi Arabia.</w:t>
            </w:r>
          </w:p>
          <w:p w:rsidR="008C7970" w:rsidRDefault="008C7970" w:rsidP="0096371A">
            <w:pPr>
              <w:pStyle w:val="BodyText2"/>
              <w:tabs>
                <w:tab w:val="center" w:pos="4157"/>
                <w:tab w:val="left" w:pos="4692"/>
              </w:tabs>
            </w:pPr>
            <w:r>
              <w:tab/>
            </w:r>
          </w:p>
          <w:p w:rsidR="008C7970" w:rsidRDefault="001C6454" w:rsidP="002C434E">
            <w:pPr>
              <w:pStyle w:val="BodyText2"/>
            </w:pPr>
            <w:r>
              <w:t xml:space="preserve">05/2002 – </w:t>
            </w:r>
            <w:r w:rsidR="008C7970">
              <w:t>08/2004</w:t>
            </w:r>
            <w:r w:rsidR="00524267">
              <w:t xml:space="preserve">. </w:t>
            </w:r>
            <w:r w:rsidR="00524267" w:rsidRPr="002C3010">
              <w:t>Lecturer of English</w:t>
            </w:r>
            <w:r w:rsidR="00524267">
              <w:t xml:space="preserve">, </w:t>
            </w:r>
            <w:r w:rsidR="008C7970">
              <w:t>College of Technology,</w:t>
            </w:r>
            <w:r w:rsidR="00524267">
              <w:t xml:space="preserve"> </w:t>
            </w:r>
            <w:r w:rsidR="00245D76">
              <w:t xml:space="preserve">the </w:t>
            </w:r>
            <w:r w:rsidR="00524267">
              <w:t>Technical &amp; Vocational Training</w:t>
            </w:r>
            <w:r w:rsidR="002C434E">
              <w:t xml:space="preserve"> Corporation</w:t>
            </w:r>
            <w:r w:rsidR="00524267">
              <w:t xml:space="preserve">, </w:t>
            </w:r>
            <w:r w:rsidR="008C7970">
              <w:t>Riyadh, Saudi Arabia.</w:t>
            </w:r>
          </w:p>
          <w:p w:rsidR="008C7970" w:rsidRDefault="008C7970" w:rsidP="002C434E">
            <w:pPr>
              <w:pStyle w:val="BodyText2"/>
              <w:jc w:val="right"/>
            </w:pPr>
          </w:p>
          <w:p w:rsidR="008C7970" w:rsidRDefault="008C7970" w:rsidP="00DD6640">
            <w:pPr>
              <w:jc w:val="both"/>
            </w:pPr>
            <w:r>
              <w:t>09/1997 – 12/1998</w:t>
            </w:r>
            <w:r w:rsidR="00DD6640">
              <w:t xml:space="preserve">. </w:t>
            </w:r>
            <w:r w:rsidR="00DD6640" w:rsidRPr="00DD6640">
              <w:rPr>
                <w:rFonts w:cs="Traditional Arabic"/>
                <w:noProof/>
              </w:rPr>
              <w:t>Teaching Assistant of English</w:t>
            </w:r>
            <w:r w:rsidR="00DD6640">
              <w:rPr>
                <w:rFonts w:cs="Traditional Arabic"/>
                <w:noProof/>
              </w:rPr>
              <w:t xml:space="preserve">, </w:t>
            </w:r>
            <w:r>
              <w:t>College of Technology,</w:t>
            </w:r>
            <w:r w:rsidR="00245D76">
              <w:t xml:space="preserve"> the </w:t>
            </w:r>
            <w:r w:rsidR="00DD6640">
              <w:t>Technical &amp; Vocational Training Corporation,</w:t>
            </w:r>
            <w:r>
              <w:t xml:space="preserve"> Riyadh, Saudi Arabia.</w:t>
            </w:r>
          </w:p>
          <w:p w:rsidR="008C7970" w:rsidRDefault="00F44E4C" w:rsidP="00885293">
            <w:pPr>
              <w:pStyle w:val="BodyText2"/>
              <w:tabs>
                <w:tab w:val="left" w:pos="3492"/>
                <w:tab w:val="left" w:pos="7452"/>
              </w:tabs>
            </w:pPr>
            <w:r>
              <w:tab/>
            </w:r>
            <w:r w:rsidR="00885293">
              <w:tab/>
            </w:r>
          </w:p>
          <w:p w:rsidR="008C7970" w:rsidRDefault="008C7970" w:rsidP="005B1BED">
            <w:pPr>
              <w:jc w:val="both"/>
            </w:pPr>
            <w:r>
              <w:t>10/1995 – 01/1996</w:t>
            </w:r>
            <w:r w:rsidR="00D43916">
              <w:t xml:space="preserve">. Communications Coordinator, </w:t>
            </w:r>
            <w:r>
              <w:t>Bell Helicopter Arabia Co. Ltd.,</w:t>
            </w:r>
            <w:r w:rsidR="005B1BED">
              <w:t xml:space="preserve"> Medical Air Evacuation, King Faisal Air Base, </w:t>
            </w:r>
            <w:r>
              <w:t>Riyadh, Saudi Arabia.</w:t>
            </w:r>
          </w:p>
          <w:p w:rsidR="00354ACE" w:rsidRDefault="00354ACE" w:rsidP="00161F72">
            <w:pPr>
              <w:jc w:val="both"/>
            </w:pPr>
          </w:p>
          <w:p w:rsidR="00B40B9E" w:rsidRDefault="00B40B9E" w:rsidP="001F16AD">
            <w:pPr>
              <w:pStyle w:val="Heading1"/>
              <w:jc w:val="both"/>
            </w:pPr>
          </w:p>
          <w:p w:rsidR="00C86B2C" w:rsidRDefault="00C86B2C" w:rsidP="001F16AD">
            <w:pPr>
              <w:pStyle w:val="Heading1"/>
              <w:jc w:val="both"/>
            </w:pPr>
            <w:r>
              <w:t>University</w:t>
            </w:r>
            <w:r w:rsidR="001F16AD">
              <w:t xml:space="preserve"> &amp; Community </w:t>
            </w:r>
            <w:r>
              <w:t>Service</w:t>
            </w:r>
          </w:p>
          <w:p w:rsidR="00C86B2C" w:rsidRDefault="00C86B2C" w:rsidP="00C86B2C"/>
          <w:p w:rsidR="005F0D32" w:rsidRDefault="00813EF1" w:rsidP="00813EF1">
            <w:r>
              <w:t xml:space="preserve">7\3\2010. Supervised and participated </w:t>
            </w:r>
            <w:r w:rsidR="005F0D32">
              <w:t xml:space="preserve">in translating and interpreting the inauguration of the second year of the Shura </w:t>
            </w:r>
            <w:r w:rsidR="00671E07">
              <w:t>Council's fifth r</w:t>
            </w:r>
            <w:r w:rsidR="005F0D32" w:rsidRPr="005F0D32">
              <w:t>ound</w:t>
            </w:r>
            <w:r w:rsidR="00705D68">
              <w:t xml:space="preserve"> in Riyadh, Saudi Arabia. </w:t>
            </w:r>
            <w:r w:rsidR="005F0D32">
              <w:t xml:space="preserve"> </w:t>
            </w:r>
          </w:p>
          <w:p w:rsidR="005F0D32" w:rsidRDefault="005F0D32" w:rsidP="005F0D32">
            <w:pPr>
              <w:jc w:val="both"/>
            </w:pPr>
          </w:p>
          <w:p w:rsidR="005B1BED" w:rsidRDefault="005B1BED" w:rsidP="00173A64">
            <w:pPr>
              <w:jc w:val="both"/>
            </w:pPr>
            <w:r>
              <w:t xml:space="preserve">11/2009. </w:t>
            </w:r>
            <w:r w:rsidR="00173A64">
              <w:t xml:space="preserve">Participated </w:t>
            </w:r>
            <w:r>
              <w:t>in the workshop</w:t>
            </w:r>
            <w:r w:rsidR="006C3F37">
              <w:t xml:space="preserve"> on the Strategic Plan </w:t>
            </w:r>
            <w:r w:rsidR="00192CD2">
              <w:t>Project of the</w:t>
            </w:r>
            <w:r w:rsidR="00835028">
              <w:t xml:space="preserve"> Col</w:t>
            </w:r>
            <w:r w:rsidR="008B40BE">
              <w:t xml:space="preserve">lege of Languages &amp; Translation of King Saud University. </w:t>
            </w:r>
            <w:r w:rsidR="00192CD2">
              <w:t xml:space="preserve"> </w:t>
            </w:r>
            <w:r>
              <w:t xml:space="preserve"> </w:t>
            </w:r>
          </w:p>
          <w:p w:rsidR="005B1BED" w:rsidRDefault="005B1BED" w:rsidP="00C86B2C">
            <w:pPr>
              <w:jc w:val="both"/>
            </w:pPr>
          </w:p>
          <w:p w:rsidR="003B15B2" w:rsidRDefault="003B15B2" w:rsidP="003B15B2">
            <w:pPr>
              <w:jc w:val="both"/>
            </w:pPr>
            <w:r>
              <w:t xml:space="preserve">5\2009 – </w:t>
            </w:r>
            <w:r w:rsidR="00D305F1">
              <w:t>25/9/2010</w:t>
            </w:r>
            <w:r>
              <w:t>. Member of the Teaching Excellence Award Committee</w:t>
            </w:r>
            <w:r w:rsidR="001C66B9">
              <w:t xml:space="preserve">, College of Languages and Translation, King Saud University, Riyadh, Saudi Arabia. </w:t>
            </w:r>
          </w:p>
          <w:p w:rsidR="00006760" w:rsidRDefault="00006760" w:rsidP="003B15B2">
            <w:pPr>
              <w:jc w:val="both"/>
            </w:pPr>
          </w:p>
          <w:p w:rsidR="00006760" w:rsidRDefault="00E81848" w:rsidP="00B53B56">
            <w:pPr>
              <w:jc w:val="both"/>
            </w:pPr>
            <w:r>
              <w:t>5</w:t>
            </w:r>
            <w:r w:rsidR="00006760">
              <w:t>/200</w:t>
            </w:r>
            <w:r>
              <w:t>9</w:t>
            </w:r>
            <w:r w:rsidR="00B53B56">
              <w:t>. Participated</w:t>
            </w:r>
            <w:r w:rsidR="00006760">
              <w:t xml:space="preserve"> in preparing English language exams for job applicants to the Institute of Diplomatic Studies of the Ministry of Foreign Affairs in Riyadh, Saudi Arabia.</w:t>
            </w:r>
            <w:r w:rsidR="00006760">
              <w:tab/>
            </w:r>
          </w:p>
          <w:p w:rsidR="00BE1FBA" w:rsidRDefault="00BE1FBA" w:rsidP="00E81848">
            <w:pPr>
              <w:jc w:val="both"/>
            </w:pPr>
          </w:p>
          <w:p w:rsidR="00BE1FBA" w:rsidRDefault="00BE1FBA" w:rsidP="00DA5587">
            <w:pPr>
              <w:jc w:val="both"/>
            </w:pPr>
            <w:r>
              <w:t xml:space="preserve">26-27/4/2009. </w:t>
            </w:r>
            <w:r w:rsidR="00876643">
              <w:t>Rep</w:t>
            </w:r>
            <w:r w:rsidR="00DA5587">
              <w:t xml:space="preserve">resented </w:t>
            </w:r>
            <w:r>
              <w:t>King Saud University at the meetings of the Arab Associat</w:t>
            </w:r>
            <w:r w:rsidR="00092B35">
              <w:t>ion for International Education at the</w:t>
            </w:r>
            <w:r>
              <w:t xml:space="preserve"> University of Jordan, Amman, Jordan.</w:t>
            </w:r>
          </w:p>
          <w:p w:rsidR="00BE1FBA" w:rsidRDefault="00BE1FBA" w:rsidP="00BE1FBA">
            <w:pPr>
              <w:jc w:val="both"/>
            </w:pPr>
          </w:p>
          <w:p w:rsidR="00006760" w:rsidRDefault="0066713E" w:rsidP="004118CB">
            <w:pPr>
              <w:jc w:val="both"/>
            </w:pPr>
            <w:r>
              <w:t>3-4/2009. Member of the Dep</w:t>
            </w:r>
            <w:r w:rsidR="004118CB">
              <w:t xml:space="preserve">artment </w:t>
            </w:r>
            <w:r w:rsidR="00E60FEE">
              <w:t xml:space="preserve">of European Languages </w:t>
            </w:r>
            <w:r>
              <w:t>and Translation Recruiting Committee</w:t>
            </w:r>
            <w:r w:rsidR="004118CB">
              <w:t>, College of Languages and Translation, King Saud University, Riyadh, Saudi Arabia.</w:t>
            </w:r>
          </w:p>
          <w:p w:rsidR="00006760" w:rsidRDefault="0066713E" w:rsidP="0066713E">
            <w:pPr>
              <w:tabs>
                <w:tab w:val="left" w:pos="2496"/>
              </w:tabs>
              <w:jc w:val="both"/>
            </w:pPr>
            <w:r>
              <w:tab/>
            </w:r>
          </w:p>
          <w:p w:rsidR="00C86B2C" w:rsidRDefault="00C86B2C" w:rsidP="005E2A07">
            <w:pPr>
              <w:jc w:val="both"/>
            </w:pPr>
            <w:r>
              <w:t>2</w:t>
            </w:r>
            <w:r w:rsidR="005E2A07">
              <w:t xml:space="preserve">-5/2009. Member of the </w:t>
            </w:r>
            <w:r>
              <w:t>New D</w:t>
            </w:r>
            <w:r w:rsidR="005E2A07">
              <w:t xml:space="preserve">evelopmental Projects Committee, College of Languages and Translation, King Saud University, Riyadh, Saudi Arabia. </w:t>
            </w:r>
          </w:p>
          <w:p w:rsidR="00C86B2C" w:rsidRPr="00C86B2C" w:rsidRDefault="005E2A07" w:rsidP="005E2A07">
            <w:pPr>
              <w:tabs>
                <w:tab w:val="left" w:pos="7500"/>
              </w:tabs>
            </w:pPr>
            <w:r>
              <w:tab/>
            </w:r>
          </w:p>
          <w:p w:rsidR="00C86B2C" w:rsidRDefault="00C86B2C" w:rsidP="000646ED">
            <w:pPr>
              <w:jc w:val="both"/>
            </w:pPr>
            <w:r>
              <w:t xml:space="preserve">07/2008 – </w:t>
            </w:r>
            <w:r w:rsidR="000A25C0">
              <w:t>present</w:t>
            </w:r>
            <w:r>
              <w:t xml:space="preserve">. </w:t>
            </w:r>
            <w:r w:rsidR="000646ED">
              <w:t>Research and translations referee</w:t>
            </w:r>
            <w:r>
              <w:t xml:space="preserve">.   </w:t>
            </w:r>
          </w:p>
          <w:p w:rsidR="00475973" w:rsidRDefault="00475973" w:rsidP="000646ED">
            <w:pPr>
              <w:jc w:val="both"/>
            </w:pPr>
          </w:p>
          <w:p w:rsidR="00475973" w:rsidRDefault="00475973" w:rsidP="00475973">
            <w:pPr>
              <w:pStyle w:val="BodyText2"/>
            </w:pPr>
            <w:r>
              <w:t>09/2001 – 12/2001 Writing Center Tutor, Colorado State University, Fort Collins, CO, USA.</w:t>
            </w:r>
          </w:p>
          <w:p w:rsidR="00475973" w:rsidRDefault="00475973" w:rsidP="00475973">
            <w:pPr>
              <w:pStyle w:val="BodyText2"/>
            </w:pPr>
          </w:p>
          <w:p w:rsidR="00475973" w:rsidRDefault="00E502A5" w:rsidP="001A4C79">
            <w:pPr>
              <w:pStyle w:val="BodyText2"/>
            </w:pPr>
            <w:r>
              <w:t>01/2000 – 05/2002. Translated</w:t>
            </w:r>
            <w:r w:rsidR="00475973">
              <w:t xml:space="preserve"> </w:t>
            </w:r>
            <w:r w:rsidR="0007390C">
              <w:t>Jumuah s</w:t>
            </w:r>
            <w:r w:rsidR="00475973">
              <w:t xml:space="preserve">ermons </w:t>
            </w:r>
            <w:r w:rsidR="001A4C79">
              <w:t xml:space="preserve">and interpreting talks and lectures </w:t>
            </w:r>
            <w:r w:rsidR="00475973">
              <w:t>for the</w:t>
            </w:r>
            <w:r w:rsidR="00A633DB">
              <w:t xml:space="preserve"> Muslim community </w:t>
            </w:r>
            <w:r w:rsidR="001A4C79">
              <w:t xml:space="preserve">and the </w:t>
            </w:r>
            <w:r w:rsidR="00475973">
              <w:t>Islamic Center of Fort Collins,</w:t>
            </w:r>
            <w:r w:rsidR="001A4C79">
              <w:t xml:space="preserve"> Fort Collins, </w:t>
            </w:r>
            <w:r w:rsidR="00475973">
              <w:t xml:space="preserve">Colorado, USA.  </w:t>
            </w:r>
          </w:p>
          <w:p w:rsidR="00C86B2C" w:rsidRDefault="00C86B2C" w:rsidP="00C86B2C">
            <w:pPr>
              <w:jc w:val="both"/>
            </w:pPr>
            <w:r>
              <w:t xml:space="preserve"> </w:t>
            </w:r>
          </w:p>
          <w:p w:rsidR="00C86B2C" w:rsidRDefault="00C86B2C" w:rsidP="00161F72">
            <w:pPr>
              <w:jc w:val="both"/>
            </w:pPr>
          </w:p>
        </w:tc>
      </w:tr>
      <w:tr w:rsidR="00513689" w:rsidTr="008B75E7">
        <w:tc>
          <w:tcPr>
            <w:tcW w:w="5000" w:type="pct"/>
          </w:tcPr>
          <w:p w:rsidR="00513689" w:rsidRDefault="00160C3B" w:rsidP="00161F72">
            <w:pPr>
              <w:pStyle w:val="Heading1"/>
              <w:jc w:val="both"/>
            </w:pPr>
            <w:r>
              <w:lastRenderedPageBreak/>
              <w:t>Education</w:t>
            </w:r>
          </w:p>
          <w:p w:rsidR="00513689" w:rsidRDefault="00513689" w:rsidP="00161F72">
            <w:pPr>
              <w:jc w:val="both"/>
            </w:pPr>
          </w:p>
        </w:tc>
      </w:tr>
      <w:tr w:rsidR="00513689" w:rsidTr="008B75E7">
        <w:tc>
          <w:tcPr>
            <w:tcW w:w="5000" w:type="pct"/>
          </w:tcPr>
          <w:p w:rsidR="00D05ACC" w:rsidRDefault="00D05ACC" w:rsidP="00C0778F">
            <w:pPr>
              <w:jc w:val="both"/>
            </w:pPr>
            <w:r>
              <w:t>08/2005 – 06/2008</w:t>
            </w:r>
            <w:r w:rsidR="004F03AF">
              <w:t xml:space="preserve">. Ph.D. in English with a concentration in Applied Linguistics, </w:t>
            </w:r>
            <w:r>
              <w:t>B</w:t>
            </w:r>
            <w:r w:rsidR="008855BC">
              <w:t>all State University, Muncie, Indiana</w:t>
            </w:r>
            <w:r>
              <w:t xml:space="preserve">, USA. </w:t>
            </w:r>
          </w:p>
          <w:p w:rsidR="00D05ACC" w:rsidRDefault="004F03AF" w:rsidP="004F03AF">
            <w:pPr>
              <w:tabs>
                <w:tab w:val="left" w:pos="5688"/>
              </w:tabs>
              <w:jc w:val="both"/>
            </w:pPr>
            <w:r>
              <w:tab/>
            </w:r>
          </w:p>
          <w:p w:rsidR="00D05ACC" w:rsidRDefault="00D05ACC" w:rsidP="00C0778F">
            <w:pPr>
              <w:jc w:val="both"/>
            </w:pPr>
            <w:r>
              <w:t>01/2000 – 05/2002</w:t>
            </w:r>
            <w:r w:rsidR="00C516E3">
              <w:t>. MA in Teaching English a</w:t>
            </w:r>
            <w:r w:rsidR="00C0778F">
              <w:t>s a Second/Foreign Language,</w:t>
            </w:r>
            <w:r>
              <w:t xml:space="preserve"> Colorado St</w:t>
            </w:r>
            <w:r w:rsidR="008855BC">
              <w:t>ate University, Fort Collins, Colorado</w:t>
            </w:r>
            <w:r>
              <w:t>, USA.</w:t>
            </w:r>
          </w:p>
          <w:p w:rsidR="00D05ACC" w:rsidRDefault="00D05ACC" w:rsidP="00161F72">
            <w:pPr>
              <w:jc w:val="both"/>
            </w:pPr>
          </w:p>
          <w:p w:rsidR="00D05ACC" w:rsidRDefault="00D150E1" w:rsidP="00C0778F">
            <w:pPr>
              <w:pStyle w:val="BodyText3"/>
              <w:jc w:val="both"/>
              <w:rPr>
                <w:rFonts w:cs="Times New Roman"/>
                <w:noProof w:val="0"/>
              </w:rPr>
            </w:pPr>
            <w:r>
              <w:rPr>
                <w:rFonts w:cs="Times New Roman"/>
                <w:noProof w:val="0"/>
              </w:rPr>
              <w:t>7/</w:t>
            </w:r>
            <w:r w:rsidR="00D05ACC">
              <w:rPr>
                <w:rFonts w:cs="Times New Roman"/>
                <w:noProof w:val="0"/>
              </w:rPr>
              <w:t xml:space="preserve">1993 – </w:t>
            </w:r>
            <w:r>
              <w:rPr>
                <w:rFonts w:cs="Times New Roman"/>
                <w:noProof w:val="0"/>
              </w:rPr>
              <w:t>1/</w:t>
            </w:r>
            <w:r w:rsidR="00D05ACC">
              <w:rPr>
                <w:rFonts w:cs="Times New Roman"/>
                <w:noProof w:val="0"/>
              </w:rPr>
              <w:t>1997</w:t>
            </w:r>
            <w:r>
              <w:rPr>
                <w:rFonts w:cs="Times New Roman"/>
                <w:noProof w:val="0"/>
              </w:rPr>
              <w:t xml:space="preserve">. </w:t>
            </w:r>
            <w:r>
              <w:t>BA in English Langua</w:t>
            </w:r>
            <w:r w:rsidR="00C0778F">
              <w:t>ge &amp; Literature</w:t>
            </w:r>
            <w:r>
              <w:t>,</w:t>
            </w:r>
            <w:r w:rsidR="00D05ACC">
              <w:rPr>
                <w:rFonts w:cs="Times New Roman"/>
                <w:noProof w:val="0"/>
              </w:rPr>
              <w:t xml:space="preserve"> King Saud University, Riyadh, Saudi Arabia.</w:t>
            </w:r>
          </w:p>
          <w:p w:rsidR="00D05ACC" w:rsidRDefault="00D05ACC" w:rsidP="00161F72">
            <w:pPr>
              <w:jc w:val="both"/>
            </w:pPr>
          </w:p>
          <w:p w:rsidR="00D3290F" w:rsidRDefault="00D3290F" w:rsidP="00D150E1">
            <w:pPr>
              <w:tabs>
                <w:tab w:val="left" w:pos="5736"/>
              </w:tabs>
              <w:jc w:val="both"/>
            </w:pPr>
          </w:p>
          <w:p w:rsidR="00D3290F" w:rsidRDefault="00D3290F" w:rsidP="00D150E1">
            <w:pPr>
              <w:tabs>
                <w:tab w:val="left" w:pos="5736"/>
              </w:tabs>
              <w:jc w:val="both"/>
            </w:pPr>
          </w:p>
          <w:p w:rsidR="00D05ACC" w:rsidRDefault="00D150E1" w:rsidP="00D150E1">
            <w:pPr>
              <w:tabs>
                <w:tab w:val="left" w:pos="5736"/>
              </w:tabs>
              <w:jc w:val="both"/>
            </w:pPr>
            <w:r>
              <w:tab/>
            </w:r>
          </w:p>
          <w:p w:rsidR="00513689" w:rsidRDefault="00160C3B" w:rsidP="00161F72">
            <w:pPr>
              <w:pStyle w:val="Heading1"/>
              <w:jc w:val="both"/>
            </w:pPr>
            <w:r>
              <w:lastRenderedPageBreak/>
              <w:t>Professional Development</w:t>
            </w:r>
          </w:p>
          <w:p w:rsidR="0044631E" w:rsidRDefault="0044631E" w:rsidP="00161F72">
            <w:pPr>
              <w:jc w:val="both"/>
            </w:pPr>
          </w:p>
          <w:p w:rsidR="003A0FBF" w:rsidRDefault="000460DE" w:rsidP="00B40B9E">
            <w:pPr>
              <w:jc w:val="both"/>
            </w:pPr>
            <w:r>
              <w:t xml:space="preserve">19-23/7/2010. </w:t>
            </w:r>
            <w:r w:rsidR="00FE5BA4">
              <w:t>Completed</w:t>
            </w:r>
            <w:r>
              <w:t xml:space="preserve"> the professional development program “Teaching Excellence”, Center for Teaching Excellence, University of Waterloo, Waterloo, Ontario, Canada.</w:t>
            </w:r>
          </w:p>
          <w:p w:rsidR="000460DE" w:rsidRDefault="000460DE" w:rsidP="00B40B9E">
            <w:pPr>
              <w:jc w:val="both"/>
            </w:pPr>
          </w:p>
          <w:p w:rsidR="00B40B9E" w:rsidRDefault="00B40B9E" w:rsidP="00B40B9E">
            <w:pPr>
              <w:jc w:val="both"/>
            </w:pPr>
            <w:r>
              <w:t xml:space="preserve">12-16/7/2010. </w:t>
            </w:r>
            <w:r w:rsidR="00FE5BA4">
              <w:t>Completed</w:t>
            </w:r>
            <w:r>
              <w:t xml:space="preserve"> the professional development program “Integrating Technology Into Your Teaching”, Center for Teaching Excellence, University of </w:t>
            </w:r>
            <w:r w:rsidR="00CD008E">
              <w:t>Waterloo</w:t>
            </w:r>
            <w:r>
              <w:t xml:space="preserve">, Waterloo, Ontario, Canada. </w:t>
            </w:r>
          </w:p>
          <w:p w:rsidR="00B40B9E" w:rsidRDefault="000460DE" w:rsidP="000460DE">
            <w:pPr>
              <w:tabs>
                <w:tab w:val="left" w:pos="7332"/>
              </w:tabs>
              <w:jc w:val="both"/>
            </w:pPr>
            <w:r>
              <w:tab/>
            </w:r>
          </w:p>
          <w:p w:rsidR="00857D20" w:rsidRDefault="005368B3" w:rsidP="000D5AB4">
            <w:pPr>
              <w:jc w:val="both"/>
            </w:pPr>
            <w:r>
              <w:t xml:space="preserve">8-10/5/2010. </w:t>
            </w:r>
            <w:r w:rsidR="00FE5BA4">
              <w:t>Completed</w:t>
            </w:r>
            <w:r>
              <w:t xml:space="preserve"> the training program on quality </w:t>
            </w:r>
            <w:r w:rsidR="000D5AB4">
              <w:t>assessment</w:t>
            </w:r>
            <w:r>
              <w:t xml:space="preserve"> "</w:t>
            </w:r>
            <w:r w:rsidRPr="005368B3">
              <w:t>EFQM Assessor Training"</w:t>
            </w:r>
            <w:r w:rsidR="005A13A3">
              <w:t xml:space="preserve">, </w:t>
            </w:r>
            <w:r w:rsidR="005A13A3" w:rsidRPr="00857D20">
              <w:t>European Foundation for Quality Management</w:t>
            </w:r>
            <w:r w:rsidR="005A13A3">
              <w:t xml:space="preserve"> (EFQM), Novotel Al Anoud Hotel, Riyadh, Saudi Arabia. </w:t>
            </w:r>
          </w:p>
          <w:p w:rsidR="00857D20" w:rsidRDefault="00857D20" w:rsidP="00857D20">
            <w:pPr>
              <w:jc w:val="both"/>
            </w:pPr>
          </w:p>
          <w:p w:rsidR="00857D20" w:rsidRDefault="00857D20" w:rsidP="00857D20">
            <w:pPr>
              <w:jc w:val="both"/>
            </w:pPr>
            <w:r>
              <w:t xml:space="preserve">24-26/4/2010. </w:t>
            </w:r>
            <w:r w:rsidR="00FE5BA4">
              <w:t>Completed</w:t>
            </w:r>
            <w:r>
              <w:t xml:space="preserve"> the training program on quality and excellence "</w:t>
            </w:r>
            <w:r w:rsidRPr="00857D20">
              <w:t>Start the Journey towards Excellence</w:t>
            </w:r>
            <w:r>
              <w:t xml:space="preserve">", </w:t>
            </w:r>
            <w:r w:rsidRPr="00857D20">
              <w:t>European Foundation for Quality Management</w:t>
            </w:r>
            <w:r>
              <w:t xml:space="preserve"> (EFQM), Novotel Al Anoud Hotel, Riyadh, Saudi Arabia. </w:t>
            </w:r>
          </w:p>
          <w:p w:rsidR="00857D20" w:rsidRDefault="00857D20" w:rsidP="00161F72">
            <w:pPr>
              <w:jc w:val="both"/>
            </w:pPr>
          </w:p>
          <w:p w:rsidR="00082204" w:rsidRDefault="00082204" w:rsidP="00161F72">
            <w:pPr>
              <w:jc w:val="both"/>
            </w:pPr>
            <w:r>
              <w:t xml:space="preserve">27-28/3/2010. </w:t>
            </w:r>
            <w:r w:rsidR="00FE5BA4">
              <w:t>Completed</w:t>
            </w:r>
            <w:r w:rsidR="00287568">
              <w:t xml:space="preserve"> the </w:t>
            </w:r>
            <w:r w:rsidR="00893A82">
              <w:t>10-hour training program "M</w:t>
            </w:r>
            <w:r w:rsidR="00D3290F">
              <w:t xml:space="preserve">icroteaching", King Saud University, Riyadh, Saudi Arabia.  </w:t>
            </w:r>
          </w:p>
          <w:p w:rsidR="00D424ED" w:rsidRDefault="00D424ED" w:rsidP="00161F72">
            <w:pPr>
              <w:jc w:val="both"/>
            </w:pPr>
          </w:p>
          <w:p w:rsidR="00C61739" w:rsidRDefault="00DC47BA" w:rsidP="00D424ED">
            <w:pPr>
              <w:jc w:val="both"/>
            </w:pPr>
            <w:r>
              <w:t xml:space="preserve">22-24/2/2010. </w:t>
            </w:r>
            <w:r w:rsidR="00FE5BA4">
              <w:t>Completed</w:t>
            </w:r>
            <w:r w:rsidR="005B4262">
              <w:t xml:space="preserve"> </w:t>
            </w:r>
            <w:r w:rsidR="00D424ED">
              <w:t>the 8-hour training program "</w:t>
            </w:r>
            <w:r w:rsidR="00893A82">
              <w:t>B</w:t>
            </w:r>
            <w:r w:rsidR="005B4262">
              <w:t xml:space="preserve">uilding </w:t>
            </w:r>
            <w:r w:rsidR="00893A82">
              <w:t>the C</w:t>
            </w:r>
            <w:r w:rsidR="005B4262">
              <w:t>urriculum</w:t>
            </w:r>
            <w:r w:rsidR="00D424ED">
              <w:t xml:space="preserve">", King Saud University, Riyadh, Saudi Arabia.  </w:t>
            </w:r>
          </w:p>
          <w:p w:rsidR="00F22774" w:rsidRDefault="00F22774" w:rsidP="001D2F2B">
            <w:pPr>
              <w:jc w:val="both"/>
            </w:pPr>
          </w:p>
          <w:p w:rsidR="00F22774" w:rsidRPr="00894C74" w:rsidRDefault="00662E68" w:rsidP="00894C74">
            <w:pPr>
              <w:jc w:val="both"/>
              <w:rPr>
                <w:rtl/>
              </w:rPr>
            </w:pPr>
            <w:r>
              <w:t xml:space="preserve">16-18/1/2010. </w:t>
            </w:r>
            <w:r w:rsidR="00FE5BA4">
              <w:t>Completed</w:t>
            </w:r>
            <w:r>
              <w:t xml:space="preserve"> </w:t>
            </w:r>
            <w:r w:rsidR="005978FC">
              <w:t>the</w:t>
            </w:r>
            <w:r>
              <w:t xml:space="preserve"> </w:t>
            </w:r>
            <w:r w:rsidR="005978FC">
              <w:t>12-hour training program "</w:t>
            </w:r>
            <w:r w:rsidR="00893A82">
              <w:t>S</w:t>
            </w:r>
            <w:r w:rsidR="00894C74">
              <w:t>kills for</w:t>
            </w:r>
            <w:r w:rsidR="00893A82">
              <w:t xml:space="preserve"> Effective U</w:t>
            </w:r>
            <w:r w:rsidR="00894C74">
              <w:t>niver</w:t>
            </w:r>
            <w:r w:rsidR="00893A82">
              <w:t>sity T</w:t>
            </w:r>
            <w:r w:rsidR="00894C74">
              <w:t xml:space="preserve">eaching", King Saud University, Riyadh, Saudi Arabia. </w:t>
            </w:r>
          </w:p>
          <w:p w:rsidR="00662E68" w:rsidRDefault="00662E68" w:rsidP="00F22774">
            <w:pPr>
              <w:jc w:val="both"/>
            </w:pPr>
          </w:p>
          <w:p w:rsidR="0085731C" w:rsidRDefault="0085731C" w:rsidP="00282C80">
            <w:pPr>
              <w:jc w:val="both"/>
            </w:pPr>
            <w:r>
              <w:t xml:space="preserve">19-21/12/2009. </w:t>
            </w:r>
            <w:r w:rsidR="00FE5BA4">
              <w:t>Completed</w:t>
            </w:r>
            <w:r>
              <w:t xml:space="preserve"> </w:t>
            </w:r>
            <w:r w:rsidR="005978FC">
              <w:t xml:space="preserve">the </w:t>
            </w:r>
            <w:r w:rsidR="00282C80">
              <w:t>10-hour training program "S</w:t>
            </w:r>
            <w:r>
              <w:t xml:space="preserve">kills </w:t>
            </w:r>
            <w:r w:rsidR="00282C80">
              <w:t>f</w:t>
            </w:r>
            <w:r w:rsidR="00A327FC">
              <w:t>or A</w:t>
            </w:r>
            <w:r w:rsidR="00282C80">
              <w:t>ssessing Students' P</w:t>
            </w:r>
            <w:r>
              <w:t>erformance", King Saud University</w:t>
            </w:r>
            <w:r w:rsidR="009B7882">
              <w:t>, Riyadh, Saudi Arabia.</w:t>
            </w:r>
            <w:r>
              <w:t xml:space="preserve"> </w:t>
            </w:r>
          </w:p>
          <w:p w:rsidR="0085731C" w:rsidRDefault="0085731C" w:rsidP="00F22774">
            <w:pPr>
              <w:jc w:val="both"/>
            </w:pPr>
          </w:p>
          <w:p w:rsidR="00AB219A" w:rsidRDefault="00AB219A" w:rsidP="00082204">
            <w:pPr>
              <w:jc w:val="both"/>
            </w:pPr>
            <w:r>
              <w:t>9-10/11/2009</w:t>
            </w:r>
            <w:r w:rsidR="001D2F2B">
              <w:t xml:space="preserve">. </w:t>
            </w:r>
            <w:r w:rsidR="00FE5BA4">
              <w:t>Completed</w:t>
            </w:r>
            <w:r w:rsidR="00F87578">
              <w:t xml:space="preserve"> the </w:t>
            </w:r>
            <w:r w:rsidR="001D2F2B">
              <w:t>10-hour training program “</w:t>
            </w:r>
            <w:r>
              <w:t>Accreditation Report Standards of the Educational Institution</w:t>
            </w:r>
            <w:r w:rsidR="001D2F2B">
              <w:t>”</w:t>
            </w:r>
            <w:r>
              <w:t>, King Saud University, Riyadh, Saudi Arabia.</w:t>
            </w:r>
          </w:p>
          <w:p w:rsidR="00AB219A" w:rsidRDefault="00AB219A" w:rsidP="00AB219A">
            <w:pPr>
              <w:jc w:val="both"/>
            </w:pPr>
          </w:p>
          <w:p w:rsidR="00AB219A" w:rsidRDefault="00D31344" w:rsidP="00082204">
            <w:pPr>
              <w:jc w:val="both"/>
            </w:pPr>
            <w:r>
              <w:t>7-8/11/2009</w:t>
            </w:r>
            <w:r w:rsidR="00F87578">
              <w:t xml:space="preserve">. </w:t>
            </w:r>
            <w:r w:rsidR="00FE5BA4">
              <w:t>Completed</w:t>
            </w:r>
            <w:r w:rsidR="00F87578">
              <w:t xml:space="preserve"> the 10-hour training program “Self-study of Faculties and Programs”</w:t>
            </w:r>
            <w:r>
              <w:t>, King Saud University, Riyadh, Saudi Arabia.</w:t>
            </w:r>
          </w:p>
          <w:p w:rsidR="00AB219A" w:rsidRDefault="00AB219A" w:rsidP="0007208C">
            <w:pPr>
              <w:jc w:val="both"/>
            </w:pPr>
          </w:p>
          <w:p w:rsidR="0007208C" w:rsidRDefault="0007208C" w:rsidP="000123C7">
            <w:pPr>
              <w:jc w:val="both"/>
            </w:pPr>
            <w:r>
              <w:t>16</w:t>
            </w:r>
            <w:r w:rsidR="00A71A9A">
              <w:t>-</w:t>
            </w:r>
            <w:r>
              <w:t>17</w:t>
            </w:r>
            <w:r w:rsidR="00920988">
              <w:t xml:space="preserve">/10/2009. </w:t>
            </w:r>
            <w:r w:rsidR="000123C7">
              <w:t xml:space="preserve">Attended </w:t>
            </w:r>
            <w:r w:rsidR="00920988">
              <w:t>the “</w:t>
            </w:r>
            <w:r>
              <w:t>Accreditation</w:t>
            </w:r>
            <w:r w:rsidR="00DD5D22">
              <w:t>”</w:t>
            </w:r>
            <w:r>
              <w:t xml:space="preserve"> Workshop, Commission on English Language Program Accreditation, Alexandria, Virginia, USA. </w:t>
            </w:r>
          </w:p>
          <w:p w:rsidR="00A71A9A" w:rsidRDefault="00A71A9A" w:rsidP="00161F72">
            <w:pPr>
              <w:jc w:val="both"/>
            </w:pPr>
          </w:p>
          <w:p w:rsidR="0044631E" w:rsidRDefault="004A615D" w:rsidP="00082204">
            <w:pPr>
              <w:jc w:val="both"/>
            </w:pPr>
            <w:r>
              <w:t>13-24/7/2009</w:t>
            </w:r>
            <w:r w:rsidR="00357356">
              <w:t>.</w:t>
            </w:r>
            <w:r w:rsidR="004B089E">
              <w:t xml:space="preserve"> </w:t>
            </w:r>
            <w:r w:rsidR="00FE5BA4">
              <w:t>Completed</w:t>
            </w:r>
            <w:r w:rsidR="004B089E">
              <w:t xml:space="preserve"> the 2-weeks (50 hours) training course “Quality &amp; Accreditation in Higher Education”</w:t>
            </w:r>
            <w:r>
              <w:t>, University of Wales Institute Cardiff, Cardiff, UK.</w:t>
            </w:r>
          </w:p>
          <w:p w:rsidR="00B25081" w:rsidRDefault="00B25081" w:rsidP="00161F72">
            <w:pPr>
              <w:jc w:val="both"/>
            </w:pPr>
          </w:p>
          <w:p w:rsidR="0074629D" w:rsidRDefault="0074629D" w:rsidP="00082204">
            <w:pPr>
              <w:jc w:val="both"/>
            </w:pPr>
            <w:r>
              <w:t>21-22/6/2009</w:t>
            </w:r>
            <w:r w:rsidR="004768FF">
              <w:t xml:space="preserve">. </w:t>
            </w:r>
            <w:r w:rsidR="00FE5BA4">
              <w:t>Completed</w:t>
            </w:r>
            <w:r w:rsidR="004768FF">
              <w:t xml:space="preserve"> the 6-hour training course “</w:t>
            </w:r>
            <w:r w:rsidR="000715C3">
              <w:t>t</w:t>
            </w:r>
            <w:r w:rsidR="004768FF">
              <w:t>he Basics of Quality Management”</w:t>
            </w:r>
            <w:r>
              <w:t>, King Saud University, Riyadh, Saudi Arabia.</w:t>
            </w:r>
          </w:p>
          <w:p w:rsidR="0074629D" w:rsidRDefault="004768FF" w:rsidP="004768FF">
            <w:pPr>
              <w:tabs>
                <w:tab w:val="left" w:pos="5172"/>
              </w:tabs>
              <w:jc w:val="both"/>
            </w:pPr>
            <w:r>
              <w:tab/>
            </w:r>
          </w:p>
          <w:p w:rsidR="00B25081" w:rsidRDefault="00B25081" w:rsidP="00CF2D08">
            <w:pPr>
              <w:jc w:val="both"/>
            </w:pPr>
            <w:r>
              <w:t>25-26/5/2009</w:t>
            </w:r>
            <w:r w:rsidR="00DF46DF">
              <w:t>. Attended</w:t>
            </w:r>
            <w:r w:rsidR="00717997">
              <w:t xml:space="preserve"> the workshop “</w:t>
            </w:r>
            <w:r>
              <w:t xml:space="preserve">Quality &amp; its Applications in Higher Education </w:t>
            </w:r>
            <w:r w:rsidR="0074629D">
              <w:t>Institutions</w:t>
            </w:r>
            <w:r w:rsidR="00717997">
              <w:t>”</w:t>
            </w:r>
            <w:r>
              <w:t>, King Saud University, Riyadh, Saudi Arabia.</w:t>
            </w:r>
          </w:p>
          <w:p w:rsidR="00B25081" w:rsidRDefault="00B25081" w:rsidP="00161F72">
            <w:pPr>
              <w:jc w:val="both"/>
            </w:pPr>
          </w:p>
          <w:p w:rsidR="00B25081" w:rsidRDefault="00B25081" w:rsidP="002D4625">
            <w:pPr>
              <w:jc w:val="both"/>
            </w:pPr>
            <w:r>
              <w:lastRenderedPageBreak/>
              <w:t>20/3/2009</w:t>
            </w:r>
            <w:r w:rsidR="002D4625">
              <w:t xml:space="preserve">. Published </w:t>
            </w:r>
            <w:r w:rsidR="00B94B34">
              <w:t>my dissertation-based book “</w:t>
            </w:r>
            <w:r w:rsidR="0042707C">
              <w:t>t</w:t>
            </w:r>
            <w:r w:rsidR="00CE3D46">
              <w:t>he Event Structure Metaphor: t</w:t>
            </w:r>
            <w:r w:rsidRPr="00B94B34">
              <w:t>he Case of Arabic</w:t>
            </w:r>
            <w:r w:rsidR="00B94B34">
              <w:t>” in Saarbr</w:t>
            </w:r>
            <w:r w:rsidR="00B94B34">
              <w:rPr>
                <w:rFonts w:cs="Times New Roman"/>
              </w:rPr>
              <w:t>ücken, Germany,</w:t>
            </w:r>
            <w:r w:rsidR="00B94B34">
              <w:t xml:space="preserve"> by VDM Verlag Dr. M</w:t>
            </w:r>
            <w:r w:rsidR="00B94B34">
              <w:rPr>
                <w:rFonts w:cs="Times New Roman"/>
              </w:rPr>
              <w:t>ü</w:t>
            </w:r>
            <w:r w:rsidR="00B94B34">
              <w:t>ller Aktiengesellschaft &amp; Co. KG.</w:t>
            </w:r>
          </w:p>
          <w:p w:rsidR="00656C2E" w:rsidRDefault="00B94B34" w:rsidP="00B94B34">
            <w:pPr>
              <w:tabs>
                <w:tab w:val="left" w:pos="3492"/>
              </w:tabs>
              <w:jc w:val="both"/>
            </w:pPr>
            <w:r>
              <w:tab/>
            </w:r>
          </w:p>
          <w:p w:rsidR="00B25081" w:rsidRDefault="002A2B35" w:rsidP="00DF46DF">
            <w:pPr>
              <w:jc w:val="both"/>
            </w:pPr>
            <w:r>
              <w:t>27/</w:t>
            </w:r>
            <w:r w:rsidR="00B25081">
              <w:t xml:space="preserve">2/2001 – </w:t>
            </w:r>
            <w:r>
              <w:t>3/3</w:t>
            </w:r>
            <w:r w:rsidR="00B25081">
              <w:t>/2001</w:t>
            </w:r>
            <w:r w:rsidR="004E311E">
              <w:t xml:space="preserve">. </w:t>
            </w:r>
            <w:r w:rsidR="00DF46DF">
              <w:t>Attended</w:t>
            </w:r>
            <w:r w:rsidR="00A53830">
              <w:t xml:space="preserve"> the TESOL International Convention “the 35</w:t>
            </w:r>
            <w:r w:rsidR="00A53830">
              <w:rPr>
                <w:vertAlign w:val="superscript"/>
              </w:rPr>
              <w:t>th</w:t>
            </w:r>
            <w:r w:rsidR="00A53830">
              <w:t xml:space="preserve"> Annual Convention and Exposition of Teachers of English to Speakers of Other Languages, Inc.”</w:t>
            </w:r>
            <w:r w:rsidR="00B25081">
              <w:t>, St. Louis, Missouri, USA.</w:t>
            </w:r>
          </w:p>
          <w:p w:rsidR="00513689" w:rsidRDefault="00513689" w:rsidP="00D17425"/>
          <w:p w:rsidR="00D17425" w:rsidRDefault="00D17425" w:rsidP="00D17425">
            <w:pPr>
              <w:jc w:val="right"/>
            </w:pPr>
          </w:p>
        </w:tc>
      </w:tr>
    </w:tbl>
    <w:p w:rsidR="0073512C" w:rsidRDefault="00CA0C02" w:rsidP="00F75739">
      <w:pPr>
        <w:pStyle w:val="Heading1"/>
        <w:jc w:val="both"/>
      </w:pPr>
      <w:r>
        <w:lastRenderedPageBreak/>
        <w:t>Academic Scholarships</w:t>
      </w:r>
    </w:p>
    <w:p w:rsidR="00885293" w:rsidRPr="00885293" w:rsidRDefault="00885293" w:rsidP="00885293"/>
    <w:p w:rsidR="00885293" w:rsidRDefault="00885293" w:rsidP="00C63A2F">
      <w:pPr>
        <w:jc w:val="both"/>
      </w:pPr>
      <w:r>
        <w:t xml:space="preserve">3/7/2005. A scholarship from King Saud University to earn a PhD in Linguistics from Ball State University, Muncie, </w:t>
      </w:r>
      <w:r w:rsidR="00C63A2F">
        <w:t>Indiana</w:t>
      </w:r>
      <w:r>
        <w:t>, USA.</w:t>
      </w:r>
    </w:p>
    <w:p w:rsidR="00885293" w:rsidRDefault="00885293" w:rsidP="00885293">
      <w:pPr>
        <w:jc w:val="both"/>
      </w:pPr>
    </w:p>
    <w:p w:rsidR="00160C3B" w:rsidRDefault="00885293" w:rsidP="00885293">
      <w:pPr>
        <w:jc w:val="both"/>
      </w:pPr>
      <w:r>
        <w:t xml:space="preserve">27/12/1998. A scholarship from </w:t>
      </w:r>
      <w:r w:rsidR="00245D76">
        <w:t xml:space="preserve">the </w:t>
      </w:r>
      <w:r>
        <w:t xml:space="preserve">Technical &amp; Vocational Training Corporation to earn an MA in English from Colorado State University, Fort Collins, Colorado, USA. </w:t>
      </w:r>
      <w:r w:rsidR="004E311E">
        <w:tab/>
      </w:r>
    </w:p>
    <w:sectPr w:rsidR="00160C3B" w:rsidSect="008526D5">
      <w:footerReference w:type="default" r:id="rId9"/>
      <w:pgSz w:w="11909" w:h="16834" w:code="9"/>
      <w:pgMar w:top="1440" w:right="1797" w:bottom="1440" w:left="1797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CBF" w:rsidRDefault="00433CBF" w:rsidP="00A716B8">
      <w:r>
        <w:separator/>
      </w:r>
    </w:p>
  </w:endnote>
  <w:endnote w:type="continuationSeparator" w:id="1">
    <w:p w:rsidR="00433CBF" w:rsidRDefault="00433CBF" w:rsidP="00A716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6B8" w:rsidRDefault="0003079D">
    <w:pPr>
      <w:pStyle w:val="Footer"/>
      <w:jc w:val="center"/>
    </w:pPr>
    <w:fldSimple w:instr=" PAGE   \* MERGEFORMAT ">
      <w:r w:rsidR="00C0778F">
        <w:rPr>
          <w:noProof/>
        </w:rPr>
        <w:t>3</w:t>
      </w:r>
    </w:fldSimple>
  </w:p>
  <w:p w:rsidR="00A716B8" w:rsidRDefault="00A716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CBF" w:rsidRDefault="00433CBF" w:rsidP="00A716B8">
      <w:r>
        <w:separator/>
      </w:r>
    </w:p>
  </w:footnote>
  <w:footnote w:type="continuationSeparator" w:id="1">
    <w:p w:rsidR="00433CBF" w:rsidRDefault="00433CBF" w:rsidP="00A716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3535D"/>
    <w:multiLevelType w:val="hybridMultilevel"/>
    <w:tmpl w:val="9CFE6D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FD2AF2"/>
    <w:multiLevelType w:val="hybridMultilevel"/>
    <w:tmpl w:val="7778A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0C7315"/>
    <w:multiLevelType w:val="hybridMultilevel"/>
    <w:tmpl w:val="9BFCBA0E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6F9D27FD"/>
    <w:multiLevelType w:val="hybridMultilevel"/>
    <w:tmpl w:val="918E84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doNotTrackMoves/>
  <w:defaultTabStop w:val="720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5748"/>
    <w:rsid w:val="00002268"/>
    <w:rsid w:val="000029E6"/>
    <w:rsid w:val="00006760"/>
    <w:rsid w:val="0001085A"/>
    <w:rsid w:val="000123C7"/>
    <w:rsid w:val="00013316"/>
    <w:rsid w:val="00014EFE"/>
    <w:rsid w:val="00017049"/>
    <w:rsid w:val="0003079D"/>
    <w:rsid w:val="00033697"/>
    <w:rsid w:val="000446C1"/>
    <w:rsid w:val="000460DE"/>
    <w:rsid w:val="000646ED"/>
    <w:rsid w:val="00065EE8"/>
    <w:rsid w:val="0006698D"/>
    <w:rsid w:val="00070B6F"/>
    <w:rsid w:val="000715C3"/>
    <w:rsid w:val="0007208C"/>
    <w:rsid w:val="0007390C"/>
    <w:rsid w:val="000755D5"/>
    <w:rsid w:val="00082204"/>
    <w:rsid w:val="00082E2C"/>
    <w:rsid w:val="000908C7"/>
    <w:rsid w:val="0009108A"/>
    <w:rsid w:val="00092B35"/>
    <w:rsid w:val="00094E33"/>
    <w:rsid w:val="00096013"/>
    <w:rsid w:val="000A25C0"/>
    <w:rsid w:val="000A2E17"/>
    <w:rsid w:val="000A51F3"/>
    <w:rsid w:val="000A59B8"/>
    <w:rsid w:val="000B4786"/>
    <w:rsid w:val="000B60EF"/>
    <w:rsid w:val="000D5AB4"/>
    <w:rsid w:val="000D61F8"/>
    <w:rsid w:val="000D73AA"/>
    <w:rsid w:val="000E43B7"/>
    <w:rsid w:val="000E6748"/>
    <w:rsid w:val="000E7306"/>
    <w:rsid w:val="000F0E21"/>
    <w:rsid w:val="000F38B5"/>
    <w:rsid w:val="000F4FF5"/>
    <w:rsid w:val="000F5393"/>
    <w:rsid w:val="001043AC"/>
    <w:rsid w:val="001070B0"/>
    <w:rsid w:val="00110B84"/>
    <w:rsid w:val="00113E59"/>
    <w:rsid w:val="00120B94"/>
    <w:rsid w:val="00137A1D"/>
    <w:rsid w:val="00144F72"/>
    <w:rsid w:val="001476D2"/>
    <w:rsid w:val="00150870"/>
    <w:rsid w:val="00153276"/>
    <w:rsid w:val="00160C3B"/>
    <w:rsid w:val="00161F72"/>
    <w:rsid w:val="00163E02"/>
    <w:rsid w:val="00173A64"/>
    <w:rsid w:val="0018495F"/>
    <w:rsid w:val="00192CD2"/>
    <w:rsid w:val="00193DB6"/>
    <w:rsid w:val="00194E47"/>
    <w:rsid w:val="00196D24"/>
    <w:rsid w:val="001A10A3"/>
    <w:rsid w:val="001A4C79"/>
    <w:rsid w:val="001A640D"/>
    <w:rsid w:val="001B3849"/>
    <w:rsid w:val="001C6454"/>
    <w:rsid w:val="001C66B9"/>
    <w:rsid w:val="001D21F2"/>
    <w:rsid w:val="001D284C"/>
    <w:rsid w:val="001D2F2B"/>
    <w:rsid w:val="001D79C5"/>
    <w:rsid w:val="001E2E23"/>
    <w:rsid w:val="001E78DF"/>
    <w:rsid w:val="001F07F4"/>
    <w:rsid w:val="001F16AD"/>
    <w:rsid w:val="00217B97"/>
    <w:rsid w:val="0022160D"/>
    <w:rsid w:val="0023302F"/>
    <w:rsid w:val="00240AF2"/>
    <w:rsid w:val="00245D76"/>
    <w:rsid w:val="0024680C"/>
    <w:rsid w:val="0025220A"/>
    <w:rsid w:val="002551BF"/>
    <w:rsid w:val="002552E1"/>
    <w:rsid w:val="00263A1B"/>
    <w:rsid w:val="00266250"/>
    <w:rsid w:val="00282C80"/>
    <w:rsid w:val="00287568"/>
    <w:rsid w:val="00294577"/>
    <w:rsid w:val="002A2B35"/>
    <w:rsid w:val="002A508F"/>
    <w:rsid w:val="002A5BB5"/>
    <w:rsid w:val="002B04A0"/>
    <w:rsid w:val="002B1D28"/>
    <w:rsid w:val="002B4A7D"/>
    <w:rsid w:val="002C2BAD"/>
    <w:rsid w:val="002C3010"/>
    <w:rsid w:val="002C434E"/>
    <w:rsid w:val="002C7D99"/>
    <w:rsid w:val="002D008E"/>
    <w:rsid w:val="002D1505"/>
    <w:rsid w:val="002D4625"/>
    <w:rsid w:val="002D6DDB"/>
    <w:rsid w:val="002E4F9F"/>
    <w:rsid w:val="002F32A6"/>
    <w:rsid w:val="003056D9"/>
    <w:rsid w:val="003155E2"/>
    <w:rsid w:val="00326D9D"/>
    <w:rsid w:val="003545B6"/>
    <w:rsid w:val="00354ACE"/>
    <w:rsid w:val="00357356"/>
    <w:rsid w:val="00357615"/>
    <w:rsid w:val="003637DA"/>
    <w:rsid w:val="00364514"/>
    <w:rsid w:val="00377673"/>
    <w:rsid w:val="00377E48"/>
    <w:rsid w:val="00381937"/>
    <w:rsid w:val="00385860"/>
    <w:rsid w:val="00393C78"/>
    <w:rsid w:val="00395A7B"/>
    <w:rsid w:val="00395EE9"/>
    <w:rsid w:val="003A0FBF"/>
    <w:rsid w:val="003A6AF3"/>
    <w:rsid w:val="003B03E6"/>
    <w:rsid w:val="003B15B2"/>
    <w:rsid w:val="003B1FEB"/>
    <w:rsid w:val="003B7490"/>
    <w:rsid w:val="003C62B8"/>
    <w:rsid w:val="003C6E98"/>
    <w:rsid w:val="003D7342"/>
    <w:rsid w:val="003F444D"/>
    <w:rsid w:val="003F4DC9"/>
    <w:rsid w:val="003F5E18"/>
    <w:rsid w:val="004051EC"/>
    <w:rsid w:val="00405478"/>
    <w:rsid w:val="004118CB"/>
    <w:rsid w:val="004143C0"/>
    <w:rsid w:val="0041552E"/>
    <w:rsid w:val="0042648F"/>
    <w:rsid w:val="0042707C"/>
    <w:rsid w:val="0043104D"/>
    <w:rsid w:val="00433CBF"/>
    <w:rsid w:val="00436AE0"/>
    <w:rsid w:val="00437E16"/>
    <w:rsid w:val="004422E2"/>
    <w:rsid w:val="00443A0C"/>
    <w:rsid w:val="0044631E"/>
    <w:rsid w:val="00450A10"/>
    <w:rsid w:val="00454C40"/>
    <w:rsid w:val="00455FD6"/>
    <w:rsid w:val="00466D5F"/>
    <w:rsid w:val="00472ED6"/>
    <w:rsid w:val="00475973"/>
    <w:rsid w:val="004768FF"/>
    <w:rsid w:val="004825CB"/>
    <w:rsid w:val="004853C6"/>
    <w:rsid w:val="00493BD2"/>
    <w:rsid w:val="004A615D"/>
    <w:rsid w:val="004B089E"/>
    <w:rsid w:val="004B329D"/>
    <w:rsid w:val="004B4280"/>
    <w:rsid w:val="004B6DF1"/>
    <w:rsid w:val="004B78A9"/>
    <w:rsid w:val="004C0B5C"/>
    <w:rsid w:val="004C2E48"/>
    <w:rsid w:val="004C4A0C"/>
    <w:rsid w:val="004C6506"/>
    <w:rsid w:val="004C7341"/>
    <w:rsid w:val="004D2394"/>
    <w:rsid w:val="004D3394"/>
    <w:rsid w:val="004E2FE3"/>
    <w:rsid w:val="004E311E"/>
    <w:rsid w:val="004E565C"/>
    <w:rsid w:val="004F03AF"/>
    <w:rsid w:val="0050033A"/>
    <w:rsid w:val="0050393E"/>
    <w:rsid w:val="00503B12"/>
    <w:rsid w:val="00504B08"/>
    <w:rsid w:val="00506325"/>
    <w:rsid w:val="00506669"/>
    <w:rsid w:val="00511470"/>
    <w:rsid w:val="00512B74"/>
    <w:rsid w:val="00513689"/>
    <w:rsid w:val="005154DA"/>
    <w:rsid w:val="00521C19"/>
    <w:rsid w:val="00524267"/>
    <w:rsid w:val="005368B3"/>
    <w:rsid w:val="00540A54"/>
    <w:rsid w:val="005510D7"/>
    <w:rsid w:val="00555090"/>
    <w:rsid w:val="00557E5D"/>
    <w:rsid w:val="00564D37"/>
    <w:rsid w:val="005768F4"/>
    <w:rsid w:val="00584906"/>
    <w:rsid w:val="00585DB4"/>
    <w:rsid w:val="00586557"/>
    <w:rsid w:val="005978FC"/>
    <w:rsid w:val="005A13A3"/>
    <w:rsid w:val="005A1C0B"/>
    <w:rsid w:val="005B1BED"/>
    <w:rsid w:val="005B4262"/>
    <w:rsid w:val="005B7300"/>
    <w:rsid w:val="005B7BC2"/>
    <w:rsid w:val="005C21A7"/>
    <w:rsid w:val="005C467B"/>
    <w:rsid w:val="005C6DCB"/>
    <w:rsid w:val="005D4828"/>
    <w:rsid w:val="005E1CCF"/>
    <w:rsid w:val="005E2A07"/>
    <w:rsid w:val="005E48DA"/>
    <w:rsid w:val="005E6F2A"/>
    <w:rsid w:val="005F0D32"/>
    <w:rsid w:val="005F6E40"/>
    <w:rsid w:val="00604A16"/>
    <w:rsid w:val="00606CD5"/>
    <w:rsid w:val="00611B5B"/>
    <w:rsid w:val="00625D05"/>
    <w:rsid w:val="00634660"/>
    <w:rsid w:val="00640B41"/>
    <w:rsid w:val="006426FD"/>
    <w:rsid w:val="0064378A"/>
    <w:rsid w:val="00646BEE"/>
    <w:rsid w:val="00646FA3"/>
    <w:rsid w:val="00652F4D"/>
    <w:rsid w:val="00654A8E"/>
    <w:rsid w:val="00656C2E"/>
    <w:rsid w:val="006576E7"/>
    <w:rsid w:val="006608B8"/>
    <w:rsid w:val="00662E68"/>
    <w:rsid w:val="0066713E"/>
    <w:rsid w:val="00671E07"/>
    <w:rsid w:val="0067559D"/>
    <w:rsid w:val="00675885"/>
    <w:rsid w:val="006763C3"/>
    <w:rsid w:val="0067685B"/>
    <w:rsid w:val="00682D66"/>
    <w:rsid w:val="0068324D"/>
    <w:rsid w:val="00691AE6"/>
    <w:rsid w:val="00691E03"/>
    <w:rsid w:val="0069214F"/>
    <w:rsid w:val="00692D03"/>
    <w:rsid w:val="006957AE"/>
    <w:rsid w:val="006A39D8"/>
    <w:rsid w:val="006A6038"/>
    <w:rsid w:val="006C3F37"/>
    <w:rsid w:val="006C5BE1"/>
    <w:rsid w:val="006C7732"/>
    <w:rsid w:val="006D677C"/>
    <w:rsid w:val="006D6D05"/>
    <w:rsid w:val="006E1548"/>
    <w:rsid w:val="006F49DF"/>
    <w:rsid w:val="006F54B5"/>
    <w:rsid w:val="006F790B"/>
    <w:rsid w:val="00705D68"/>
    <w:rsid w:val="007061BB"/>
    <w:rsid w:val="00707006"/>
    <w:rsid w:val="00717997"/>
    <w:rsid w:val="00721C0C"/>
    <w:rsid w:val="00726205"/>
    <w:rsid w:val="0073512C"/>
    <w:rsid w:val="00737CA5"/>
    <w:rsid w:val="0074629D"/>
    <w:rsid w:val="00767645"/>
    <w:rsid w:val="007733B6"/>
    <w:rsid w:val="00774350"/>
    <w:rsid w:val="00775BB1"/>
    <w:rsid w:val="00776EE4"/>
    <w:rsid w:val="00782F93"/>
    <w:rsid w:val="00794506"/>
    <w:rsid w:val="007A539F"/>
    <w:rsid w:val="007A7362"/>
    <w:rsid w:val="007B064F"/>
    <w:rsid w:val="007B07C2"/>
    <w:rsid w:val="007B1DF5"/>
    <w:rsid w:val="007B3789"/>
    <w:rsid w:val="007B4311"/>
    <w:rsid w:val="007B607D"/>
    <w:rsid w:val="007B7428"/>
    <w:rsid w:val="007C15B3"/>
    <w:rsid w:val="007C19D9"/>
    <w:rsid w:val="007C69DB"/>
    <w:rsid w:val="007C70AA"/>
    <w:rsid w:val="007D45D7"/>
    <w:rsid w:val="007D670F"/>
    <w:rsid w:val="007E3BD0"/>
    <w:rsid w:val="007E3DDE"/>
    <w:rsid w:val="007F00B4"/>
    <w:rsid w:val="007F180F"/>
    <w:rsid w:val="007F3926"/>
    <w:rsid w:val="007F6107"/>
    <w:rsid w:val="007F633F"/>
    <w:rsid w:val="00803B3D"/>
    <w:rsid w:val="00813EF1"/>
    <w:rsid w:val="0081773B"/>
    <w:rsid w:val="00822E1B"/>
    <w:rsid w:val="00824DD3"/>
    <w:rsid w:val="008331E1"/>
    <w:rsid w:val="00835028"/>
    <w:rsid w:val="00836564"/>
    <w:rsid w:val="00843F8F"/>
    <w:rsid w:val="00844337"/>
    <w:rsid w:val="008526D5"/>
    <w:rsid w:val="008539CC"/>
    <w:rsid w:val="00853BB3"/>
    <w:rsid w:val="0085731C"/>
    <w:rsid w:val="00857D20"/>
    <w:rsid w:val="0087087C"/>
    <w:rsid w:val="00876643"/>
    <w:rsid w:val="008766C4"/>
    <w:rsid w:val="00885293"/>
    <w:rsid w:val="008855BC"/>
    <w:rsid w:val="00887514"/>
    <w:rsid w:val="00893A82"/>
    <w:rsid w:val="0089400F"/>
    <w:rsid w:val="00894C74"/>
    <w:rsid w:val="00895CEE"/>
    <w:rsid w:val="008A5A26"/>
    <w:rsid w:val="008A7DCF"/>
    <w:rsid w:val="008B40BE"/>
    <w:rsid w:val="008B46B5"/>
    <w:rsid w:val="008B56E7"/>
    <w:rsid w:val="008B75E7"/>
    <w:rsid w:val="008C5467"/>
    <w:rsid w:val="008C7970"/>
    <w:rsid w:val="008D12FA"/>
    <w:rsid w:val="008D1F48"/>
    <w:rsid w:val="008D2960"/>
    <w:rsid w:val="008D51D0"/>
    <w:rsid w:val="008F406A"/>
    <w:rsid w:val="008F4459"/>
    <w:rsid w:val="009018F0"/>
    <w:rsid w:val="00911B2D"/>
    <w:rsid w:val="0091386C"/>
    <w:rsid w:val="00913C15"/>
    <w:rsid w:val="00920988"/>
    <w:rsid w:val="00924634"/>
    <w:rsid w:val="00950A3E"/>
    <w:rsid w:val="009524C3"/>
    <w:rsid w:val="0096371A"/>
    <w:rsid w:val="00972149"/>
    <w:rsid w:val="009731F5"/>
    <w:rsid w:val="00983088"/>
    <w:rsid w:val="00991A8D"/>
    <w:rsid w:val="00992B9F"/>
    <w:rsid w:val="00993870"/>
    <w:rsid w:val="00995164"/>
    <w:rsid w:val="009B16AE"/>
    <w:rsid w:val="009B35F2"/>
    <w:rsid w:val="009B3C68"/>
    <w:rsid w:val="009B498E"/>
    <w:rsid w:val="009B6621"/>
    <w:rsid w:val="009B6AA2"/>
    <w:rsid w:val="009B7429"/>
    <w:rsid w:val="009B7882"/>
    <w:rsid w:val="009E5307"/>
    <w:rsid w:val="009F5105"/>
    <w:rsid w:val="009F57BB"/>
    <w:rsid w:val="009F670A"/>
    <w:rsid w:val="009F6CC1"/>
    <w:rsid w:val="00A044D4"/>
    <w:rsid w:val="00A046D0"/>
    <w:rsid w:val="00A11C1B"/>
    <w:rsid w:val="00A135C5"/>
    <w:rsid w:val="00A327FC"/>
    <w:rsid w:val="00A330D9"/>
    <w:rsid w:val="00A3329B"/>
    <w:rsid w:val="00A4329B"/>
    <w:rsid w:val="00A44346"/>
    <w:rsid w:val="00A51E7E"/>
    <w:rsid w:val="00A53830"/>
    <w:rsid w:val="00A5483E"/>
    <w:rsid w:val="00A576FC"/>
    <w:rsid w:val="00A6084C"/>
    <w:rsid w:val="00A615CB"/>
    <w:rsid w:val="00A633DB"/>
    <w:rsid w:val="00A678C6"/>
    <w:rsid w:val="00A67B1A"/>
    <w:rsid w:val="00A716B8"/>
    <w:rsid w:val="00A71A9A"/>
    <w:rsid w:val="00A720D5"/>
    <w:rsid w:val="00A860BD"/>
    <w:rsid w:val="00A87FAB"/>
    <w:rsid w:val="00A9423F"/>
    <w:rsid w:val="00A9773A"/>
    <w:rsid w:val="00AA031F"/>
    <w:rsid w:val="00AB219A"/>
    <w:rsid w:val="00AB227E"/>
    <w:rsid w:val="00AB63AC"/>
    <w:rsid w:val="00AD0627"/>
    <w:rsid w:val="00AD159E"/>
    <w:rsid w:val="00AD1D27"/>
    <w:rsid w:val="00AD5E66"/>
    <w:rsid w:val="00AE1197"/>
    <w:rsid w:val="00AF11E3"/>
    <w:rsid w:val="00B14AE6"/>
    <w:rsid w:val="00B21E5E"/>
    <w:rsid w:val="00B25081"/>
    <w:rsid w:val="00B40B9E"/>
    <w:rsid w:val="00B41291"/>
    <w:rsid w:val="00B4450E"/>
    <w:rsid w:val="00B51F5E"/>
    <w:rsid w:val="00B53B56"/>
    <w:rsid w:val="00B62AF9"/>
    <w:rsid w:val="00B75728"/>
    <w:rsid w:val="00B82117"/>
    <w:rsid w:val="00B82D3E"/>
    <w:rsid w:val="00B83287"/>
    <w:rsid w:val="00B91976"/>
    <w:rsid w:val="00B91D5B"/>
    <w:rsid w:val="00B94B34"/>
    <w:rsid w:val="00BB3D13"/>
    <w:rsid w:val="00BB5581"/>
    <w:rsid w:val="00BB592F"/>
    <w:rsid w:val="00BB5CCC"/>
    <w:rsid w:val="00BB63F0"/>
    <w:rsid w:val="00BC378B"/>
    <w:rsid w:val="00BC5748"/>
    <w:rsid w:val="00BC68ED"/>
    <w:rsid w:val="00BC74CC"/>
    <w:rsid w:val="00BD5372"/>
    <w:rsid w:val="00BE037D"/>
    <w:rsid w:val="00BE1F67"/>
    <w:rsid w:val="00BE1FBA"/>
    <w:rsid w:val="00C0778F"/>
    <w:rsid w:val="00C21DDD"/>
    <w:rsid w:val="00C237C0"/>
    <w:rsid w:val="00C26C7C"/>
    <w:rsid w:val="00C30D0E"/>
    <w:rsid w:val="00C324BC"/>
    <w:rsid w:val="00C32C45"/>
    <w:rsid w:val="00C35F40"/>
    <w:rsid w:val="00C516E3"/>
    <w:rsid w:val="00C51937"/>
    <w:rsid w:val="00C51AE6"/>
    <w:rsid w:val="00C56DF8"/>
    <w:rsid w:val="00C57FF5"/>
    <w:rsid w:val="00C61739"/>
    <w:rsid w:val="00C63A2F"/>
    <w:rsid w:val="00C84CFA"/>
    <w:rsid w:val="00C86B2C"/>
    <w:rsid w:val="00C87A32"/>
    <w:rsid w:val="00C96E90"/>
    <w:rsid w:val="00C97BBF"/>
    <w:rsid w:val="00CA0C02"/>
    <w:rsid w:val="00CB1A01"/>
    <w:rsid w:val="00CB5C42"/>
    <w:rsid w:val="00CB7A9C"/>
    <w:rsid w:val="00CB7C9C"/>
    <w:rsid w:val="00CC03FE"/>
    <w:rsid w:val="00CC6622"/>
    <w:rsid w:val="00CD008E"/>
    <w:rsid w:val="00CD0123"/>
    <w:rsid w:val="00CD2449"/>
    <w:rsid w:val="00CD509E"/>
    <w:rsid w:val="00CD5D79"/>
    <w:rsid w:val="00CE089A"/>
    <w:rsid w:val="00CE3D46"/>
    <w:rsid w:val="00CE5722"/>
    <w:rsid w:val="00CF2D08"/>
    <w:rsid w:val="00CF41CE"/>
    <w:rsid w:val="00D05ACC"/>
    <w:rsid w:val="00D06AB6"/>
    <w:rsid w:val="00D13A38"/>
    <w:rsid w:val="00D150E1"/>
    <w:rsid w:val="00D16AE8"/>
    <w:rsid w:val="00D17425"/>
    <w:rsid w:val="00D25A9C"/>
    <w:rsid w:val="00D279F2"/>
    <w:rsid w:val="00D27DE0"/>
    <w:rsid w:val="00D305F1"/>
    <w:rsid w:val="00D31344"/>
    <w:rsid w:val="00D3290F"/>
    <w:rsid w:val="00D3711F"/>
    <w:rsid w:val="00D424ED"/>
    <w:rsid w:val="00D43916"/>
    <w:rsid w:val="00D465C3"/>
    <w:rsid w:val="00D46EBA"/>
    <w:rsid w:val="00D518EB"/>
    <w:rsid w:val="00D57C27"/>
    <w:rsid w:val="00D64B87"/>
    <w:rsid w:val="00D65BE1"/>
    <w:rsid w:val="00D74FED"/>
    <w:rsid w:val="00D76F15"/>
    <w:rsid w:val="00D8620F"/>
    <w:rsid w:val="00D92606"/>
    <w:rsid w:val="00D978EB"/>
    <w:rsid w:val="00DA0D81"/>
    <w:rsid w:val="00DA18B2"/>
    <w:rsid w:val="00DA5587"/>
    <w:rsid w:val="00DC0C4D"/>
    <w:rsid w:val="00DC47BA"/>
    <w:rsid w:val="00DD5D22"/>
    <w:rsid w:val="00DD6640"/>
    <w:rsid w:val="00DF46DF"/>
    <w:rsid w:val="00DF4AAF"/>
    <w:rsid w:val="00E03C5F"/>
    <w:rsid w:val="00E04AE6"/>
    <w:rsid w:val="00E05A6F"/>
    <w:rsid w:val="00E10413"/>
    <w:rsid w:val="00E12DB6"/>
    <w:rsid w:val="00E14B0F"/>
    <w:rsid w:val="00E165FC"/>
    <w:rsid w:val="00E20821"/>
    <w:rsid w:val="00E20BCF"/>
    <w:rsid w:val="00E3783B"/>
    <w:rsid w:val="00E502A5"/>
    <w:rsid w:val="00E5085E"/>
    <w:rsid w:val="00E51644"/>
    <w:rsid w:val="00E5350E"/>
    <w:rsid w:val="00E56574"/>
    <w:rsid w:val="00E60FEE"/>
    <w:rsid w:val="00E630EF"/>
    <w:rsid w:val="00E64A2C"/>
    <w:rsid w:val="00E81848"/>
    <w:rsid w:val="00E82E63"/>
    <w:rsid w:val="00E90F43"/>
    <w:rsid w:val="00E9195E"/>
    <w:rsid w:val="00E961FA"/>
    <w:rsid w:val="00EA2625"/>
    <w:rsid w:val="00EA5AAC"/>
    <w:rsid w:val="00EA707B"/>
    <w:rsid w:val="00EB04A3"/>
    <w:rsid w:val="00EB079D"/>
    <w:rsid w:val="00EB4868"/>
    <w:rsid w:val="00EB66B3"/>
    <w:rsid w:val="00ED0855"/>
    <w:rsid w:val="00ED0D35"/>
    <w:rsid w:val="00ED2A4A"/>
    <w:rsid w:val="00F006A4"/>
    <w:rsid w:val="00F016BA"/>
    <w:rsid w:val="00F01E1F"/>
    <w:rsid w:val="00F02123"/>
    <w:rsid w:val="00F06F73"/>
    <w:rsid w:val="00F171D9"/>
    <w:rsid w:val="00F20AC4"/>
    <w:rsid w:val="00F22774"/>
    <w:rsid w:val="00F30BF5"/>
    <w:rsid w:val="00F34BA7"/>
    <w:rsid w:val="00F44E4C"/>
    <w:rsid w:val="00F56D4E"/>
    <w:rsid w:val="00F60561"/>
    <w:rsid w:val="00F60A5F"/>
    <w:rsid w:val="00F70F9D"/>
    <w:rsid w:val="00F7213D"/>
    <w:rsid w:val="00F75739"/>
    <w:rsid w:val="00F801BF"/>
    <w:rsid w:val="00F87578"/>
    <w:rsid w:val="00F94763"/>
    <w:rsid w:val="00FB0D63"/>
    <w:rsid w:val="00FB21C9"/>
    <w:rsid w:val="00FC2C66"/>
    <w:rsid w:val="00FD0630"/>
    <w:rsid w:val="00FD52A9"/>
    <w:rsid w:val="00FE0407"/>
    <w:rsid w:val="00FE2EB3"/>
    <w:rsid w:val="00FE5BA4"/>
    <w:rsid w:val="00FF2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>
      <o:colormenu v:ext="edit" fillcolor="none [1305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689"/>
    <w:rPr>
      <w:rFonts w:cs="Simplified Arabic"/>
      <w:sz w:val="24"/>
      <w:szCs w:val="24"/>
    </w:rPr>
  </w:style>
  <w:style w:type="paragraph" w:styleId="Heading1">
    <w:name w:val="heading 1"/>
    <w:basedOn w:val="Normal"/>
    <w:next w:val="Normal"/>
    <w:qFormat/>
    <w:rsid w:val="00513689"/>
    <w:pPr>
      <w:keepNext/>
      <w:outlineLvl w:val="0"/>
    </w:pPr>
    <w:rPr>
      <w:rFonts w:cs="Times New Roman"/>
      <w:b/>
      <w:bCs/>
      <w:sz w:val="28"/>
      <w:szCs w:val="28"/>
    </w:rPr>
  </w:style>
  <w:style w:type="paragraph" w:styleId="Heading2">
    <w:name w:val="heading 2"/>
    <w:basedOn w:val="Normal"/>
    <w:next w:val="Normal"/>
    <w:qFormat/>
    <w:rsid w:val="00513689"/>
    <w:pPr>
      <w:keepNext/>
      <w:jc w:val="center"/>
      <w:outlineLvl w:val="1"/>
    </w:pPr>
    <w:rPr>
      <w:rFonts w:cs="Times New Roman"/>
      <w:b/>
      <w:bCs/>
      <w:sz w:val="32"/>
      <w:szCs w:val="32"/>
    </w:rPr>
  </w:style>
  <w:style w:type="paragraph" w:styleId="Heading6">
    <w:name w:val="heading 6"/>
    <w:basedOn w:val="Normal"/>
    <w:next w:val="Normal"/>
    <w:qFormat/>
    <w:rsid w:val="00513689"/>
    <w:pPr>
      <w:keepNext/>
      <w:jc w:val="center"/>
      <w:outlineLvl w:val="5"/>
    </w:pPr>
    <w:rPr>
      <w:rFonts w:eastAsia="MS Mincho" w:cs="Times New Roman"/>
      <w:b/>
      <w:bCs/>
      <w:sz w:val="104"/>
      <w:szCs w:val="10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semiHidden/>
    <w:rsid w:val="00513689"/>
    <w:rPr>
      <w:rFonts w:cs="Traditional Arabic"/>
      <w:noProof/>
    </w:rPr>
  </w:style>
  <w:style w:type="paragraph" w:styleId="BodyText2">
    <w:name w:val="Body Text 2"/>
    <w:basedOn w:val="Normal"/>
    <w:semiHidden/>
    <w:rsid w:val="00513689"/>
    <w:pPr>
      <w:jc w:val="both"/>
    </w:pPr>
    <w:rPr>
      <w:rFonts w:cs="Traditional Arabic"/>
      <w:noProof/>
    </w:rPr>
  </w:style>
  <w:style w:type="character" w:styleId="Hyperlink">
    <w:name w:val="Hyperlink"/>
    <w:basedOn w:val="DefaultParagraphFont"/>
    <w:uiPriority w:val="99"/>
    <w:semiHidden/>
    <w:unhideWhenUsed/>
    <w:rsid w:val="0099387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716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16B8"/>
    <w:rPr>
      <w:rFonts w:cs="Simplified Arabic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716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16B8"/>
    <w:rPr>
      <w:rFonts w:cs="Simplified Arabic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9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937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857D20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okayel@ksu.edu.s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SA\Desktop\My%20CV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2157C-6BF6-44DD-B135-BC72576DF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 CV</Template>
  <TotalTime>18</TotalTime>
  <Pages>4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Default Normal Template</vt:lpstr>
    </vt:vector>
  </TitlesOfParts>
  <Company>Ball State University</Company>
  <LinksUpToDate>false</LinksUpToDate>
  <CharactersWithSpaces>6638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 Normal Template</dc:title>
  <dc:creator>RSA</dc:creator>
  <cp:lastModifiedBy>rdkheel</cp:lastModifiedBy>
  <cp:revision>15</cp:revision>
  <cp:lastPrinted>2010-01-23T04:41:00Z</cp:lastPrinted>
  <dcterms:created xsi:type="dcterms:W3CDTF">2011-03-16T10:42:00Z</dcterms:created>
  <dcterms:modified xsi:type="dcterms:W3CDTF">2011-03-21T09:36:00Z</dcterms:modified>
</cp:coreProperties>
</file>