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4"/>
        <w:gridCol w:w="3294"/>
        <w:gridCol w:w="3294"/>
        <w:gridCol w:w="3294"/>
      </w:tblGrid>
      <w:tr w:rsidR="00320131" w:rsidTr="003167DF">
        <w:tc>
          <w:tcPr>
            <w:tcW w:w="13176" w:type="dxa"/>
            <w:gridSpan w:val="4"/>
          </w:tcPr>
          <w:p w:rsidR="00320131" w:rsidRPr="003167DF" w:rsidRDefault="00EB6D16" w:rsidP="003167DF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LANGUAGE LERANING </w:t>
            </w:r>
            <w:r w:rsidR="00AE3928" w:rsidRPr="003167DF">
              <w:rPr>
                <w:b/>
                <w:bCs/>
                <w:sz w:val="22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0"/>
              </w:rPr>
              <w:t xml:space="preserve">PRESENTATION RUBRIC </w:t>
            </w:r>
            <w:r w:rsidR="007B1091">
              <w:rPr>
                <w:b/>
                <w:bCs/>
                <w:sz w:val="22"/>
                <w:szCs w:val="20"/>
              </w:rPr>
              <w:t>(Individual)</w:t>
            </w:r>
          </w:p>
          <w:p w:rsidR="00320131" w:rsidRPr="003167DF" w:rsidRDefault="00320131" w:rsidP="003167DF">
            <w:pPr>
              <w:jc w:val="center"/>
              <w:rPr>
                <w:b/>
                <w:bCs/>
                <w:sz w:val="22"/>
                <w:szCs w:val="20"/>
              </w:rPr>
            </w:pPr>
          </w:p>
          <w:p w:rsidR="00320131" w:rsidRPr="003167DF" w:rsidRDefault="00320131" w:rsidP="00320131">
            <w:pPr>
              <w:rPr>
                <w:sz w:val="22"/>
                <w:szCs w:val="20"/>
              </w:rPr>
            </w:pPr>
            <w:r w:rsidRPr="003167DF">
              <w:rPr>
                <w:sz w:val="22"/>
                <w:szCs w:val="20"/>
              </w:rPr>
              <w:t>Names: ______________________________________________________________________________   Date: _________</w:t>
            </w:r>
          </w:p>
          <w:p w:rsidR="00320131" w:rsidRPr="003167DF" w:rsidRDefault="00320131" w:rsidP="00320131">
            <w:pPr>
              <w:rPr>
                <w:sz w:val="22"/>
                <w:szCs w:val="20"/>
              </w:rPr>
            </w:pPr>
          </w:p>
          <w:p w:rsidR="00320131" w:rsidRPr="003167DF" w:rsidRDefault="00320131" w:rsidP="00320131">
            <w:pPr>
              <w:rPr>
                <w:sz w:val="22"/>
                <w:szCs w:val="20"/>
              </w:rPr>
            </w:pPr>
            <w:r w:rsidRPr="003167DF">
              <w:rPr>
                <w:sz w:val="22"/>
                <w:szCs w:val="20"/>
              </w:rPr>
              <w:t>Title of Presentation: __________________________________________________________________________________</w:t>
            </w:r>
          </w:p>
          <w:p w:rsidR="00320131" w:rsidRDefault="00320131" w:rsidP="008A5F6A"/>
        </w:tc>
      </w:tr>
      <w:tr w:rsidR="008A5F6A" w:rsidTr="003167DF">
        <w:tc>
          <w:tcPr>
            <w:tcW w:w="3294" w:type="dxa"/>
          </w:tcPr>
          <w:p w:rsidR="008A5F6A" w:rsidRDefault="008A5F6A"/>
        </w:tc>
        <w:tc>
          <w:tcPr>
            <w:tcW w:w="3294" w:type="dxa"/>
          </w:tcPr>
          <w:p w:rsidR="008A5F6A" w:rsidRPr="003167DF" w:rsidRDefault="008A5F6A" w:rsidP="008A5F6A">
            <w:pPr>
              <w:rPr>
                <w:sz w:val="22"/>
              </w:rPr>
            </w:pPr>
            <w:r w:rsidRPr="003167DF">
              <w:rPr>
                <w:sz w:val="22"/>
              </w:rPr>
              <w:t>Exceeds Expectations</w:t>
            </w:r>
            <w:r w:rsidR="007B1091">
              <w:rPr>
                <w:sz w:val="22"/>
              </w:rPr>
              <w:t xml:space="preserve"> = 7</w:t>
            </w:r>
            <w:r w:rsidR="0048641E" w:rsidRPr="003167DF">
              <w:rPr>
                <w:sz w:val="22"/>
              </w:rPr>
              <w:t xml:space="preserve"> points</w:t>
            </w:r>
          </w:p>
          <w:p w:rsidR="008A5F6A" w:rsidRDefault="008A5F6A"/>
        </w:tc>
        <w:tc>
          <w:tcPr>
            <w:tcW w:w="3294" w:type="dxa"/>
          </w:tcPr>
          <w:p w:rsidR="008A5F6A" w:rsidRPr="003167DF" w:rsidRDefault="008A5F6A" w:rsidP="008A5F6A">
            <w:pPr>
              <w:rPr>
                <w:sz w:val="22"/>
              </w:rPr>
            </w:pPr>
            <w:r w:rsidRPr="003167DF">
              <w:rPr>
                <w:sz w:val="22"/>
              </w:rPr>
              <w:t>Meets Expectations</w:t>
            </w:r>
            <w:r w:rsidR="007B1091">
              <w:rPr>
                <w:sz w:val="22"/>
              </w:rPr>
              <w:t xml:space="preserve"> = 4</w:t>
            </w:r>
            <w:r w:rsidR="0048641E" w:rsidRPr="003167DF">
              <w:rPr>
                <w:sz w:val="22"/>
              </w:rPr>
              <w:t xml:space="preserve"> points</w:t>
            </w:r>
          </w:p>
          <w:p w:rsidR="008A5F6A" w:rsidRDefault="008A5F6A"/>
        </w:tc>
        <w:tc>
          <w:tcPr>
            <w:tcW w:w="3294" w:type="dxa"/>
          </w:tcPr>
          <w:p w:rsidR="008A5F6A" w:rsidRDefault="008A5F6A" w:rsidP="008A5F6A">
            <w:r>
              <w:t>Does Not Meet Expectations</w:t>
            </w:r>
            <w:r w:rsidR="0048641E">
              <w:t xml:space="preserve"> = 1 point</w:t>
            </w:r>
            <w:r>
              <w:t xml:space="preserve"> </w:t>
            </w:r>
          </w:p>
          <w:p w:rsidR="008A5F6A" w:rsidRDefault="008A5F6A"/>
        </w:tc>
      </w:tr>
      <w:tr w:rsidR="008A5F6A" w:rsidTr="003167DF">
        <w:tc>
          <w:tcPr>
            <w:tcW w:w="3294" w:type="dxa"/>
          </w:tcPr>
          <w:p w:rsidR="008A5F6A" w:rsidRDefault="008A5F6A">
            <w:r>
              <w:t>Content knowledge</w:t>
            </w:r>
          </w:p>
        </w:tc>
        <w:tc>
          <w:tcPr>
            <w:tcW w:w="3294" w:type="dxa"/>
          </w:tcPr>
          <w:p w:rsidR="008A5F6A" w:rsidRDefault="00F80520">
            <w:r w:rsidRPr="003167DF">
              <w:rPr>
                <w:sz w:val="22"/>
                <w:szCs w:val="20"/>
              </w:rPr>
              <w:t>PPT</w:t>
            </w:r>
            <w:r w:rsidR="008A5F6A" w:rsidRPr="003167DF">
              <w:rPr>
                <w:sz w:val="22"/>
                <w:szCs w:val="20"/>
              </w:rPr>
              <w:t xml:space="preserve"> demonstrates full knowledge (more than required) with explanations and elaboration</w:t>
            </w:r>
          </w:p>
        </w:tc>
        <w:tc>
          <w:tcPr>
            <w:tcW w:w="3294" w:type="dxa"/>
          </w:tcPr>
          <w:p w:rsidR="008A5F6A" w:rsidRDefault="00F80520" w:rsidP="003167DF">
            <w:pPr>
              <w:ind w:left="360"/>
            </w:pPr>
            <w:r w:rsidRPr="003167DF">
              <w:rPr>
                <w:sz w:val="22"/>
                <w:szCs w:val="20"/>
              </w:rPr>
              <w:t>PPT</w:t>
            </w:r>
            <w:r w:rsidR="008A5F6A" w:rsidRPr="003167DF">
              <w:rPr>
                <w:sz w:val="22"/>
                <w:szCs w:val="20"/>
              </w:rPr>
              <w:t xml:space="preserve"> </w:t>
            </w:r>
            <w:r w:rsidR="0048641E" w:rsidRPr="003167DF">
              <w:rPr>
                <w:sz w:val="22"/>
                <w:szCs w:val="20"/>
              </w:rPr>
              <w:t>shows some knowledge of</w:t>
            </w:r>
            <w:r w:rsidR="008A5F6A" w:rsidRPr="003167DF">
              <w:rPr>
                <w:sz w:val="22"/>
                <w:szCs w:val="20"/>
              </w:rPr>
              <w:t xml:space="preserve"> content, but fails to elaborate</w:t>
            </w:r>
            <w:r w:rsidR="0048641E" w:rsidRPr="003167DF">
              <w:rPr>
                <w:sz w:val="22"/>
                <w:szCs w:val="20"/>
              </w:rPr>
              <w:t xml:space="preserve"> in some parts</w:t>
            </w:r>
            <w:r w:rsidR="008A5F6A" w:rsidRPr="003167DF">
              <w:rPr>
                <w:sz w:val="22"/>
                <w:szCs w:val="20"/>
              </w:rPr>
              <w:t>.</w:t>
            </w:r>
          </w:p>
          <w:p w:rsidR="008A5F6A" w:rsidRDefault="008A5F6A"/>
        </w:tc>
        <w:tc>
          <w:tcPr>
            <w:tcW w:w="3294" w:type="dxa"/>
          </w:tcPr>
          <w:p w:rsidR="0048641E" w:rsidRDefault="00F80520" w:rsidP="003167DF">
            <w:pPr>
              <w:ind w:left="360"/>
            </w:pPr>
            <w:r w:rsidRPr="003167DF">
              <w:rPr>
                <w:sz w:val="22"/>
                <w:szCs w:val="20"/>
              </w:rPr>
              <w:t>PPT</w:t>
            </w:r>
            <w:r w:rsidR="0048641E" w:rsidRPr="003167DF">
              <w:rPr>
                <w:sz w:val="22"/>
                <w:szCs w:val="20"/>
              </w:rPr>
              <w:t xml:space="preserve"> does not have a grasp of relevant information or cannot answer questions about subject.</w:t>
            </w:r>
          </w:p>
          <w:p w:rsidR="008A5F6A" w:rsidRDefault="008A5F6A"/>
        </w:tc>
      </w:tr>
      <w:tr w:rsidR="0048641E" w:rsidTr="003167DF">
        <w:tc>
          <w:tcPr>
            <w:tcW w:w="3294" w:type="dxa"/>
          </w:tcPr>
          <w:p w:rsidR="0048641E" w:rsidRDefault="0048641E" w:rsidP="007F3251">
            <w:r>
              <w:t>Organization</w:t>
            </w:r>
          </w:p>
        </w:tc>
        <w:tc>
          <w:tcPr>
            <w:tcW w:w="3294" w:type="dxa"/>
          </w:tcPr>
          <w:p w:rsidR="0048641E" w:rsidRDefault="0048641E" w:rsidP="007F3251">
            <w:r w:rsidRPr="003167DF">
              <w:rPr>
                <w:sz w:val="22"/>
                <w:szCs w:val="20"/>
              </w:rPr>
              <w:t>Ideas are well organized &amp; logically-sequenced; audience can follow</w:t>
            </w:r>
          </w:p>
          <w:p w:rsidR="0048641E" w:rsidRDefault="0048641E" w:rsidP="007F3251"/>
        </w:tc>
        <w:tc>
          <w:tcPr>
            <w:tcW w:w="3294" w:type="dxa"/>
          </w:tcPr>
          <w:p w:rsidR="0048641E" w:rsidRDefault="0048641E" w:rsidP="003167DF">
            <w:pPr>
              <w:ind w:left="360"/>
            </w:pPr>
            <w:r w:rsidRPr="003167DF">
              <w:rPr>
                <w:sz w:val="22"/>
                <w:szCs w:val="20"/>
              </w:rPr>
              <w:t>Ideas are generally well organized, but demonstrate illogical sequencing in some parts. For the most part, speakers present ideas which audience can follow.</w:t>
            </w:r>
          </w:p>
          <w:p w:rsidR="0048641E" w:rsidRDefault="0048641E" w:rsidP="007F3251"/>
        </w:tc>
        <w:tc>
          <w:tcPr>
            <w:tcW w:w="3294" w:type="dxa"/>
          </w:tcPr>
          <w:p w:rsidR="0048641E" w:rsidRDefault="0048641E" w:rsidP="003167DF">
            <w:pPr>
              <w:ind w:left="360"/>
            </w:pPr>
            <w:r w:rsidRPr="003167DF">
              <w:rPr>
                <w:sz w:val="22"/>
                <w:szCs w:val="20"/>
              </w:rPr>
              <w:t>Ideas are weakly organized; Audience cannot understand presentation because there is no sequence of information.</w:t>
            </w:r>
          </w:p>
          <w:p w:rsidR="0048641E" w:rsidRDefault="0048641E" w:rsidP="007F3251"/>
        </w:tc>
      </w:tr>
      <w:tr w:rsidR="0048641E" w:rsidTr="003167DF">
        <w:tc>
          <w:tcPr>
            <w:tcW w:w="3294" w:type="dxa"/>
          </w:tcPr>
          <w:p w:rsidR="0048641E" w:rsidRDefault="0048641E">
            <w:r>
              <w:t>Delivery</w:t>
            </w:r>
          </w:p>
        </w:tc>
        <w:tc>
          <w:tcPr>
            <w:tcW w:w="3294" w:type="dxa"/>
          </w:tcPr>
          <w:p w:rsidR="0048641E" w:rsidRDefault="00F80520">
            <w:r w:rsidRPr="003167DF">
              <w:rPr>
                <w:sz w:val="22"/>
                <w:szCs w:val="20"/>
              </w:rPr>
              <w:t>PPT contains innovative and creative ways of delivering the information</w:t>
            </w:r>
          </w:p>
        </w:tc>
        <w:tc>
          <w:tcPr>
            <w:tcW w:w="3294" w:type="dxa"/>
          </w:tcPr>
          <w:p w:rsidR="0048641E" w:rsidRDefault="00F80520">
            <w:r w:rsidRPr="003167DF">
              <w:rPr>
                <w:sz w:val="22"/>
                <w:szCs w:val="20"/>
              </w:rPr>
              <w:t>PPT contains some innovative and creative ways of delivering the information</w:t>
            </w:r>
          </w:p>
        </w:tc>
        <w:tc>
          <w:tcPr>
            <w:tcW w:w="3294" w:type="dxa"/>
          </w:tcPr>
          <w:p w:rsidR="0048641E" w:rsidRDefault="00F80520">
            <w:r w:rsidRPr="003167DF">
              <w:rPr>
                <w:sz w:val="22"/>
                <w:szCs w:val="20"/>
              </w:rPr>
              <w:t>PPT contains mundane ways of delivering the information</w:t>
            </w:r>
          </w:p>
        </w:tc>
      </w:tr>
      <w:tr w:rsidR="0048641E" w:rsidTr="003167DF">
        <w:tc>
          <w:tcPr>
            <w:tcW w:w="3294" w:type="dxa"/>
          </w:tcPr>
          <w:p w:rsidR="0048641E" w:rsidRDefault="0048641E">
            <w:r>
              <w:t>Sources</w:t>
            </w:r>
          </w:p>
        </w:tc>
        <w:tc>
          <w:tcPr>
            <w:tcW w:w="3294" w:type="dxa"/>
          </w:tcPr>
          <w:p w:rsidR="0048641E" w:rsidRDefault="003167DF" w:rsidP="0048641E">
            <w:r w:rsidRPr="003167DF">
              <w:rPr>
                <w:sz w:val="22"/>
                <w:szCs w:val="20"/>
              </w:rPr>
              <w:t>I</w:t>
            </w:r>
            <w:r w:rsidR="0048641E" w:rsidRPr="003167DF">
              <w:rPr>
                <w:sz w:val="22"/>
                <w:szCs w:val="20"/>
              </w:rPr>
              <w:t>nformation from electronic and non-electronic sources; sources are cited properly</w:t>
            </w:r>
            <w:r w:rsidR="007F3251" w:rsidRPr="003167DF">
              <w:rPr>
                <w:sz w:val="22"/>
                <w:szCs w:val="20"/>
              </w:rPr>
              <w:t xml:space="preserve"> in the outline</w:t>
            </w:r>
          </w:p>
          <w:p w:rsidR="0048641E" w:rsidRDefault="0048641E"/>
        </w:tc>
        <w:tc>
          <w:tcPr>
            <w:tcW w:w="3294" w:type="dxa"/>
          </w:tcPr>
          <w:p w:rsidR="0048641E" w:rsidRDefault="003167DF">
            <w:r w:rsidRPr="003167DF">
              <w:rPr>
                <w:sz w:val="22"/>
                <w:szCs w:val="20"/>
              </w:rPr>
              <w:t>I</w:t>
            </w:r>
            <w:r w:rsidR="00EB6D16">
              <w:rPr>
                <w:sz w:val="22"/>
                <w:szCs w:val="20"/>
              </w:rPr>
              <w:t xml:space="preserve">nformation from </w:t>
            </w:r>
            <w:r w:rsidR="0048641E" w:rsidRPr="003167DF">
              <w:rPr>
                <w:sz w:val="22"/>
                <w:szCs w:val="20"/>
              </w:rPr>
              <w:t>electronic and non-electronic sources; some sources are not properly cited</w:t>
            </w:r>
            <w:r w:rsidR="007F3251" w:rsidRPr="003167DF">
              <w:rPr>
                <w:sz w:val="22"/>
                <w:szCs w:val="20"/>
              </w:rPr>
              <w:t xml:space="preserve"> in the outline</w:t>
            </w:r>
            <w:r w:rsidR="0048641E" w:rsidRPr="003167DF">
              <w:rPr>
                <w:sz w:val="22"/>
                <w:szCs w:val="20"/>
              </w:rPr>
              <w:t>.</w:t>
            </w:r>
          </w:p>
        </w:tc>
        <w:tc>
          <w:tcPr>
            <w:tcW w:w="3294" w:type="dxa"/>
          </w:tcPr>
          <w:p w:rsidR="0048641E" w:rsidRDefault="0048641E">
            <w:r w:rsidRPr="003167DF">
              <w:rPr>
                <w:sz w:val="22"/>
                <w:szCs w:val="20"/>
              </w:rPr>
              <w:t>Information is gathered from non-electronic or electronic sources only; sources are not cited properly</w:t>
            </w:r>
            <w:r w:rsidR="007F3251" w:rsidRPr="003167DF">
              <w:rPr>
                <w:sz w:val="22"/>
                <w:szCs w:val="20"/>
              </w:rPr>
              <w:t xml:space="preserve"> in the outline</w:t>
            </w:r>
            <w:r w:rsidRPr="003167DF">
              <w:rPr>
                <w:sz w:val="22"/>
                <w:szCs w:val="20"/>
              </w:rPr>
              <w:t>.</w:t>
            </w:r>
          </w:p>
        </w:tc>
      </w:tr>
    </w:tbl>
    <w:p w:rsidR="00E20372" w:rsidRDefault="00E20372"/>
    <w:p w:rsidR="0048641E" w:rsidRDefault="0048641E"/>
    <w:p w:rsidR="00EB6D16" w:rsidRDefault="00EB6D16" w:rsidP="007F3251">
      <w:pPr>
        <w:jc w:val="center"/>
        <w:rPr>
          <w:u w:val="single"/>
        </w:rPr>
      </w:pPr>
    </w:p>
    <w:p w:rsidR="00EB6D16" w:rsidRDefault="00EB6D16" w:rsidP="007F3251">
      <w:pPr>
        <w:jc w:val="center"/>
        <w:rPr>
          <w:u w:val="single"/>
        </w:rPr>
      </w:pPr>
    </w:p>
    <w:p w:rsidR="00EB6D16" w:rsidRDefault="00EB6D16" w:rsidP="007F3251">
      <w:pPr>
        <w:jc w:val="center"/>
        <w:rPr>
          <w:u w:val="single"/>
        </w:rPr>
      </w:pPr>
    </w:p>
    <w:p w:rsidR="007F3251" w:rsidRPr="00E20372" w:rsidRDefault="00066F3C" w:rsidP="007F3251">
      <w:pPr>
        <w:jc w:val="center"/>
        <w:rPr>
          <w:u w:val="single"/>
        </w:rPr>
      </w:pPr>
      <w:r>
        <w:rPr>
          <w:u w:val="single"/>
        </w:rPr>
        <w:t>Conversion of Points to Percentages</w:t>
      </w:r>
      <w:r w:rsidR="007F3251" w:rsidRPr="00E20372">
        <w:rPr>
          <w:u w:val="single"/>
        </w:rPr>
        <w:t>:</w:t>
      </w:r>
    </w:p>
    <w:p w:rsidR="007F3251" w:rsidRDefault="007F3251" w:rsidP="007F32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6588"/>
      </w:tblGrid>
      <w:tr w:rsidR="007F3251" w:rsidTr="003167DF">
        <w:tc>
          <w:tcPr>
            <w:tcW w:w="6588" w:type="dxa"/>
          </w:tcPr>
          <w:p w:rsidR="007F3251" w:rsidRDefault="007F3251" w:rsidP="003167DF">
            <w:pPr>
              <w:jc w:val="center"/>
            </w:pPr>
            <w:r>
              <w:t>Total Points</w:t>
            </w:r>
          </w:p>
        </w:tc>
        <w:tc>
          <w:tcPr>
            <w:tcW w:w="6588" w:type="dxa"/>
          </w:tcPr>
          <w:p w:rsidR="007F3251" w:rsidRDefault="007F3251" w:rsidP="003167DF">
            <w:pPr>
              <w:jc w:val="center"/>
            </w:pPr>
            <w:r>
              <w:t>Percent</w:t>
            </w:r>
          </w:p>
        </w:tc>
      </w:tr>
      <w:tr w:rsidR="007F3251" w:rsidTr="003167DF">
        <w:tc>
          <w:tcPr>
            <w:tcW w:w="6588" w:type="dxa"/>
          </w:tcPr>
          <w:p w:rsidR="007F3251" w:rsidRDefault="007F3251" w:rsidP="003167DF">
            <w:pPr>
              <w:jc w:val="center"/>
            </w:pPr>
            <w:r>
              <w:t>20</w:t>
            </w:r>
          </w:p>
        </w:tc>
        <w:tc>
          <w:tcPr>
            <w:tcW w:w="6588" w:type="dxa"/>
          </w:tcPr>
          <w:p w:rsidR="007F3251" w:rsidRDefault="007F3251" w:rsidP="003167DF">
            <w:pPr>
              <w:jc w:val="center"/>
            </w:pPr>
            <w:r>
              <w:t>15%</w:t>
            </w:r>
          </w:p>
        </w:tc>
      </w:tr>
      <w:tr w:rsidR="007F3251" w:rsidTr="003167DF">
        <w:tc>
          <w:tcPr>
            <w:tcW w:w="6588" w:type="dxa"/>
          </w:tcPr>
          <w:p w:rsidR="007F3251" w:rsidRDefault="007D3766" w:rsidP="003167DF">
            <w:pPr>
              <w:jc w:val="center"/>
            </w:pPr>
            <w:r>
              <w:t>18</w:t>
            </w:r>
          </w:p>
        </w:tc>
        <w:tc>
          <w:tcPr>
            <w:tcW w:w="6588" w:type="dxa"/>
          </w:tcPr>
          <w:p w:rsidR="007F3251" w:rsidRDefault="007F3251" w:rsidP="003167DF">
            <w:pPr>
              <w:jc w:val="center"/>
            </w:pPr>
            <w:r>
              <w:t>14%</w:t>
            </w:r>
          </w:p>
        </w:tc>
      </w:tr>
      <w:tr w:rsidR="007F3251" w:rsidTr="003167DF">
        <w:tc>
          <w:tcPr>
            <w:tcW w:w="6588" w:type="dxa"/>
          </w:tcPr>
          <w:p w:rsidR="007F3251" w:rsidRDefault="007D3766" w:rsidP="003167DF">
            <w:pPr>
              <w:jc w:val="center"/>
            </w:pPr>
            <w:r>
              <w:t>16</w:t>
            </w:r>
          </w:p>
        </w:tc>
        <w:tc>
          <w:tcPr>
            <w:tcW w:w="6588" w:type="dxa"/>
          </w:tcPr>
          <w:p w:rsidR="007F3251" w:rsidRDefault="007F3251" w:rsidP="003167DF">
            <w:pPr>
              <w:jc w:val="center"/>
            </w:pPr>
            <w:r>
              <w:t>13%</w:t>
            </w:r>
          </w:p>
        </w:tc>
      </w:tr>
      <w:tr w:rsidR="007F3251" w:rsidTr="003167DF">
        <w:tc>
          <w:tcPr>
            <w:tcW w:w="6588" w:type="dxa"/>
          </w:tcPr>
          <w:p w:rsidR="007F3251" w:rsidRDefault="007D3766" w:rsidP="003167DF">
            <w:pPr>
              <w:jc w:val="center"/>
            </w:pPr>
            <w:r>
              <w:t>14</w:t>
            </w:r>
          </w:p>
        </w:tc>
        <w:tc>
          <w:tcPr>
            <w:tcW w:w="6588" w:type="dxa"/>
          </w:tcPr>
          <w:p w:rsidR="007F3251" w:rsidRDefault="007F3251" w:rsidP="003167DF">
            <w:pPr>
              <w:jc w:val="center"/>
            </w:pPr>
            <w:r>
              <w:t>12%</w:t>
            </w:r>
          </w:p>
        </w:tc>
      </w:tr>
      <w:tr w:rsidR="007F3251" w:rsidTr="003167DF">
        <w:tc>
          <w:tcPr>
            <w:tcW w:w="6588" w:type="dxa"/>
          </w:tcPr>
          <w:p w:rsidR="007F3251" w:rsidRDefault="007F3251" w:rsidP="003167DF">
            <w:pPr>
              <w:jc w:val="center"/>
            </w:pPr>
            <w:r>
              <w:t>1</w:t>
            </w:r>
            <w:r w:rsidR="007D3766">
              <w:t>2</w:t>
            </w:r>
          </w:p>
        </w:tc>
        <w:tc>
          <w:tcPr>
            <w:tcW w:w="6588" w:type="dxa"/>
          </w:tcPr>
          <w:p w:rsidR="007F3251" w:rsidRDefault="007F3251" w:rsidP="003167DF">
            <w:pPr>
              <w:jc w:val="center"/>
            </w:pPr>
            <w:r>
              <w:t>11%</w:t>
            </w:r>
          </w:p>
        </w:tc>
      </w:tr>
      <w:tr w:rsidR="007D3766" w:rsidTr="003167DF">
        <w:tc>
          <w:tcPr>
            <w:tcW w:w="6588" w:type="dxa"/>
          </w:tcPr>
          <w:p w:rsidR="007D3766" w:rsidRDefault="007D3766" w:rsidP="003167DF">
            <w:pPr>
              <w:jc w:val="center"/>
            </w:pPr>
            <w:r>
              <w:t>10</w:t>
            </w:r>
          </w:p>
        </w:tc>
        <w:tc>
          <w:tcPr>
            <w:tcW w:w="6588" w:type="dxa"/>
          </w:tcPr>
          <w:p w:rsidR="007D3766" w:rsidRDefault="007D3766" w:rsidP="007D3766">
            <w:r>
              <w:t xml:space="preserve">                                                  10 %</w:t>
            </w:r>
          </w:p>
        </w:tc>
      </w:tr>
      <w:tr w:rsidR="007D3766" w:rsidTr="003167DF">
        <w:tc>
          <w:tcPr>
            <w:tcW w:w="6588" w:type="dxa"/>
          </w:tcPr>
          <w:p w:rsidR="007D3766" w:rsidRDefault="007D3766" w:rsidP="003167DF">
            <w:pPr>
              <w:jc w:val="center"/>
            </w:pPr>
            <w:r>
              <w:t>8</w:t>
            </w:r>
          </w:p>
        </w:tc>
        <w:tc>
          <w:tcPr>
            <w:tcW w:w="6588" w:type="dxa"/>
          </w:tcPr>
          <w:p w:rsidR="007D3766" w:rsidRDefault="007D3766" w:rsidP="003167DF">
            <w:pPr>
              <w:jc w:val="center"/>
            </w:pPr>
            <w:r>
              <w:t>9 %</w:t>
            </w:r>
          </w:p>
        </w:tc>
      </w:tr>
      <w:tr w:rsidR="007D3766" w:rsidTr="003167DF">
        <w:tc>
          <w:tcPr>
            <w:tcW w:w="6588" w:type="dxa"/>
          </w:tcPr>
          <w:p w:rsidR="007D3766" w:rsidRDefault="007D3766" w:rsidP="003167DF">
            <w:pPr>
              <w:jc w:val="center"/>
            </w:pPr>
            <w:r>
              <w:t>6</w:t>
            </w:r>
          </w:p>
        </w:tc>
        <w:tc>
          <w:tcPr>
            <w:tcW w:w="6588" w:type="dxa"/>
          </w:tcPr>
          <w:p w:rsidR="007D3766" w:rsidRDefault="007D3766" w:rsidP="003167DF">
            <w:pPr>
              <w:spacing w:line="360" w:lineRule="auto"/>
              <w:jc w:val="center"/>
            </w:pPr>
            <w:r>
              <w:t>8%</w:t>
            </w:r>
          </w:p>
        </w:tc>
      </w:tr>
      <w:tr w:rsidR="007D3766" w:rsidTr="003167DF">
        <w:tc>
          <w:tcPr>
            <w:tcW w:w="6588" w:type="dxa"/>
          </w:tcPr>
          <w:p w:rsidR="007D3766" w:rsidRDefault="007D3766" w:rsidP="003167DF">
            <w:pPr>
              <w:jc w:val="center"/>
            </w:pPr>
            <w:r>
              <w:t>4</w:t>
            </w:r>
          </w:p>
        </w:tc>
        <w:tc>
          <w:tcPr>
            <w:tcW w:w="6588" w:type="dxa"/>
          </w:tcPr>
          <w:p w:rsidR="007D3766" w:rsidRDefault="007D3766" w:rsidP="003167DF">
            <w:pPr>
              <w:spacing w:line="360" w:lineRule="auto"/>
              <w:jc w:val="center"/>
            </w:pPr>
            <w:r>
              <w:t>6 %</w:t>
            </w:r>
          </w:p>
        </w:tc>
      </w:tr>
    </w:tbl>
    <w:p w:rsidR="007F3251" w:rsidRDefault="007F3251" w:rsidP="007F3251"/>
    <w:p w:rsidR="007F3251" w:rsidRDefault="007F3251"/>
    <w:p w:rsidR="0048641E" w:rsidRPr="00E64AEE" w:rsidRDefault="00320131">
      <w:pPr>
        <w:rPr>
          <w:u w:val="single"/>
        </w:rPr>
      </w:pPr>
      <w:r w:rsidRPr="00E64AEE">
        <w:rPr>
          <w:u w:val="single"/>
        </w:rPr>
        <w:t>Overall competency:</w:t>
      </w:r>
    </w:p>
    <w:p w:rsidR="00320131" w:rsidRDefault="00A87979">
      <w:r>
        <w:t xml:space="preserve">14 % and </w:t>
      </w:r>
      <w:proofErr w:type="gramStart"/>
      <w:r>
        <w:t>above :</w:t>
      </w:r>
      <w:proofErr w:type="gramEnd"/>
      <w:r>
        <w:t xml:space="preserve">  Exceeds expectations</w:t>
      </w:r>
    </w:p>
    <w:p w:rsidR="00A87979" w:rsidRDefault="00A87979">
      <w:r>
        <w:t xml:space="preserve">11-13 </w:t>
      </w:r>
      <w:proofErr w:type="gramStart"/>
      <w:r>
        <w:t>% :</w:t>
      </w:r>
      <w:proofErr w:type="gramEnd"/>
      <w:r>
        <w:t xml:space="preserve"> Meets expectations</w:t>
      </w:r>
    </w:p>
    <w:p w:rsidR="00A87979" w:rsidRDefault="00A87979">
      <w:r>
        <w:t>10% and below: Does not meet expectations</w:t>
      </w:r>
    </w:p>
    <w:p w:rsidR="0048641E" w:rsidRDefault="0048641E"/>
    <w:p w:rsidR="00E64AEE" w:rsidRDefault="00E64AEE"/>
    <w:p w:rsidR="00E64AEE" w:rsidRDefault="00E64AEE"/>
    <w:sectPr w:rsidR="00E64AEE" w:rsidSect="005E2B43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33607"/>
    <w:multiLevelType w:val="hybridMultilevel"/>
    <w:tmpl w:val="B30A2C10"/>
    <w:lvl w:ilvl="0" w:tplc="CC1CEE2A">
      <w:start w:val="1"/>
      <w:numFmt w:val="lowerLetter"/>
      <w:lvlText w:val="%1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767546"/>
    <w:multiLevelType w:val="hybridMultilevel"/>
    <w:tmpl w:val="C9AEA0EC"/>
    <w:lvl w:ilvl="0" w:tplc="72CC79F0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6B1618"/>
    <w:multiLevelType w:val="hybridMultilevel"/>
    <w:tmpl w:val="A074EB54"/>
    <w:lvl w:ilvl="0" w:tplc="9642DF74">
      <w:start w:val="1"/>
      <w:numFmt w:val="lowerLetter"/>
      <w:lvlText w:val="%1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C577EC"/>
    <w:multiLevelType w:val="hybridMultilevel"/>
    <w:tmpl w:val="5F62C926"/>
    <w:lvl w:ilvl="0" w:tplc="3EACD7D4">
      <w:start w:val="1"/>
      <w:numFmt w:val="lowerLetter"/>
      <w:lvlText w:val="%1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characterSpacingControl w:val="doNotCompress"/>
  <w:compat/>
  <w:rsids>
    <w:rsidRoot w:val="007B1091"/>
    <w:rsid w:val="00066F3C"/>
    <w:rsid w:val="001656F9"/>
    <w:rsid w:val="00215983"/>
    <w:rsid w:val="003167DF"/>
    <w:rsid w:val="00320131"/>
    <w:rsid w:val="003205D9"/>
    <w:rsid w:val="0048641E"/>
    <w:rsid w:val="005174DB"/>
    <w:rsid w:val="005E2B43"/>
    <w:rsid w:val="005F04EA"/>
    <w:rsid w:val="00616958"/>
    <w:rsid w:val="006A3628"/>
    <w:rsid w:val="007B1091"/>
    <w:rsid w:val="007D3766"/>
    <w:rsid w:val="007F3251"/>
    <w:rsid w:val="008A0430"/>
    <w:rsid w:val="008A5F6A"/>
    <w:rsid w:val="009828E7"/>
    <w:rsid w:val="00A87979"/>
    <w:rsid w:val="00AE3928"/>
    <w:rsid w:val="00B24BBB"/>
    <w:rsid w:val="00C917FD"/>
    <w:rsid w:val="00DA46A9"/>
    <w:rsid w:val="00E20372"/>
    <w:rsid w:val="00E64AEE"/>
    <w:rsid w:val="00EB6D16"/>
    <w:rsid w:val="00F80520"/>
    <w:rsid w:val="00FD6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2B43"/>
    <w:rPr>
      <w:sz w:val="24"/>
      <w:szCs w:val="24"/>
    </w:rPr>
  </w:style>
  <w:style w:type="paragraph" w:styleId="Heading1">
    <w:name w:val="heading 1"/>
    <w:basedOn w:val="Normal"/>
    <w:next w:val="Normal"/>
    <w:qFormat/>
    <w:rsid w:val="005E2B43"/>
    <w:pPr>
      <w:keepNext/>
      <w:spacing w:line="135" w:lineRule="atLeast"/>
      <w:jc w:val="center"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E2B43"/>
    <w:pPr>
      <w:spacing w:before="100" w:beforeAutospacing="1" w:after="100" w:afterAutospacing="1"/>
    </w:pPr>
  </w:style>
  <w:style w:type="table" w:styleId="TableGrid">
    <w:name w:val="Table Grid"/>
    <w:basedOn w:val="TableNormal"/>
    <w:rsid w:val="00E203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su\Documents\PPTPRESENTATION_RUBRIC_Aug_2005_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PPTPRESENTATION_RUBRIC_Aug_2005_</Template>
  <TotalTime>2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cp:lastPrinted>2004-09-27T13:28:00Z</cp:lastPrinted>
  <dcterms:created xsi:type="dcterms:W3CDTF">2013-03-09T05:57:00Z</dcterms:created>
  <dcterms:modified xsi:type="dcterms:W3CDTF">2013-03-09T05:59:00Z</dcterms:modified>
</cp:coreProperties>
</file>