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642" w:rsidRPr="0087180F" w:rsidRDefault="0087180F" w:rsidP="0087180F">
      <w:pPr>
        <w:pStyle w:val="YourName"/>
        <w:jc w:val="center"/>
        <w:rPr>
          <w:rFonts w:ascii="Adobe Garamond Pro Bold" w:hAnsi="Adobe Garamond Pro Bold"/>
          <w:sz w:val="24"/>
          <w:szCs w:val="44"/>
        </w:rPr>
      </w:pPr>
      <w:r w:rsidRPr="0087180F">
        <w:rPr>
          <w:rFonts w:ascii="Adobe Garamond Pro Bold" w:hAnsi="Adobe Garamond Pro Bold"/>
          <w:sz w:val="24"/>
          <w:szCs w:val="44"/>
        </w:rPr>
        <w:t>curriculum vitae</w:t>
      </w:r>
    </w:p>
    <w:p w:rsidR="0087180F" w:rsidRPr="0087180F" w:rsidRDefault="0087180F" w:rsidP="0087180F">
      <w:pPr>
        <w:pStyle w:val="YourName"/>
        <w:jc w:val="center"/>
        <w:rPr>
          <w:rFonts w:ascii="Adobe Garamond Pro Bold" w:hAnsi="Adobe Garamond Pro Bold"/>
          <w:sz w:val="20"/>
          <w:szCs w:val="36"/>
        </w:rPr>
      </w:pPr>
    </w:p>
    <w:sdt>
      <w:sdtPr>
        <w:alias w:val="Author"/>
        <w:id w:val="4805016"/>
        <w:placeholder>
          <w:docPart w:val="806FE113E20447B5BE63559A15C5F131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p w:rsidR="00233408" w:rsidRDefault="009C558B" w:rsidP="009C558B">
          <w:pPr>
            <w:pStyle w:val="YourName"/>
          </w:pPr>
          <w:r>
            <w:t>Abdulaziz Saeed Alqahtani</w:t>
          </w:r>
        </w:p>
      </w:sdtContent>
    </w:sdt>
    <w:p w:rsidR="009C558B" w:rsidRPr="00334C10" w:rsidRDefault="009C558B">
      <w:pPr>
        <w:pStyle w:val="SectionHeading"/>
        <w:rPr>
          <w:u w:val="single"/>
        </w:rPr>
      </w:pPr>
      <w:r w:rsidRPr="00334C10">
        <w:rPr>
          <w:u w:val="single"/>
        </w:rPr>
        <w:t>PERSONAL INFORMATION</w:t>
      </w:r>
    </w:p>
    <w:p w:rsidR="009C558B" w:rsidRDefault="009C558B" w:rsidP="009C558B">
      <w:pPr>
        <w:pStyle w:val="Location"/>
      </w:pPr>
      <w:r>
        <w:t>Nationality: Saudi</w:t>
      </w:r>
    </w:p>
    <w:p w:rsidR="00AE170E" w:rsidRDefault="00AE170E" w:rsidP="00AE170E">
      <w:pPr>
        <w:pStyle w:val="Location"/>
      </w:pPr>
      <w:r>
        <w:t xml:space="preserve">Marital Status: </w:t>
      </w:r>
      <w:r w:rsidR="00AF3282">
        <w:t>Married</w:t>
      </w:r>
    </w:p>
    <w:p w:rsidR="00AE170E" w:rsidRDefault="00AE170E" w:rsidP="00AE170E">
      <w:pPr>
        <w:pStyle w:val="Location"/>
      </w:pPr>
      <w:r>
        <w:t>Gender: Male</w:t>
      </w:r>
    </w:p>
    <w:p w:rsidR="00AE170E" w:rsidRDefault="00AE170E" w:rsidP="00AE170E">
      <w:pPr>
        <w:pStyle w:val="Location"/>
      </w:pPr>
      <w:r>
        <w:t>Place of Birth: Riyadh, Saudi Arabia</w:t>
      </w:r>
    </w:p>
    <w:p w:rsidR="00AE170E" w:rsidRDefault="00AE170E" w:rsidP="00557232">
      <w:pPr>
        <w:pStyle w:val="Location"/>
      </w:pPr>
      <w:r>
        <w:t>Date of Birth:</w:t>
      </w:r>
      <w:r w:rsidR="00FD36D9">
        <w:t xml:space="preserve"> 11</w:t>
      </w:r>
      <w:r>
        <w:t xml:space="preserve"> Sep</w:t>
      </w:r>
      <w:r w:rsidR="00557232">
        <w:t>tember</w:t>
      </w:r>
      <w:r w:rsidR="00FD36D9">
        <w:t xml:space="preserve"> </w:t>
      </w:r>
      <w:r>
        <w:t>1984</w:t>
      </w:r>
    </w:p>
    <w:p w:rsidR="00233408" w:rsidRPr="00334C10" w:rsidRDefault="00E50DA0">
      <w:pPr>
        <w:pStyle w:val="SectionHeading"/>
        <w:rPr>
          <w:u w:val="single"/>
        </w:rPr>
      </w:pPr>
      <w:r w:rsidRPr="00334C10">
        <w:rPr>
          <w:u w:val="single"/>
        </w:rPr>
        <w:t>EDUCATION</w:t>
      </w:r>
    </w:p>
    <w:p w:rsidR="00557232" w:rsidRDefault="00AF3282" w:rsidP="00557232">
      <w:pPr>
        <w:pStyle w:val="Location"/>
        <w:numPr>
          <w:ilvl w:val="0"/>
          <w:numId w:val="6"/>
        </w:numPr>
        <w:ind w:left="450" w:hanging="180"/>
      </w:pPr>
      <w:r>
        <w:t>Marquette University School of Dentistry</w:t>
      </w:r>
    </w:p>
    <w:p w:rsidR="00AF3282" w:rsidRPr="00557232" w:rsidRDefault="00AF3282" w:rsidP="00557232">
      <w:pPr>
        <w:pStyle w:val="Location"/>
        <w:numPr>
          <w:ilvl w:val="1"/>
          <w:numId w:val="6"/>
        </w:numPr>
        <w:ind w:left="1170" w:hanging="162"/>
        <w:rPr>
          <w:bCs/>
        </w:rPr>
      </w:pPr>
      <w:r w:rsidRPr="00557232">
        <w:rPr>
          <w:b/>
        </w:rPr>
        <w:t>Prosthodontic residency program</w:t>
      </w:r>
      <w:r w:rsidR="00557232" w:rsidRPr="00557232">
        <w:rPr>
          <w:b/>
        </w:rPr>
        <w:t xml:space="preserve"> (M.S.)</w:t>
      </w:r>
      <w:r w:rsidR="00557232">
        <w:rPr>
          <w:bCs/>
        </w:rPr>
        <w:tab/>
      </w:r>
      <w:r w:rsidR="00557232">
        <w:rPr>
          <w:bCs/>
        </w:rPr>
        <w:tab/>
      </w:r>
      <w:r w:rsidR="00557232">
        <w:rPr>
          <w:bCs/>
        </w:rPr>
        <w:tab/>
      </w:r>
      <w:r w:rsidR="00557232">
        <w:rPr>
          <w:bCs/>
        </w:rPr>
        <w:tab/>
      </w:r>
      <w:r w:rsidR="00557232">
        <w:rPr>
          <w:bCs/>
        </w:rPr>
        <w:tab/>
        <w:t xml:space="preserve">        </w:t>
      </w:r>
      <w:r w:rsidRPr="00557232">
        <w:rPr>
          <w:bCs/>
        </w:rPr>
        <w:t xml:space="preserve"> </w:t>
      </w:r>
      <w:r w:rsidRPr="00557232">
        <w:rPr>
          <w:b/>
        </w:rPr>
        <w:t>2014</w:t>
      </w:r>
    </w:p>
    <w:p w:rsidR="00233408" w:rsidRDefault="00105352" w:rsidP="00557232">
      <w:pPr>
        <w:pStyle w:val="Location"/>
        <w:numPr>
          <w:ilvl w:val="0"/>
          <w:numId w:val="6"/>
        </w:numPr>
        <w:ind w:left="450" w:hanging="162"/>
      </w:pPr>
      <w:r>
        <w:t>King Saud University, College of Dentistry</w:t>
      </w:r>
    </w:p>
    <w:p w:rsidR="00233408" w:rsidRDefault="00105352" w:rsidP="00557232">
      <w:pPr>
        <w:pStyle w:val="JobTitle"/>
        <w:numPr>
          <w:ilvl w:val="1"/>
          <w:numId w:val="6"/>
        </w:numPr>
        <w:ind w:left="1170" w:hanging="162"/>
      </w:pPr>
      <w:r w:rsidRPr="00105352">
        <w:t>Bachelor of Dental Surgery</w:t>
      </w:r>
      <w:r>
        <w:t xml:space="preserve"> (BDS)</w:t>
      </w:r>
      <w:r w:rsidR="00E50DA0">
        <w:tab/>
      </w:r>
      <w:sdt>
        <w:sdtPr>
          <w:id w:val="275215203"/>
          <w:placeholder>
            <w:docPart w:val="6F51A1B7996C4B958250E0D21D88E8F4"/>
          </w:placeholder>
          <w:date w:fullDate="2008-06-01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793E11">
            <w:t>2008</w:t>
          </w:r>
        </w:sdtContent>
      </w:sdt>
    </w:p>
    <w:p w:rsidR="00233408" w:rsidRPr="00105352" w:rsidRDefault="00105352" w:rsidP="00557232">
      <w:pPr>
        <w:pStyle w:val="NormalBodyText"/>
        <w:ind w:left="1170"/>
      </w:pPr>
      <w:r w:rsidRPr="00105352">
        <w:t xml:space="preserve">With </w:t>
      </w:r>
      <w:r w:rsidR="00793E11" w:rsidRPr="00105352">
        <w:t xml:space="preserve">GPA </w:t>
      </w:r>
      <w:r w:rsidR="00793E11">
        <w:t>of (4.34/</w:t>
      </w:r>
      <w:r w:rsidRPr="00105352">
        <w:t>5</w:t>
      </w:r>
      <w:r w:rsidR="00793E11">
        <w:t>)</w:t>
      </w:r>
      <w:r w:rsidRPr="00105352">
        <w:t xml:space="preserve">. </w:t>
      </w:r>
      <w:r>
        <w:t xml:space="preserve">"Very Good" </w:t>
      </w:r>
      <w:r w:rsidRPr="00105352">
        <w:t>with Honor</w:t>
      </w:r>
    </w:p>
    <w:p w:rsidR="00233408" w:rsidRDefault="00105352" w:rsidP="00557232">
      <w:pPr>
        <w:pStyle w:val="SpaceAfter"/>
        <w:ind w:left="1170"/>
      </w:pPr>
      <w:r w:rsidRPr="00105352">
        <w:t xml:space="preserve">Ranked </w:t>
      </w:r>
      <w:r w:rsidRPr="00793E11">
        <w:t>2</w:t>
      </w:r>
      <w:r w:rsidRPr="00793E11">
        <w:rPr>
          <w:vertAlign w:val="superscript"/>
        </w:rPr>
        <w:t>nd</w:t>
      </w:r>
      <w:r w:rsidRPr="00105352">
        <w:t xml:space="preserve"> among 49 graduated students.</w:t>
      </w:r>
    </w:p>
    <w:p w:rsidR="00793E11" w:rsidRPr="00334C10" w:rsidRDefault="00793E11" w:rsidP="00793E11">
      <w:pPr>
        <w:pStyle w:val="SectionHeading"/>
        <w:rPr>
          <w:u w:val="single"/>
        </w:rPr>
      </w:pPr>
      <w:r w:rsidRPr="00334C10">
        <w:rPr>
          <w:u w:val="single"/>
        </w:rPr>
        <w:t>Professional Experince:</w:t>
      </w:r>
    </w:p>
    <w:p w:rsidR="00333A41" w:rsidRPr="00333A41" w:rsidRDefault="00333A41" w:rsidP="003863D3">
      <w:pPr>
        <w:pStyle w:val="NormalBodyText"/>
        <w:numPr>
          <w:ilvl w:val="0"/>
          <w:numId w:val="7"/>
        </w:numPr>
        <w:ind w:left="450" w:right="2520" w:hanging="162"/>
        <w:jc w:val="both"/>
      </w:pPr>
      <w:r w:rsidRPr="00333A41">
        <w:t>Assistant Professor, Department of General Dental Sciences, Marquette University School of Dentistry</w:t>
      </w:r>
      <w:r w:rsidR="003863D3">
        <w:t>, Milwaukee WI, USA</w:t>
      </w:r>
      <w:r w:rsidRPr="00333A41">
        <w:t xml:space="preserve"> </w:t>
      </w:r>
      <w:r w:rsidR="003863D3">
        <w:tab/>
      </w:r>
      <w:bookmarkStart w:id="0" w:name="_GoBack"/>
      <w:bookmarkEnd w:id="0"/>
      <w:sdt>
        <w:sdtPr>
          <w:rPr>
            <w:b/>
            <w:bCs/>
          </w:rPr>
          <w:id w:val="-918867208"/>
          <w:placeholder>
            <w:docPart w:val="2E31EFB136EC463EA290D395C35D84CC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3863D3">
            <w:rPr>
              <w:b/>
              <w:bCs/>
            </w:rPr>
            <w:t>2014-2015</w:t>
          </w:r>
        </w:sdtContent>
      </w:sdt>
    </w:p>
    <w:p w:rsidR="00A60E18" w:rsidRPr="00040AF6" w:rsidRDefault="00A60E18" w:rsidP="00334C10">
      <w:pPr>
        <w:pStyle w:val="NormalBodyText"/>
        <w:numPr>
          <w:ilvl w:val="0"/>
          <w:numId w:val="7"/>
        </w:numPr>
        <w:ind w:left="450" w:right="2520" w:hanging="162"/>
        <w:jc w:val="both"/>
        <w:rPr>
          <w:b/>
          <w:bCs/>
        </w:rPr>
      </w:pPr>
      <w:r>
        <w:t xml:space="preserve">Teaching Assistant, </w:t>
      </w:r>
      <w:r w:rsidRPr="00A77338">
        <w:t>Department of Prosthetic Dental Sciences,</w:t>
      </w:r>
      <w:r>
        <w:rPr>
          <w:bCs/>
        </w:rPr>
        <w:t xml:space="preserve"> </w:t>
      </w:r>
      <w:r w:rsidRPr="00A77338">
        <w:rPr>
          <w:bCs/>
        </w:rPr>
        <w:t>College of Dentistry, King Saud University, Riyadh, Saudi Arabia</w:t>
      </w:r>
      <w:r w:rsidRPr="00040AF6">
        <w:rPr>
          <w:sz w:val="14"/>
          <w:szCs w:val="14"/>
        </w:rPr>
        <w:t>.</w:t>
      </w:r>
      <w:r w:rsidRPr="00040AF6">
        <w:rPr>
          <w:b/>
          <w:bCs/>
        </w:rPr>
        <w:tab/>
      </w:r>
      <w:sdt>
        <w:sdtPr>
          <w:rPr>
            <w:b/>
            <w:bCs/>
          </w:rPr>
          <w:id w:val="371087462"/>
          <w:placeholder>
            <w:docPart w:val="CEF62915A5554174BF178205D5BDC248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Pr="00040AF6">
            <w:rPr>
              <w:b/>
              <w:bCs/>
            </w:rPr>
            <w:t>200</w:t>
          </w:r>
          <w:r>
            <w:rPr>
              <w:b/>
              <w:bCs/>
            </w:rPr>
            <w:t>9</w:t>
          </w:r>
        </w:sdtContent>
      </w:sdt>
      <w:r w:rsidRPr="00040AF6">
        <w:rPr>
          <w:b/>
          <w:bCs/>
        </w:rPr>
        <w:t xml:space="preserve"> – </w:t>
      </w:r>
      <w:sdt>
        <w:sdtPr>
          <w:rPr>
            <w:b/>
            <w:bCs/>
          </w:rPr>
          <w:id w:val="371087463"/>
          <w:placeholder>
            <w:docPart w:val="552552AD737C48C29AC63F0C92A3655D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>
            <w:rPr>
              <w:b/>
              <w:bCs/>
            </w:rPr>
            <w:t>Present</w:t>
          </w:r>
        </w:sdtContent>
      </w:sdt>
    </w:p>
    <w:p w:rsidR="00040AF6" w:rsidRDefault="00040AF6" w:rsidP="00A77338">
      <w:pPr>
        <w:pStyle w:val="NormalBodyText"/>
      </w:pPr>
    </w:p>
    <w:p w:rsidR="00557232" w:rsidRDefault="00040AF6" w:rsidP="00334C10">
      <w:pPr>
        <w:pStyle w:val="NormalBodyText"/>
        <w:numPr>
          <w:ilvl w:val="0"/>
          <w:numId w:val="7"/>
        </w:numPr>
        <w:ind w:left="450" w:right="2520" w:hanging="162"/>
        <w:jc w:val="both"/>
        <w:rPr>
          <w:sz w:val="14"/>
          <w:szCs w:val="20"/>
        </w:rPr>
      </w:pPr>
      <w:r w:rsidRPr="00040AF6">
        <w:t>Internship Training Program for one year at College of Dentistry, King Saud University</w:t>
      </w:r>
      <w:r w:rsidR="00A60E18">
        <w:rPr>
          <w:sz w:val="14"/>
          <w:szCs w:val="20"/>
        </w:rPr>
        <w:t xml:space="preserve"> </w:t>
      </w:r>
    </w:p>
    <w:p w:rsidR="00A77338" w:rsidRPr="00040AF6" w:rsidRDefault="00040AF6" w:rsidP="00334C10">
      <w:pPr>
        <w:pStyle w:val="NormalBodyText"/>
        <w:numPr>
          <w:ilvl w:val="2"/>
          <w:numId w:val="7"/>
        </w:numPr>
        <w:ind w:left="1170" w:right="2520" w:hanging="90"/>
        <w:jc w:val="both"/>
        <w:rPr>
          <w:b/>
          <w:bCs/>
        </w:rPr>
      </w:pPr>
      <w:r w:rsidRPr="00E36E17">
        <w:rPr>
          <w:szCs w:val="16"/>
        </w:rPr>
        <w:t>Comprehensive general dental practice for 9 months and oral and maxillofacial surgical training for 3 months.</w:t>
      </w:r>
      <w:r w:rsidR="00A77338" w:rsidRPr="00040AF6">
        <w:rPr>
          <w:b/>
          <w:bCs/>
        </w:rPr>
        <w:tab/>
      </w:r>
      <w:sdt>
        <w:sdtPr>
          <w:rPr>
            <w:b/>
            <w:bCs/>
          </w:rPr>
          <w:id w:val="337270117"/>
          <w:placeholder>
            <w:docPart w:val="03C3C1B721A04DD0A95EF01FBFC29B42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Pr="00040AF6">
            <w:rPr>
              <w:b/>
              <w:bCs/>
            </w:rPr>
            <w:t>2008</w:t>
          </w:r>
        </w:sdtContent>
      </w:sdt>
      <w:r w:rsidR="00A77338" w:rsidRPr="00040AF6">
        <w:rPr>
          <w:b/>
          <w:bCs/>
        </w:rPr>
        <w:t xml:space="preserve"> – </w:t>
      </w:r>
      <w:sdt>
        <w:sdtPr>
          <w:rPr>
            <w:b/>
            <w:bCs/>
          </w:rPr>
          <w:id w:val="337270118"/>
          <w:placeholder>
            <w:docPart w:val="E3724C9D67944838A5A35AD6B4F68EC4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Pr="00040AF6">
            <w:rPr>
              <w:b/>
              <w:bCs/>
            </w:rPr>
            <w:t>2009</w:t>
          </w:r>
        </w:sdtContent>
      </w:sdt>
    </w:p>
    <w:p w:rsidR="00D32340" w:rsidRPr="00334C10" w:rsidRDefault="00D32340" w:rsidP="00D32340">
      <w:pPr>
        <w:pStyle w:val="SectionHeading"/>
        <w:rPr>
          <w:u w:val="single"/>
        </w:rPr>
      </w:pPr>
      <w:r w:rsidRPr="00334C10">
        <w:rPr>
          <w:u w:val="single"/>
        </w:rPr>
        <w:t>Scientific PRESENTATIONS:</w:t>
      </w:r>
    </w:p>
    <w:p w:rsidR="00E36E17" w:rsidRDefault="00E36E17" w:rsidP="00E36E17">
      <w:pPr>
        <w:pStyle w:val="JobTitle"/>
        <w:numPr>
          <w:ilvl w:val="0"/>
          <w:numId w:val="8"/>
        </w:numPr>
        <w:ind w:left="450" w:hanging="162"/>
        <w:rPr>
          <w:b w:val="0"/>
          <w:bCs/>
        </w:rPr>
      </w:pPr>
      <w:r>
        <w:rPr>
          <w:b w:val="0"/>
          <w:bCs/>
        </w:rPr>
        <w:t>Poster Presentation “</w:t>
      </w:r>
      <w:r w:rsidRPr="00F76DD8">
        <w:rPr>
          <w:b w:val="0"/>
          <w:bCs/>
        </w:rPr>
        <w:t xml:space="preserve">A Technique to Modify The Position of the Screw Access Hole of Screw Retained </w:t>
      </w:r>
    </w:p>
    <w:p w:rsidR="00E36E17" w:rsidRDefault="00E36E17" w:rsidP="00E36E17">
      <w:pPr>
        <w:pStyle w:val="JobTitle"/>
        <w:ind w:right="2700"/>
        <w:jc w:val="both"/>
      </w:pPr>
      <w:r w:rsidRPr="00F76DD8">
        <w:rPr>
          <w:b w:val="0"/>
          <w:bCs/>
        </w:rPr>
        <w:t>FDP Restoration</w:t>
      </w:r>
      <w:r>
        <w:rPr>
          <w:b w:val="0"/>
          <w:bCs/>
        </w:rPr>
        <w:t>” at the 43</w:t>
      </w:r>
      <w:r w:rsidRPr="00F76DD8">
        <w:rPr>
          <w:b w:val="0"/>
          <w:bCs/>
        </w:rPr>
        <w:t>th Annual Session of the American College of Prosthodontists</w:t>
      </w:r>
      <w:r>
        <w:rPr>
          <w:b w:val="0"/>
          <w:bCs/>
        </w:rPr>
        <w:t xml:space="preserve">.  </w:t>
      </w:r>
      <w:r>
        <w:rPr>
          <w:b w:val="0"/>
          <w:bCs/>
        </w:rPr>
        <w:tab/>
      </w:r>
      <w:r w:rsidRPr="00E36E17">
        <w:t>2013</w:t>
      </w:r>
    </w:p>
    <w:p w:rsidR="00BA1E40" w:rsidRDefault="00BA1E40" w:rsidP="00E36E17">
      <w:pPr>
        <w:pStyle w:val="JobTitle"/>
        <w:ind w:right="2700"/>
        <w:jc w:val="both"/>
        <w:rPr>
          <w:b w:val="0"/>
          <w:bCs/>
        </w:rPr>
      </w:pPr>
    </w:p>
    <w:p w:rsidR="00BA1E40" w:rsidRPr="00BA1E40" w:rsidRDefault="00BA1E40" w:rsidP="00F4572E">
      <w:pPr>
        <w:pStyle w:val="JobTitle"/>
        <w:numPr>
          <w:ilvl w:val="0"/>
          <w:numId w:val="8"/>
        </w:numPr>
        <w:ind w:left="450" w:right="2700" w:hanging="162"/>
        <w:jc w:val="both"/>
        <w:rPr>
          <w:b w:val="0"/>
          <w:bCs/>
        </w:rPr>
      </w:pPr>
      <w:r>
        <w:rPr>
          <w:b w:val="0"/>
          <w:bCs/>
        </w:rPr>
        <w:t>NPAW oral presentation to faculty, staff and students at MUSOD.</w:t>
      </w:r>
      <w:r>
        <w:rPr>
          <w:b w:val="0"/>
          <w:bCs/>
        </w:rPr>
        <w:tab/>
      </w:r>
      <w:r w:rsidRPr="00BA1E40">
        <w:t>2013</w:t>
      </w:r>
    </w:p>
    <w:p w:rsidR="006C7710" w:rsidRDefault="006C7710" w:rsidP="006C7710">
      <w:pPr>
        <w:pStyle w:val="JobTitle"/>
        <w:ind w:left="0" w:right="2700"/>
        <w:jc w:val="both"/>
        <w:rPr>
          <w:b w:val="0"/>
          <w:bCs/>
        </w:rPr>
      </w:pPr>
    </w:p>
    <w:p w:rsidR="00BA1E40" w:rsidRPr="006C7710" w:rsidRDefault="006C7710" w:rsidP="00334C10">
      <w:pPr>
        <w:pStyle w:val="JobTitle"/>
        <w:numPr>
          <w:ilvl w:val="0"/>
          <w:numId w:val="8"/>
        </w:numPr>
        <w:ind w:left="450" w:right="2700" w:hanging="162"/>
        <w:rPr>
          <w:b w:val="0"/>
          <w:bCs/>
        </w:rPr>
      </w:pPr>
      <w:r>
        <w:rPr>
          <w:b w:val="0"/>
          <w:bCs/>
        </w:rPr>
        <w:t xml:space="preserve">MUSOD </w:t>
      </w:r>
      <w:r w:rsidR="00F4572E">
        <w:rPr>
          <w:b w:val="0"/>
          <w:bCs/>
        </w:rPr>
        <w:t>Research day</w:t>
      </w:r>
      <w:r>
        <w:rPr>
          <w:b w:val="0"/>
          <w:bCs/>
        </w:rPr>
        <w:t xml:space="preserve"> poster </w:t>
      </w:r>
      <w:r w:rsidR="00F4572E">
        <w:rPr>
          <w:b w:val="0"/>
          <w:bCs/>
        </w:rPr>
        <w:t>presentation</w:t>
      </w:r>
      <w:r>
        <w:rPr>
          <w:b w:val="0"/>
          <w:bCs/>
        </w:rPr>
        <w:t xml:space="preserve"> “</w:t>
      </w:r>
      <w:r w:rsidRPr="006C7710">
        <w:rPr>
          <w:b w:val="0"/>
          <w:bCs/>
        </w:rPr>
        <w:t>A technique for fabrication of custom made porcelain denture teeth</w:t>
      </w:r>
      <w:r>
        <w:rPr>
          <w:b w:val="0"/>
          <w:bCs/>
        </w:rPr>
        <w:t>”</w:t>
      </w:r>
      <w:r>
        <w:rPr>
          <w:b w:val="0"/>
          <w:bCs/>
        </w:rPr>
        <w:tab/>
      </w:r>
      <w:r w:rsidRPr="006C7710">
        <w:t>2013</w:t>
      </w:r>
    </w:p>
    <w:p w:rsidR="006C7710" w:rsidRDefault="006C7710" w:rsidP="006C7710">
      <w:pPr>
        <w:pStyle w:val="JobTitle"/>
        <w:ind w:left="0" w:right="2700"/>
        <w:jc w:val="both"/>
        <w:rPr>
          <w:b w:val="0"/>
          <w:bCs/>
        </w:rPr>
      </w:pPr>
    </w:p>
    <w:p w:rsidR="00F4572E" w:rsidRDefault="006C7710" w:rsidP="00F4572E">
      <w:pPr>
        <w:pStyle w:val="JobTitle"/>
        <w:numPr>
          <w:ilvl w:val="0"/>
          <w:numId w:val="8"/>
        </w:numPr>
        <w:ind w:left="450" w:right="2700" w:hanging="162"/>
        <w:jc w:val="both"/>
        <w:rPr>
          <w:b w:val="0"/>
          <w:bCs/>
        </w:rPr>
      </w:pPr>
      <w:r>
        <w:rPr>
          <w:b w:val="0"/>
          <w:bCs/>
        </w:rPr>
        <w:t xml:space="preserve">MUSOD </w:t>
      </w:r>
      <w:r w:rsidR="00F4572E">
        <w:rPr>
          <w:b w:val="0"/>
          <w:bCs/>
        </w:rPr>
        <w:t>Research</w:t>
      </w:r>
      <w:r>
        <w:rPr>
          <w:b w:val="0"/>
          <w:bCs/>
        </w:rPr>
        <w:t xml:space="preserve"> D</w:t>
      </w:r>
      <w:r w:rsidR="00F4572E">
        <w:rPr>
          <w:b w:val="0"/>
          <w:bCs/>
        </w:rPr>
        <w:t xml:space="preserve">ay </w:t>
      </w:r>
      <w:r>
        <w:rPr>
          <w:b w:val="0"/>
          <w:bCs/>
        </w:rPr>
        <w:t xml:space="preserve">Poster </w:t>
      </w:r>
      <w:r w:rsidR="00F4572E">
        <w:rPr>
          <w:b w:val="0"/>
          <w:bCs/>
        </w:rPr>
        <w:t>Presentation</w:t>
      </w:r>
      <w:r>
        <w:rPr>
          <w:b w:val="0"/>
          <w:bCs/>
        </w:rPr>
        <w:t xml:space="preserve"> “</w:t>
      </w:r>
      <w:r w:rsidRPr="00D32340">
        <w:rPr>
          <w:b w:val="0"/>
          <w:bCs/>
        </w:rPr>
        <w:t>Evaluation of Different Esthetic Smile Criteria"</w:t>
      </w:r>
      <w:r>
        <w:rPr>
          <w:b w:val="0"/>
          <w:bCs/>
        </w:rPr>
        <w:tab/>
      </w:r>
      <w:r>
        <w:t>2012</w:t>
      </w:r>
    </w:p>
    <w:p w:rsidR="006C7710" w:rsidRDefault="006C7710" w:rsidP="006C7710">
      <w:pPr>
        <w:pStyle w:val="JobTitle"/>
        <w:ind w:left="0" w:right="2700"/>
        <w:jc w:val="both"/>
        <w:rPr>
          <w:b w:val="0"/>
          <w:bCs/>
        </w:rPr>
      </w:pPr>
    </w:p>
    <w:p w:rsidR="00BA1E40" w:rsidRDefault="00BA1E40" w:rsidP="00BA1E40">
      <w:pPr>
        <w:pStyle w:val="JobTitle"/>
        <w:numPr>
          <w:ilvl w:val="0"/>
          <w:numId w:val="8"/>
        </w:numPr>
        <w:ind w:left="450" w:right="2700" w:hanging="162"/>
        <w:jc w:val="both"/>
        <w:rPr>
          <w:b w:val="0"/>
          <w:bCs/>
        </w:rPr>
      </w:pPr>
      <w:r>
        <w:rPr>
          <w:b w:val="0"/>
          <w:bCs/>
        </w:rPr>
        <w:t xml:space="preserve">Awarded </w:t>
      </w:r>
      <w:r w:rsidRPr="00BA1E40">
        <w:rPr>
          <w:b w:val="0"/>
          <w:bCs/>
        </w:rPr>
        <w:t>2nd place at The 2010 ACP student  table clinic competition</w:t>
      </w:r>
      <w:r>
        <w:rPr>
          <w:b w:val="0"/>
          <w:bCs/>
        </w:rPr>
        <w:t xml:space="preserve"> for my poster presentation “</w:t>
      </w:r>
      <w:r w:rsidRPr="00D32340">
        <w:rPr>
          <w:b w:val="0"/>
          <w:bCs/>
        </w:rPr>
        <w:t>Evaluation of Different Esthetic Smile Criteria"</w:t>
      </w:r>
      <w:r>
        <w:rPr>
          <w:b w:val="0"/>
          <w:bCs/>
        </w:rPr>
        <w:tab/>
      </w:r>
      <w:r w:rsidRPr="00BA1E40">
        <w:t>2010</w:t>
      </w:r>
    </w:p>
    <w:p w:rsidR="00E36E17" w:rsidRDefault="00E36E17" w:rsidP="00E36E17">
      <w:pPr>
        <w:pStyle w:val="JobTitle"/>
        <w:ind w:right="2700"/>
        <w:jc w:val="both"/>
        <w:rPr>
          <w:b w:val="0"/>
          <w:bCs/>
        </w:rPr>
      </w:pPr>
    </w:p>
    <w:p w:rsidR="00D32340" w:rsidRDefault="00D32340" w:rsidP="00D32340">
      <w:pPr>
        <w:pStyle w:val="JobTitle"/>
      </w:pPr>
      <w:r w:rsidRPr="00D32340">
        <w:rPr>
          <w:b w:val="0"/>
          <w:bCs/>
        </w:rPr>
        <w:t>Intern's Research Presentation "Evaluation of Different Esthetic Smile Criteria"</w:t>
      </w:r>
      <w:r>
        <w:tab/>
      </w:r>
      <w:sdt>
        <w:sdtPr>
          <w:id w:val="371087380"/>
          <w:placeholder>
            <w:docPart w:val="EC548DF906384DCDA74944F9107CBDE3"/>
          </w:placeholder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>
            <w:t>2009</w:t>
          </w:r>
        </w:sdtContent>
      </w:sdt>
    </w:p>
    <w:p w:rsidR="00D32340" w:rsidRDefault="00D32340" w:rsidP="00D32340">
      <w:pPr>
        <w:pStyle w:val="JobTitle"/>
        <w:rPr>
          <w:b w:val="0"/>
          <w:bCs/>
        </w:rPr>
      </w:pPr>
    </w:p>
    <w:p w:rsidR="00233408" w:rsidRPr="00334C10" w:rsidRDefault="00E50DA0" w:rsidP="00DC102D">
      <w:pPr>
        <w:pStyle w:val="SectionHeading"/>
        <w:rPr>
          <w:u w:val="single"/>
        </w:rPr>
      </w:pPr>
      <w:r w:rsidRPr="00334C10">
        <w:rPr>
          <w:u w:val="single"/>
        </w:rPr>
        <w:t>AWARDS</w:t>
      </w:r>
      <w:r w:rsidR="008603C3" w:rsidRPr="00334C10">
        <w:rPr>
          <w:u w:val="single"/>
        </w:rPr>
        <w:t xml:space="preserve"> and honors</w:t>
      </w:r>
    </w:p>
    <w:p w:rsidR="00496B78" w:rsidRDefault="007711B8" w:rsidP="006C7710">
      <w:pPr>
        <w:pStyle w:val="JobTitle"/>
        <w:numPr>
          <w:ilvl w:val="0"/>
          <w:numId w:val="9"/>
        </w:numPr>
        <w:ind w:left="450" w:hanging="162"/>
        <w:rPr>
          <w:b w:val="0"/>
          <w:bCs/>
        </w:rPr>
      </w:pPr>
      <w:r>
        <w:rPr>
          <w:b w:val="0"/>
          <w:bCs/>
        </w:rPr>
        <w:t>Certificate of Appreciation for</w:t>
      </w:r>
      <w:r w:rsidR="00EE68AC" w:rsidRPr="00EE68AC">
        <w:rPr>
          <w:b w:val="0"/>
          <w:bCs/>
        </w:rPr>
        <w:t xml:space="preserve"> my excellent participation in the </w:t>
      </w:r>
      <w:r w:rsidR="00496B78" w:rsidRPr="00EE68AC">
        <w:rPr>
          <w:b w:val="0"/>
          <w:bCs/>
        </w:rPr>
        <w:t>C</w:t>
      </w:r>
      <w:r w:rsidR="00496B78">
        <w:rPr>
          <w:b w:val="0"/>
          <w:bCs/>
        </w:rPr>
        <w:t>ollege of Dentistry Research Center</w:t>
      </w:r>
      <w:r w:rsidR="00496B78" w:rsidRPr="00EE68AC">
        <w:rPr>
          <w:b w:val="0"/>
          <w:bCs/>
        </w:rPr>
        <w:t xml:space="preserve"> </w:t>
      </w:r>
      <w:r w:rsidR="00496B78">
        <w:rPr>
          <w:b w:val="0"/>
          <w:bCs/>
        </w:rPr>
        <w:t>(</w:t>
      </w:r>
      <w:r w:rsidR="00EE68AC" w:rsidRPr="00EE68AC">
        <w:rPr>
          <w:b w:val="0"/>
          <w:bCs/>
        </w:rPr>
        <w:t>CDRC</w:t>
      </w:r>
      <w:r w:rsidR="00496B78">
        <w:rPr>
          <w:b w:val="0"/>
          <w:bCs/>
        </w:rPr>
        <w:t>)</w:t>
      </w:r>
    </w:p>
    <w:p w:rsidR="00EE68AC" w:rsidRDefault="006621B0" w:rsidP="00EE68AC">
      <w:pPr>
        <w:pStyle w:val="JobTitle"/>
      </w:pPr>
      <w:r>
        <w:rPr>
          <w:b w:val="0"/>
          <w:bCs/>
        </w:rPr>
        <w:t xml:space="preserve">   </w:t>
      </w:r>
      <w:r w:rsidR="00EE68AC" w:rsidRPr="00EE68AC">
        <w:rPr>
          <w:b w:val="0"/>
          <w:bCs/>
        </w:rPr>
        <w:t xml:space="preserve"> Scientific Research Day.</w:t>
      </w:r>
      <w:r w:rsidR="00EE68AC">
        <w:tab/>
      </w:r>
      <w:sdt>
        <w:sdtPr>
          <w:id w:val="371087383"/>
          <w:placeholder>
            <w:docPart w:val="64D5D789132F40A2B541817059EBDF16"/>
          </w:placeholder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EE68AC">
            <w:t>2009</w:t>
          </w:r>
        </w:sdtContent>
      </w:sdt>
    </w:p>
    <w:p w:rsidR="00AA2173" w:rsidRDefault="00AA2173" w:rsidP="00EE68AC">
      <w:pPr>
        <w:pStyle w:val="JobTitle"/>
        <w:rPr>
          <w:b w:val="0"/>
          <w:bCs/>
        </w:rPr>
      </w:pPr>
    </w:p>
    <w:p w:rsidR="00AA2173" w:rsidRDefault="00AA2173" w:rsidP="006C7710">
      <w:pPr>
        <w:pStyle w:val="JobTitle"/>
        <w:numPr>
          <w:ilvl w:val="0"/>
          <w:numId w:val="9"/>
        </w:numPr>
        <w:ind w:left="450" w:right="2700" w:hanging="162"/>
        <w:jc w:val="lowKashida"/>
      </w:pPr>
      <w:r w:rsidRPr="008B3D0A">
        <w:rPr>
          <w:b w:val="0"/>
          <w:bCs/>
        </w:rPr>
        <w:t>Certificate of Appreciation for the valuable assistance and cooperation as member</w:t>
      </w:r>
      <w:r>
        <w:rPr>
          <w:b w:val="0"/>
          <w:bCs/>
        </w:rPr>
        <w:t xml:space="preserve"> of</w:t>
      </w:r>
      <w:r w:rsidRPr="008B3D0A">
        <w:rPr>
          <w:b w:val="0"/>
          <w:bCs/>
        </w:rPr>
        <w:t xml:space="preserve"> Organizing Committee</w:t>
      </w:r>
      <w:r>
        <w:rPr>
          <w:b w:val="0"/>
          <w:bCs/>
        </w:rPr>
        <w:t xml:space="preserve"> </w:t>
      </w:r>
      <w:r w:rsidRPr="008B3D0A">
        <w:rPr>
          <w:b w:val="0"/>
          <w:bCs/>
        </w:rPr>
        <w:t xml:space="preserve">during the </w:t>
      </w:r>
      <w:r>
        <w:rPr>
          <w:b w:val="0"/>
          <w:bCs/>
        </w:rPr>
        <w:t>20</w:t>
      </w:r>
      <w:r w:rsidRPr="008B3D0A">
        <w:rPr>
          <w:b w:val="0"/>
          <w:bCs/>
        </w:rPr>
        <w:t xml:space="preserve">th Saudi </w:t>
      </w:r>
      <w:r>
        <w:rPr>
          <w:b w:val="0"/>
          <w:bCs/>
        </w:rPr>
        <w:t>Dental Society &amp; 2</w:t>
      </w:r>
      <w:r w:rsidRPr="00AA2173">
        <w:rPr>
          <w:b w:val="0"/>
          <w:bCs/>
          <w:vertAlign w:val="superscript"/>
        </w:rPr>
        <w:t>nd</w:t>
      </w:r>
      <w:r>
        <w:rPr>
          <w:b w:val="0"/>
          <w:bCs/>
        </w:rPr>
        <w:t xml:space="preserve"> National Guard New</w:t>
      </w:r>
      <w:r w:rsidRPr="008B3D0A">
        <w:rPr>
          <w:b w:val="0"/>
          <w:bCs/>
        </w:rPr>
        <w:t xml:space="preserve"> Dental </w:t>
      </w:r>
      <w:r>
        <w:rPr>
          <w:b w:val="0"/>
          <w:bCs/>
        </w:rPr>
        <w:t>Era International Conference &amp; Workshops</w:t>
      </w:r>
      <w:r w:rsidRPr="008B3D0A">
        <w:rPr>
          <w:b w:val="0"/>
          <w:bCs/>
        </w:rPr>
        <w:t>.</w:t>
      </w:r>
      <w:r>
        <w:tab/>
      </w:r>
      <w:sdt>
        <w:sdtPr>
          <w:id w:val="343393208"/>
          <w:placeholder>
            <w:docPart w:val="CAE3CECFE04541D2BE4216CB7B939B25"/>
          </w:placeholder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>
            <w:t>2009</w:t>
          </w:r>
        </w:sdtContent>
      </w:sdt>
    </w:p>
    <w:p w:rsidR="00AA2173" w:rsidRDefault="00AA2173" w:rsidP="00EE68AC">
      <w:pPr>
        <w:pStyle w:val="JobTitle"/>
        <w:rPr>
          <w:b w:val="0"/>
          <w:bCs/>
        </w:rPr>
      </w:pPr>
    </w:p>
    <w:p w:rsidR="00EE68AC" w:rsidRDefault="00EE68AC" w:rsidP="006C7710">
      <w:pPr>
        <w:pStyle w:val="JobTitle"/>
        <w:numPr>
          <w:ilvl w:val="0"/>
          <w:numId w:val="9"/>
        </w:numPr>
        <w:ind w:left="450" w:right="2700" w:hanging="162"/>
        <w:jc w:val="both"/>
      </w:pPr>
      <w:r w:rsidRPr="00EE68AC">
        <w:rPr>
          <w:b w:val="0"/>
          <w:bCs/>
        </w:rPr>
        <w:t>Letter of appreciation in recognition of my outstanding clinical performance, excellent attendance record,</w:t>
      </w:r>
      <w:r w:rsidR="00710F74">
        <w:rPr>
          <w:b w:val="0"/>
          <w:bCs/>
        </w:rPr>
        <w:t xml:space="preserve"> </w:t>
      </w:r>
      <w:r w:rsidRPr="00EE68AC">
        <w:rPr>
          <w:b w:val="0"/>
          <w:bCs/>
        </w:rPr>
        <w:t>and positive attitude during my internship training</w:t>
      </w:r>
      <w:r>
        <w:rPr>
          <w:b w:val="0"/>
          <w:bCs/>
        </w:rPr>
        <w:t>.</w:t>
      </w:r>
      <w:r>
        <w:tab/>
      </w:r>
      <w:sdt>
        <w:sdtPr>
          <w:id w:val="371087387"/>
          <w:placeholder>
            <w:docPart w:val="C908EB7F48AE453695ABC6A24E3D8927"/>
          </w:placeholder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>
            <w:t>2009</w:t>
          </w:r>
        </w:sdtContent>
      </w:sdt>
    </w:p>
    <w:p w:rsidR="008B3D0A" w:rsidRDefault="008B3D0A" w:rsidP="008B3D0A">
      <w:pPr>
        <w:pStyle w:val="JobTitle"/>
        <w:rPr>
          <w:b w:val="0"/>
          <w:bCs/>
        </w:rPr>
      </w:pPr>
    </w:p>
    <w:p w:rsidR="00EE68AC" w:rsidRDefault="008B3D0A" w:rsidP="006C7710">
      <w:pPr>
        <w:pStyle w:val="JobTitle"/>
        <w:numPr>
          <w:ilvl w:val="0"/>
          <w:numId w:val="9"/>
        </w:numPr>
        <w:ind w:left="450" w:right="2700" w:hanging="162"/>
        <w:jc w:val="both"/>
      </w:pPr>
      <w:r w:rsidRPr="008B3D0A">
        <w:rPr>
          <w:b w:val="0"/>
          <w:bCs/>
        </w:rPr>
        <w:t>Certificate of Appreciation for the valuable assistance and cooperation as member</w:t>
      </w:r>
      <w:r>
        <w:rPr>
          <w:b w:val="0"/>
          <w:bCs/>
        </w:rPr>
        <w:t xml:space="preserve"> of</w:t>
      </w:r>
      <w:r w:rsidRPr="008B3D0A">
        <w:rPr>
          <w:b w:val="0"/>
          <w:bCs/>
        </w:rPr>
        <w:t xml:space="preserve"> Organizing Committee</w:t>
      </w:r>
      <w:r w:rsidR="00710F74">
        <w:rPr>
          <w:b w:val="0"/>
          <w:bCs/>
        </w:rPr>
        <w:t xml:space="preserve"> </w:t>
      </w:r>
      <w:r w:rsidRPr="008B3D0A">
        <w:rPr>
          <w:b w:val="0"/>
          <w:bCs/>
        </w:rPr>
        <w:t>during the 12th Saudi International Dental Meeting.</w:t>
      </w:r>
      <w:r w:rsidR="00EE68AC">
        <w:tab/>
      </w:r>
      <w:sdt>
        <w:sdtPr>
          <w:id w:val="371087391"/>
          <w:placeholder>
            <w:docPart w:val="C765B67B279145D99283DD9BCA082427"/>
          </w:placeholder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EE68AC">
            <w:t>200</w:t>
          </w:r>
          <w:r>
            <w:t>8</w:t>
          </w:r>
        </w:sdtContent>
      </w:sdt>
    </w:p>
    <w:p w:rsidR="008B3D0A" w:rsidRDefault="008B3D0A" w:rsidP="008B3D0A">
      <w:pPr>
        <w:pStyle w:val="JobTitle"/>
        <w:rPr>
          <w:b w:val="0"/>
          <w:bCs/>
        </w:rPr>
      </w:pPr>
    </w:p>
    <w:p w:rsidR="006C7710" w:rsidRPr="006C7710" w:rsidRDefault="006C7710" w:rsidP="006C7710">
      <w:pPr>
        <w:pStyle w:val="JobTitle"/>
        <w:numPr>
          <w:ilvl w:val="0"/>
          <w:numId w:val="9"/>
        </w:numPr>
        <w:ind w:left="450" w:hanging="162"/>
      </w:pPr>
      <w:r>
        <w:rPr>
          <w:b w:val="0"/>
          <w:bCs/>
        </w:rPr>
        <w:t xml:space="preserve">Dean`s </w:t>
      </w:r>
      <w:r w:rsidR="00AA2173">
        <w:rPr>
          <w:b w:val="0"/>
          <w:bCs/>
        </w:rPr>
        <w:t>Model</w:t>
      </w:r>
      <w:r>
        <w:rPr>
          <w:b w:val="0"/>
          <w:bCs/>
        </w:rPr>
        <w:t xml:space="preserve"> Student A</w:t>
      </w:r>
      <w:r w:rsidR="008B3D0A" w:rsidRPr="008B3D0A">
        <w:rPr>
          <w:b w:val="0"/>
          <w:bCs/>
        </w:rPr>
        <w:t>ward in College of Dentistry, King Saud University</w:t>
      </w:r>
    </w:p>
    <w:p w:rsidR="00E64FD1" w:rsidRPr="00E64FD1" w:rsidRDefault="00E64FD1" w:rsidP="00E64FD1">
      <w:pPr>
        <w:pStyle w:val="JobTitle"/>
        <w:numPr>
          <w:ilvl w:val="1"/>
          <w:numId w:val="9"/>
        </w:numPr>
        <w:ind w:left="1170" w:hanging="90"/>
      </w:pPr>
      <w:r>
        <w:rPr>
          <w:b w:val="0"/>
        </w:rPr>
        <w:t>Given to senior dental student based on academic performance, work in community,</w:t>
      </w:r>
    </w:p>
    <w:p w:rsidR="008B3D0A" w:rsidRDefault="00E64FD1" w:rsidP="00E64FD1">
      <w:pPr>
        <w:pStyle w:val="JobTitle"/>
        <w:ind w:left="792"/>
      </w:pPr>
      <w:r>
        <w:rPr>
          <w:b w:val="0"/>
        </w:rPr>
        <w:t xml:space="preserve">           </w:t>
      </w:r>
      <w:proofErr w:type="gramStart"/>
      <w:r>
        <w:rPr>
          <w:b w:val="0"/>
        </w:rPr>
        <w:t>and</w:t>
      </w:r>
      <w:proofErr w:type="gramEnd"/>
      <w:r>
        <w:rPr>
          <w:b w:val="0"/>
        </w:rPr>
        <w:t xml:space="preserve"> extracurricular activity. Only one Award is given in school per year.</w:t>
      </w:r>
      <w:r w:rsidR="008B3D0A">
        <w:tab/>
      </w:r>
      <w:sdt>
        <w:sdtPr>
          <w:id w:val="371087395"/>
          <w:placeholder>
            <w:docPart w:val="A7703A14AEC843DE81F887CA3DA14FD5"/>
          </w:placeholder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8B3D0A">
            <w:t>2008</w:t>
          </w:r>
        </w:sdtContent>
      </w:sdt>
    </w:p>
    <w:p w:rsidR="002017B9" w:rsidRPr="00334C10" w:rsidRDefault="002017B9" w:rsidP="002017B9">
      <w:pPr>
        <w:pStyle w:val="SectionHeading"/>
        <w:rPr>
          <w:u w:val="single"/>
        </w:rPr>
      </w:pPr>
      <w:r w:rsidRPr="00334C10">
        <w:rPr>
          <w:u w:val="single"/>
        </w:rPr>
        <w:t>Community activities</w:t>
      </w:r>
    </w:p>
    <w:p w:rsidR="00E64FD1" w:rsidRDefault="006621B0" w:rsidP="006621B0">
      <w:pPr>
        <w:pStyle w:val="JobTitle"/>
        <w:numPr>
          <w:ilvl w:val="0"/>
          <w:numId w:val="10"/>
        </w:numPr>
        <w:ind w:left="450" w:right="2700" w:hanging="162"/>
        <w:jc w:val="both"/>
        <w:rPr>
          <w:b w:val="0"/>
          <w:bCs/>
        </w:rPr>
      </w:pPr>
      <w:r w:rsidRPr="006621B0">
        <w:rPr>
          <w:b w:val="0"/>
          <w:bCs/>
        </w:rPr>
        <w:t>Participated with the Academy of Prosthodontics Outreach program to Montezuma Creek, Utah to provide complete denture care.</w:t>
      </w:r>
      <w:r>
        <w:rPr>
          <w:b w:val="0"/>
          <w:bCs/>
        </w:rPr>
        <w:tab/>
      </w:r>
      <w:r>
        <w:t>2013</w:t>
      </w:r>
    </w:p>
    <w:p w:rsidR="0096630C" w:rsidRPr="0096630C" w:rsidRDefault="0096630C" w:rsidP="0096630C">
      <w:pPr>
        <w:pStyle w:val="JobTitle"/>
        <w:ind w:left="0" w:right="2700"/>
        <w:jc w:val="both"/>
      </w:pPr>
    </w:p>
    <w:p w:rsidR="002017B9" w:rsidRDefault="002017B9" w:rsidP="0096630C">
      <w:pPr>
        <w:pStyle w:val="JobTitle"/>
        <w:numPr>
          <w:ilvl w:val="0"/>
          <w:numId w:val="10"/>
        </w:numPr>
        <w:ind w:left="450" w:right="2700" w:hanging="162"/>
        <w:jc w:val="both"/>
      </w:pPr>
      <w:r w:rsidRPr="002017B9">
        <w:rPr>
          <w:b w:val="0"/>
          <w:bCs/>
        </w:rPr>
        <w:t xml:space="preserve">Conducted Dental Community Health Program </w:t>
      </w:r>
      <w:r w:rsidRPr="001D0191">
        <w:rPr>
          <w:b w:val="0"/>
          <w:bCs/>
        </w:rPr>
        <w:t xml:space="preserve">in </w:t>
      </w:r>
      <w:proofErr w:type="spellStart"/>
      <w:r w:rsidRPr="001D0191">
        <w:rPr>
          <w:b w:val="0"/>
          <w:bCs/>
        </w:rPr>
        <w:t>Maahad</w:t>
      </w:r>
      <w:proofErr w:type="spellEnd"/>
      <w:r w:rsidRPr="001D0191">
        <w:rPr>
          <w:b w:val="0"/>
          <w:bCs/>
        </w:rPr>
        <w:t xml:space="preserve"> Al </w:t>
      </w:r>
      <w:proofErr w:type="spellStart"/>
      <w:r w:rsidRPr="001D0191">
        <w:rPr>
          <w:b w:val="0"/>
          <w:bCs/>
        </w:rPr>
        <w:t>Asima</w:t>
      </w:r>
      <w:proofErr w:type="spellEnd"/>
      <w:r w:rsidRPr="001D0191">
        <w:rPr>
          <w:b w:val="0"/>
          <w:bCs/>
        </w:rPr>
        <w:t xml:space="preserve"> Institute (Elementary School),</w:t>
      </w:r>
      <w:r w:rsidR="001D0191" w:rsidRPr="001D0191">
        <w:rPr>
          <w:b w:val="0"/>
          <w:bCs/>
        </w:rPr>
        <w:t xml:space="preserve"> Riyadh, S</w:t>
      </w:r>
      <w:r w:rsidR="00A75FE5">
        <w:rPr>
          <w:b w:val="0"/>
          <w:bCs/>
        </w:rPr>
        <w:t xml:space="preserve">audi </w:t>
      </w:r>
      <w:r w:rsidR="001D0191" w:rsidRPr="001D0191">
        <w:rPr>
          <w:b w:val="0"/>
          <w:bCs/>
        </w:rPr>
        <w:t>A</w:t>
      </w:r>
      <w:r w:rsidR="00A75FE5">
        <w:rPr>
          <w:b w:val="0"/>
          <w:bCs/>
        </w:rPr>
        <w:t>rabia</w:t>
      </w:r>
      <w:r>
        <w:tab/>
      </w:r>
      <w:sdt>
        <w:sdtPr>
          <w:id w:val="371087425"/>
          <w:placeholder>
            <w:docPart w:val="DA50918332654C8D9ABD6AF476487161"/>
          </w:placeholder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>
            <w:t>2008</w:t>
          </w:r>
        </w:sdtContent>
      </w:sdt>
    </w:p>
    <w:p w:rsidR="001D0191" w:rsidRDefault="001D0191" w:rsidP="001D0191">
      <w:pPr>
        <w:pStyle w:val="JobTitle"/>
        <w:rPr>
          <w:b w:val="0"/>
          <w:bCs/>
        </w:rPr>
      </w:pPr>
    </w:p>
    <w:p w:rsidR="001D0191" w:rsidRDefault="00013675" w:rsidP="0096630C">
      <w:pPr>
        <w:pStyle w:val="JobTitle"/>
        <w:numPr>
          <w:ilvl w:val="0"/>
          <w:numId w:val="10"/>
        </w:numPr>
        <w:ind w:left="450" w:right="2520" w:hanging="162"/>
      </w:pPr>
      <w:r w:rsidRPr="00013675">
        <w:rPr>
          <w:b w:val="0"/>
        </w:rPr>
        <w:t>Participating dentist in the 24</w:t>
      </w:r>
      <w:r w:rsidRPr="00013675">
        <w:rPr>
          <w:b w:val="0"/>
          <w:vertAlign w:val="superscript"/>
        </w:rPr>
        <w:t>th</w:t>
      </w:r>
      <w:r w:rsidRPr="00013675">
        <w:rPr>
          <w:b w:val="0"/>
        </w:rPr>
        <w:t xml:space="preserve"> National Festival for culture and heritage (</w:t>
      </w:r>
      <w:proofErr w:type="spellStart"/>
      <w:r w:rsidRPr="00013675">
        <w:rPr>
          <w:b w:val="0"/>
        </w:rPr>
        <w:t>Janadria</w:t>
      </w:r>
      <w:proofErr w:type="spellEnd"/>
      <w:r w:rsidRPr="00013675">
        <w:rPr>
          <w:b w:val="0"/>
        </w:rPr>
        <w:t>), in the old dentistry and oral hygiene instruction events</w:t>
      </w:r>
      <w:r>
        <w:t xml:space="preserve"> </w:t>
      </w:r>
      <w:r w:rsidR="001D0191">
        <w:tab/>
      </w:r>
      <w:sdt>
        <w:sdtPr>
          <w:id w:val="371087430"/>
          <w:placeholder>
            <w:docPart w:val="7C119E8A120E405692BEC14113356E45"/>
          </w:placeholder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1D0191">
            <w:t>2008</w:t>
          </w:r>
        </w:sdtContent>
      </w:sdt>
    </w:p>
    <w:p w:rsidR="002017B9" w:rsidRPr="002017B9" w:rsidRDefault="002017B9" w:rsidP="002017B9">
      <w:pPr>
        <w:pStyle w:val="SectionHeading"/>
        <w:contextualSpacing/>
      </w:pPr>
    </w:p>
    <w:p w:rsidR="00233408" w:rsidRDefault="00233408">
      <w:pPr>
        <w:pStyle w:val="SpaceAfter"/>
      </w:pPr>
    </w:p>
    <w:p w:rsidR="00233408" w:rsidRPr="00334C10" w:rsidRDefault="0096630C">
      <w:pPr>
        <w:pStyle w:val="SectionHeading"/>
        <w:rPr>
          <w:u w:val="single"/>
        </w:rPr>
      </w:pPr>
      <w:r w:rsidRPr="00334C10">
        <w:rPr>
          <w:u w:val="single"/>
        </w:rPr>
        <w:t>Publications</w:t>
      </w:r>
    </w:p>
    <w:p w:rsidR="00233408" w:rsidRDefault="007625EE" w:rsidP="007625EE">
      <w:pPr>
        <w:pStyle w:val="SpaceAfter"/>
      </w:pPr>
      <w:r w:rsidRPr="00710F74">
        <w:rPr>
          <w:i/>
        </w:rPr>
        <w:t>Al-</w:t>
      </w:r>
      <w:proofErr w:type="spellStart"/>
      <w:r w:rsidRPr="00710F74">
        <w:rPr>
          <w:i/>
        </w:rPr>
        <w:t>Johany</w:t>
      </w:r>
      <w:proofErr w:type="spellEnd"/>
      <w:r w:rsidRPr="00710F74">
        <w:rPr>
          <w:i/>
        </w:rPr>
        <w:t xml:space="preserve"> </w:t>
      </w:r>
      <w:r w:rsidRPr="00710F74">
        <w:t xml:space="preserve">S, </w:t>
      </w:r>
      <w:r w:rsidRPr="00C63541">
        <w:rPr>
          <w:b/>
          <w:bCs/>
        </w:rPr>
        <w:t>Alqahtani A</w:t>
      </w:r>
      <w:r w:rsidRPr="00710F74">
        <w:t xml:space="preserve">, Alqahtani F and </w:t>
      </w:r>
      <w:proofErr w:type="spellStart"/>
      <w:r w:rsidRPr="00710F74">
        <w:t>Alzahrani</w:t>
      </w:r>
      <w:proofErr w:type="spellEnd"/>
      <w:r w:rsidRPr="00710F74">
        <w:t xml:space="preserve"> A. Evaluation of Different Esthetic Smile Criteria. </w:t>
      </w:r>
      <w:proofErr w:type="spellStart"/>
      <w:r w:rsidR="00F76DD8" w:rsidRPr="00F76DD8">
        <w:t>Int</w:t>
      </w:r>
      <w:proofErr w:type="spellEnd"/>
      <w:r w:rsidR="00F76DD8" w:rsidRPr="00F76DD8">
        <w:t xml:space="preserve"> J </w:t>
      </w:r>
      <w:proofErr w:type="spellStart"/>
      <w:r w:rsidR="00F76DD8" w:rsidRPr="00F76DD8">
        <w:t>Prosthodont</w:t>
      </w:r>
      <w:proofErr w:type="spellEnd"/>
      <w:r w:rsidR="00F76DD8" w:rsidRPr="00F76DD8">
        <w:t>. 2011 Mar-Apr</w:t>
      </w:r>
      <w:proofErr w:type="gramStart"/>
      <w:r w:rsidR="00F76DD8" w:rsidRPr="00F76DD8">
        <w:t>;24</w:t>
      </w:r>
      <w:proofErr w:type="gramEnd"/>
      <w:r w:rsidR="00F76DD8" w:rsidRPr="00F76DD8">
        <w:t>(2):103</w:t>
      </w:r>
      <w:r w:rsidR="00E50DA0">
        <w:tab/>
      </w:r>
      <w:sdt>
        <w:sdtPr>
          <w:rPr>
            <w:b/>
            <w:bCs/>
          </w:rPr>
          <w:id w:val="275215311"/>
          <w:placeholder>
            <w:docPart w:val="50D331D5DB094A5DB4674CF5066D35CB"/>
          </w:placeholder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Pr="00C63541">
            <w:rPr>
              <w:b/>
              <w:bCs/>
            </w:rPr>
            <w:t>2010</w:t>
          </w:r>
        </w:sdtContent>
      </w:sdt>
    </w:p>
    <w:p w:rsidR="00233408" w:rsidRDefault="00233408" w:rsidP="00710F74">
      <w:pPr>
        <w:pStyle w:val="NormalBodyText"/>
      </w:pPr>
    </w:p>
    <w:sectPr w:rsidR="00233408" w:rsidSect="00233408">
      <w:headerReference w:type="default" r:id="rId10"/>
      <w:pgSz w:w="12240" w:h="15840"/>
      <w:pgMar w:top="1440" w:right="108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44B" w:rsidRDefault="0083744B">
      <w:pPr>
        <w:spacing w:line="240" w:lineRule="auto"/>
      </w:pPr>
      <w:r>
        <w:separator/>
      </w:r>
    </w:p>
  </w:endnote>
  <w:endnote w:type="continuationSeparator" w:id="0">
    <w:p w:rsidR="0083744B" w:rsidRDefault="008374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44B" w:rsidRDefault="0083744B">
      <w:pPr>
        <w:spacing w:line="240" w:lineRule="auto"/>
      </w:pPr>
      <w:r>
        <w:separator/>
      </w:r>
    </w:p>
  </w:footnote>
  <w:footnote w:type="continuationSeparator" w:id="0">
    <w:p w:rsidR="0083744B" w:rsidRDefault="008374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408" w:rsidRDefault="003863D3">
    <w:pPr>
      <w:pStyle w:val="YourName"/>
    </w:pPr>
    <w:sdt>
      <w:sdtPr>
        <w:alias w:val="Author"/>
        <w:id w:val="25244219"/>
        <w:placeholder>
          <w:docPart w:val="A359632B13B64C36A340A1CB74605760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9C558B">
          <w:rPr>
            <w:rFonts w:hint="cs"/>
          </w:rPr>
          <w:t>Abdulaziz Saeed Alqahtani</w:t>
        </w:r>
      </w:sdtContent>
    </w:sdt>
    <w:r w:rsidR="00E50DA0">
      <w:tab/>
      <w:t xml:space="preserve">Page </w:t>
    </w:r>
    <w:r w:rsidR="009A422B">
      <w:fldChar w:fldCharType="begin"/>
    </w:r>
    <w:r w:rsidR="009A422B">
      <w:instrText xml:space="preserve"> PAGE   \* MERGEFORMAT </w:instrText>
    </w:r>
    <w:r w:rsidR="009A422B">
      <w:fldChar w:fldCharType="separate"/>
    </w:r>
    <w:r>
      <w:rPr>
        <w:noProof/>
      </w:rPr>
      <w:t>2</w:t>
    </w:r>
    <w:r w:rsidR="009A422B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43F47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CF2A3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E2624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42F2A3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6B836C7"/>
    <w:multiLevelType w:val="hybridMultilevel"/>
    <w:tmpl w:val="DF80E3C4"/>
    <w:lvl w:ilvl="0" w:tplc="04090003">
      <w:start w:val="1"/>
      <w:numFmt w:val="bullet"/>
      <w:lvlText w:val="o"/>
      <w:lvlJc w:val="left"/>
      <w:pPr>
        <w:ind w:left="648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5" w15:restartNumberingAfterBreak="0">
    <w:nsid w:val="1A19631B"/>
    <w:multiLevelType w:val="hybridMultilevel"/>
    <w:tmpl w:val="BAD0742E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6" w15:restartNumberingAfterBreak="0">
    <w:nsid w:val="335C0A3F"/>
    <w:multiLevelType w:val="hybridMultilevel"/>
    <w:tmpl w:val="CC940032"/>
    <w:lvl w:ilvl="0" w:tplc="45DA23EC">
      <w:start w:val="1"/>
      <w:numFmt w:val="bullet"/>
      <w:lvlText w:val="o"/>
      <w:lvlJc w:val="left"/>
      <w:pPr>
        <w:ind w:left="648" w:hanging="360"/>
      </w:pPr>
      <w:rPr>
        <w:rFonts w:ascii="Courier New" w:hAnsi="Courier New" w:cs="Courier New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0C3E97"/>
    <w:multiLevelType w:val="hybridMultilevel"/>
    <w:tmpl w:val="0F7A2E0A"/>
    <w:lvl w:ilvl="0" w:tplc="04090003">
      <w:start w:val="1"/>
      <w:numFmt w:val="bullet"/>
      <w:lvlText w:val="o"/>
      <w:lvlJc w:val="left"/>
      <w:pPr>
        <w:ind w:left="64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8" w15:restartNumberingAfterBreak="0">
    <w:nsid w:val="49C547FE"/>
    <w:multiLevelType w:val="hybridMultilevel"/>
    <w:tmpl w:val="695EA5C4"/>
    <w:lvl w:ilvl="0" w:tplc="45DA23EC">
      <w:start w:val="1"/>
      <w:numFmt w:val="bullet"/>
      <w:lvlText w:val="o"/>
      <w:lvlJc w:val="left"/>
      <w:pPr>
        <w:ind w:left="648" w:hanging="360"/>
      </w:pPr>
      <w:rPr>
        <w:rFonts w:ascii="Courier New" w:hAnsi="Courier New" w:cs="Courier New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76363A90"/>
    <w:multiLevelType w:val="hybridMultilevel"/>
    <w:tmpl w:val="63E00198"/>
    <w:lvl w:ilvl="0" w:tplc="45DA23EC">
      <w:start w:val="1"/>
      <w:numFmt w:val="bullet"/>
      <w:lvlText w:val="o"/>
      <w:lvlJc w:val="left"/>
      <w:pPr>
        <w:ind w:left="648" w:hanging="360"/>
      </w:pPr>
      <w:rPr>
        <w:rFonts w:ascii="Courier New" w:hAnsi="Courier New" w:cs="Courier New" w:hint="default"/>
        <w:sz w:val="16"/>
        <w:szCs w:val="16"/>
      </w:rPr>
    </w:lvl>
    <w:lvl w:ilvl="1" w:tplc="97CCD17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DA0"/>
    <w:rsid w:val="00013675"/>
    <w:rsid w:val="00040AF6"/>
    <w:rsid w:val="00092888"/>
    <w:rsid w:val="000E68D1"/>
    <w:rsid w:val="00104134"/>
    <w:rsid w:val="00105352"/>
    <w:rsid w:val="00135AC8"/>
    <w:rsid w:val="0018194B"/>
    <w:rsid w:val="001D0191"/>
    <w:rsid w:val="002017B9"/>
    <w:rsid w:val="002056E6"/>
    <w:rsid w:val="00233408"/>
    <w:rsid w:val="00333A41"/>
    <w:rsid w:val="00334C10"/>
    <w:rsid w:val="003635B8"/>
    <w:rsid w:val="003863D3"/>
    <w:rsid w:val="003B5854"/>
    <w:rsid w:val="004659AE"/>
    <w:rsid w:val="00466824"/>
    <w:rsid w:val="0049062D"/>
    <w:rsid w:val="00496B78"/>
    <w:rsid w:val="00557232"/>
    <w:rsid w:val="00564642"/>
    <w:rsid w:val="006621B0"/>
    <w:rsid w:val="006A4410"/>
    <w:rsid w:val="006C7710"/>
    <w:rsid w:val="006D3A46"/>
    <w:rsid w:val="00710F74"/>
    <w:rsid w:val="007625EE"/>
    <w:rsid w:val="007711B8"/>
    <w:rsid w:val="00793E11"/>
    <w:rsid w:val="008306B6"/>
    <w:rsid w:val="0083744B"/>
    <w:rsid w:val="008603C3"/>
    <w:rsid w:val="0087180F"/>
    <w:rsid w:val="008B3D0A"/>
    <w:rsid w:val="0096630C"/>
    <w:rsid w:val="009A422B"/>
    <w:rsid w:val="009C558B"/>
    <w:rsid w:val="00A60E18"/>
    <w:rsid w:val="00A75FE5"/>
    <w:rsid w:val="00A77338"/>
    <w:rsid w:val="00A94192"/>
    <w:rsid w:val="00AA2173"/>
    <w:rsid w:val="00AE170E"/>
    <w:rsid w:val="00AF3282"/>
    <w:rsid w:val="00B17ADC"/>
    <w:rsid w:val="00B832B2"/>
    <w:rsid w:val="00BA1E40"/>
    <w:rsid w:val="00C63541"/>
    <w:rsid w:val="00CD1058"/>
    <w:rsid w:val="00D31672"/>
    <w:rsid w:val="00D32340"/>
    <w:rsid w:val="00D37829"/>
    <w:rsid w:val="00DC102D"/>
    <w:rsid w:val="00DF607F"/>
    <w:rsid w:val="00E36E17"/>
    <w:rsid w:val="00E50DA0"/>
    <w:rsid w:val="00E64FD1"/>
    <w:rsid w:val="00EE68AC"/>
    <w:rsid w:val="00F0454E"/>
    <w:rsid w:val="00F4572E"/>
    <w:rsid w:val="00F76DD8"/>
    <w:rsid w:val="00F82510"/>
    <w:rsid w:val="00FA3312"/>
    <w:rsid w:val="00FD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B29E1F83-7C9B-4575-8A04-94472E8F5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233408"/>
    <w:pPr>
      <w:spacing w:after="0" w:line="264" w:lineRule="auto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rsid w:val="00233408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233408"/>
    <w:pPr>
      <w:spacing w:before="240" w:after="40"/>
      <w:outlineLvl w:val="1"/>
    </w:pPr>
    <w:rPr>
      <w:caps/>
      <w:color w:val="000000" w:themeColor="text1"/>
      <w:spacing w:val="10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rsid w:val="00233408"/>
    <w:pPr>
      <w:ind w:left="288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sid w:val="00233408"/>
    <w:rPr>
      <w:rFonts w:asciiTheme="majorHAnsi" w:eastAsiaTheme="majorEastAsia" w:hAnsiTheme="majorHAnsi" w:cstheme="majorBidi"/>
      <w:b/>
      <w:bCs/>
      <w:caps/>
      <w:color w:val="000000" w:themeColor="text1"/>
      <w:spacing w:val="10"/>
      <w:sz w:val="16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233408"/>
    <w:rPr>
      <w:caps/>
      <w:color w:val="000000" w:themeColor="text1"/>
      <w:spacing w:val="10"/>
      <w:sz w:val="16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233408"/>
    <w:rPr>
      <w:i/>
      <w:sz w:val="16"/>
    </w:rPr>
  </w:style>
  <w:style w:type="paragraph" w:customStyle="1" w:styleId="JobTitle">
    <w:name w:val="Job Title"/>
    <w:basedOn w:val="Normal"/>
    <w:link w:val="JobTitleChar"/>
    <w:qFormat/>
    <w:rsid w:val="00233408"/>
    <w:pPr>
      <w:tabs>
        <w:tab w:val="left" w:pos="7560"/>
      </w:tabs>
      <w:ind w:left="288"/>
    </w:pPr>
    <w:rPr>
      <w:b/>
    </w:rPr>
  </w:style>
  <w:style w:type="character" w:customStyle="1" w:styleId="JobTitleChar">
    <w:name w:val="Job Title Char"/>
    <w:basedOn w:val="DefaultParagraphFont"/>
    <w:link w:val="JobTitle"/>
    <w:rsid w:val="00233408"/>
    <w:rPr>
      <w:b/>
      <w:sz w:val="16"/>
    </w:rPr>
  </w:style>
  <w:style w:type="paragraph" w:customStyle="1" w:styleId="ContactInformation">
    <w:name w:val="Contact Information"/>
    <w:basedOn w:val="Normal"/>
    <w:qFormat/>
    <w:rsid w:val="00233408"/>
    <w:pPr>
      <w:spacing w:after="400"/>
      <w:ind w:left="288"/>
    </w:pPr>
  </w:style>
  <w:style w:type="paragraph" w:customStyle="1" w:styleId="NormalBodyText">
    <w:name w:val="Normal Body Text"/>
    <w:basedOn w:val="Normal"/>
    <w:qFormat/>
    <w:rsid w:val="00233408"/>
    <w:pPr>
      <w:tabs>
        <w:tab w:val="left" w:pos="7560"/>
      </w:tabs>
      <w:ind w:left="288"/>
    </w:pPr>
  </w:style>
  <w:style w:type="paragraph" w:customStyle="1" w:styleId="AllCaps">
    <w:name w:val="All Caps"/>
    <w:basedOn w:val="Normal"/>
    <w:semiHidden/>
    <w:unhideWhenUsed/>
    <w:qFormat/>
    <w:rsid w:val="00233408"/>
    <w:rPr>
      <w:caps/>
      <w:spacing w:val="20"/>
      <w:sz w:val="15"/>
    </w:rPr>
  </w:style>
  <w:style w:type="paragraph" w:customStyle="1" w:styleId="Location">
    <w:name w:val="Location"/>
    <w:basedOn w:val="Normal"/>
    <w:qFormat/>
    <w:rsid w:val="00233408"/>
    <w:pPr>
      <w:ind w:left="288"/>
    </w:pPr>
  </w:style>
  <w:style w:type="paragraph" w:customStyle="1" w:styleId="SpaceAfter">
    <w:name w:val="Space After"/>
    <w:basedOn w:val="Normal"/>
    <w:qFormat/>
    <w:rsid w:val="00233408"/>
    <w:pPr>
      <w:tabs>
        <w:tab w:val="left" w:pos="7560"/>
      </w:tabs>
      <w:spacing w:after="160"/>
      <w:ind w:left="288" w:right="2880"/>
    </w:pPr>
  </w:style>
  <w:style w:type="character" w:styleId="PlaceholderText">
    <w:name w:val="Placeholder Text"/>
    <w:basedOn w:val="DefaultParagraphFont"/>
    <w:uiPriority w:val="99"/>
    <w:semiHidden/>
    <w:rsid w:val="0023340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408"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408"/>
    <w:rPr>
      <w:rFonts w:ascii="Tahoma" w:hAnsi="Tahoma" w:cs="Tahoma"/>
      <w:sz w:val="16"/>
      <w:szCs w:val="16"/>
    </w:rPr>
  </w:style>
  <w:style w:type="paragraph" w:customStyle="1" w:styleId="YourName">
    <w:name w:val="Your Name"/>
    <w:basedOn w:val="Normal"/>
    <w:qFormat/>
    <w:rsid w:val="00233408"/>
    <w:pPr>
      <w:keepNext/>
      <w:keepLines/>
      <w:tabs>
        <w:tab w:val="left" w:pos="8640"/>
      </w:tabs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customStyle="1" w:styleId="SpaceAfter1NoRightIndent">
    <w:name w:val="Space After 1 (No Right Indent)"/>
    <w:basedOn w:val="Normal"/>
    <w:qFormat/>
    <w:rsid w:val="00233408"/>
    <w:pPr>
      <w:tabs>
        <w:tab w:val="left" w:pos="7560"/>
      </w:tabs>
      <w:spacing w:after="160"/>
      <w:ind w:left="288"/>
    </w:pPr>
  </w:style>
  <w:style w:type="paragraph" w:customStyle="1" w:styleId="SectionHeading">
    <w:name w:val="Section Heading"/>
    <w:basedOn w:val="Normal"/>
    <w:qFormat/>
    <w:rsid w:val="00233408"/>
    <w:pPr>
      <w:spacing w:before="240" w:after="40"/>
      <w:outlineLvl w:val="1"/>
    </w:pPr>
    <w:rPr>
      <w:caps/>
      <w:color w:val="000000" w:themeColor="text1"/>
      <w:spacing w:val="10"/>
    </w:rPr>
  </w:style>
  <w:style w:type="paragraph" w:customStyle="1" w:styleId="ItalicHeading">
    <w:name w:val="Italic Heading"/>
    <w:basedOn w:val="Normal"/>
    <w:qFormat/>
    <w:rsid w:val="00233408"/>
    <w:pPr>
      <w:ind w:left="288"/>
      <w:outlineLvl w:val="2"/>
    </w:pPr>
    <w:rPr>
      <w:i/>
    </w:rPr>
  </w:style>
  <w:style w:type="paragraph" w:styleId="Header">
    <w:name w:val="header"/>
    <w:basedOn w:val="Normal"/>
    <w:link w:val="HeaderChar"/>
    <w:uiPriority w:val="99"/>
    <w:semiHidden/>
    <w:unhideWhenUsed/>
    <w:rsid w:val="0023340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3408"/>
    <w:rPr>
      <w:sz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23340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3408"/>
    <w:rPr>
      <w:sz w:val="16"/>
    </w:rPr>
  </w:style>
  <w:style w:type="paragraph" w:styleId="ListParagraph">
    <w:name w:val="List Paragraph"/>
    <w:basedOn w:val="Normal"/>
    <w:uiPriority w:val="34"/>
    <w:qFormat/>
    <w:rsid w:val="006C7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4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trabond\AppData\Roaming\Microsoft\Templates\CurriculumVita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06FE113E20447B5BE63559A15C5F1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8EBBE6-B613-4F2B-AE17-C4AAC70D2614}"/>
      </w:docPartPr>
      <w:docPartBody>
        <w:p w:rsidR="00401B49" w:rsidRDefault="008D0945">
          <w:pPr>
            <w:pStyle w:val="806FE113E20447B5BE63559A15C5F131"/>
          </w:pPr>
          <w:r>
            <w:t>[your name]</w:t>
          </w:r>
        </w:p>
      </w:docPartBody>
    </w:docPart>
    <w:docPart>
      <w:docPartPr>
        <w:name w:val="6F51A1B7996C4B958250E0D21D88E8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7E384-07E1-4A03-AD77-43CCA710B7B8}"/>
      </w:docPartPr>
      <w:docPartBody>
        <w:p w:rsidR="00401B49" w:rsidRDefault="008D0945">
          <w:pPr>
            <w:pStyle w:val="6F51A1B7996C4B958250E0D21D88E8F4"/>
          </w:pPr>
          <w:r>
            <w:t>[Pick the Year]</w:t>
          </w:r>
        </w:p>
      </w:docPartBody>
    </w:docPart>
    <w:docPart>
      <w:docPartPr>
        <w:name w:val="50D331D5DB094A5DB4674CF5066D35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D75C03-6064-42FF-9FA0-892A8EDCDA73}"/>
      </w:docPartPr>
      <w:docPartBody>
        <w:p w:rsidR="00401B49" w:rsidRDefault="008D0945">
          <w:pPr>
            <w:pStyle w:val="50D331D5DB094A5DB4674CF5066D35CB"/>
          </w:pPr>
          <w:r>
            <w:t>[Pick the Year]</w:t>
          </w:r>
        </w:p>
      </w:docPartBody>
    </w:docPart>
    <w:docPart>
      <w:docPartPr>
        <w:name w:val="A359632B13B64C36A340A1CB74605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05441-02F6-4CD3-897C-12A537EC8BF7}"/>
      </w:docPartPr>
      <w:docPartBody>
        <w:p w:rsidR="00401B49" w:rsidRDefault="008D0945">
          <w:pPr>
            <w:pStyle w:val="A359632B13B64C36A340A1CB74605760"/>
          </w:pPr>
          <w:r>
            <w:rPr>
              <w:rStyle w:val="PlaceholderText"/>
            </w:rPr>
            <w:t>[Your Name]</w:t>
          </w:r>
        </w:p>
      </w:docPartBody>
    </w:docPart>
    <w:docPart>
      <w:docPartPr>
        <w:name w:val="03C3C1B721A04DD0A95EF01FBFC29B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E3798-3EB7-42E7-AE29-37D93A542EFC}"/>
      </w:docPartPr>
      <w:docPartBody>
        <w:p w:rsidR="001D26C9" w:rsidRDefault="00401B49" w:rsidP="00401B49">
          <w:pPr>
            <w:pStyle w:val="03C3C1B721A04DD0A95EF01FBFC29B42"/>
          </w:pPr>
          <w:r>
            <w:t>[Start Date]</w:t>
          </w:r>
        </w:p>
      </w:docPartBody>
    </w:docPart>
    <w:docPart>
      <w:docPartPr>
        <w:name w:val="E3724C9D67944838A5A35AD6B4F68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4E3E66-CE5D-4103-A550-4AF2AF9FFC0A}"/>
      </w:docPartPr>
      <w:docPartBody>
        <w:p w:rsidR="001D26C9" w:rsidRDefault="00401B49" w:rsidP="00401B49">
          <w:pPr>
            <w:pStyle w:val="E3724C9D67944838A5A35AD6B4F68EC4"/>
          </w:pPr>
          <w:r>
            <w:t>[End Date]</w:t>
          </w:r>
        </w:p>
      </w:docPartBody>
    </w:docPart>
    <w:docPart>
      <w:docPartPr>
        <w:name w:val="EC548DF906384DCDA74944F9107CBD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51D42D-F1A2-4451-906C-87087242F26E}"/>
      </w:docPartPr>
      <w:docPartBody>
        <w:p w:rsidR="00902418" w:rsidRDefault="001D26C9" w:rsidP="001D26C9">
          <w:pPr>
            <w:pStyle w:val="EC548DF906384DCDA74944F9107CBDE3"/>
          </w:pPr>
          <w:r>
            <w:t>[Pick the Year]</w:t>
          </w:r>
        </w:p>
      </w:docPartBody>
    </w:docPart>
    <w:docPart>
      <w:docPartPr>
        <w:name w:val="64D5D789132F40A2B541817059EBDF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A3747-B0CA-4F37-913A-588D27E02EB3}"/>
      </w:docPartPr>
      <w:docPartBody>
        <w:p w:rsidR="00902418" w:rsidRDefault="001D26C9" w:rsidP="001D26C9">
          <w:pPr>
            <w:pStyle w:val="64D5D789132F40A2B541817059EBDF16"/>
          </w:pPr>
          <w:r>
            <w:t>[Pick the Year]</w:t>
          </w:r>
        </w:p>
      </w:docPartBody>
    </w:docPart>
    <w:docPart>
      <w:docPartPr>
        <w:name w:val="C908EB7F48AE453695ABC6A24E3D89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CA13B0-21C3-443F-8C84-EEE498405764}"/>
      </w:docPartPr>
      <w:docPartBody>
        <w:p w:rsidR="00902418" w:rsidRDefault="001D26C9" w:rsidP="001D26C9">
          <w:pPr>
            <w:pStyle w:val="C908EB7F48AE453695ABC6A24E3D8927"/>
          </w:pPr>
          <w:r>
            <w:t>[Pick the Year]</w:t>
          </w:r>
        </w:p>
      </w:docPartBody>
    </w:docPart>
    <w:docPart>
      <w:docPartPr>
        <w:name w:val="C765B67B279145D99283DD9BCA082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AF59CA-5E78-4F5E-AC87-CE2DE8248071}"/>
      </w:docPartPr>
      <w:docPartBody>
        <w:p w:rsidR="00902418" w:rsidRDefault="001D26C9" w:rsidP="001D26C9">
          <w:pPr>
            <w:pStyle w:val="C765B67B279145D99283DD9BCA082427"/>
          </w:pPr>
          <w:r>
            <w:t>[Pick the Year]</w:t>
          </w:r>
        </w:p>
      </w:docPartBody>
    </w:docPart>
    <w:docPart>
      <w:docPartPr>
        <w:name w:val="A7703A14AEC843DE81F887CA3DA14F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4AE528-81C5-4455-A3D0-526E660247B7}"/>
      </w:docPartPr>
      <w:docPartBody>
        <w:p w:rsidR="00902418" w:rsidRDefault="001D26C9" w:rsidP="001D26C9">
          <w:pPr>
            <w:pStyle w:val="A7703A14AEC843DE81F887CA3DA14FD5"/>
          </w:pPr>
          <w:r>
            <w:t>[Pick the Year]</w:t>
          </w:r>
        </w:p>
      </w:docPartBody>
    </w:docPart>
    <w:docPart>
      <w:docPartPr>
        <w:name w:val="DA50918332654C8D9ABD6AF4764871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26F3E7-6135-4B02-BECC-96EE9294FEB3}"/>
      </w:docPartPr>
      <w:docPartBody>
        <w:p w:rsidR="00902418" w:rsidRDefault="001D26C9" w:rsidP="001D26C9">
          <w:pPr>
            <w:pStyle w:val="DA50918332654C8D9ABD6AF476487161"/>
          </w:pPr>
          <w:r>
            <w:t>[Pick the Year]</w:t>
          </w:r>
        </w:p>
      </w:docPartBody>
    </w:docPart>
    <w:docPart>
      <w:docPartPr>
        <w:name w:val="7C119E8A120E405692BEC14113356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5A8787-16D3-4C82-AA32-166CE5ADD1AA}"/>
      </w:docPartPr>
      <w:docPartBody>
        <w:p w:rsidR="00902418" w:rsidRDefault="001D26C9" w:rsidP="001D26C9">
          <w:pPr>
            <w:pStyle w:val="7C119E8A120E405692BEC14113356E45"/>
          </w:pPr>
          <w:r>
            <w:t>[Pick the Year]</w:t>
          </w:r>
        </w:p>
      </w:docPartBody>
    </w:docPart>
    <w:docPart>
      <w:docPartPr>
        <w:name w:val="CEF62915A5554174BF178205D5BDC2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693B1-5EFB-498F-B8F2-2F9EBD694C24}"/>
      </w:docPartPr>
      <w:docPartBody>
        <w:p w:rsidR="00902418" w:rsidRDefault="001D26C9" w:rsidP="001D26C9">
          <w:pPr>
            <w:pStyle w:val="CEF62915A5554174BF178205D5BDC248"/>
          </w:pPr>
          <w:r>
            <w:t>[Start Date]</w:t>
          </w:r>
        </w:p>
      </w:docPartBody>
    </w:docPart>
    <w:docPart>
      <w:docPartPr>
        <w:name w:val="552552AD737C48C29AC63F0C92A365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AC273-561B-4DB4-BBC3-714B0A0FAA24}"/>
      </w:docPartPr>
      <w:docPartBody>
        <w:p w:rsidR="00902418" w:rsidRDefault="001D26C9" w:rsidP="001D26C9">
          <w:pPr>
            <w:pStyle w:val="552552AD737C48C29AC63F0C92A3655D"/>
          </w:pPr>
          <w:r>
            <w:t>[End Date]</w:t>
          </w:r>
        </w:p>
      </w:docPartBody>
    </w:docPart>
    <w:docPart>
      <w:docPartPr>
        <w:name w:val="CAE3CECFE04541D2BE4216CB7B939B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44B96-B0DE-492A-8E31-176B262C97FD}"/>
      </w:docPartPr>
      <w:docPartBody>
        <w:p w:rsidR="00E96CE3" w:rsidRDefault="00902418" w:rsidP="00902418">
          <w:pPr>
            <w:pStyle w:val="CAE3CECFE04541D2BE4216CB7B939B25"/>
          </w:pPr>
          <w:r>
            <w:t>[Pick the Year]</w:t>
          </w:r>
        </w:p>
      </w:docPartBody>
    </w:docPart>
    <w:docPart>
      <w:docPartPr>
        <w:name w:val="2E31EFB136EC463EA290D395C35D84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E0F24-CA67-4CAF-9268-6E661C7C528C}"/>
      </w:docPartPr>
      <w:docPartBody>
        <w:p w:rsidR="00000000" w:rsidRDefault="0003105A" w:rsidP="0003105A">
          <w:pPr>
            <w:pStyle w:val="2E31EFB136EC463EA290D395C35D84CC"/>
          </w:pPr>
          <w:r>
            <w:t>[Start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D0945"/>
    <w:rsid w:val="0003105A"/>
    <w:rsid w:val="001D26C9"/>
    <w:rsid w:val="003203E6"/>
    <w:rsid w:val="00401B49"/>
    <w:rsid w:val="008D0945"/>
    <w:rsid w:val="00902418"/>
    <w:rsid w:val="009D44AD"/>
    <w:rsid w:val="00A252B4"/>
    <w:rsid w:val="00C41139"/>
    <w:rsid w:val="00E96CE3"/>
    <w:rsid w:val="00F4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B4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06FE113E20447B5BE63559A15C5F131">
    <w:name w:val="806FE113E20447B5BE63559A15C5F131"/>
    <w:rsid w:val="00401B49"/>
    <w:pPr>
      <w:bidi/>
    </w:pPr>
  </w:style>
  <w:style w:type="paragraph" w:customStyle="1" w:styleId="9DA50347468E4C279B52FE899F4CFD78">
    <w:name w:val="9DA50347468E4C279B52FE899F4CFD78"/>
    <w:rsid w:val="00401B49"/>
    <w:pPr>
      <w:bidi/>
    </w:pPr>
  </w:style>
  <w:style w:type="paragraph" w:customStyle="1" w:styleId="5487A1B4AD6E4AD2B4129ED56797D020">
    <w:name w:val="5487A1B4AD6E4AD2B4129ED56797D020"/>
    <w:rsid w:val="00401B49"/>
    <w:pPr>
      <w:bidi/>
    </w:pPr>
  </w:style>
  <w:style w:type="paragraph" w:customStyle="1" w:styleId="B248A7703F8940EFB1DE17E90D9EDA89">
    <w:name w:val="B248A7703F8940EFB1DE17E90D9EDA89"/>
    <w:rsid w:val="00401B49"/>
    <w:pPr>
      <w:bidi/>
    </w:pPr>
  </w:style>
  <w:style w:type="paragraph" w:customStyle="1" w:styleId="202D2EF5AB8949F2822D0485237FD89C">
    <w:name w:val="202D2EF5AB8949F2822D0485237FD89C"/>
    <w:rsid w:val="00401B49"/>
    <w:pPr>
      <w:bidi/>
    </w:pPr>
  </w:style>
  <w:style w:type="paragraph" w:customStyle="1" w:styleId="E6BA7044E1C548DFB8717E22DE90491A">
    <w:name w:val="E6BA7044E1C548DFB8717E22DE90491A"/>
    <w:rsid w:val="00401B49"/>
    <w:pPr>
      <w:bidi/>
    </w:pPr>
  </w:style>
  <w:style w:type="paragraph" w:customStyle="1" w:styleId="6906439D93354C999B1573BB45B66262">
    <w:name w:val="6906439D93354C999B1573BB45B66262"/>
    <w:rsid w:val="00401B49"/>
    <w:pPr>
      <w:bidi/>
    </w:pPr>
  </w:style>
  <w:style w:type="paragraph" w:customStyle="1" w:styleId="6F51A1B7996C4B958250E0D21D88E8F4">
    <w:name w:val="6F51A1B7996C4B958250E0D21D88E8F4"/>
    <w:rsid w:val="00401B49"/>
    <w:pPr>
      <w:bidi/>
    </w:pPr>
  </w:style>
  <w:style w:type="paragraph" w:customStyle="1" w:styleId="16CA3E2CD65F4C2F9FAEA55E6167CB18">
    <w:name w:val="16CA3E2CD65F4C2F9FAEA55E6167CB18"/>
    <w:rsid w:val="00401B49"/>
    <w:pPr>
      <w:bidi/>
    </w:pPr>
  </w:style>
  <w:style w:type="paragraph" w:customStyle="1" w:styleId="660362C057D248B8AA217E1E2B19579A">
    <w:name w:val="660362C057D248B8AA217E1E2B19579A"/>
    <w:rsid w:val="00401B49"/>
    <w:pPr>
      <w:bidi/>
    </w:pPr>
  </w:style>
  <w:style w:type="paragraph" w:customStyle="1" w:styleId="E72116D61B1A418E8E7C2AC8A9398272">
    <w:name w:val="E72116D61B1A418E8E7C2AC8A9398272"/>
    <w:rsid w:val="00401B49"/>
    <w:pPr>
      <w:bidi/>
    </w:pPr>
  </w:style>
  <w:style w:type="paragraph" w:customStyle="1" w:styleId="3119D4A4EBFD408790BCFA9E7DEA8028">
    <w:name w:val="3119D4A4EBFD408790BCFA9E7DEA8028"/>
    <w:rsid w:val="00401B49"/>
    <w:pPr>
      <w:bidi/>
    </w:pPr>
  </w:style>
  <w:style w:type="paragraph" w:customStyle="1" w:styleId="C6C4EEA261874A23858A1A0DC6BE095A">
    <w:name w:val="C6C4EEA261874A23858A1A0DC6BE095A"/>
    <w:rsid w:val="00401B49"/>
    <w:pPr>
      <w:bidi/>
    </w:pPr>
  </w:style>
  <w:style w:type="paragraph" w:customStyle="1" w:styleId="761D8B642E6145B9BDE4D6090F84FCD6">
    <w:name w:val="761D8B642E6145B9BDE4D6090F84FCD6"/>
    <w:rsid w:val="00401B49"/>
    <w:pPr>
      <w:bidi/>
    </w:pPr>
  </w:style>
  <w:style w:type="paragraph" w:customStyle="1" w:styleId="AB1F77FC5D2F42F38B02EA6A81B72243">
    <w:name w:val="AB1F77FC5D2F42F38B02EA6A81B72243"/>
    <w:rsid w:val="00401B49"/>
    <w:pPr>
      <w:bidi/>
    </w:pPr>
  </w:style>
  <w:style w:type="paragraph" w:customStyle="1" w:styleId="5149BA1E33084F948F2DBFF964208387">
    <w:name w:val="5149BA1E33084F948F2DBFF964208387"/>
    <w:rsid w:val="00401B49"/>
    <w:pPr>
      <w:bidi/>
    </w:pPr>
  </w:style>
  <w:style w:type="paragraph" w:customStyle="1" w:styleId="5E1C685343EF49FC8CB935047BDA29D4">
    <w:name w:val="5E1C685343EF49FC8CB935047BDA29D4"/>
    <w:rsid w:val="00401B49"/>
    <w:pPr>
      <w:bidi/>
    </w:pPr>
  </w:style>
  <w:style w:type="paragraph" w:customStyle="1" w:styleId="4A1D5245D93A413DB09A3EFFCEFB546F">
    <w:name w:val="4A1D5245D93A413DB09A3EFFCEFB546F"/>
    <w:rsid w:val="00401B49"/>
    <w:pPr>
      <w:bidi/>
    </w:pPr>
  </w:style>
  <w:style w:type="paragraph" w:customStyle="1" w:styleId="BB5CCDABC4C742EFB47536B91A0AE7F5">
    <w:name w:val="BB5CCDABC4C742EFB47536B91A0AE7F5"/>
    <w:rsid w:val="00401B49"/>
    <w:pPr>
      <w:bidi/>
    </w:pPr>
  </w:style>
  <w:style w:type="paragraph" w:customStyle="1" w:styleId="ADD0A126BB994F9BBF3FEECF9FE1E0A4">
    <w:name w:val="ADD0A126BB994F9BBF3FEECF9FE1E0A4"/>
    <w:rsid w:val="00401B49"/>
    <w:pPr>
      <w:bidi/>
    </w:pPr>
  </w:style>
  <w:style w:type="paragraph" w:customStyle="1" w:styleId="5991C89E4BA6441585E5761A5F156CC7">
    <w:name w:val="5991C89E4BA6441585E5761A5F156CC7"/>
    <w:rsid w:val="00401B49"/>
    <w:pPr>
      <w:bidi/>
    </w:pPr>
  </w:style>
  <w:style w:type="paragraph" w:customStyle="1" w:styleId="ECC8EEB4C8904C07964F5E58313D18DA">
    <w:name w:val="ECC8EEB4C8904C07964F5E58313D18DA"/>
    <w:rsid w:val="00401B49"/>
    <w:pPr>
      <w:bidi/>
    </w:pPr>
  </w:style>
  <w:style w:type="paragraph" w:customStyle="1" w:styleId="677FDA21995D4E99BF7103B07BDFAD58">
    <w:name w:val="677FDA21995D4E99BF7103B07BDFAD58"/>
    <w:rsid w:val="00401B49"/>
    <w:pPr>
      <w:bidi/>
    </w:pPr>
  </w:style>
  <w:style w:type="paragraph" w:customStyle="1" w:styleId="585532BE65074A9F8AF0ADFF9260B6D3">
    <w:name w:val="585532BE65074A9F8AF0ADFF9260B6D3"/>
    <w:rsid w:val="00401B49"/>
    <w:pPr>
      <w:bidi/>
    </w:pPr>
  </w:style>
  <w:style w:type="paragraph" w:customStyle="1" w:styleId="3900D81B41654ECFBB022D29A678E18F">
    <w:name w:val="3900D81B41654ECFBB022D29A678E18F"/>
    <w:rsid w:val="00401B49"/>
    <w:pPr>
      <w:bidi/>
    </w:pPr>
  </w:style>
  <w:style w:type="paragraph" w:customStyle="1" w:styleId="309F9615D58E45BEA9AA28493FE23DEF">
    <w:name w:val="309F9615D58E45BEA9AA28493FE23DEF"/>
    <w:rsid w:val="00401B49"/>
    <w:pPr>
      <w:bidi/>
    </w:pPr>
  </w:style>
  <w:style w:type="paragraph" w:customStyle="1" w:styleId="3C240115BEBC4D2D8F2C8022D5A5B102">
    <w:name w:val="3C240115BEBC4D2D8F2C8022D5A5B102"/>
    <w:rsid w:val="00401B49"/>
    <w:pPr>
      <w:bidi/>
    </w:pPr>
  </w:style>
  <w:style w:type="paragraph" w:customStyle="1" w:styleId="16F733FFB5A546F3BCAA20D0F0FD4172">
    <w:name w:val="16F733FFB5A546F3BCAA20D0F0FD4172"/>
    <w:rsid w:val="00401B49"/>
    <w:pPr>
      <w:bidi/>
    </w:pPr>
  </w:style>
  <w:style w:type="paragraph" w:customStyle="1" w:styleId="88D64FF2177B43E9A3CEC27B822FA288">
    <w:name w:val="88D64FF2177B43E9A3CEC27B822FA288"/>
    <w:rsid w:val="00401B49"/>
    <w:pPr>
      <w:bidi/>
    </w:pPr>
  </w:style>
  <w:style w:type="paragraph" w:customStyle="1" w:styleId="AC477979AF8A470BB3E507D3E41E4F54">
    <w:name w:val="AC477979AF8A470BB3E507D3E41E4F54"/>
    <w:rsid w:val="00401B49"/>
    <w:pPr>
      <w:bidi/>
    </w:pPr>
  </w:style>
  <w:style w:type="paragraph" w:customStyle="1" w:styleId="4880C4406CBE47DAA75D6F03F3651C3D">
    <w:name w:val="4880C4406CBE47DAA75D6F03F3651C3D"/>
    <w:rsid w:val="00401B49"/>
    <w:pPr>
      <w:bidi/>
    </w:pPr>
  </w:style>
  <w:style w:type="paragraph" w:customStyle="1" w:styleId="B74FF3428A52481A86FB7F477F123A11">
    <w:name w:val="B74FF3428A52481A86FB7F477F123A11"/>
    <w:rsid w:val="00401B49"/>
    <w:pPr>
      <w:bidi/>
    </w:pPr>
  </w:style>
  <w:style w:type="paragraph" w:customStyle="1" w:styleId="F9734F9524A54ECDA24CE8D15B955DCC">
    <w:name w:val="F9734F9524A54ECDA24CE8D15B955DCC"/>
    <w:rsid w:val="00401B49"/>
    <w:pPr>
      <w:bidi/>
    </w:pPr>
  </w:style>
  <w:style w:type="paragraph" w:customStyle="1" w:styleId="B44A1F2DF90A464EA4897C635B5BA0AF">
    <w:name w:val="B44A1F2DF90A464EA4897C635B5BA0AF"/>
    <w:rsid w:val="00401B49"/>
    <w:pPr>
      <w:bidi/>
    </w:pPr>
  </w:style>
  <w:style w:type="paragraph" w:customStyle="1" w:styleId="061082EBF2D647C3862CA833C1ADACF8">
    <w:name w:val="061082EBF2D647C3862CA833C1ADACF8"/>
    <w:rsid w:val="00401B49"/>
    <w:pPr>
      <w:bidi/>
    </w:pPr>
  </w:style>
  <w:style w:type="paragraph" w:customStyle="1" w:styleId="CF03077DA5E645AEA373E002263B6985">
    <w:name w:val="CF03077DA5E645AEA373E002263B6985"/>
    <w:rsid w:val="00401B49"/>
    <w:pPr>
      <w:bidi/>
    </w:pPr>
  </w:style>
  <w:style w:type="paragraph" w:customStyle="1" w:styleId="D51E404398684E5F9FE474B64F1C7546">
    <w:name w:val="D51E404398684E5F9FE474B64F1C7546"/>
    <w:rsid w:val="00401B49"/>
    <w:pPr>
      <w:bidi/>
    </w:pPr>
  </w:style>
  <w:style w:type="paragraph" w:customStyle="1" w:styleId="F0DB880B57A8405FB1CE27EAA4708A70">
    <w:name w:val="F0DB880B57A8405FB1CE27EAA4708A70"/>
    <w:rsid w:val="00401B49"/>
    <w:pPr>
      <w:bidi/>
    </w:pPr>
  </w:style>
  <w:style w:type="paragraph" w:customStyle="1" w:styleId="8915558F235346C4B240A17D5AAF31BB">
    <w:name w:val="8915558F235346C4B240A17D5AAF31BB"/>
    <w:rsid w:val="00401B49"/>
    <w:pPr>
      <w:bidi/>
    </w:pPr>
  </w:style>
  <w:style w:type="paragraph" w:customStyle="1" w:styleId="AA5C66840BCC470F8E6CE37F7E447DB8">
    <w:name w:val="AA5C66840BCC470F8E6CE37F7E447DB8"/>
    <w:rsid w:val="00401B49"/>
    <w:pPr>
      <w:bidi/>
    </w:pPr>
  </w:style>
  <w:style w:type="paragraph" w:customStyle="1" w:styleId="CD01670C6A3841ADA07AA36837F540E4">
    <w:name w:val="CD01670C6A3841ADA07AA36837F540E4"/>
    <w:rsid w:val="00401B49"/>
    <w:pPr>
      <w:bidi/>
    </w:pPr>
  </w:style>
  <w:style w:type="paragraph" w:customStyle="1" w:styleId="7FA783A5EB4E4FB4857B7CEE0C637D7E">
    <w:name w:val="7FA783A5EB4E4FB4857B7CEE0C637D7E"/>
    <w:rsid w:val="00401B49"/>
    <w:pPr>
      <w:bidi/>
    </w:pPr>
  </w:style>
  <w:style w:type="paragraph" w:customStyle="1" w:styleId="15A710101E134BF2A9756288E86D2E67">
    <w:name w:val="15A710101E134BF2A9756288E86D2E67"/>
    <w:rsid w:val="00401B49"/>
    <w:pPr>
      <w:bidi/>
    </w:pPr>
  </w:style>
  <w:style w:type="paragraph" w:customStyle="1" w:styleId="4754029F66114E9FA5748F797E36720A">
    <w:name w:val="4754029F66114E9FA5748F797E36720A"/>
    <w:rsid w:val="00401B49"/>
    <w:pPr>
      <w:bidi/>
    </w:pPr>
  </w:style>
  <w:style w:type="paragraph" w:customStyle="1" w:styleId="A62F342D355E4636BF39AC4A29F3FACD">
    <w:name w:val="A62F342D355E4636BF39AC4A29F3FACD"/>
    <w:rsid w:val="00401B49"/>
    <w:pPr>
      <w:bidi/>
    </w:pPr>
  </w:style>
  <w:style w:type="paragraph" w:customStyle="1" w:styleId="4C2C73E91790492B84D7A288981E4CF5">
    <w:name w:val="4C2C73E91790492B84D7A288981E4CF5"/>
    <w:rsid w:val="00401B49"/>
    <w:pPr>
      <w:bidi/>
    </w:pPr>
  </w:style>
  <w:style w:type="paragraph" w:customStyle="1" w:styleId="FA1B2326372A4D01A926923C0E4C2E32">
    <w:name w:val="FA1B2326372A4D01A926923C0E4C2E32"/>
    <w:rsid w:val="00401B49"/>
    <w:pPr>
      <w:bidi/>
    </w:pPr>
  </w:style>
  <w:style w:type="paragraph" w:customStyle="1" w:styleId="C705EDDAF047437FA9439116673D5620">
    <w:name w:val="C705EDDAF047437FA9439116673D5620"/>
    <w:rsid w:val="00401B49"/>
    <w:pPr>
      <w:bidi/>
    </w:pPr>
  </w:style>
  <w:style w:type="paragraph" w:customStyle="1" w:styleId="C2D058EAAB754617AC80DAD7831D011F">
    <w:name w:val="C2D058EAAB754617AC80DAD7831D011F"/>
    <w:rsid w:val="00401B49"/>
    <w:pPr>
      <w:bidi/>
    </w:pPr>
  </w:style>
  <w:style w:type="paragraph" w:customStyle="1" w:styleId="8221B25E59274D7AA4BD0DCC3246121E">
    <w:name w:val="8221B25E59274D7AA4BD0DCC3246121E"/>
    <w:rsid w:val="00401B49"/>
    <w:pPr>
      <w:bidi/>
    </w:pPr>
  </w:style>
  <w:style w:type="paragraph" w:customStyle="1" w:styleId="52DD29CF0D044E0585378EE19F78C98B">
    <w:name w:val="52DD29CF0D044E0585378EE19F78C98B"/>
    <w:rsid w:val="00401B49"/>
    <w:pPr>
      <w:bidi/>
    </w:pPr>
  </w:style>
  <w:style w:type="paragraph" w:customStyle="1" w:styleId="D5F15035DF1642299CF2188D2BA03965">
    <w:name w:val="D5F15035DF1642299CF2188D2BA03965"/>
    <w:rsid w:val="00401B49"/>
    <w:pPr>
      <w:bidi/>
    </w:pPr>
  </w:style>
  <w:style w:type="paragraph" w:customStyle="1" w:styleId="CDA5DFC3AEDC47E8A6848F8E1AE28AF2">
    <w:name w:val="CDA5DFC3AEDC47E8A6848F8E1AE28AF2"/>
    <w:rsid w:val="00401B49"/>
    <w:pPr>
      <w:bidi/>
    </w:pPr>
  </w:style>
  <w:style w:type="paragraph" w:customStyle="1" w:styleId="9B2DB301B5984573990A96CC19B83B9E">
    <w:name w:val="9B2DB301B5984573990A96CC19B83B9E"/>
    <w:rsid w:val="00401B49"/>
    <w:pPr>
      <w:bidi/>
    </w:pPr>
  </w:style>
  <w:style w:type="paragraph" w:customStyle="1" w:styleId="9F0DA3D5F26C42BCA98FB689CE089D6E">
    <w:name w:val="9F0DA3D5F26C42BCA98FB689CE089D6E"/>
    <w:rsid w:val="00401B49"/>
    <w:pPr>
      <w:bidi/>
    </w:pPr>
  </w:style>
  <w:style w:type="paragraph" w:customStyle="1" w:styleId="EEECEC4E3AC94B2BA445738147469D76">
    <w:name w:val="EEECEC4E3AC94B2BA445738147469D76"/>
    <w:rsid w:val="00401B49"/>
    <w:pPr>
      <w:bidi/>
    </w:pPr>
  </w:style>
  <w:style w:type="paragraph" w:customStyle="1" w:styleId="9782E9D48D6244D2A1C45237B3B63127">
    <w:name w:val="9782E9D48D6244D2A1C45237B3B63127"/>
    <w:rsid w:val="00401B49"/>
    <w:pPr>
      <w:bidi/>
    </w:pPr>
  </w:style>
  <w:style w:type="paragraph" w:customStyle="1" w:styleId="53E6EAEF1D54421CB66F4E29069AC25F">
    <w:name w:val="53E6EAEF1D54421CB66F4E29069AC25F"/>
    <w:rsid w:val="00401B49"/>
    <w:pPr>
      <w:bidi/>
    </w:pPr>
  </w:style>
  <w:style w:type="paragraph" w:customStyle="1" w:styleId="2238E872F2B045FAB241E958F641104F">
    <w:name w:val="2238E872F2B045FAB241E958F641104F"/>
    <w:rsid w:val="00401B49"/>
    <w:pPr>
      <w:bidi/>
    </w:pPr>
  </w:style>
  <w:style w:type="paragraph" w:customStyle="1" w:styleId="8E5842A98A3C4427A9DF95ACE700FBA8">
    <w:name w:val="8E5842A98A3C4427A9DF95ACE700FBA8"/>
    <w:rsid w:val="00401B49"/>
    <w:pPr>
      <w:bidi/>
    </w:pPr>
  </w:style>
  <w:style w:type="paragraph" w:customStyle="1" w:styleId="2F5130A32BC34A5ABCD948E885DDA385">
    <w:name w:val="2F5130A32BC34A5ABCD948E885DDA385"/>
    <w:rsid w:val="00401B49"/>
    <w:pPr>
      <w:bidi/>
    </w:pPr>
  </w:style>
  <w:style w:type="paragraph" w:customStyle="1" w:styleId="EC5E1176268D401D90119C3EE96DE06E">
    <w:name w:val="EC5E1176268D401D90119C3EE96DE06E"/>
    <w:rsid w:val="00401B49"/>
    <w:pPr>
      <w:bidi/>
    </w:pPr>
  </w:style>
  <w:style w:type="paragraph" w:customStyle="1" w:styleId="50D331D5DB094A5DB4674CF5066D35CB">
    <w:name w:val="50D331D5DB094A5DB4674CF5066D35CB"/>
    <w:rsid w:val="00401B49"/>
    <w:pPr>
      <w:bidi/>
    </w:pPr>
  </w:style>
  <w:style w:type="paragraph" w:customStyle="1" w:styleId="C077735ADBBF45A3A993DE487C1B2896">
    <w:name w:val="C077735ADBBF45A3A993DE487C1B2896"/>
    <w:rsid w:val="00401B49"/>
    <w:pPr>
      <w:bidi/>
    </w:pPr>
  </w:style>
  <w:style w:type="paragraph" w:customStyle="1" w:styleId="538E0050032144339382D3F3A0566B9C">
    <w:name w:val="538E0050032144339382D3F3A0566B9C"/>
    <w:rsid w:val="00401B49"/>
    <w:pPr>
      <w:bidi/>
    </w:pPr>
  </w:style>
  <w:style w:type="paragraph" w:customStyle="1" w:styleId="391DFA1851F54EBB9ADBAEB174040261">
    <w:name w:val="391DFA1851F54EBB9ADBAEB174040261"/>
    <w:rsid w:val="00401B49"/>
    <w:pPr>
      <w:bidi/>
    </w:pPr>
  </w:style>
  <w:style w:type="paragraph" w:customStyle="1" w:styleId="3FE63A7DD1A14B91B7C55CF922A788D6">
    <w:name w:val="3FE63A7DD1A14B91B7C55CF922A788D6"/>
    <w:rsid w:val="00401B49"/>
    <w:pPr>
      <w:bidi/>
    </w:pPr>
  </w:style>
  <w:style w:type="paragraph" w:customStyle="1" w:styleId="31A6232364EC431E96565E387A4A4E08">
    <w:name w:val="31A6232364EC431E96565E387A4A4E08"/>
    <w:rsid w:val="00401B49"/>
    <w:pPr>
      <w:bidi/>
    </w:pPr>
  </w:style>
  <w:style w:type="paragraph" w:customStyle="1" w:styleId="8079D771D4D946DE8493C4B645AD6BA2">
    <w:name w:val="8079D771D4D946DE8493C4B645AD6BA2"/>
    <w:rsid w:val="00401B49"/>
    <w:pPr>
      <w:bidi/>
    </w:pPr>
  </w:style>
  <w:style w:type="paragraph" w:customStyle="1" w:styleId="36B533EA51864DFDB76D8CE81B240086">
    <w:name w:val="36B533EA51864DFDB76D8CE81B240086"/>
    <w:rsid w:val="00401B49"/>
    <w:pPr>
      <w:bidi/>
    </w:pPr>
  </w:style>
  <w:style w:type="paragraph" w:customStyle="1" w:styleId="668CEDBB7DFE48B3A0599E9EAA08E2F2">
    <w:name w:val="668CEDBB7DFE48B3A0599E9EAA08E2F2"/>
    <w:rsid w:val="00401B49"/>
    <w:pPr>
      <w:bidi/>
    </w:pPr>
  </w:style>
  <w:style w:type="paragraph" w:customStyle="1" w:styleId="2EA9057D9F3F4275ACE9C2F20B311761">
    <w:name w:val="2EA9057D9F3F4275ACE9C2F20B311761"/>
    <w:rsid w:val="00401B49"/>
    <w:pPr>
      <w:bidi/>
    </w:pPr>
  </w:style>
  <w:style w:type="paragraph" w:customStyle="1" w:styleId="768248774CAD4A5987513C2EDDC14E15">
    <w:name w:val="768248774CAD4A5987513C2EDDC14E15"/>
    <w:rsid w:val="00401B49"/>
    <w:pPr>
      <w:bidi/>
    </w:pPr>
  </w:style>
  <w:style w:type="paragraph" w:customStyle="1" w:styleId="5791735AEF5F41218DB416FE7035481C">
    <w:name w:val="5791735AEF5F41218DB416FE7035481C"/>
    <w:rsid w:val="00401B49"/>
    <w:pPr>
      <w:bidi/>
    </w:pPr>
  </w:style>
  <w:style w:type="paragraph" w:customStyle="1" w:styleId="C1FBA060D2EB4CC094BDA4A275AD6494">
    <w:name w:val="C1FBA060D2EB4CC094BDA4A275AD6494"/>
    <w:rsid w:val="00401B49"/>
    <w:pPr>
      <w:bidi/>
    </w:pPr>
  </w:style>
  <w:style w:type="character" w:styleId="PlaceholderText">
    <w:name w:val="Placeholder Text"/>
    <w:basedOn w:val="DefaultParagraphFont"/>
    <w:uiPriority w:val="99"/>
    <w:semiHidden/>
    <w:rsid w:val="00401B49"/>
    <w:rPr>
      <w:color w:val="808080"/>
    </w:rPr>
  </w:style>
  <w:style w:type="paragraph" w:customStyle="1" w:styleId="A359632B13B64C36A340A1CB74605760">
    <w:name w:val="A359632B13B64C36A340A1CB74605760"/>
    <w:rsid w:val="00401B49"/>
    <w:pPr>
      <w:bidi/>
    </w:pPr>
  </w:style>
  <w:style w:type="paragraph" w:customStyle="1" w:styleId="3B946A0A517F4B74A18707640914D882">
    <w:name w:val="3B946A0A517F4B74A18707640914D882"/>
    <w:rsid w:val="00401B49"/>
    <w:pPr>
      <w:bidi/>
    </w:pPr>
  </w:style>
  <w:style w:type="paragraph" w:customStyle="1" w:styleId="89236EAA8708446D9FF18296B4166F65">
    <w:name w:val="89236EAA8708446D9FF18296B4166F65"/>
    <w:rsid w:val="00401B49"/>
    <w:pPr>
      <w:bidi/>
    </w:pPr>
  </w:style>
  <w:style w:type="paragraph" w:customStyle="1" w:styleId="4C22F61F2253410CB54930B3501C93CF">
    <w:name w:val="4C22F61F2253410CB54930B3501C93CF"/>
    <w:rsid w:val="00401B49"/>
    <w:pPr>
      <w:bidi/>
    </w:pPr>
  </w:style>
  <w:style w:type="paragraph" w:customStyle="1" w:styleId="49DF2DE63A764A6DB1650130FEC73DAE">
    <w:name w:val="49DF2DE63A764A6DB1650130FEC73DAE"/>
    <w:rsid w:val="00401B49"/>
    <w:pPr>
      <w:bidi/>
    </w:pPr>
  </w:style>
  <w:style w:type="paragraph" w:customStyle="1" w:styleId="5FBBBFA5F18548669351E12B1D53923F">
    <w:name w:val="5FBBBFA5F18548669351E12B1D53923F"/>
    <w:rsid w:val="00401B49"/>
    <w:pPr>
      <w:bidi/>
    </w:pPr>
  </w:style>
  <w:style w:type="paragraph" w:customStyle="1" w:styleId="48181B35381247F7AFD2EA1CD97FBCD9">
    <w:name w:val="48181B35381247F7AFD2EA1CD97FBCD9"/>
    <w:rsid w:val="00401B49"/>
    <w:pPr>
      <w:bidi/>
    </w:pPr>
  </w:style>
  <w:style w:type="paragraph" w:customStyle="1" w:styleId="AF796083CF934679B1123291ABAF99F8">
    <w:name w:val="AF796083CF934679B1123291ABAF99F8"/>
    <w:rsid w:val="00401B49"/>
    <w:pPr>
      <w:bidi/>
    </w:pPr>
  </w:style>
  <w:style w:type="paragraph" w:customStyle="1" w:styleId="554E412E88B24BD695393AEC9872C4B6">
    <w:name w:val="554E412E88B24BD695393AEC9872C4B6"/>
    <w:rsid w:val="00401B49"/>
    <w:pPr>
      <w:bidi/>
    </w:pPr>
  </w:style>
  <w:style w:type="paragraph" w:customStyle="1" w:styleId="9CEF0EA6BF2B4C1F876F7BC5517A9995">
    <w:name w:val="9CEF0EA6BF2B4C1F876F7BC5517A9995"/>
    <w:rsid w:val="00401B49"/>
    <w:pPr>
      <w:bidi/>
    </w:pPr>
  </w:style>
  <w:style w:type="paragraph" w:customStyle="1" w:styleId="80C8069F521B472FA119F05DA85DDA01">
    <w:name w:val="80C8069F521B472FA119F05DA85DDA01"/>
    <w:rsid w:val="00401B49"/>
    <w:pPr>
      <w:bidi/>
    </w:pPr>
  </w:style>
  <w:style w:type="paragraph" w:customStyle="1" w:styleId="7EB2005C05E943C2978C958452439BDB">
    <w:name w:val="7EB2005C05E943C2978C958452439BDB"/>
    <w:rsid w:val="00401B49"/>
    <w:pPr>
      <w:bidi/>
    </w:pPr>
  </w:style>
  <w:style w:type="paragraph" w:customStyle="1" w:styleId="A5942F14AD1F4309822C28EE76A81EEC">
    <w:name w:val="A5942F14AD1F4309822C28EE76A81EEC"/>
    <w:rsid w:val="00401B49"/>
    <w:pPr>
      <w:bidi/>
    </w:pPr>
  </w:style>
  <w:style w:type="paragraph" w:customStyle="1" w:styleId="B12DCE0A873B472FB07791BFF404730A">
    <w:name w:val="B12DCE0A873B472FB07791BFF404730A"/>
    <w:rsid w:val="00401B49"/>
    <w:pPr>
      <w:bidi/>
    </w:pPr>
  </w:style>
  <w:style w:type="paragraph" w:customStyle="1" w:styleId="993F0CE3851F4525A481F8B194E79A34">
    <w:name w:val="993F0CE3851F4525A481F8B194E79A34"/>
    <w:rsid w:val="00401B49"/>
    <w:pPr>
      <w:bidi/>
    </w:pPr>
  </w:style>
  <w:style w:type="paragraph" w:customStyle="1" w:styleId="3C4AC2AAB39D498E89B9128FB8E259A6">
    <w:name w:val="3C4AC2AAB39D498E89B9128FB8E259A6"/>
    <w:rsid w:val="00401B49"/>
    <w:pPr>
      <w:bidi/>
    </w:pPr>
  </w:style>
  <w:style w:type="paragraph" w:customStyle="1" w:styleId="E8D796219F49411EA591DEADCC6641E0">
    <w:name w:val="E8D796219F49411EA591DEADCC6641E0"/>
    <w:rsid w:val="00401B49"/>
    <w:pPr>
      <w:bidi/>
    </w:pPr>
  </w:style>
  <w:style w:type="paragraph" w:customStyle="1" w:styleId="2B261BD7998D47F995D11FE89CCFEB68">
    <w:name w:val="2B261BD7998D47F995D11FE89CCFEB68"/>
    <w:rsid w:val="00401B49"/>
    <w:pPr>
      <w:bidi/>
    </w:pPr>
  </w:style>
  <w:style w:type="paragraph" w:customStyle="1" w:styleId="D2DE02305050477FAD73277FDF6D363C">
    <w:name w:val="D2DE02305050477FAD73277FDF6D363C"/>
    <w:rsid w:val="00401B49"/>
    <w:pPr>
      <w:bidi/>
    </w:pPr>
  </w:style>
  <w:style w:type="paragraph" w:customStyle="1" w:styleId="03C3C1B721A04DD0A95EF01FBFC29B42">
    <w:name w:val="03C3C1B721A04DD0A95EF01FBFC29B42"/>
    <w:rsid w:val="00401B49"/>
    <w:pPr>
      <w:bidi/>
    </w:pPr>
  </w:style>
  <w:style w:type="paragraph" w:customStyle="1" w:styleId="E3724C9D67944838A5A35AD6B4F68EC4">
    <w:name w:val="E3724C9D67944838A5A35AD6B4F68EC4"/>
    <w:rsid w:val="00401B49"/>
    <w:pPr>
      <w:bidi/>
    </w:pPr>
  </w:style>
  <w:style w:type="paragraph" w:customStyle="1" w:styleId="E52A84161BDD4106A4D4563837427E1A">
    <w:name w:val="E52A84161BDD4106A4D4563837427E1A"/>
    <w:rsid w:val="00401B49"/>
    <w:pPr>
      <w:bidi/>
    </w:pPr>
  </w:style>
  <w:style w:type="paragraph" w:customStyle="1" w:styleId="EE897BACFBF046CCB9CB77AADBE9E96F">
    <w:name w:val="EE897BACFBF046CCB9CB77AADBE9E96F"/>
    <w:rsid w:val="00401B49"/>
    <w:pPr>
      <w:bidi/>
    </w:pPr>
  </w:style>
  <w:style w:type="paragraph" w:customStyle="1" w:styleId="4FEA8FBEA0104A6B865BA780CA02EDB1">
    <w:name w:val="4FEA8FBEA0104A6B865BA780CA02EDB1"/>
    <w:rsid w:val="00401B49"/>
    <w:pPr>
      <w:bidi/>
    </w:pPr>
  </w:style>
  <w:style w:type="paragraph" w:customStyle="1" w:styleId="5BB0FD7454EE402A9091991ECFC4858F">
    <w:name w:val="5BB0FD7454EE402A9091991ECFC4858F"/>
    <w:rsid w:val="00401B49"/>
    <w:pPr>
      <w:bidi/>
    </w:pPr>
  </w:style>
  <w:style w:type="paragraph" w:customStyle="1" w:styleId="032B08AF65514C4DA49360254E85F4C9">
    <w:name w:val="032B08AF65514C4DA49360254E85F4C9"/>
    <w:rsid w:val="001D26C9"/>
    <w:pPr>
      <w:bidi/>
    </w:pPr>
  </w:style>
  <w:style w:type="paragraph" w:customStyle="1" w:styleId="EC548DF906384DCDA74944F9107CBDE3">
    <w:name w:val="EC548DF906384DCDA74944F9107CBDE3"/>
    <w:rsid w:val="001D26C9"/>
    <w:pPr>
      <w:bidi/>
    </w:pPr>
  </w:style>
  <w:style w:type="paragraph" w:customStyle="1" w:styleId="C10C8F419C04430782B4DCA02F500BD1">
    <w:name w:val="C10C8F419C04430782B4DCA02F500BD1"/>
    <w:rsid w:val="001D26C9"/>
    <w:pPr>
      <w:bidi/>
    </w:pPr>
  </w:style>
  <w:style w:type="paragraph" w:customStyle="1" w:styleId="64D5D789132F40A2B541817059EBDF16">
    <w:name w:val="64D5D789132F40A2B541817059EBDF16"/>
    <w:rsid w:val="001D26C9"/>
    <w:pPr>
      <w:bidi/>
    </w:pPr>
  </w:style>
  <w:style w:type="paragraph" w:customStyle="1" w:styleId="C908EB7F48AE453695ABC6A24E3D8927">
    <w:name w:val="C908EB7F48AE453695ABC6A24E3D8927"/>
    <w:rsid w:val="001D26C9"/>
    <w:pPr>
      <w:bidi/>
    </w:pPr>
  </w:style>
  <w:style w:type="paragraph" w:customStyle="1" w:styleId="C765B67B279145D99283DD9BCA082427">
    <w:name w:val="C765B67B279145D99283DD9BCA082427"/>
    <w:rsid w:val="001D26C9"/>
    <w:pPr>
      <w:bidi/>
    </w:pPr>
  </w:style>
  <w:style w:type="paragraph" w:customStyle="1" w:styleId="A7703A14AEC843DE81F887CA3DA14FD5">
    <w:name w:val="A7703A14AEC843DE81F887CA3DA14FD5"/>
    <w:rsid w:val="001D26C9"/>
    <w:pPr>
      <w:bidi/>
    </w:pPr>
  </w:style>
  <w:style w:type="paragraph" w:customStyle="1" w:styleId="DA50918332654C8D9ABD6AF476487161">
    <w:name w:val="DA50918332654C8D9ABD6AF476487161"/>
    <w:rsid w:val="001D26C9"/>
    <w:pPr>
      <w:bidi/>
    </w:pPr>
  </w:style>
  <w:style w:type="paragraph" w:customStyle="1" w:styleId="7C119E8A120E405692BEC14113356E45">
    <w:name w:val="7C119E8A120E405692BEC14113356E45"/>
    <w:rsid w:val="001D26C9"/>
    <w:pPr>
      <w:bidi/>
    </w:pPr>
  </w:style>
  <w:style w:type="paragraph" w:customStyle="1" w:styleId="6A0F1D611689453883C29DE357B0E801">
    <w:name w:val="6A0F1D611689453883C29DE357B0E801"/>
    <w:rsid w:val="001D26C9"/>
    <w:pPr>
      <w:bidi/>
    </w:pPr>
  </w:style>
  <w:style w:type="paragraph" w:customStyle="1" w:styleId="CEF62915A5554174BF178205D5BDC248">
    <w:name w:val="CEF62915A5554174BF178205D5BDC248"/>
    <w:rsid w:val="001D26C9"/>
    <w:pPr>
      <w:bidi/>
    </w:pPr>
  </w:style>
  <w:style w:type="paragraph" w:customStyle="1" w:styleId="552552AD737C48C29AC63F0C92A3655D">
    <w:name w:val="552552AD737C48C29AC63F0C92A3655D"/>
    <w:rsid w:val="001D26C9"/>
    <w:pPr>
      <w:bidi/>
    </w:pPr>
  </w:style>
  <w:style w:type="paragraph" w:customStyle="1" w:styleId="CAE3CECFE04541D2BE4216CB7B939B25">
    <w:name w:val="CAE3CECFE04541D2BE4216CB7B939B25"/>
    <w:rsid w:val="00902418"/>
    <w:pPr>
      <w:bidi/>
    </w:pPr>
  </w:style>
  <w:style w:type="paragraph" w:customStyle="1" w:styleId="3D481AE2100A4695861C98A67052F238">
    <w:name w:val="3D481AE2100A4695861C98A67052F238"/>
    <w:rsid w:val="0003105A"/>
    <w:pPr>
      <w:spacing w:after="160" w:line="259" w:lineRule="auto"/>
    </w:pPr>
  </w:style>
  <w:style w:type="paragraph" w:customStyle="1" w:styleId="2E31EFB136EC463EA290D395C35D84CC">
    <w:name w:val="2E31EFB136EC463EA290D395C35D84CC"/>
    <w:rsid w:val="0003105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0" ma:contentTypeDescription="Create a new document." ma:contentTypeScope="" ma:versionID="b6358c8e9ccf10d22debe3a56dce56ac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5E2D8BC-D379-448D-BD63-41BA413FF5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CC4ABA-FE91-41A4-B18E-03B57CBF4C43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3.xml><?xml version="1.0" encoding="utf-8"?>
<ds:datastoreItem xmlns:ds="http://schemas.openxmlformats.org/officeDocument/2006/customXml" ds:itemID="{763508A1-ED12-4352-BFE5-9256697DF1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CurriculumVitae</Template>
  <TotalTime>9</TotalTime>
  <Pages>2</Pages>
  <Words>491</Words>
  <Characters>2803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 Saeed Alqahtani</dc:creator>
  <cp:lastModifiedBy>Abdulaziz Alqahtani</cp:lastModifiedBy>
  <cp:revision>2</cp:revision>
  <cp:lastPrinted>2010-08-18T04:16:00Z</cp:lastPrinted>
  <dcterms:created xsi:type="dcterms:W3CDTF">2015-09-27T12:10:00Z</dcterms:created>
  <dcterms:modified xsi:type="dcterms:W3CDTF">2015-09-27T12:10:00Z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TC101695599990</vt:lpwstr>
  </property>
</Properties>
</file>