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73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5219"/>
        <w:gridCol w:w="2161"/>
      </w:tblGrid>
      <w:tr w:rsidR="002437C8" w14:paraId="066043EA" w14:textId="77777777">
        <w:trPr>
          <w:trHeight w:val="151"/>
        </w:trPr>
        <w:sdt>
          <w:sdtPr>
            <w:rPr>
              <w:sz w:val="26"/>
              <w:szCs w:val="26"/>
            </w:rPr>
            <w:alias w:val="Author"/>
            <w:id w:val="93044407"/>
            <w:placeholder>
              <w:docPart w:val="1CD536AE86D84F59932BC94C1A829848"/>
            </w:placeholder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tc>
              <w:tcPr>
                <w:tcW w:w="7380" w:type="dxa"/>
                <w:gridSpan w:val="2"/>
                <w:tcMar>
                  <w:bottom w:w="0" w:type="dxa"/>
                </w:tcMar>
                <w:vAlign w:val="center"/>
              </w:tcPr>
              <w:p w14:paraId="63E2944D" w14:textId="77777777" w:rsidR="002437C8" w:rsidRPr="002E5DAF" w:rsidRDefault="00DC776D" w:rsidP="002E5DAF">
                <w:pPr>
                  <w:pStyle w:val="YourName"/>
                  <w:jc w:val="center"/>
                  <w:rPr>
                    <w:sz w:val="26"/>
                    <w:szCs w:val="26"/>
                  </w:rPr>
                </w:pPr>
                <w:r w:rsidRPr="002E5DAF">
                  <w:rPr>
                    <w:sz w:val="26"/>
                    <w:szCs w:val="26"/>
                  </w:rPr>
                  <w:t>Ahlam Sharaf Alsulam</w:t>
                </w:r>
                <w:r w:rsidR="00D170CD">
                  <w:rPr>
                    <w:sz w:val="26"/>
                    <w:szCs w:val="26"/>
                  </w:rPr>
                  <w:t>i</w:t>
                </w:r>
              </w:p>
            </w:tc>
          </w:sdtContent>
        </w:sdt>
      </w:tr>
      <w:tr w:rsidR="002437C8" w:rsidRPr="00BC3215" w14:paraId="220D7C30" w14:textId="77777777" w:rsidTr="002E5DAF">
        <w:trPr>
          <w:trHeight w:val="250"/>
        </w:trPr>
        <w:tc>
          <w:tcPr>
            <w:tcW w:w="7380" w:type="dxa"/>
            <w:gridSpan w:val="2"/>
            <w:tcMar>
              <w:bottom w:w="0" w:type="dxa"/>
            </w:tcMar>
            <w:vAlign w:val="center"/>
          </w:tcPr>
          <w:p w14:paraId="361A17BD" w14:textId="36EDE670" w:rsidR="002437C8" w:rsidRPr="00BC3215" w:rsidRDefault="00811B21" w:rsidP="00811B21">
            <w:pPr>
              <w:pStyle w:val="ResumeBodyText"/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811B21">
              <w:rPr>
                <w:rFonts w:asciiTheme="majorHAnsi" w:hAnsiTheme="majorHAnsi"/>
                <w:sz w:val="26"/>
                <w:szCs w:val="26"/>
              </w:rPr>
              <w:t xml:space="preserve">Saudi </w:t>
            </w:r>
            <w:r>
              <w:rPr>
                <w:rFonts w:asciiTheme="majorHAnsi" w:hAnsiTheme="majorHAnsi"/>
                <w:sz w:val="26"/>
                <w:szCs w:val="26"/>
              </w:rPr>
              <w:t xml:space="preserve">Arabia, </w:t>
            </w:r>
            <w:proofErr w:type="gramStart"/>
            <w:r>
              <w:rPr>
                <w:rFonts w:asciiTheme="majorHAnsi" w:hAnsiTheme="majorHAnsi"/>
                <w:sz w:val="26"/>
                <w:szCs w:val="26"/>
              </w:rPr>
              <w:t xml:space="preserve">Riyadh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Theme="majorHAnsi" w:hAnsiTheme="majorHAnsi"/>
                <w:sz w:val="26"/>
                <w:szCs w:val="26"/>
              </w:rPr>
              <w:t>asulami@ksu.edu.sa</w:t>
            </w:r>
          </w:p>
        </w:tc>
      </w:tr>
      <w:tr w:rsidR="002437C8" w:rsidRPr="00BC3215" w14:paraId="1C74FAE3" w14:textId="77777777">
        <w:trPr>
          <w:trHeight w:val="607"/>
        </w:trPr>
        <w:tc>
          <w:tcPr>
            <w:tcW w:w="7380" w:type="dxa"/>
            <w:gridSpan w:val="2"/>
          </w:tcPr>
          <w:p w14:paraId="7A61FEB2" w14:textId="77777777" w:rsidR="002437C8" w:rsidRPr="00BC3215" w:rsidRDefault="002437C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2437C8" w:rsidRPr="00BC3215" w14:paraId="1061F645" w14:textId="77777777">
        <w:trPr>
          <w:trHeight w:val="144"/>
        </w:trPr>
        <w:tc>
          <w:tcPr>
            <w:tcW w:w="7380" w:type="dxa"/>
            <w:gridSpan w:val="2"/>
            <w:tcMar>
              <w:bottom w:w="0" w:type="dxa"/>
            </w:tcMar>
            <w:vAlign w:val="bottom"/>
          </w:tcPr>
          <w:p w14:paraId="58DF7A41" w14:textId="77777777" w:rsidR="002437C8" w:rsidRPr="00BC3215" w:rsidRDefault="00A07134">
            <w:pPr>
              <w:pStyle w:val="SectionHeading"/>
              <w:rPr>
                <w:sz w:val="22"/>
              </w:rPr>
            </w:pPr>
            <w:r w:rsidRPr="00BC3215">
              <w:rPr>
                <w:sz w:val="22"/>
              </w:rPr>
              <w:t>Education</w:t>
            </w:r>
          </w:p>
        </w:tc>
      </w:tr>
      <w:tr w:rsidR="002437C8" w:rsidRPr="00BC3215" w14:paraId="1B216E80" w14:textId="77777777">
        <w:trPr>
          <w:trHeight w:val="22"/>
        </w:trPr>
        <w:tc>
          <w:tcPr>
            <w:tcW w:w="5219" w:type="dxa"/>
            <w:tcMar>
              <w:bottom w:w="29" w:type="dxa"/>
            </w:tcMar>
          </w:tcPr>
          <w:p w14:paraId="193162B3" w14:textId="77777777" w:rsidR="002437C8" w:rsidRPr="00BC3215" w:rsidRDefault="009A3B4B">
            <w:pPr>
              <w:pStyle w:val="ResumeBodyText"/>
              <w:rPr>
                <w:rFonts w:asciiTheme="majorHAnsi" w:hAnsiTheme="majorHAnsi"/>
                <w:sz w:val="22"/>
              </w:rPr>
            </w:pPr>
            <w:r w:rsidRPr="00BC3215">
              <w:rPr>
                <w:rFonts w:asciiTheme="majorHAnsi" w:hAnsiTheme="majorHAnsi"/>
                <w:sz w:val="22"/>
              </w:rPr>
              <w:t xml:space="preserve">Bachelor’s in Nursing </w:t>
            </w:r>
          </w:p>
          <w:p w14:paraId="16A43842" w14:textId="77777777" w:rsidR="002437C8" w:rsidRPr="00BC3215" w:rsidRDefault="009A3B4B" w:rsidP="009A3B4B">
            <w:pPr>
              <w:pStyle w:val="Italics"/>
              <w:rPr>
                <w:rFonts w:asciiTheme="majorHAnsi" w:hAnsiTheme="majorHAnsi"/>
                <w:i w:val="0"/>
                <w:sz w:val="22"/>
              </w:rPr>
            </w:pPr>
            <w:r w:rsidRPr="00BC3215">
              <w:rPr>
                <w:rFonts w:asciiTheme="majorHAnsi" w:hAnsiTheme="majorHAnsi"/>
                <w:sz w:val="22"/>
              </w:rPr>
              <w:t>King Saud University</w:t>
            </w:r>
          </w:p>
        </w:tc>
        <w:tc>
          <w:tcPr>
            <w:tcW w:w="2161" w:type="dxa"/>
            <w:shd w:val="clear" w:color="auto" w:fill="auto"/>
            <w:tcMar>
              <w:bottom w:w="29" w:type="dxa"/>
            </w:tcMar>
          </w:tcPr>
          <w:p w14:paraId="350EFD8A" w14:textId="1F24FFF0" w:rsidR="002437C8" w:rsidRPr="00BC3215" w:rsidRDefault="00BC3322" w:rsidP="00BC3322">
            <w:pPr>
              <w:pStyle w:val="Dates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July</w:t>
            </w:r>
            <w:r w:rsidR="009A3B4B" w:rsidRPr="00BC3215">
              <w:rPr>
                <w:rFonts w:asciiTheme="majorHAnsi" w:hAnsiTheme="majorHAnsi"/>
                <w:sz w:val="22"/>
              </w:rPr>
              <w:t xml:space="preserve"> 200</w:t>
            </w:r>
            <w:r>
              <w:rPr>
                <w:rFonts w:asciiTheme="majorHAnsi" w:hAnsiTheme="majorHAnsi"/>
                <w:sz w:val="22"/>
              </w:rPr>
              <w:t>7</w:t>
            </w:r>
          </w:p>
        </w:tc>
      </w:tr>
      <w:tr w:rsidR="002437C8" w:rsidRPr="00BC3215" w14:paraId="43316EFC" w14:textId="77777777">
        <w:trPr>
          <w:trHeight w:val="51"/>
        </w:trPr>
        <w:tc>
          <w:tcPr>
            <w:tcW w:w="7380" w:type="dxa"/>
            <w:gridSpan w:val="2"/>
            <w:tcMar>
              <w:bottom w:w="230" w:type="dxa"/>
            </w:tcMar>
          </w:tcPr>
          <w:p w14:paraId="6C98F665" w14:textId="77777777" w:rsidR="002437C8" w:rsidRPr="00BC3215" w:rsidRDefault="009A3B4B" w:rsidP="009A3B4B">
            <w:pPr>
              <w:pStyle w:val="Description"/>
              <w:rPr>
                <w:rFonts w:asciiTheme="majorHAnsi" w:hAnsiTheme="majorHAnsi"/>
                <w:sz w:val="22"/>
              </w:rPr>
            </w:pPr>
            <w:r w:rsidRPr="00BC3215">
              <w:rPr>
                <w:rFonts w:asciiTheme="majorHAnsi" w:hAnsiTheme="majorHAnsi"/>
                <w:sz w:val="22"/>
              </w:rPr>
              <w:t xml:space="preserve">Specialization: </w:t>
            </w:r>
            <w:r w:rsidR="00D170CD" w:rsidRPr="00D170CD">
              <w:rPr>
                <w:rFonts w:asciiTheme="majorHAnsi" w:hAnsiTheme="majorHAnsi"/>
                <w:sz w:val="22"/>
              </w:rPr>
              <w:t>Mate</w:t>
            </w:r>
            <w:r w:rsidR="00D170CD">
              <w:rPr>
                <w:rFonts w:asciiTheme="majorHAnsi" w:hAnsiTheme="majorHAnsi"/>
                <w:sz w:val="22"/>
              </w:rPr>
              <w:t>rnal and Child Health care.</w:t>
            </w:r>
          </w:p>
        </w:tc>
      </w:tr>
      <w:tr w:rsidR="002437C8" w:rsidRPr="00BC3215" w14:paraId="53F9F5CE" w14:textId="77777777">
        <w:trPr>
          <w:trHeight w:val="144"/>
        </w:trPr>
        <w:tc>
          <w:tcPr>
            <w:tcW w:w="7380" w:type="dxa"/>
            <w:gridSpan w:val="2"/>
            <w:tcMar>
              <w:bottom w:w="0" w:type="dxa"/>
            </w:tcMar>
            <w:vAlign w:val="bottom"/>
          </w:tcPr>
          <w:p w14:paraId="5A7BA1C5" w14:textId="56CEB710" w:rsidR="00811B21" w:rsidRPr="00BC3215" w:rsidRDefault="009A3B4B">
            <w:pPr>
              <w:pStyle w:val="SectionHeading"/>
              <w:rPr>
                <w:sz w:val="22"/>
              </w:rPr>
            </w:pPr>
            <w:r w:rsidRPr="00BC3215">
              <w:rPr>
                <w:sz w:val="22"/>
              </w:rPr>
              <w:t>Professional Development</w:t>
            </w:r>
          </w:p>
        </w:tc>
      </w:tr>
      <w:tr w:rsidR="002437C8" w:rsidRPr="00BC3215" w14:paraId="2AAFB178" w14:textId="77777777">
        <w:trPr>
          <w:trHeight w:val="144"/>
        </w:trPr>
        <w:tc>
          <w:tcPr>
            <w:tcW w:w="7380" w:type="dxa"/>
            <w:gridSpan w:val="2"/>
            <w:tcMar>
              <w:bottom w:w="0" w:type="dxa"/>
            </w:tcMar>
          </w:tcPr>
          <w:p w14:paraId="397BB80C" w14:textId="556AB7F6" w:rsidR="00E43CAE" w:rsidRDefault="00E43CAE" w:rsidP="00811B21">
            <w:pPr>
              <w:pStyle w:val="Description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Ethics of university teaching Profession (11/12/2014)</w:t>
            </w:r>
          </w:p>
          <w:p w14:paraId="48E3C4BE" w14:textId="35036119" w:rsidR="00E43CAE" w:rsidRDefault="00E43CAE" w:rsidP="00E43CAE">
            <w:pPr>
              <w:pStyle w:val="Description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Micro Teaching (11/ 9/ 2014)</w:t>
            </w:r>
          </w:p>
          <w:p w14:paraId="42E4194A" w14:textId="4766AE9E" w:rsidR="00811B21" w:rsidRPr="00E43CAE" w:rsidRDefault="00305DD7" w:rsidP="00E43CAE">
            <w:pPr>
              <w:pStyle w:val="Description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Feedback as a Tool for Better Learning </w:t>
            </w:r>
            <w:r w:rsidR="00E43CAE">
              <w:rPr>
                <w:rFonts w:asciiTheme="majorHAnsi" w:hAnsiTheme="majorHAnsi"/>
                <w:sz w:val="22"/>
              </w:rPr>
              <w:t>(10</w:t>
            </w:r>
            <w:r>
              <w:rPr>
                <w:rFonts w:asciiTheme="majorHAnsi" w:hAnsiTheme="majorHAnsi"/>
                <w:sz w:val="22"/>
              </w:rPr>
              <w:t>/ 2</w:t>
            </w:r>
            <w:r w:rsidR="00E43CAE">
              <w:rPr>
                <w:rFonts w:asciiTheme="majorHAnsi" w:hAnsiTheme="majorHAnsi"/>
                <w:sz w:val="22"/>
              </w:rPr>
              <w:t>8/ 2014)</w:t>
            </w:r>
          </w:p>
          <w:p w14:paraId="5D28BAA5" w14:textId="77777777" w:rsidR="00E43CAE" w:rsidRDefault="00E43CAE" w:rsidP="00E43CAE">
            <w:pPr>
              <w:pStyle w:val="Description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2</w:t>
            </w:r>
            <w:r w:rsidRPr="00305DD7">
              <w:rPr>
                <w:rFonts w:asciiTheme="majorHAnsi" w:hAnsiTheme="majorHAnsi"/>
                <w:sz w:val="22"/>
                <w:vertAlign w:val="superscript"/>
              </w:rPr>
              <w:t>nd</w:t>
            </w:r>
            <w:r>
              <w:rPr>
                <w:rFonts w:asciiTheme="majorHAnsi" w:hAnsiTheme="majorHAnsi"/>
                <w:sz w:val="22"/>
              </w:rPr>
              <w:t xml:space="preserve"> Regional symposium Developmental and Behavioral Pediatrics (10/ 29-30 /2014)</w:t>
            </w:r>
          </w:p>
          <w:p w14:paraId="31030B46" w14:textId="77777777" w:rsidR="00E43CAE" w:rsidRDefault="00E43CAE" w:rsidP="00E43CAE">
            <w:pPr>
              <w:pStyle w:val="Description"/>
              <w:numPr>
                <w:ilvl w:val="0"/>
                <w:numId w:val="0"/>
              </w:numPr>
              <w:ind w:left="432"/>
              <w:rPr>
                <w:rFonts w:asciiTheme="majorHAnsi" w:hAnsiTheme="majorHAnsi"/>
                <w:sz w:val="22"/>
              </w:rPr>
            </w:pPr>
            <w:r w:rsidRPr="00BC3215">
              <w:rPr>
                <w:rFonts w:asciiTheme="majorHAnsi" w:hAnsiTheme="majorHAnsi"/>
                <w:sz w:val="22"/>
              </w:rPr>
              <w:t>Asthma Education course and workshop (05/03/2008)</w:t>
            </w:r>
          </w:p>
          <w:p w14:paraId="3D919B77" w14:textId="77777777" w:rsidR="009A3B4B" w:rsidRPr="00BC3215" w:rsidRDefault="009A3B4B" w:rsidP="009A3B4B">
            <w:pPr>
              <w:pStyle w:val="Description"/>
              <w:rPr>
                <w:rFonts w:asciiTheme="majorHAnsi" w:hAnsiTheme="majorHAnsi"/>
                <w:sz w:val="22"/>
              </w:rPr>
            </w:pPr>
            <w:r w:rsidRPr="00BC3215">
              <w:rPr>
                <w:rFonts w:asciiTheme="majorHAnsi" w:hAnsiTheme="majorHAnsi"/>
                <w:sz w:val="22"/>
              </w:rPr>
              <w:t>International disinfection and sterilization in healthcare facility symposium (04/01-02/2008)</w:t>
            </w:r>
          </w:p>
          <w:p w14:paraId="1605FE5F" w14:textId="77777777" w:rsidR="009A3B4B" w:rsidRPr="00BC3215" w:rsidRDefault="009A3B4B" w:rsidP="009A3B4B">
            <w:pPr>
              <w:pStyle w:val="Description"/>
              <w:rPr>
                <w:rFonts w:asciiTheme="majorHAnsi" w:hAnsiTheme="majorHAnsi"/>
                <w:sz w:val="22"/>
              </w:rPr>
            </w:pPr>
            <w:r w:rsidRPr="00BC3215">
              <w:rPr>
                <w:rFonts w:asciiTheme="majorHAnsi" w:hAnsiTheme="majorHAnsi"/>
                <w:sz w:val="22"/>
              </w:rPr>
              <w:t>Emergency nursing update course (05/12-14/2008)</w:t>
            </w:r>
          </w:p>
          <w:p w14:paraId="7EFC49B1" w14:textId="77777777" w:rsidR="009A3B4B" w:rsidRPr="00BC3215" w:rsidRDefault="009A3B4B" w:rsidP="009A3B4B">
            <w:pPr>
              <w:pStyle w:val="Description"/>
              <w:rPr>
                <w:rFonts w:asciiTheme="majorHAnsi" w:hAnsiTheme="majorHAnsi"/>
                <w:sz w:val="22"/>
              </w:rPr>
            </w:pPr>
            <w:r w:rsidRPr="00BC3215">
              <w:rPr>
                <w:rFonts w:asciiTheme="majorHAnsi" w:hAnsiTheme="majorHAnsi"/>
                <w:sz w:val="22"/>
              </w:rPr>
              <w:t>7</w:t>
            </w:r>
            <w:r w:rsidRPr="00BC3215">
              <w:rPr>
                <w:rFonts w:asciiTheme="majorHAnsi" w:hAnsiTheme="majorHAnsi"/>
                <w:sz w:val="22"/>
                <w:vertAlign w:val="superscript"/>
              </w:rPr>
              <w:t>th</w:t>
            </w:r>
            <w:r w:rsidRPr="00BC3215">
              <w:rPr>
                <w:rFonts w:asciiTheme="majorHAnsi" w:hAnsiTheme="majorHAnsi"/>
                <w:sz w:val="22"/>
              </w:rPr>
              <w:t xml:space="preserve"> international congress of Saudi society of dermatology (05/20/2008)</w:t>
            </w:r>
          </w:p>
          <w:p w14:paraId="2FA3FA92" w14:textId="77777777" w:rsidR="009A3B4B" w:rsidRPr="00BC3215" w:rsidRDefault="009A3B4B" w:rsidP="009A3B4B">
            <w:pPr>
              <w:pStyle w:val="Description"/>
              <w:rPr>
                <w:rFonts w:asciiTheme="majorHAnsi" w:hAnsiTheme="majorHAnsi"/>
                <w:sz w:val="22"/>
              </w:rPr>
            </w:pPr>
            <w:r w:rsidRPr="00BC3215">
              <w:rPr>
                <w:rFonts w:asciiTheme="majorHAnsi" w:hAnsiTheme="majorHAnsi"/>
                <w:sz w:val="22"/>
              </w:rPr>
              <w:t>National institute of health stroke scale/code stroke (05/6-7/2008)</w:t>
            </w:r>
          </w:p>
          <w:p w14:paraId="40D082D7" w14:textId="77777777" w:rsidR="009A3B4B" w:rsidRPr="00BC3215" w:rsidRDefault="009A3B4B" w:rsidP="009A3B4B">
            <w:pPr>
              <w:pStyle w:val="Description"/>
              <w:rPr>
                <w:rFonts w:asciiTheme="majorHAnsi" w:hAnsiTheme="majorHAnsi"/>
                <w:sz w:val="22"/>
              </w:rPr>
            </w:pPr>
            <w:r w:rsidRPr="00BC3215">
              <w:rPr>
                <w:rFonts w:asciiTheme="majorHAnsi" w:hAnsiTheme="majorHAnsi"/>
                <w:sz w:val="22"/>
              </w:rPr>
              <w:t>Pre-hospital identification and management (05/6-7/2008)</w:t>
            </w:r>
          </w:p>
          <w:p w14:paraId="1A3836BE" w14:textId="77777777" w:rsidR="009A3B4B" w:rsidRPr="00BC3215" w:rsidRDefault="009A3B4B" w:rsidP="009A3B4B">
            <w:pPr>
              <w:pStyle w:val="Description"/>
              <w:rPr>
                <w:rFonts w:asciiTheme="majorHAnsi" w:hAnsiTheme="majorHAnsi"/>
                <w:sz w:val="22"/>
              </w:rPr>
            </w:pPr>
            <w:r w:rsidRPr="00BC3215">
              <w:rPr>
                <w:rFonts w:asciiTheme="majorHAnsi" w:hAnsiTheme="majorHAnsi"/>
                <w:sz w:val="22"/>
              </w:rPr>
              <w:t>The role of nursing when the stroke patient worsens (05/6-7/2008)</w:t>
            </w:r>
          </w:p>
          <w:p w14:paraId="7998D92F" w14:textId="77777777" w:rsidR="009A3B4B" w:rsidRPr="00BC3215" w:rsidRDefault="002E5DAF" w:rsidP="009A3B4B">
            <w:pPr>
              <w:pStyle w:val="Description"/>
              <w:rPr>
                <w:rFonts w:asciiTheme="majorHAnsi" w:hAnsiTheme="majorHAnsi"/>
                <w:sz w:val="22"/>
              </w:rPr>
            </w:pPr>
            <w:r w:rsidRPr="00BC3215">
              <w:rPr>
                <w:rFonts w:asciiTheme="majorHAnsi" w:hAnsiTheme="majorHAnsi"/>
                <w:sz w:val="22"/>
              </w:rPr>
              <w:t>2</w:t>
            </w:r>
            <w:r w:rsidRPr="00BC3215">
              <w:rPr>
                <w:rFonts w:asciiTheme="majorHAnsi" w:hAnsiTheme="majorHAnsi"/>
                <w:sz w:val="22"/>
                <w:vertAlign w:val="superscript"/>
              </w:rPr>
              <w:t>nd</w:t>
            </w:r>
            <w:r w:rsidRPr="00BC3215">
              <w:rPr>
                <w:rFonts w:asciiTheme="majorHAnsi" w:hAnsiTheme="majorHAnsi"/>
                <w:sz w:val="22"/>
              </w:rPr>
              <w:t xml:space="preserve"> Saudi stroke nursing symposium (05/6-7/2008)</w:t>
            </w:r>
          </w:p>
          <w:p w14:paraId="1FB51E19" w14:textId="77777777" w:rsidR="002E5DAF" w:rsidRPr="00BC3215" w:rsidRDefault="002E5DAF" w:rsidP="009A3B4B">
            <w:pPr>
              <w:pStyle w:val="Description"/>
              <w:rPr>
                <w:rFonts w:asciiTheme="majorHAnsi" w:hAnsiTheme="majorHAnsi"/>
                <w:sz w:val="22"/>
              </w:rPr>
            </w:pPr>
            <w:r w:rsidRPr="00BC3215">
              <w:rPr>
                <w:rFonts w:asciiTheme="majorHAnsi" w:hAnsiTheme="majorHAnsi"/>
                <w:sz w:val="22"/>
              </w:rPr>
              <w:t>International Nursing Symposium by the Saudi Commission for Health Specialist</w:t>
            </w:r>
          </w:p>
          <w:p w14:paraId="025057AA" w14:textId="77777777" w:rsidR="009A3B4B" w:rsidRPr="00BC3215" w:rsidRDefault="009A3B4B">
            <w:pPr>
              <w:pStyle w:val="SectionHeading"/>
              <w:rPr>
                <w:sz w:val="22"/>
              </w:rPr>
            </w:pPr>
          </w:p>
          <w:p w14:paraId="3A62E80C" w14:textId="77777777" w:rsidR="002437C8" w:rsidRDefault="00A07134">
            <w:pPr>
              <w:pStyle w:val="SectionHeading"/>
              <w:rPr>
                <w:sz w:val="22"/>
              </w:rPr>
            </w:pPr>
            <w:r w:rsidRPr="00BC3215">
              <w:rPr>
                <w:sz w:val="22"/>
              </w:rPr>
              <w:t>Experience</w:t>
            </w:r>
          </w:p>
          <w:p w14:paraId="5F3FB92C" w14:textId="77777777" w:rsidR="00301379" w:rsidRPr="00BC3215" w:rsidRDefault="00301379">
            <w:pPr>
              <w:pStyle w:val="SectionHeading"/>
              <w:rPr>
                <w:sz w:val="22"/>
              </w:rPr>
            </w:pPr>
          </w:p>
        </w:tc>
      </w:tr>
      <w:tr w:rsidR="00301379" w:rsidRPr="00BC3215" w14:paraId="53760A9B" w14:textId="77777777">
        <w:trPr>
          <w:trHeight w:val="22"/>
        </w:trPr>
        <w:tc>
          <w:tcPr>
            <w:tcW w:w="5219" w:type="dxa"/>
            <w:shd w:val="clear" w:color="auto" w:fill="auto"/>
            <w:tcMar>
              <w:bottom w:w="29" w:type="dxa"/>
            </w:tcMar>
          </w:tcPr>
          <w:p w14:paraId="7F6CEC19" w14:textId="3B57CA23" w:rsidR="00301379" w:rsidRDefault="00D237C4">
            <w:pPr>
              <w:pStyle w:val="ResumeBodyText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I studied </w:t>
            </w:r>
            <w:bookmarkStart w:id="0" w:name="_GoBack"/>
            <w:bookmarkEnd w:id="0"/>
            <w:r w:rsidR="00301379">
              <w:rPr>
                <w:rFonts w:asciiTheme="majorHAnsi" w:hAnsiTheme="majorHAnsi"/>
                <w:sz w:val="22"/>
              </w:rPr>
              <w:t xml:space="preserve">abroad at United States </w:t>
            </w:r>
          </w:p>
          <w:p w14:paraId="46F8F67D" w14:textId="53049AF2" w:rsidR="00301379" w:rsidRDefault="009B1269" w:rsidP="009B1269">
            <w:pPr>
              <w:pStyle w:val="ResumeBodyText"/>
              <w:numPr>
                <w:ilvl w:val="0"/>
                <w:numId w:val="16"/>
              </w:num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I completed all levels at the ESL Center at Kent State University.</w:t>
            </w:r>
          </w:p>
          <w:p w14:paraId="313802F7" w14:textId="6CA73B56" w:rsidR="00301379" w:rsidRPr="00BC3215" w:rsidRDefault="00301379">
            <w:pPr>
              <w:pStyle w:val="ResumeBodyText"/>
              <w:rPr>
                <w:rFonts w:asciiTheme="majorHAnsi" w:hAnsiTheme="majorHAnsi"/>
                <w:sz w:val="22"/>
              </w:rPr>
            </w:pPr>
            <w:r w:rsidRPr="00BC3215">
              <w:rPr>
                <w:rFonts w:asciiTheme="majorHAnsi" w:hAnsiTheme="majorHAnsi"/>
                <w:sz w:val="22"/>
              </w:rPr>
              <w:t>Teaching assistant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</w:p>
          <w:p w14:paraId="4CD68450" w14:textId="77777777" w:rsidR="00301379" w:rsidRPr="00BC3215" w:rsidRDefault="00301379" w:rsidP="002E5DAF">
            <w:pPr>
              <w:pStyle w:val="Italics"/>
              <w:rPr>
                <w:rFonts w:asciiTheme="majorHAnsi" w:hAnsiTheme="majorHAnsi"/>
                <w:sz w:val="22"/>
              </w:rPr>
            </w:pPr>
            <w:r w:rsidRPr="00BC3215">
              <w:rPr>
                <w:rFonts w:asciiTheme="majorHAnsi" w:hAnsiTheme="majorHAnsi"/>
                <w:sz w:val="22"/>
              </w:rPr>
              <w:t>King Saud University</w:t>
            </w:r>
          </w:p>
        </w:tc>
        <w:tc>
          <w:tcPr>
            <w:tcW w:w="2161" w:type="dxa"/>
            <w:shd w:val="clear" w:color="auto" w:fill="auto"/>
            <w:tcMar>
              <w:bottom w:w="29" w:type="dxa"/>
            </w:tcMar>
          </w:tcPr>
          <w:p w14:paraId="14E0D67C" w14:textId="21AD6BE8" w:rsidR="00301379" w:rsidRDefault="00D237C4" w:rsidP="00301379">
            <w:sdt>
              <w:sdtPr>
                <w:rPr>
                  <w:rFonts w:asciiTheme="majorHAnsi" w:hAnsiTheme="majorHAnsi"/>
                  <w:sz w:val="22"/>
                </w:rPr>
                <w:id w:val="269494496"/>
                <w:placeholder>
                  <w:docPart w:val="82C61DCBA96A9B4C947C7FB3125FC95B"/>
                </w:placeholder>
                <w:date>
                  <w:dateFormat w:val="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01379">
                  <w:rPr>
                    <w:rFonts w:asciiTheme="majorHAnsi" w:hAnsiTheme="majorHAnsi"/>
                    <w:sz w:val="22"/>
                  </w:rPr>
                  <w:t>2012 to 2014</w:t>
                </w:r>
              </w:sdtContent>
            </w:sdt>
          </w:p>
          <w:p w14:paraId="686C7B01" w14:textId="77777777" w:rsidR="00301379" w:rsidRPr="00301379" w:rsidRDefault="00301379" w:rsidP="00301379"/>
          <w:p w14:paraId="72521BE2" w14:textId="77777777" w:rsidR="009B1269" w:rsidRDefault="009B1269" w:rsidP="00301379">
            <w:pPr>
              <w:rPr>
                <w:sz w:val="22"/>
              </w:rPr>
            </w:pPr>
          </w:p>
          <w:p w14:paraId="151162E6" w14:textId="0C736532" w:rsidR="00301379" w:rsidRPr="00301379" w:rsidRDefault="00301379" w:rsidP="00301379">
            <w:pPr>
              <w:rPr>
                <w:sz w:val="22"/>
              </w:rPr>
            </w:pPr>
            <w:r w:rsidRPr="00301379">
              <w:rPr>
                <w:sz w:val="22"/>
              </w:rPr>
              <w:t>2009 until now</w:t>
            </w:r>
          </w:p>
          <w:p w14:paraId="3B7D6DDE" w14:textId="77777777" w:rsidR="00301379" w:rsidRPr="00301379" w:rsidRDefault="00301379" w:rsidP="00301379">
            <w:pPr>
              <w:ind w:firstLine="720"/>
            </w:pPr>
          </w:p>
        </w:tc>
      </w:tr>
      <w:tr w:rsidR="00301379" w:rsidRPr="00BC3215" w14:paraId="7FE8545C" w14:textId="77777777">
        <w:trPr>
          <w:trHeight w:val="22"/>
        </w:trPr>
        <w:tc>
          <w:tcPr>
            <w:tcW w:w="5219" w:type="dxa"/>
            <w:shd w:val="clear" w:color="auto" w:fill="auto"/>
          </w:tcPr>
          <w:p w14:paraId="7281BD57" w14:textId="6AE5D0DF" w:rsidR="00301379" w:rsidRPr="00BC3215" w:rsidRDefault="00301379" w:rsidP="00E43CAE">
            <w:pPr>
              <w:pStyle w:val="Description"/>
              <w:rPr>
                <w:rFonts w:asciiTheme="majorHAnsi" w:hAnsiTheme="majorHAnsi"/>
                <w:sz w:val="22"/>
              </w:rPr>
            </w:pPr>
            <w:r w:rsidRPr="00BC3215">
              <w:rPr>
                <w:rFonts w:asciiTheme="majorHAnsi" w:hAnsiTheme="majorHAnsi"/>
                <w:sz w:val="22"/>
              </w:rPr>
              <w:t xml:space="preserve">I worked as demonstrator at King Saud University </w:t>
            </w:r>
            <w:r>
              <w:rPr>
                <w:rFonts w:asciiTheme="majorHAnsi" w:hAnsiTheme="majorHAnsi"/>
                <w:sz w:val="22"/>
              </w:rPr>
              <w:t>from 2009</w:t>
            </w:r>
            <w:r w:rsidRPr="00BC3215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>until now</w:t>
            </w:r>
            <w:r w:rsidRPr="00BC3215">
              <w:rPr>
                <w:rFonts w:asciiTheme="majorHAnsi" w:hAnsiTheme="majorHAnsi"/>
                <w:sz w:val="22"/>
              </w:rPr>
              <w:t xml:space="preserve"> at the lab and in training areas in the hospital and healthcare centers.</w:t>
            </w:r>
          </w:p>
        </w:tc>
        <w:tc>
          <w:tcPr>
            <w:tcW w:w="2161" w:type="dxa"/>
            <w:shd w:val="clear" w:color="auto" w:fill="auto"/>
          </w:tcPr>
          <w:p w14:paraId="7649950F" w14:textId="77777777" w:rsidR="00301379" w:rsidRPr="00BC3215" w:rsidRDefault="00301379">
            <w:pPr>
              <w:rPr>
                <w:rFonts w:asciiTheme="majorHAnsi" w:hAnsiTheme="majorHAnsi"/>
                <w:sz w:val="22"/>
              </w:rPr>
            </w:pPr>
          </w:p>
        </w:tc>
      </w:tr>
      <w:tr w:rsidR="00301379" w:rsidRPr="00BC3215" w14:paraId="4ED7299D" w14:textId="77777777">
        <w:trPr>
          <w:trHeight w:val="22"/>
        </w:trPr>
        <w:tc>
          <w:tcPr>
            <w:tcW w:w="5219" w:type="dxa"/>
            <w:shd w:val="clear" w:color="auto" w:fill="auto"/>
            <w:tcMar>
              <w:bottom w:w="29" w:type="dxa"/>
            </w:tcMar>
          </w:tcPr>
          <w:p w14:paraId="0EF94DA1" w14:textId="77777777" w:rsidR="00301379" w:rsidRPr="00BC3215" w:rsidRDefault="00301379">
            <w:pPr>
              <w:pStyle w:val="ResumeBodyText"/>
              <w:rPr>
                <w:rFonts w:asciiTheme="majorHAnsi" w:hAnsiTheme="majorHAnsi"/>
                <w:sz w:val="22"/>
              </w:rPr>
            </w:pPr>
            <w:r w:rsidRPr="00BC3215">
              <w:rPr>
                <w:rFonts w:asciiTheme="majorHAnsi" w:hAnsiTheme="majorHAnsi"/>
                <w:sz w:val="22"/>
              </w:rPr>
              <w:t>Nurse intern</w:t>
            </w:r>
          </w:p>
          <w:p w14:paraId="0D23C4E0" w14:textId="77777777" w:rsidR="00301379" w:rsidRPr="00BC3215" w:rsidRDefault="00301379" w:rsidP="002E5DAF">
            <w:pPr>
              <w:pStyle w:val="Italics"/>
              <w:rPr>
                <w:rFonts w:asciiTheme="majorHAnsi" w:hAnsiTheme="majorHAnsi"/>
                <w:sz w:val="22"/>
              </w:rPr>
            </w:pPr>
            <w:r w:rsidRPr="00BC3215">
              <w:rPr>
                <w:rFonts w:asciiTheme="majorHAnsi" w:hAnsiTheme="majorHAnsi"/>
                <w:sz w:val="22"/>
              </w:rPr>
              <w:t>King Fahd Medical City</w:t>
            </w:r>
          </w:p>
        </w:tc>
        <w:tc>
          <w:tcPr>
            <w:tcW w:w="2161" w:type="dxa"/>
            <w:shd w:val="clear" w:color="auto" w:fill="auto"/>
            <w:tcMar>
              <w:bottom w:w="29" w:type="dxa"/>
            </w:tcMar>
          </w:tcPr>
          <w:p w14:paraId="30447F5F" w14:textId="77777777" w:rsidR="00301379" w:rsidRPr="00BC3215" w:rsidRDefault="00D237C4" w:rsidP="002E5DAF">
            <w:pPr>
              <w:pStyle w:val="Dates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69494503"/>
                <w:placeholder>
                  <w:docPart w:val="73DE0A1FD6E9114E8FCF24552CF751C6"/>
                </w:placeholder>
                <w:date>
                  <w:dateFormat w:val="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01379" w:rsidRPr="00BC3215">
                  <w:rPr>
                    <w:rFonts w:asciiTheme="majorHAnsi" w:hAnsiTheme="majorHAnsi"/>
                    <w:sz w:val="22"/>
                  </w:rPr>
                  <w:t>2007</w:t>
                </w:r>
              </w:sdtContent>
            </w:sdt>
            <w:r w:rsidR="00301379" w:rsidRPr="00BC3215">
              <w:rPr>
                <w:rFonts w:asciiTheme="majorHAnsi" w:hAnsiTheme="majorHAnsi"/>
                <w:sz w:val="22"/>
              </w:rPr>
              <w:t xml:space="preserve"> to </w:t>
            </w:r>
            <w:sdt>
              <w:sdtPr>
                <w:rPr>
                  <w:rFonts w:asciiTheme="majorHAnsi" w:hAnsiTheme="majorHAnsi"/>
                  <w:sz w:val="22"/>
                </w:rPr>
                <w:id w:val="269494506"/>
                <w:placeholder>
                  <w:docPart w:val="E8E6E3177F7B074BA7E4F14213F62809"/>
                </w:placeholder>
                <w:date>
                  <w:dateFormat w:val="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01379" w:rsidRPr="00BC3215">
                  <w:rPr>
                    <w:rFonts w:asciiTheme="majorHAnsi" w:hAnsiTheme="majorHAnsi"/>
                    <w:sz w:val="22"/>
                  </w:rPr>
                  <w:t>2008</w:t>
                </w:r>
              </w:sdtContent>
            </w:sdt>
          </w:p>
        </w:tc>
      </w:tr>
      <w:tr w:rsidR="00301379" w:rsidRPr="00BC3215" w14:paraId="406ECDF0" w14:textId="77777777">
        <w:trPr>
          <w:trHeight w:val="22"/>
        </w:trPr>
        <w:tc>
          <w:tcPr>
            <w:tcW w:w="5219" w:type="dxa"/>
            <w:shd w:val="clear" w:color="auto" w:fill="auto"/>
          </w:tcPr>
          <w:p w14:paraId="2F645E87" w14:textId="77777777" w:rsidR="00301379" w:rsidRPr="00BC3215" w:rsidRDefault="00301379" w:rsidP="002E5DAF">
            <w:pPr>
              <w:pStyle w:val="Description"/>
              <w:rPr>
                <w:rFonts w:asciiTheme="majorHAnsi" w:hAnsiTheme="majorHAnsi"/>
                <w:sz w:val="22"/>
              </w:rPr>
            </w:pPr>
            <w:r w:rsidRPr="00BC3215">
              <w:rPr>
                <w:rFonts w:asciiTheme="majorHAnsi" w:hAnsiTheme="majorHAnsi"/>
                <w:sz w:val="22"/>
              </w:rPr>
              <w:t>Served as a nurse intern for King Fahd Medical City.</w:t>
            </w:r>
          </w:p>
          <w:p w14:paraId="388B2980" w14:textId="77777777" w:rsidR="00301379" w:rsidRPr="00BC3215" w:rsidRDefault="00301379" w:rsidP="002E5DAF">
            <w:pPr>
              <w:pStyle w:val="Description"/>
              <w:numPr>
                <w:ilvl w:val="0"/>
                <w:numId w:val="0"/>
              </w:numPr>
              <w:rPr>
                <w:rFonts w:asciiTheme="majorHAnsi" w:hAnsiTheme="majorHAnsi"/>
                <w:sz w:val="22"/>
              </w:rPr>
            </w:pPr>
          </w:p>
          <w:p w14:paraId="5A0342F9" w14:textId="3255E6DD" w:rsidR="00301379" w:rsidRPr="00BC3215" w:rsidRDefault="00301379" w:rsidP="002E5DAF">
            <w:pPr>
              <w:pStyle w:val="Description"/>
              <w:numPr>
                <w:ilvl w:val="0"/>
                <w:numId w:val="0"/>
              </w:numPr>
              <w:ind w:left="432" w:hanging="288"/>
              <w:rPr>
                <w:rFonts w:asciiTheme="majorHAnsi" w:hAnsiTheme="majorHAnsi"/>
                <w:sz w:val="22"/>
              </w:rPr>
            </w:pPr>
          </w:p>
        </w:tc>
        <w:tc>
          <w:tcPr>
            <w:tcW w:w="2161" w:type="dxa"/>
            <w:shd w:val="clear" w:color="auto" w:fill="auto"/>
          </w:tcPr>
          <w:p w14:paraId="4A2D2199" w14:textId="77777777" w:rsidR="00301379" w:rsidRPr="00BC3215" w:rsidRDefault="00301379">
            <w:pPr>
              <w:rPr>
                <w:rFonts w:asciiTheme="majorHAnsi" w:hAnsiTheme="majorHAnsi"/>
                <w:sz w:val="22"/>
              </w:rPr>
            </w:pPr>
          </w:p>
        </w:tc>
      </w:tr>
    </w:tbl>
    <w:p w14:paraId="75DF447B" w14:textId="77777777" w:rsidR="002437C8" w:rsidRPr="00BC3215" w:rsidRDefault="002437C8">
      <w:pPr>
        <w:rPr>
          <w:rFonts w:asciiTheme="majorHAnsi" w:hAnsiTheme="majorHAnsi"/>
          <w:sz w:val="22"/>
        </w:rPr>
      </w:pPr>
    </w:p>
    <w:sectPr w:rsidR="002437C8" w:rsidRPr="00BC3215">
      <w:pgSz w:w="12240" w:h="15840"/>
      <w:pgMar w:top="1440" w:right="1800" w:bottom="720" w:left="25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A34A7C" w14:textId="77777777" w:rsidR="00301379" w:rsidRDefault="00301379">
      <w:r>
        <w:separator/>
      </w:r>
    </w:p>
  </w:endnote>
  <w:endnote w:type="continuationSeparator" w:id="0">
    <w:p w14:paraId="4B57D690" w14:textId="77777777" w:rsidR="00301379" w:rsidRDefault="00301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5309CA" w14:textId="77777777" w:rsidR="00301379" w:rsidRDefault="00301379">
      <w:r>
        <w:separator/>
      </w:r>
    </w:p>
  </w:footnote>
  <w:footnote w:type="continuationSeparator" w:id="0">
    <w:p w14:paraId="7914F6BB" w14:textId="77777777" w:rsidR="00301379" w:rsidRDefault="00301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4FC7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9D788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499EB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2B2E0E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46E67AD"/>
    <w:multiLevelType w:val="hybridMultilevel"/>
    <w:tmpl w:val="2CB8F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622236"/>
    <w:multiLevelType w:val="hybridMultilevel"/>
    <w:tmpl w:val="737A7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95897"/>
    <w:multiLevelType w:val="hybridMultilevel"/>
    <w:tmpl w:val="A4A0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4A48E3"/>
    <w:multiLevelType w:val="hybridMultilevel"/>
    <w:tmpl w:val="DC4CD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254042"/>
    <w:multiLevelType w:val="hybridMultilevel"/>
    <w:tmpl w:val="A7D4E454"/>
    <w:lvl w:ilvl="0" w:tplc="040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9">
    <w:nsid w:val="45174540"/>
    <w:multiLevelType w:val="hybridMultilevel"/>
    <w:tmpl w:val="DE02B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AF1609"/>
    <w:multiLevelType w:val="hybridMultilevel"/>
    <w:tmpl w:val="3E64D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470D11"/>
    <w:multiLevelType w:val="hybridMultilevel"/>
    <w:tmpl w:val="D132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5D3F8E"/>
    <w:multiLevelType w:val="hybridMultilevel"/>
    <w:tmpl w:val="C784AE7E"/>
    <w:lvl w:ilvl="0" w:tplc="A4D04992">
      <w:start w:val="1"/>
      <w:numFmt w:val="bullet"/>
      <w:pStyle w:val="Description"/>
      <w:lvlText w:val=""/>
      <w:lvlJc w:val="left"/>
      <w:pPr>
        <w:ind w:left="720" w:hanging="360"/>
      </w:pPr>
      <w:rPr>
        <w:rFonts w:ascii="Symbol" w:hAnsi="Symbol" w:hint="default"/>
        <w:color w:val="BFBFBF" w:themeColor="background1" w:themeShade="BF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2E532E"/>
    <w:multiLevelType w:val="hybridMultilevel"/>
    <w:tmpl w:val="AF40A7DE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4">
    <w:nsid w:val="7D8D4D3D"/>
    <w:multiLevelType w:val="hybridMultilevel"/>
    <w:tmpl w:val="9F227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54296C"/>
    <w:multiLevelType w:val="hybridMultilevel"/>
    <w:tmpl w:val="B5D67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4"/>
  </w:num>
  <w:num w:numId="5">
    <w:abstractNumId w:val="14"/>
  </w:num>
  <w:num w:numId="6">
    <w:abstractNumId w:val="10"/>
  </w:num>
  <w:num w:numId="7">
    <w:abstractNumId w:val="15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7"/>
  </w:num>
  <w:num w:numId="14">
    <w:abstractNumId w:val="6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F70"/>
    <w:rsid w:val="00083ABC"/>
    <w:rsid w:val="002437C8"/>
    <w:rsid w:val="00283019"/>
    <w:rsid w:val="002E5DAF"/>
    <w:rsid w:val="00301379"/>
    <w:rsid w:val="00305DD7"/>
    <w:rsid w:val="00541439"/>
    <w:rsid w:val="005C0B16"/>
    <w:rsid w:val="00811B21"/>
    <w:rsid w:val="009A3B4B"/>
    <w:rsid w:val="009B1269"/>
    <w:rsid w:val="00A07134"/>
    <w:rsid w:val="00A83EAC"/>
    <w:rsid w:val="00BC3215"/>
    <w:rsid w:val="00BC3322"/>
    <w:rsid w:val="00BF2F70"/>
    <w:rsid w:val="00D170CD"/>
    <w:rsid w:val="00D237C4"/>
    <w:rsid w:val="00DC776D"/>
    <w:rsid w:val="00E43CAE"/>
    <w:rsid w:val="00E6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٫"/>
  <w:listSeparator w:val=","/>
  <w14:docId w14:val="0C855A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pPr>
      <w:spacing w:after="0" w:line="240" w:lineRule="auto"/>
    </w:pPr>
    <w:rPr>
      <w:sz w:val="17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pPr>
      <w:outlineLvl w:val="0"/>
    </w:pPr>
    <w:rPr>
      <w:rFonts w:asciiTheme="majorHAnsi" w:hAnsiTheme="majorHAnsi"/>
      <w:caps/>
      <w:color w:val="595959" w:themeColor="text1" w:themeTint="A6"/>
      <w:spacing w:val="10"/>
      <w:sz w:val="15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pPr>
      <w:outlineLvl w:val="1"/>
    </w:pPr>
    <w:rPr>
      <w:rFonts w:asciiTheme="majorHAnsi" w:hAnsiTheme="majorHAnsi"/>
      <w:caps/>
      <w:color w:val="595959" w:themeColor="text1" w:themeTint="A6"/>
      <w:spacing w:val="10"/>
      <w:sz w:val="20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Heading1"/>
    <w:next w:val="Normal"/>
    <w:link w:val="Heading4Char"/>
    <w:uiPriority w:val="1"/>
    <w:semiHidden/>
    <w:unhideWhenUsed/>
    <w:qFormat/>
    <w:pPr>
      <w:outlineLvl w:val="3"/>
    </w:pPr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hAnsiTheme="majorHAnsi"/>
      <w:caps/>
      <w:color w:val="595959" w:themeColor="text1" w:themeTint="A6"/>
      <w:spacing w:val="10"/>
      <w:sz w:val="15"/>
    </w:rPr>
  </w:style>
  <w:style w:type="paragraph" w:customStyle="1" w:styleId="Description">
    <w:name w:val="Description"/>
    <w:basedOn w:val="Normal"/>
    <w:qFormat/>
    <w:pPr>
      <w:numPr>
        <w:numId w:val="12"/>
      </w:numPr>
      <w:spacing w:after="80"/>
      <w:ind w:left="432" w:hanging="288"/>
    </w:pPr>
  </w:style>
  <w:style w:type="character" w:customStyle="1" w:styleId="Heading2Char">
    <w:name w:val="Heading 2 Char"/>
    <w:basedOn w:val="DefaultParagraphFont"/>
    <w:link w:val="Heading2"/>
    <w:uiPriority w:val="1"/>
    <w:semiHidden/>
    <w:rPr>
      <w:rFonts w:asciiTheme="majorHAnsi" w:hAnsiTheme="majorHAnsi"/>
      <w:caps/>
      <w:color w:val="595959" w:themeColor="text1" w:themeTint="A6"/>
      <w:spacing w:val="10"/>
      <w:sz w:val="20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rFonts w:asciiTheme="majorHAnsi" w:eastAsiaTheme="majorEastAsia" w:hAnsiTheme="majorHAnsi" w:cstheme="majorBidi"/>
      <w:b/>
      <w:bCs/>
      <w:color w:val="4F81BD" w:themeColor="accent1"/>
      <w:sz w:val="17"/>
    </w:rPr>
  </w:style>
  <w:style w:type="character" w:customStyle="1" w:styleId="Heading4Char">
    <w:name w:val="Heading 4 Char"/>
    <w:basedOn w:val="DefaultParagraphFont"/>
    <w:link w:val="Heading4"/>
    <w:uiPriority w:val="1"/>
    <w:semiHidden/>
    <w:rPr>
      <w:rFonts w:asciiTheme="majorHAnsi" w:hAnsiTheme="majorHAnsi"/>
      <w:caps/>
      <w:color w:val="000000" w:themeColor="text1"/>
      <w:spacing w:val="10"/>
      <w:sz w:val="15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17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17"/>
    </w:rPr>
  </w:style>
  <w:style w:type="paragraph" w:customStyle="1" w:styleId="Dates">
    <w:name w:val="Dates"/>
    <w:basedOn w:val="Normal"/>
    <w:qFormat/>
    <w:rPr>
      <w:color w:val="595959" w:themeColor="text1" w:themeTint="A6"/>
    </w:rPr>
  </w:style>
  <w:style w:type="paragraph" w:customStyle="1" w:styleId="Italics">
    <w:name w:val="Italics"/>
    <w:basedOn w:val="Normal"/>
    <w:qFormat/>
    <w:rPr>
      <w:i/>
    </w:rPr>
  </w:style>
  <w:style w:type="paragraph" w:customStyle="1" w:styleId="YourName">
    <w:name w:val="Your Name"/>
    <w:basedOn w:val="Normal"/>
    <w:qFormat/>
    <w:rPr>
      <w:rFonts w:asciiTheme="majorHAnsi" w:hAnsiTheme="majorHAnsi"/>
      <w:caps/>
      <w:color w:val="595959" w:themeColor="text1" w:themeTint="A6"/>
      <w:spacing w:val="10"/>
      <w:sz w:val="20"/>
    </w:rPr>
  </w:style>
  <w:style w:type="paragraph" w:customStyle="1" w:styleId="ResumeBodyText">
    <w:name w:val="Resume Body Text"/>
    <w:basedOn w:val="Normal"/>
    <w:qFormat/>
  </w:style>
  <w:style w:type="paragraph" w:customStyle="1" w:styleId="SectionHeading">
    <w:name w:val="Section Heading"/>
    <w:basedOn w:val="Normal"/>
    <w:qFormat/>
    <w:rPr>
      <w:rFonts w:asciiTheme="majorHAnsi" w:hAnsiTheme="majorHAnsi"/>
      <w:caps/>
      <w:color w:val="595959" w:themeColor="text1" w:themeTint="A6"/>
      <w:spacing w:val="10"/>
      <w:sz w:val="15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pPr>
      <w:spacing w:after="0" w:line="240" w:lineRule="auto"/>
    </w:pPr>
    <w:rPr>
      <w:sz w:val="17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pPr>
      <w:outlineLvl w:val="0"/>
    </w:pPr>
    <w:rPr>
      <w:rFonts w:asciiTheme="majorHAnsi" w:hAnsiTheme="majorHAnsi"/>
      <w:caps/>
      <w:color w:val="595959" w:themeColor="text1" w:themeTint="A6"/>
      <w:spacing w:val="10"/>
      <w:sz w:val="15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pPr>
      <w:outlineLvl w:val="1"/>
    </w:pPr>
    <w:rPr>
      <w:rFonts w:asciiTheme="majorHAnsi" w:hAnsiTheme="majorHAnsi"/>
      <w:caps/>
      <w:color w:val="595959" w:themeColor="text1" w:themeTint="A6"/>
      <w:spacing w:val="10"/>
      <w:sz w:val="20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Heading1"/>
    <w:next w:val="Normal"/>
    <w:link w:val="Heading4Char"/>
    <w:uiPriority w:val="1"/>
    <w:semiHidden/>
    <w:unhideWhenUsed/>
    <w:qFormat/>
    <w:pPr>
      <w:outlineLvl w:val="3"/>
    </w:pPr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hAnsiTheme="majorHAnsi"/>
      <w:caps/>
      <w:color w:val="595959" w:themeColor="text1" w:themeTint="A6"/>
      <w:spacing w:val="10"/>
      <w:sz w:val="15"/>
    </w:rPr>
  </w:style>
  <w:style w:type="paragraph" w:customStyle="1" w:styleId="Description">
    <w:name w:val="Description"/>
    <w:basedOn w:val="Normal"/>
    <w:qFormat/>
    <w:pPr>
      <w:numPr>
        <w:numId w:val="12"/>
      </w:numPr>
      <w:spacing w:after="80"/>
      <w:ind w:left="432" w:hanging="288"/>
    </w:pPr>
  </w:style>
  <w:style w:type="character" w:customStyle="1" w:styleId="Heading2Char">
    <w:name w:val="Heading 2 Char"/>
    <w:basedOn w:val="DefaultParagraphFont"/>
    <w:link w:val="Heading2"/>
    <w:uiPriority w:val="1"/>
    <w:semiHidden/>
    <w:rPr>
      <w:rFonts w:asciiTheme="majorHAnsi" w:hAnsiTheme="majorHAnsi"/>
      <w:caps/>
      <w:color w:val="595959" w:themeColor="text1" w:themeTint="A6"/>
      <w:spacing w:val="10"/>
      <w:sz w:val="20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rFonts w:asciiTheme="majorHAnsi" w:eastAsiaTheme="majorEastAsia" w:hAnsiTheme="majorHAnsi" w:cstheme="majorBidi"/>
      <w:b/>
      <w:bCs/>
      <w:color w:val="4F81BD" w:themeColor="accent1"/>
      <w:sz w:val="17"/>
    </w:rPr>
  </w:style>
  <w:style w:type="character" w:customStyle="1" w:styleId="Heading4Char">
    <w:name w:val="Heading 4 Char"/>
    <w:basedOn w:val="DefaultParagraphFont"/>
    <w:link w:val="Heading4"/>
    <w:uiPriority w:val="1"/>
    <w:semiHidden/>
    <w:rPr>
      <w:rFonts w:asciiTheme="majorHAnsi" w:hAnsiTheme="majorHAnsi"/>
      <w:caps/>
      <w:color w:val="000000" w:themeColor="text1"/>
      <w:spacing w:val="10"/>
      <w:sz w:val="15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17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17"/>
    </w:rPr>
  </w:style>
  <w:style w:type="paragraph" w:customStyle="1" w:styleId="Dates">
    <w:name w:val="Dates"/>
    <w:basedOn w:val="Normal"/>
    <w:qFormat/>
    <w:rPr>
      <w:color w:val="595959" w:themeColor="text1" w:themeTint="A6"/>
    </w:rPr>
  </w:style>
  <w:style w:type="paragraph" w:customStyle="1" w:styleId="Italics">
    <w:name w:val="Italics"/>
    <w:basedOn w:val="Normal"/>
    <w:qFormat/>
    <w:rPr>
      <w:i/>
    </w:rPr>
  </w:style>
  <w:style w:type="paragraph" w:customStyle="1" w:styleId="YourName">
    <w:name w:val="Your Name"/>
    <w:basedOn w:val="Normal"/>
    <w:qFormat/>
    <w:rPr>
      <w:rFonts w:asciiTheme="majorHAnsi" w:hAnsiTheme="majorHAnsi"/>
      <w:caps/>
      <w:color w:val="595959" w:themeColor="text1" w:themeTint="A6"/>
      <w:spacing w:val="10"/>
      <w:sz w:val="20"/>
    </w:rPr>
  </w:style>
  <w:style w:type="paragraph" w:customStyle="1" w:styleId="ResumeBodyText">
    <w:name w:val="Resume Body Text"/>
    <w:basedOn w:val="Normal"/>
    <w:qFormat/>
  </w:style>
  <w:style w:type="paragraph" w:customStyle="1" w:styleId="SectionHeading">
    <w:name w:val="Section Heading"/>
    <w:basedOn w:val="Normal"/>
    <w:qFormat/>
    <w:rPr>
      <w:rFonts w:asciiTheme="majorHAnsi" w:hAnsiTheme="majorHAnsi"/>
      <w:caps/>
      <w:color w:val="595959" w:themeColor="text1" w:themeTint="A6"/>
      <w:spacing w:val="10"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spallc\AppData\Roaming\Microsoft\Templates\RecentCollegeGrad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CD536AE86D84F59932BC94C1A8298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687F67-B8AD-460C-9206-3B0AF057A361}"/>
      </w:docPartPr>
      <w:docPartBody>
        <w:p w:rsidR="001F6841" w:rsidRDefault="001F6841">
          <w:pPr>
            <w:pStyle w:val="1CD536AE86D84F59932BC94C1A829848"/>
          </w:pPr>
          <w:r>
            <w:t>[your name]</w:t>
          </w:r>
        </w:p>
      </w:docPartBody>
    </w:docPart>
    <w:docPart>
      <w:docPartPr>
        <w:name w:val="82C61DCBA96A9B4C947C7FB3125FC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247D5-65E9-2848-A470-D6C10031734A}"/>
      </w:docPartPr>
      <w:docPartBody>
        <w:p w:rsidR="00964198" w:rsidRDefault="00964198" w:rsidP="00964198">
          <w:pPr>
            <w:pStyle w:val="82C61DCBA96A9B4C947C7FB3125FC95B"/>
          </w:pPr>
          <w:r>
            <w:rPr>
              <w:rStyle w:val="PlaceholderText"/>
            </w:rPr>
            <w:t>[Start Date]</w:t>
          </w:r>
        </w:p>
      </w:docPartBody>
    </w:docPart>
    <w:docPart>
      <w:docPartPr>
        <w:name w:val="73DE0A1FD6E9114E8FCF24552CF751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E8A22C-2548-7247-B353-8A57C34BBFD8}"/>
      </w:docPartPr>
      <w:docPartBody>
        <w:p w:rsidR="00964198" w:rsidRDefault="00964198" w:rsidP="00964198">
          <w:pPr>
            <w:pStyle w:val="73DE0A1FD6E9114E8FCF24552CF751C6"/>
          </w:pPr>
          <w:r>
            <w:rPr>
              <w:rStyle w:val="PlaceholderText"/>
            </w:rPr>
            <w:t>[Start Date]</w:t>
          </w:r>
        </w:p>
      </w:docPartBody>
    </w:docPart>
    <w:docPart>
      <w:docPartPr>
        <w:name w:val="E8E6E3177F7B074BA7E4F14213F62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853CD2-06E5-2B43-9D24-B7345B09D37A}"/>
      </w:docPartPr>
      <w:docPartBody>
        <w:p w:rsidR="00964198" w:rsidRDefault="00964198" w:rsidP="00964198">
          <w:pPr>
            <w:pStyle w:val="E8E6E3177F7B074BA7E4F14213F62809"/>
          </w:pPr>
          <w:r>
            <w:rPr>
              <w:rStyle w:val="PlaceholderText"/>
            </w:rPr>
            <w:t>[End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glossary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D3F8E"/>
    <w:multiLevelType w:val="hybridMultilevel"/>
    <w:tmpl w:val="C784AE7E"/>
    <w:lvl w:ilvl="0" w:tplc="A4D04992">
      <w:start w:val="1"/>
      <w:numFmt w:val="bullet"/>
      <w:pStyle w:val="Description"/>
      <w:lvlText w:val=""/>
      <w:lvlJc w:val="left"/>
      <w:pPr>
        <w:ind w:left="720" w:hanging="360"/>
      </w:pPr>
      <w:rPr>
        <w:rFonts w:ascii="Symbol" w:hAnsi="Symbol" w:hint="default"/>
        <w:color w:val="BFBFBF" w:themeColor="background1" w:themeShade="BF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841"/>
    <w:rsid w:val="001F6841"/>
    <w:rsid w:val="0096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٫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D536AE86D84F59932BC94C1A829848">
    <w:name w:val="1CD536AE86D84F59932BC94C1A829848"/>
  </w:style>
  <w:style w:type="paragraph" w:customStyle="1" w:styleId="4A4EC56EA70F4F1890EF4C43DE91DF5F">
    <w:name w:val="4A4EC56EA70F4F1890EF4C43DE91DF5F"/>
  </w:style>
  <w:style w:type="paragraph" w:customStyle="1" w:styleId="70F2E46011574F29A7FD12AE585D2921">
    <w:name w:val="70F2E46011574F29A7FD12AE585D2921"/>
  </w:style>
  <w:style w:type="paragraph" w:customStyle="1" w:styleId="CAF2EC07F8334A8BA30FC8075279CE0A">
    <w:name w:val="CAF2EC07F8334A8BA30FC8075279CE0A"/>
  </w:style>
  <w:style w:type="paragraph" w:customStyle="1" w:styleId="D95388314D714A80B890E63F031D862D">
    <w:name w:val="D95388314D714A80B890E63F031D862D"/>
  </w:style>
  <w:style w:type="character" w:styleId="PlaceholderText">
    <w:name w:val="Placeholder Text"/>
    <w:basedOn w:val="DefaultParagraphFont"/>
    <w:uiPriority w:val="99"/>
    <w:semiHidden/>
    <w:rsid w:val="00964198"/>
    <w:rPr>
      <w:color w:val="808080"/>
    </w:rPr>
  </w:style>
  <w:style w:type="paragraph" w:customStyle="1" w:styleId="4CD685B06BA343BDA8857A3CE715A05E">
    <w:name w:val="4CD685B06BA343BDA8857A3CE715A05E"/>
  </w:style>
  <w:style w:type="paragraph" w:customStyle="1" w:styleId="908B39FA0FEA48A99E0900B8776B0AEF">
    <w:name w:val="908B39FA0FEA48A99E0900B8776B0AEF"/>
  </w:style>
  <w:style w:type="paragraph" w:customStyle="1" w:styleId="6C300E8E74CA495CB58BB0A2DC62CEA6">
    <w:name w:val="6C300E8E74CA495CB58BB0A2DC62CEA6"/>
  </w:style>
  <w:style w:type="paragraph" w:customStyle="1" w:styleId="D70AE909B21F4D9FBE1BB9EE1BB6E2AE">
    <w:name w:val="D70AE909B21F4D9FBE1BB9EE1BB6E2AE"/>
  </w:style>
  <w:style w:type="paragraph" w:customStyle="1" w:styleId="844A68E395F842A4934628E141A26E29">
    <w:name w:val="844A68E395F842A4934628E141A26E29"/>
  </w:style>
  <w:style w:type="paragraph" w:customStyle="1" w:styleId="8CE1A8A8FD284A009988FEC7A91A046E">
    <w:name w:val="8CE1A8A8FD284A009988FEC7A91A046E"/>
  </w:style>
  <w:style w:type="paragraph" w:customStyle="1" w:styleId="4C129942E3D94B73B68A3998E7309915">
    <w:name w:val="4C129942E3D94B73B68A3998E7309915"/>
  </w:style>
  <w:style w:type="paragraph" w:customStyle="1" w:styleId="4FD9DA3253ED4BAD8FE49D0AF299554F">
    <w:name w:val="4FD9DA3253ED4BAD8FE49D0AF299554F"/>
  </w:style>
  <w:style w:type="paragraph" w:customStyle="1" w:styleId="Description">
    <w:name w:val="Description"/>
    <w:basedOn w:val="Normal"/>
    <w:qFormat/>
    <w:pPr>
      <w:numPr>
        <w:numId w:val="1"/>
      </w:numPr>
      <w:spacing w:after="80" w:line="240" w:lineRule="auto"/>
      <w:ind w:left="432" w:hanging="288"/>
    </w:pPr>
    <w:rPr>
      <w:rFonts w:eastAsiaTheme="minorHAnsi"/>
      <w:sz w:val="17"/>
    </w:rPr>
  </w:style>
  <w:style w:type="paragraph" w:customStyle="1" w:styleId="FB838E1435094222ACC5292445D53F2A">
    <w:name w:val="FB838E1435094222ACC5292445D53F2A"/>
  </w:style>
  <w:style w:type="paragraph" w:customStyle="1" w:styleId="FCFBBF1AC76C4BF0A4938CFE446F021E">
    <w:name w:val="FCFBBF1AC76C4BF0A4938CFE446F021E"/>
  </w:style>
  <w:style w:type="paragraph" w:customStyle="1" w:styleId="357DB62029824A3397712BDF1722D62D">
    <w:name w:val="357DB62029824A3397712BDF1722D62D"/>
  </w:style>
  <w:style w:type="paragraph" w:customStyle="1" w:styleId="7066A29D52724D958CE1911C785134AD">
    <w:name w:val="7066A29D52724D958CE1911C785134AD"/>
  </w:style>
  <w:style w:type="paragraph" w:customStyle="1" w:styleId="273D296115844728883B3A75E6C6CB9A">
    <w:name w:val="273D296115844728883B3A75E6C6CB9A"/>
  </w:style>
  <w:style w:type="paragraph" w:customStyle="1" w:styleId="CDF1054F818146B8BBD121B6E0F7288F">
    <w:name w:val="CDF1054F818146B8BBD121B6E0F7288F"/>
  </w:style>
  <w:style w:type="paragraph" w:customStyle="1" w:styleId="5914CC558807491BB4B579535A49A967">
    <w:name w:val="5914CC558807491BB4B579535A49A967"/>
  </w:style>
  <w:style w:type="paragraph" w:customStyle="1" w:styleId="1F39934A490D4819AFB1186739253788">
    <w:name w:val="1F39934A490D4819AFB1186739253788"/>
  </w:style>
  <w:style w:type="paragraph" w:customStyle="1" w:styleId="0D518BF88A2A47FCBB94641B5D2F8C0E">
    <w:name w:val="0D518BF88A2A47FCBB94641B5D2F8C0E"/>
  </w:style>
  <w:style w:type="paragraph" w:customStyle="1" w:styleId="2D020531A32C4F07B89A22D3E6C3B8CB">
    <w:name w:val="2D020531A32C4F07B89A22D3E6C3B8CB"/>
  </w:style>
  <w:style w:type="paragraph" w:customStyle="1" w:styleId="5F45733161BB4500A212BFC3AAD1963A">
    <w:name w:val="5F45733161BB4500A212BFC3AAD1963A"/>
  </w:style>
  <w:style w:type="paragraph" w:customStyle="1" w:styleId="AA4E5BE477644E9B9BFAB8165753BBF5">
    <w:name w:val="AA4E5BE477644E9B9BFAB8165753BBF5"/>
  </w:style>
  <w:style w:type="paragraph" w:customStyle="1" w:styleId="03C19ED462424565B73B79DCDC0D0B39">
    <w:name w:val="03C19ED462424565B73B79DCDC0D0B39"/>
  </w:style>
  <w:style w:type="paragraph" w:customStyle="1" w:styleId="E423B189E03342968D6827FCD444372E">
    <w:name w:val="E423B189E03342968D6827FCD444372E"/>
  </w:style>
  <w:style w:type="paragraph" w:customStyle="1" w:styleId="A136F95C423042D699F7F6F80C0FC663">
    <w:name w:val="A136F95C423042D699F7F6F80C0FC663"/>
  </w:style>
  <w:style w:type="paragraph" w:customStyle="1" w:styleId="36159281FB8E48E5814E816604E56CAB">
    <w:name w:val="36159281FB8E48E5814E816604E56CAB"/>
  </w:style>
  <w:style w:type="paragraph" w:customStyle="1" w:styleId="F58A5E4A99E94EA49E0482F89020A2E5">
    <w:name w:val="F58A5E4A99E94EA49E0482F89020A2E5"/>
  </w:style>
  <w:style w:type="paragraph" w:customStyle="1" w:styleId="5668B1988CB24FCB9DB6B57BB0BF4E41">
    <w:name w:val="5668B1988CB24FCB9DB6B57BB0BF4E41"/>
  </w:style>
  <w:style w:type="paragraph" w:customStyle="1" w:styleId="82C61DCBA96A9B4C947C7FB3125FC95B">
    <w:name w:val="82C61DCBA96A9B4C947C7FB3125FC95B"/>
    <w:rsid w:val="00964198"/>
    <w:pPr>
      <w:spacing w:after="0" w:line="240" w:lineRule="auto"/>
    </w:pPr>
    <w:rPr>
      <w:sz w:val="24"/>
      <w:szCs w:val="24"/>
      <w:lang w:eastAsia="ja-JP"/>
    </w:rPr>
  </w:style>
  <w:style w:type="paragraph" w:customStyle="1" w:styleId="73DE0A1FD6E9114E8FCF24552CF751C6">
    <w:name w:val="73DE0A1FD6E9114E8FCF24552CF751C6"/>
    <w:rsid w:val="00964198"/>
    <w:pPr>
      <w:spacing w:after="0" w:line="240" w:lineRule="auto"/>
    </w:pPr>
    <w:rPr>
      <w:sz w:val="24"/>
      <w:szCs w:val="24"/>
      <w:lang w:eastAsia="ja-JP"/>
    </w:rPr>
  </w:style>
  <w:style w:type="paragraph" w:customStyle="1" w:styleId="E8E6E3177F7B074BA7E4F14213F62809">
    <w:name w:val="E8E6E3177F7B074BA7E4F14213F62809"/>
    <w:rsid w:val="00964198"/>
    <w:pPr>
      <w:spacing w:after="0" w:line="240" w:lineRule="auto"/>
    </w:pPr>
    <w:rPr>
      <w:sz w:val="24"/>
      <w:szCs w:val="24"/>
      <w:lang w:eastAsia="ja-JP"/>
    </w:rPr>
  </w:style>
  <w:style w:type="paragraph" w:customStyle="1" w:styleId="7FD3C29613077C448CC22E40A0D1FA3A">
    <w:name w:val="7FD3C29613077C448CC22E40A0D1FA3A"/>
    <w:rsid w:val="00964198"/>
    <w:pPr>
      <w:spacing w:after="0" w:line="240" w:lineRule="auto"/>
    </w:pPr>
    <w:rPr>
      <w:sz w:val="24"/>
      <w:szCs w:val="24"/>
      <w:lang w:eastAsia="ja-JP"/>
    </w:rPr>
  </w:style>
  <w:style w:type="paragraph" w:customStyle="1" w:styleId="A1B3FF0AA3E1C24988E2F1D467D653A8">
    <w:name w:val="A1B3FF0AA3E1C24988E2F1D467D653A8"/>
    <w:rsid w:val="00964198"/>
    <w:pPr>
      <w:spacing w:after="0" w:line="240" w:lineRule="auto"/>
    </w:pPr>
    <w:rPr>
      <w:sz w:val="24"/>
      <w:szCs w:val="24"/>
      <w:lang w:eastAsia="ja-JP"/>
    </w:rPr>
  </w:style>
  <w:style w:type="paragraph" w:customStyle="1" w:styleId="2A303F92CDB44A4EA8ABDDA6D9BC6BF5">
    <w:name w:val="2A303F92CDB44A4EA8ABDDA6D9BC6BF5"/>
    <w:rsid w:val="00964198"/>
    <w:pPr>
      <w:spacing w:after="0" w:line="240" w:lineRule="auto"/>
    </w:pPr>
    <w:rPr>
      <w:sz w:val="24"/>
      <w:szCs w:val="24"/>
      <w:lang w:eastAsia="ja-JP"/>
    </w:rPr>
  </w:style>
  <w:style w:type="paragraph" w:customStyle="1" w:styleId="2A3FF3FC24C1034588FBC010B31429E6">
    <w:name w:val="2A3FF3FC24C1034588FBC010B31429E6"/>
    <w:rsid w:val="00964198"/>
    <w:pPr>
      <w:spacing w:after="0" w:line="240" w:lineRule="auto"/>
    </w:pPr>
    <w:rPr>
      <w:sz w:val="24"/>
      <w:szCs w:val="24"/>
      <w:lang w:eastAsia="ja-JP"/>
    </w:rPr>
  </w:style>
  <w:style w:type="paragraph" w:customStyle="1" w:styleId="70B62134E351464EAA0A48B82380CD20">
    <w:name w:val="70B62134E351464EAA0A48B82380CD20"/>
    <w:rsid w:val="00964198"/>
    <w:pPr>
      <w:spacing w:after="0" w:line="240" w:lineRule="auto"/>
    </w:pPr>
    <w:rPr>
      <w:sz w:val="24"/>
      <w:szCs w:val="24"/>
      <w:lang w:eastAsia="ja-JP"/>
    </w:rPr>
  </w:style>
  <w:style w:type="paragraph" w:customStyle="1" w:styleId="D594B04F3D771B4BAC069988D7CDF150">
    <w:name w:val="D594B04F3D771B4BAC069988D7CDF150"/>
    <w:rsid w:val="00964198"/>
    <w:pPr>
      <w:spacing w:after="0" w:line="240" w:lineRule="auto"/>
    </w:pPr>
    <w:rPr>
      <w:sz w:val="24"/>
      <w:szCs w:val="24"/>
      <w:lang w:eastAsia="ja-JP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D536AE86D84F59932BC94C1A829848">
    <w:name w:val="1CD536AE86D84F59932BC94C1A829848"/>
  </w:style>
  <w:style w:type="paragraph" w:customStyle="1" w:styleId="4A4EC56EA70F4F1890EF4C43DE91DF5F">
    <w:name w:val="4A4EC56EA70F4F1890EF4C43DE91DF5F"/>
  </w:style>
  <w:style w:type="paragraph" w:customStyle="1" w:styleId="70F2E46011574F29A7FD12AE585D2921">
    <w:name w:val="70F2E46011574F29A7FD12AE585D2921"/>
  </w:style>
  <w:style w:type="paragraph" w:customStyle="1" w:styleId="CAF2EC07F8334A8BA30FC8075279CE0A">
    <w:name w:val="CAF2EC07F8334A8BA30FC8075279CE0A"/>
  </w:style>
  <w:style w:type="paragraph" w:customStyle="1" w:styleId="D95388314D714A80B890E63F031D862D">
    <w:name w:val="D95388314D714A80B890E63F031D862D"/>
  </w:style>
  <w:style w:type="character" w:styleId="PlaceholderText">
    <w:name w:val="Placeholder Text"/>
    <w:basedOn w:val="DefaultParagraphFont"/>
    <w:uiPriority w:val="99"/>
    <w:semiHidden/>
    <w:rsid w:val="00964198"/>
    <w:rPr>
      <w:color w:val="808080"/>
    </w:rPr>
  </w:style>
  <w:style w:type="paragraph" w:customStyle="1" w:styleId="4CD685B06BA343BDA8857A3CE715A05E">
    <w:name w:val="4CD685B06BA343BDA8857A3CE715A05E"/>
  </w:style>
  <w:style w:type="paragraph" w:customStyle="1" w:styleId="908B39FA0FEA48A99E0900B8776B0AEF">
    <w:name w:val="908B39FA0FEA48A99E0900B8776B0AEF"/>
  </w:style>
  <w:style w:type="paragraph" w:customStyle="1" w:styleId="6C300E8E74CA495CB58BB0A2DC62CEA6">
    <w:name w:val="6C300E8E74CA495CB58BB0A2DC62CEA6"/>
  </w:style>
  <w:style w:type="paragraph" w:customStyle="1" w:styleId="D70AE909B21F4D9FBE1BB9EE1BB6E2AE">
    <w:name w:val="D70AE909B21F4D9FBE1BB9EE1BB6E2AE"/>
  </w:style>
  <w:style w:type="paragraph" w:customStyle="1" w:styleId="844A68E395F842A4934628E141A26E29">
    <w:name w:val="844A68E395F842A4934628E141A26E29"/>
  </w:style>
  <w:style w:type="paragraph" w:customStyle="1" w:styleId="8CE1A8A8FD284A009988FEC7A91A046E">
    <w:name w:val="8CE1A8A8FD284A009988FEC7A91A046E"/>
  </w:style>
  <w:style w:type="paragraph" w:customStyle="1" w:styleId="4C129942E3D94B73B68A3998E7309915">
    <w:name w:val="4C129942E3D94B73B68A3998E7309915"/>
  </w:style>
  <w:style w:type="paragraph" w:customStyle="1" w:styleId="4FD9DA3253ED4BAD8FE49D0AF299554F">
    <w:name w:val="4FD9DA3253ED4BAD8FE49D0AF299554F"/>
  </w:style>
  <w:style w:type="paragraph" w:customStyle="1" w:styleId="Description">
    <w:name w:val="Description"/>
    <w:basedOn w:val="Normal"/>
    <w:qFormat/>
    <w:pPr>
      <w:numPr>
        <w:numId w:val="1"/>
      </w:numPr>
      <w:spacing w:after="80" w:line="240" w:lineRule="auto"/>
      <w:ind w:left="432" w:hanging="288"/>
    </w:pPr>
    <w:rPr>
      <w:rFonts w:eastAsiaTheme="minorHAnsi"/>
      <w:sz w:val="17"/>
    </w:rPr>
  </w:style>
  <w:style w:type="paragraph" w:customStyle="1" w:styleId="FB838E1435094222ACC5292445D53F2A">
    <w:name w:val="FB838E1435094222ACC5292445D53F2A"/>
  </w:style>
  <w:style w:type="paragraph" w:customStyle="1" w:styleId="FCFBBF1AC76C4BF0A4938CFE446F021E">
    <w:name w:val="FCFBBF1AC76C4BF0A4938CFE446F021E"/>
  </w:style>
  <w:style w:type="paragraph" w:customStyle="1" w:styleId="357DB62029824A3397712BDF1722D62D">
    <w:name w:val="357DB62029824A3397712BDF1722D62D"/>
  </w:style>
  <w:style w:type="paragraph" w:customStyle="1" w:styleId="7066A29D52724D958CE1911C785134AD">
    <w:name w:val="7066A29D52724D958CE1911C785134AD"/>
  </w:style>
  <w:style w:type="paragraph" w:customStyle="1" w:styleId="273D296115844728883B3A75E6C6CB9A">
    <w:name w:val="273D296115844728883B3A75E6C6CB9A"/>
  </w:style>
  <w:style w:type="paragraph" w:customStyle="1" w:styleId="CDF1054F818146B8BBD121B6E0F7288F">
    <w:name w:val="CDF1054F818146B8BBD121B6E0F7288F"/>
  </w:style>
  <w:style w:type="paragraph" w:customStyle="1" w:styleId="5914CC558807491BB4B579535A49A967">
    <w:name w:val="5914CC558807491BB4B579535A49A967"/>
  </w:style>
  <w:style w:type="paragraph" w:customStyle="1" w:styleId="1F39934A490D4819AFB1186739253788">
    <w:name w:val="1F39934A490D4819AFB1186739253788"/>
  </w:style>
  <w:style w:type="paragraph" w:customStyle="1" w:styleId="0D518BF88A2A47FCBB94641B5D2F8C0E">
    <w:name w:val="0D518BF88A2A47FCBB94641B5D2F8C0E"/>
  </w:style>
  <w:style w:type="paragraph" w:customStyle="1" w:styleId="2D020531A32C4F07B89A22D3E6C3B8CB">
    <w:name w:val="2D020531A32C4F07B89A22D3E6C3B8CB"/>
  </w:style>
  <w:style w:type="paragraph" w:customStyle="1" w:styleId="5F45733161BB4500A212BFC3AAD1963A">
    <w:name w:val="5F45733161BB4500A212BFC3AAD1963A"/>
  </w:style>
  <w:style w:type="paragraph" w:customStyle="1" w:styleId="AA4E5BE477644E9B9BFAB8165753BBF5">
    <w:name w:val="AA4E5BE477644E9B9BFAB8165753BBF5"/>
  </w:style>
  <w:style w:type="paragraph" w:customStyle="1" w:styleId="03C19ED462424565B73B79DCDC0D0B39">
    <w:name w:val="03C19ED462424565B73B79DCDC0D0B39"/>
  </w:style>
  <w:style w:type="paragraph" w:customStyle="1" w:styleId="E423B189E03342968D6827FCD444372E">
    <w:name w:val="E423B189E03342968D6827FCD444372E"/>
  </w:style>
  <w:style w:type="paragraph" w:customStyle="1" w:styleId="A136F95C423042D699F7F6F80C0FC663">
    <w:name w:val="A136F95C423042D699F7F6F80C0FC663"/>
  </w:style>
  <w:style w:type="paragraph" w:customStyle="1" w:styleId="36159281FB8E48E5814E816604E56CAB">
    <w:name w:val="36159281FB8E48E5814E816604E56CAB"/>
  </w:style>
  <w:style w:type="paragraph" w:customStyle="1" w:styleId="F58A5E4A99E94EA49E0482F89020A2E5">
    <w:name w:val="F58A5E4A99E94EA49E0482F89020A2E5"/>
  </w:style>
  <w:style w:type="paragraph" w:customStyle="1" w:styleId="5668B1988CB24FCB9DB6B57BB0BF4E41">
    <w:name w:val="5668B1988CB24FCB9DB6B57BB0BF4E41"/>
  </w:style>
  <w:style w:type="paragraph" w:customStyle="1" w:styleId="82C61DCBA96A9B4C947C7FB3125FC95B">
    <w:name w:val="82C61DCBA96A9B4C947C7FB3125FC95B"/>
    <w:rsid w:val="00964198"/>
    <w:pPr>
      <w:spacing w:after="0" w:line="240" w:lineRule="auto"/>
    </w:pPr>
    <w:rPr>
      <w:sz w:val="24"/>
      <w:szCs w:val="24"/>
      <w:lang w:eastAsia="ja-JP"/>
    </w:rPr>
  </w:style>
  <w:style w:type="paragraph" w:customStyle="1" w:styleId="73DE0A1FD6E9114E8FCF24552CF751C6">
    <w:name w:val="73DE0A1FD6E9114E8FCF24552CF751C6"/>
    <w:rsid w:val="00964198"/>
    <w:pPr>
      <w:spacing w:after="0" w:line="240" w:lineRule="auto"/>
    </w:pPr>
    <w:rPr>
      <w:sz w:val="24"/>
      <w:szCs w:val="24"/>
      <w:lang w:eastAsia="ja-JP"/>
    </w:rPr>
  </w:style>
  <w:style w:type="paragraph" w:customStyle="1" w:styleId="E8E6E3177F7B074BA7E4F14213F62809">
    <w:name w:val="E8E6E3177F7B074BA7E4F14213F62809"/>
    <w:rsid w:val="00964198"/>
    <w:pPr>
      <w:spacing w:after="0" w:line="240" w:lineRule="auto"/>
    </w:pPr>
    <w:rPr>
      <w:sz w:val="24"/>
      <w:szCs w:val="24"/>
      <w:lang w:eastAsia="ja-JP"/>
    </w:rPr>
  </w:style>
  <w:style w:type="paragraph" w:customStyle="1" w:styleId="7FD3C29613077C448CC22E40A0D1FA3A">
    <w:name w:val="7FD3C29613077C448CC22E40A0D1FA3A"/>
    <w:rsid w:val="00964198"/>
    <w:pPr>
      <w:spacing w:after="0" w:line="240" w:lineRule="auto"/>
    </w:pPr>
    <w:rPr>
      <w:sz w:val="24"/>
      <w:szCs w:val="24"/>
      <w:lang w:eastAsia="ja-JP"/>
    </w:rPr>
  </w:style>
  <w:style w:type="paragraph" w:customStyle="1" w:styleId="A1B3FF0AA3E1C24988E2F1D467D653A8">
    <w:name w:val="A1B3FF0AA3E1C24988E2F1D467D653A8"/>
    <w:rsid w:val="00964198"/>
    <w:pPr>
      <w:spacing w:after="0" w:line="240" w:lineRule="auto"/>
    </w:pPr>
    <w:rPr>
      <w:sz w:val="24"/>
      <w:szCs w:val="24"/>
      <w:lang w:eastAsia="ja-JP"/>
    </w:rPr>
  </w:style>
  <w:style w:type="paragraph" w:customStyle="1" w:styleId="2A303F92CDB44A4EA8ABDDA6D9BC6BF5">
    <w:name w:val="2A303F92CDB44A4EA8ABDDA6D9BC6BF5"/>
    <w:rsid w:val="00964198"/>
    <w:pPr>
      <w:spacing w:after="0" w:line="240" w:lineRule="auto"/>
    </w:pPr>
    <w:rPr>
      <w:sz w:val="24"/>
      <w:szCs w:val="24"/>
      <w:lang w:eastAsia="ja-JP"/>
    </w:rPr>
  </w:style>
  <w:style w:type="paragraph" w:customStyle="1" w:styleId="2A3FF3FC24C1034588FBC010B31429E6">
    <w:name w:val="2A3FF3FC24C1034588FBC010B31429E6"/>
    <w:rsid w:val="00964198"/>
    <w:pPr>
      <w:spacing w:after="0" w:line="240" w:lineRule="auto"/>
    </w:pPr>
    <w:rPr>
      <w:sz w:val="24"/>
      <w:szCs w:val="24"/>
      <w:lang w:eastAsia="ja-JP"/>
    </w:rPr>
  </w:style>
  <w:style w:type="paragraph" w:customStyle="1" w:styleId="70B62134E351464EAA0A48B82380CD20">
    <w:name w:val="70B62134E351464EAA0A48B82380CD20"/>
    <w:rsid w:val="00964198"/>
    <w:pPr>
      <w:spacing w:after="0" w:line="240" w:lineRule="auto"/>
    </w:pPr>
    <w:rPr>
      <w:sz w:val="24"/>
      <w:szCs w:val="24"/>
      <w:lang w:eastAsia="ja-JP"/>
    </w:rPr>
  </w:style>
  <w:style w:type="paragraph" w:customStyle="1" w:styleId="D594B04F3D771B4BAC069988D7CDF150">
    <w:name w:val="D594B04F3D771B4BAC069988D7CDF150"/>
    <w:rsid w:val="00964198"/>
    <w:pPr>
      <w:spacing w:after="0" w:line="240" w:lineRule="auto"/>
    </w:pPr>
    <w:rPr>
      <w:sz w:val="24"/>
      <w:szCs w:val="24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/>
</file>

<file path=customXml/itemProps1.xml><?xml version="1.0" encoding="utf-8"?>
<ds:datastoreItem xmlns:ds="http://schemas.openxmlformats.org/officeDocument/2006/customXml" ds:itemID="{D6EC63DB-96FF-47C7-A767-8F83EF11DE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EA2E9E-9FC2-4848-AD02-A20733E12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\Users\ispallc\AppData\Roaming\Microsoft\Templates\RecentCollegeGradResume.dotx</Template>
  <TotalTime>45</TotalTime>
  <Pages>2</Pages>
  <Words>217</Words>
  <Characters>1241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for recent college graduate</vt:lpstr>
    </vt:vector>
  </TitlesOfParts>
  <Company>FIU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for recent college graduate</dc:title>
  <dc:creator>Ahlam Sharaf Alsulami</dc:creator>
  <cp:lastModifiedBy>ARIF</cp:lastModifiedBy>
  <cp:revision>4</cp:revision>
  <cp:lastPrinted>2006-08-01T17:47:00Z</cp:lastPrinted>
  <dcterms:created xsi:type="dcterms:W3CDTF">2014-01-21T04:17:00Z</dcterms:created>
  <dcterms:modified xsi:type="dcterms:W3CDTF">2014-11-18T07:43:00Z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TC101686489990</vt:lpwstr>
  </property>
</Properties>
</file>