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03F" w:rsidRPr="004B032D" w:rsidRDefault="004D703F" w:rsidP="00AA54B2">
      <w:pPr>
        <w:jc w:val="center"/>
        <w:rPr>
          <w:b/>
          <w:bCs/>
        </w:rPr>
      </w:pPr>
      <w:smartTag w:uri="urn:schemas-microsoft-com:office:smarttags" w:element="PlaceName">
        <w:smartTag w:uri="urn:schemas-microsoft-com:office:smarttags" w:element="place">
          <w:r w:rsidRPr="004B032D">
            <w:rPr>
              <w:b/>
              <w:bCs/>
            </w:rPr>
            <w:t>KING</w:t>
          </w:r>
        </w:smartTag>
        <w:r w:rsidRPr="004B032D">
          <w:rPr>
            <w:b/>
            <w:bCs/>
          </w:rPr>
          <w:t xml:space="preserve"> </w:t>
        </w:r>
        <w:smartTag w:uri="urn:schemas-microsoft-com:office:smarttags" w:element="PlaceName">
          <w:r w:rsidRPr="004B032D">
            <w:rPr>
              <w:b/>
              <w:bCs/>
            </w:rPr>
            <w:t>SAUD</w:t>
          </w:r>
        </w:smartTag>
        <w:r w:rsidRPr="004B032D">
          <w:rPr>
            <w:b/>
            <w:bCs/>
          </w:rPr>
          <w:t xml:space="preserve"> </w:t>
        </w:r>
        <w:smartTag w:uri="urn:schemas-microsoft-com:office:smarttags" w:element="PlaceType">
          <w:r w:rsidRPr="004B032D">
            <w:rPr>
              <w:b/>
              <w:bCs/>
            </w:rPr>
            <w:t>UNIVERSITY</w:t>
          </w:r>
        </w:smartTag>
      </w:smartTag>
    </w:p>
    <w:p w:rsidR="004D703F" w:rsidRPr="004B032D" w:rsidRDefault="004D703F" w:rsidP="00AA54B2">
      <w:pPr>
        <w:jc w:val="center"/>
        <w:rPr>
          <w:b/>
          <w:bCs/>
        </w:rPr>
      </w:pPr>
      <w:smartTag w:uri="urn:schemas-microsoft-com:office:smarttags" w:element="PlaceType">
        <w:smartTag w:uri="urn:schemas-microsoft-com:office:smarttags" w:element="place">
          <w:r w:rsidRPr="004B032D">
            <w:rPr>
              <w:b/>
              <w:bCs/>
            </w:rPr>
            <w:t>COLLEGE</w:t>
          </w:r>
        </w:smartTag>
        <w:r w:rsidRPr="004B032D">
          <w:rPr>
            <w:b/>
            <w:bCs/>
          </w:rPr>
          <w:t xml:space="preserve"> OF </w:t>
        </w:r>
        <w:smartTag w:uri="urn:schemas-microsoft-com:office:smarttags" w:element="PlaceName">
          <w:r w:rsidRPr="004B032D">
            <w:rPr>
              <w:b/>
              <w:bCs/>
            </w:rPr>
            <w:t>NURSING</w:t>
          </w:r>
        </w:smartTag>
      </w:smartTag>
    </w:p>
    <w:p w:rsidR="004D703F" w:rsidRPr="004B032D" w:rsidRDefault="004D703F" w:rsidP="00AA54B2">
      <w:pPr>
        <w:jc w:val="center"/>
        <w:rPr>
          <w:b/>
          <w:bCs/>
        </w:rPr>
      </w:pPr>
      <w:r w:rsidRPr="004B032D">
        <w:rPr>
          <w:b/>
          <w:bCs/>
        </w:rPr>
        <w:t>MEDICAL SURGICAL DEPARTMENT</w:t>
      </w:r>
    </w:p>
    <w:p w:rsidR="004D703F" w:rsidRPr="004B032D" w:rsidRDefault="004D703F" w:rsidP="00C86C4A">
      <w:pPr>
        <w:jc w:val="center"/>
        <w:rPr>
          <w:b/>
          <w:bCs/>
          <w:rtl/>
        </w:rPr>
      </w:pPr>
      <w:r>
        <w:rPr>
          <w:b/>
          <w:bCs/>
        </w:rPr>
        <w:t xml:space="preserve">First </w:t>
      </w:r>
      <w:r w:rsidRPr="004B032D">
        <w:rPr>
          <w:b/>
          <w:bCs/>
        </w:rPr>
        <w:t xml:space="preserve"> Semester 201</w:t>
      </w:r>
      <w:r>
        <w:rPr>
          <w:b/>
          <w:bCs/>
        </w:rPr>
        <w:t>7</w:t>
      </w:r>
      <w:r w:rsidRPr="004B032D">
        <w:rPr>
          <w:b/>
          <w:bCs/>
        </w:rPr>
        <w:t>- 201</w:t>
      </w:r>
      <w:r>
        <w:rPr>
          <w:b/>
          <w:bCs/>
        </w:rPr>
        <w:t>8</w:t>
      </w:r>
    </w:p>
    <w:p w:rsidR="004D703F" w:rsidRPr="004B032D" w:rsidRDefault="004D703F" w:rsidP="00AA54B2">
      <w:pPr>
        <w:rPr>
          <w:b/>
          <w:bCs/>
        </w:rPr>
      </w:pPr>
    </w:p>
    <w:p w:rsidR="004D703F" w:rsidRPr="004B032D" w:rsidRDefault="004D703F" w:rsidP="00AA54B2">
      <w:pPr>
        <w:jc w:val="center"/>
        <w:rPr>
          <w:b/>
          <w:bCs/>
        </w:rPr>
      </w:pPr>
    </w:p>
    <w:p w:rsidR="004D703F" w:rsidRPr="004B032D" w:rsidRDefault="004D703F" w:rsidP="00AA54B2">
      <w:pPr>
        <w:jc w:val="center"/>
        <w:rPr>
          <w:b/>
          <w:bCs/>
        </w:rPr>
      </w:pPr>
      <w:r w:rsidRPr="004B032D">
        <w:rPr>
          <w:b/>
          <w:bCs/>
        </w:rPr>
        <w:t xml:space="preserve">NURS </w:t>
      </w:r>
      <w:r>
        <w:rPr>
          <w:b/>
          <w:bCs/>
        </w:rPr>
        <w:t>422</w:t>
      </w:r>
      <w:r w:rsidRPr="004B032D">
        <w:rPr>
          <w:b/>
          <w:bCs/>
        </w:rPr>
        <w:t xml:space="preserve"> – CLINICAL</w:t>
      </w:r>
    </w:p>
    <w:p w:rsidR="004D703F" w:rsidRPr="004B032D" w:rsidRDefault="004D703F" w:rsidP="00FA0796">
      <w:pPr>
        <w:jc w:val="center"/>
        <w:rPr>
          <w:b/>
          <w:bCs/>
        </w:rPr>
      </w:pPr>
      <w:r>
        <w:rPr>
          <w:b/>
          <w:bCs/>
        </w:rPr>
        <w:t>ASSIGNMENT NO. 2</w:t>
      </w:r>
    </w:p>
    <w:p w:rsidR="004D703F" w:rsidRPr="004B032D" w:rsidRDefault="004D703F" w:rsidP="00AA54B2">
      <w:pPr>
        <w:jc w:val="center"/>
        <w:rPr>
          <w:b/>
          <w:bCs/>
        </w:rPr>
      </w:pPr>
      <w:r w:rsidRPr="004B032D">
        <w:rPr>
          <w:b/>
          <w:bCs/>
        </w:rPr>
        <w:t>LABORATORY</w:t>
      </w:r>
      <w:r>
        <w:rPr>
          <w:b/>
          <w:bCs/>
        </w:rPr>
        <w:t xml:space="preserve"> TEST </w:t>
      </w:r>
      <w:r w:rsidRPr="004B032D">
        <w:rPr>
          <w:b/>
          <w:bCs/>
        </w:rPr>
        <w:t xml:space="preserve"> ANALYSIS</w:t>
      </w:r>
    </w:p>
    <w:p w:rsidR="004D703F" w:rsidRDefault="004D703F" w:rsidP="00AA54B2">
      <w:pPr>
        <w:jc w:val="center"/>
        <w:rPr>
          <w:b/>
          <w:bCs/>
        </w:rPr>
      </w:pPr>
    </w:p>
    <w:p w:rsidR="004D703F" w:rsidRDefault="004D703F" w:rsidP="00C86C4A">
      <w:pPr>
        <w:jc w:val="center"/>
        <w:rPr>
          <w:b/>
          <w:bCs/>
        </w:rPr>
      </w:pPr>
      <w:r>
        <w:rPr>
          <w:b/>
          <w:bCs/>
        </w:rPr>
        <w:t>Name of Student ______________________________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Score: </w:t>
      </w:r>
      <w:r>
        <w:rPr>
          <w:b/>
          <w:bCs/>
          <w:u w:val="single"/>
        </w:rPr>
        <w:t>___ / 2.5  marks</w:t>
      </w:r>
      <w:r w:rsidRPr="00116EB4">
        <w:rPr>
          <w:b/>
          <w:bCs/>
          <w:u w:val="single"/>
        </w:rPr>
        <w:t>_</w:t>
      </w:r>
    </w:p>
    <w:p w:rsidR="004D703F" w:rsidRDefault="004D703F" w:rsidP="00AA54B2">
      <w:pPr>
        <w:jc w:val="center"/>
        <w:rPr>
          <w:b/>
          <w:bCs/>
        </w:rPr>
      </w:pPr>
      <w:r>
        <w:rPr>
          <w:b/>
          <w:bCs/>
        </w:rPr>
        <w:t>Name of Teacher ______________________________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Date Submitted ____________</w:t>
      </w:r>
    </w:p>
    <w:p w:rsidR="004D703F" w:rsidRDefault="004D703F" w:rsidP="00AA54B2">
      <w:pPr>
        <w:jc w:val="center"/>
        <w:rPr>
          <w:b/>
          <w:bCs/>
        </w:rPr>
      </w:pPr>
    </w:p>
    <w:p w:rsidR="004D703F" w:rsidRPr="005D459D" w:rsidRDefault="004D703F" w:rsidP="00AA54B2">
      <w:pPr>
        <w:jc w:val="center"/>
        <w:rPr>
          <w:b/>
        </w:rPr>
      </w:pPr>
      <w:r w:rsidRPr="005D459D">
        <w:rPr>
          <w:b/>
        </w:rPr>
        <w:t>Instruction:  Answers must be printed.</w:t>
      </w:r>
    </w:p>
    <w:p w:rsidR="004D703F" w:rsidRDefault="004D703F" w:rsidP="000037EE">
      <w:r>
        <w:br w:type="page"/>
      </w:r>
    </w:p>
    <w:p w:rsidR="004D703F" w:rsidRDefault="004D703F"/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35"/>
        <w:gridCol w:w="2946"/>
        <w:gridCol w:w="2225"/>
        <w:gridCol w:w="916"/>
        <w:gridCol w:w="74"/>
        <w:gridCol w:w="162"/>
        <w:gridCol w:w="103"/>
        <w:gridCol w:w="1488"/>
        <w:gridCol w:w="1924"/>
        <w:gridCol w:w="1701"/>
      </w:tblGrid>
      <w:tr w:rsidR="004D703F" w:rsidRPr="000B7E22" w:rsidTr="004E6F3D">
        <w:trPr>
          <w:trHeight w:val="1212"/>
        </w:trPr>
        <w:tc>
          <w:tcPr>
            <w:tcW w:w="13955" w:type="dxa"/>
            <w:gridSpan w:val="10"/>
            <w:vAlign w:val="center"/>
          </w:tcPr>
          <w:p w:rsidR="004D703F" w:rsidRPr="004E6F3D" w:rsidRDefault="004D703F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52"/>
                <w:szCs w:val="52"/>
              </w:rPr>
            </w:pPr>
            <w:r w:rsidRPr="004E6F3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52"/>
                <w:szCs w:val="52"/>
              </w:rPr>
              <w:t>Common Drugs in ICU</w:t>
            </w:r>
          </w:p>
        </w:tc>
      </w:tr>
      <w:tr w:rsidR="004D703F" w:rsidRPr="000B7E22" w:rsidTr="004E6F3D">
        <w:trPr>
          <w:trHeight w:val="841"/>
        </w:trPr>
        <w:tc>
          <w:tcPr>
            <w:tcW w:w="2788" w:type="dxa"/>
            <w:vAlign w:val="center"/>
          </w:tcPr>
          <w:p w:rsidR="004D703F" w:rsidRPr="000B7E22" w:rsidRDefault="004D703F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Side effect</w:t>
            </w:r>
          </w:p>
        </w:tc>
        <w:tc>
          <w:tcPr>
            <w:tcW w:w="3060" w:type="dxa"/>
            <w:vAlign w:val="center"/>
          </w:tcPr>
          <w:p w:rsidR="004D703F" w:rsidRPr="000B7E22" w:rsidRDefault="004D703F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rtl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Indication of use</w:t>
            </w:r>
          </w:p>
        </w:tc>
        <w:tc>
          <w:tcPr>
            <w:tcW w:w="2319" w:type="dxa"/>
            <w:vAlign w:val="center"/>
          </w:tcPr>
          <w:p w:rsidR="004D703F" w:rsidRPr="000B7E22" w:rsidRDefault="004D703F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Action of drug</w:t>
            </w:r>
          </w:p>
        </w:tc>
        <w:tc>
          <w:tcPr>
            <w:tcW w:w="1275" w:type="dxa"/>
            <w:gridSpan w:val="4"/>
            <w:vAlign w:val="center"/>
          </w:tcPr>
          <w:p w:rsidR="004D703F" w:rsidRPr="000B7E22" w:rsidRDefault="004D703F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Class of drug</w:t>
            </w:r>
          </w:p>
        </w:tc>
        <w:tc>
          <w:tcPr>
            <w:tcW w:w="838" w:type="dxa"/>
            <w:vAlign w:val="center"/>
          </w:tcPr>
          <w:p w:rsidR="004D703F" w:rsidRPr="000B7E22" w:rsidRDefault="004D703F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Antidote </w:t>
            </w:r>
          </w:p>
        </w:tc>
        <w:tc>
          <w:tcPr>
            <w:tcW w:w="1974" w:type="dxa"/>
            <w:vAlign w:val="center"/>
          </w:tcPr>
          <w:p w:rsidR="004D703F" w:rsidRPr="000B7E22" w:rsidRDefault="004D703F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Generic &amp; trade names of drug</w:t>
            </w:r>
          </w:p>
        </w:tc>
        <w:tc>
          <w:tcPr>
            <w:tcW w:w="1701" w:type="dxa"/>
            <w:vAlign w:val="center"/>
          </w:tcPr>
          <w:p w:rsidR="004D703F" w:rsidRPr="000B7E22" w:rsidRDefault="004D703F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Name of the drug</w:t>
            </w:r>
          </w:p>
        </w:tc>
      </w:tr>
      <w:tr w:rsidR="004D703F" w:rsidRPr="000B7E22" w:rsidTr="004E6F3D">
        <w:trPr>
          <w:trHeight w:val="1132"/>
        </w:trPr>
        <w:tc>
          <w:tcPr>
            <w:tcW w:w="2788" w:type="dxa"/>
          </w:tcPr>
          <w:p w:rsidR="004D703F" w:rsidRPr="000B7E22" w:rsidRDefault="004D703F" w:rsidP="000B7E22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60" w:type="dxa"/>
          </w:tcPr>
          <w:p w:rsidR="004D703F" w:rsidRPr="000B7E22" w:rsidRDefault="004D703F" w:rsidP="00AA54B2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19" w:type="dxa"/>
          </w:tcPr>
          <w:p w:rsidR="004D703F" w:rsidRPr="000B7E22" w:rsidRDefault="004D703F" w:rsidP="000B7E22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</w:tcPr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8" w:type="dxa"/>
          </w:tcPr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74" w:type="dxa"/>
          </w:tcPr>
          <w:p w:rsidR="004D703F" w:rsidRPr="000B7E22" w:rsidRDefault="004D703F" w:rsidP="00AA54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E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Generic name: </w:t>
            </w:r>
          </w:p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E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Brand name: </w:t>
            </w:r>
          </w:p>
        </w:tc>
        <w:tc>
          <w:tcPr>
            <w:tcW w:w="1701" w:type="dxa"/>
            <w:vAlign w:val="center"/>
          </w:tcPr>
          <w:p w:rsidR="004D703F" w:rsidRPr="000B7E22" w:rsidRDefault="004D703F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rtl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Morphine</w:t>
            </w:r>
          </w:p>
        </w:tc>
      </w:tr>
      <w:tr w:rsidR="004D703F" w:rsidRPr="000B7E22" w:rsidTr="004E6F3D">
        <w:trPr>
          <w:trHeight w:val="1022"/>
        </w:trPr>
        <w:tc>
          <w:tcPr>
            <w:tcW w:w="2788" w:type="dxa"/>
          </w:tcPr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4D703F" w:rsidRPr="000B7E22" w:rsidRDefault="004D703F" w:rsidP="000B7E22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19" w:type="dxa"/>
          </w:tcPr>
          <w:p w:rsidR="004D703F" w:rsidRPr="000B7E22" w:rsidRDefault="004D703F" w:rsidP="000B7E22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75" w:type="dxa"/>
            <w:gridSpan w:val="4"/>
          </w:tcPr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8" w:type="dxa"/>
          </w:tcPr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74" w:type="dxa"/>
          </w:tcPr>
          <w:p w:rsidR="004D703F" w:rsidRPr="000B7E22" w:rsidRDefault="004D703F" w:rsidP="00AA54B2">
            <w:pPr>
              <w:bidi w:val="0"/>
              <w:spacing w:after="150" w:line="345" w:lineRule="atLeast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E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Generic name:  </w:t>
            </w:r>
          </w:p>
          <w:p w:rsidR="004D703F" w:rsidRPr="000B7E22" w:rsidRDefault="004D703F" w:rsidP="000B7E22">
            <w:pPr>
              <w:bidi w:val="0"/>
              <w:spacing w:after="150" w:line="345" w:lineRule="atLeast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0B7E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Brand name: </w:t>
            </w:r>
          </w:p>
        </w:tc>
        <w:tc>
          <w:tcPr>
            <w:tcW w:w="1701" w:type="dxa"/>
            <w:vAlign w:val="center"/>
          </w:tcPr>
          <w:p w:rsidR="004D703F" w:rsidRPr="000B7E22" w:rsidRDefault="004D703F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Fentanyl</w:t>
            </w:r>
          </w:p>
        </w:tc>
      </w:tr>
      <w:tr w:rsidR="004D703F" w:rsidRPr="000B7E22" w:rsidTr="004E6F3D">
        <w:trPr>
          <w:trHeight w:val="757"/>
        </w:trPr>
        <w:tc>
          <w:tcPr>
            <w:tcW w:w="2788" w:type="dxa"/>
          </w:tcPr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4D703F" w:rsidRPr="000B7E22" w:rsidRDefault="004D703F" w:rsidP="00AA54B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4D703F" w:rsidRPr="000B7E22" w:rsidRDefault="004D703F" w:rsidP="00AA54B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75" w:type="dxa"/>
            <w:gridSpan w:val="4"/>
          </w:tcPr>
          <w:p w:rsidR="004D703F" w:rsidRPr="000B7E22" w:rsidRDefault="004D703F" w:rsidP="00AA54B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838" w:type="dxa"/>
          </w:tcPr>
          <w:p w:rsidR="004D703F" w:rsidRPr="000B7E22" w:rsidRDefault="004D703F" w:rsidP="00AA54B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974" w:type="dxa"/>
          </w:tcPr>
          <w:p w:rsidR="004D703F" w:rsidRPr="000B7E22" w:rsidRDefault="004D703F" w:rsidP="00AA54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0B7E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Generic name: </w:t>
            </w:r>
          </w:p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0B7E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Brand name: </w:t>
            </w:r>
          </w:p>
        </w:tc>
        <w:tc>
          <w:tcPr>
            <w:tcW w:w="1701" w:type="dxa"/>
            <w:vAlign w:val="center"/>
          </w:tcPr>
          <w:p w:rsidR="004D703F" w:rsidRPr="000B7E22" w:rsidRDefault="004D703F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Lasix</w:t>
            </w:r>
          </w:p>
        </w:tc>
      </w:tr>
      <w:tr w:rsidR="004D703F" w:rsidRPr="000B7E22" w:rsidTr="004E6F3D">
        <w:trPr>
          <w:trHeight w:val="838"/>
        </w:trPr>
        <w:tc>
          <w:tcPr>
            <w:tcW w:w="2788" w:type="dxa"/>
          </w:tcPr>
          <w:p w:rsidR="004D703F" w:rsidRPr="000B7E22" w:rsidRDefault="004D703F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7E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275" w:type="dxa"/>
            <w:gridSpan w:val="4"/>
          </w:tcPr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38" w:type="dxa"/>
          </w:tcPr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974" w:type="dxa"/>
          </w:tcPr>
          <w:p w:rsidR="004D703F" w:rsidRDefault="004D703F" w:rsidP="005D6D1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4D703F" w:rsidRDefault="004D703F" w:rsidP="005D6D14">
            <w:pPr>
              <w:jc w:val="right"/>
              <w:rPr>
                <w:sz w:val="28"/>
                <w:szCs w:val="28"/>
              </w:rPr>
            </w:pPr>
            <w:r w:rsidRPr="000B7E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Brand name:</w:t>
            </w:r>
          </w:p>
          <w:p w:rsidR="004D703F" w:rsidRPr="000F2E6F" w:rsidRDefault="004D703F" w:rsidP="005D6D14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4D703F" w:rsidRPr="000B7E22" w:rsidRDefault="004D703F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0B7E2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Heparin</w:t>
            </w:r>
          </w:p>
        </w:tc>
      </w:tr>
      <w:tr w:rsidR="004D703F" w:rsidRPr="000B7E22" w:rsidTr="004E6F3D">
        <w:trPr>
          <w:trHeight w:val="934"/>
        </w:trPr>
        <w:tc>
          <w:tcPr>
            <w:tcW w:w="2788" w:type="dxa"/>
          </w:tcPr>
          <w:p w:rsidR="004D703F" w:rsidRPr="000B7E22" w:rsidRDefault="004D703F" w:rsidP="00AA54B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170" w:type="dxa"/>
            <w:gridSpan w:val="3"/>
          </w:tcPr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943" w:type="dxa"/>
            <w:gridSpan w:val="2"/>
          </w:tcPr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974" w:type="dxa"/>
          </w:tcPr>
          <w:p w:rsidR="004D703F" w:rsidRDefault="004D703F" w:rsidP="00AA54B2">
            <w:pPr>
              <w:pStyle w:val="Heading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  <w:r w:rsidRPr="000B7E22">
              <w:rPr>
                <w:color w:val="000000"/>
                <w:sz w:val="28"/>
                <w:szCs w:val="28"/>
              </w:rPr>
              <w:t>Brand name:</w:t>
            </w:r>
          </w:p>
          <w:p w:rsidR="004D703F" w:rsidRDefault="004D703F" w:rsidP="00AA54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4D703F" w:rsidRDefault="004D703F" w:rsidP="00AA54B2">
            <w:pPr>
              <w:pStyle w:val="Heading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</w:p>
          <w:p w:rsidR="004D703F" w:rsidRDefault="004D703F" w:rsidP="00AA54B2">
            <w:pPr>
              <w:pStyle w:val="Heading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</w:p>
          <w:p w:rsidR="004D703F" w:rsidRDefault="004D703F" w:rsidP="005D6D14">
            <w:pPr>
              <w:jc w:val="right"/>
              <w:rPr>
                <w:sz w:val="28"/>
                <w:szCs w:val="28"/>
                <w:rtl/>
              </w:rPr>
            </w:pPr>
          </w:p>
          <w:p w:rsidR="004D703F" w:rsidRPr="000F2E6F" w:rsidRDefault="004D703F" w:rsidP="005D6D1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D703F" w:rsidRPr="000B7E22" w:rsidRDefault="004D703F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rtl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Dopamin</w:t>
            </w:r>
          </w:p>
        </w:tc>
      </w:tr>
      <w:tr w:rsidR="004D703F" w:rsidRPr="000B7E22" w:rsidTr="004E6F3D">
        <w:trPr>
          <w:trHeight w:val="1340"/>
        </w:trPr>
        <w:tc>
          <w:tcPr>
            <w:tcW w:w="2788" w:type="dxa"/>
          </w:tcPr>
          <w:p w:rsidR="004D703F" w:rsidRPr="000B7E22" w:rsidRDefault="004D703F" w:rsidP="00AA54B2">
            <w:pPr>
              <w:pStyle w:val="NormalWeb"/>
              <w:shd w:val="clear" w:color="auto" w:fill="FFFFFF"/>
              <w:spacing w:before="0" w:after="0"/>
              <w:textAlignment w:val="baseline"/>
              <w:rPr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170" w:type="dxa"/>
            <w:gridSpan w:val="3"/>
          </w:tcPr>
          <w:p w:rsidR="004D703F" w:rsidRPr="000B7E22" w:rsidRDefault="004D703F" w:rsidP="000B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943" w:type="dxa"/>
            <w:gridSpan w:val="2"/>
          </w:tcPr>
          <w:p w:rsidR="004D703F" w:rsidRPr="000B7E22" w:rsidRDefault="004D703F" w:rsidP="000B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974" w:type="dxa"/>
          </w:tcPr>
          <w:p w:rsidR="004D703F" w:rsidRDefault="004D703F" w:rsidP="00AA54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4D703F" w:rsidRDefault="004D703F" w:rsidP="005D6D14">
            <w:pPr>
              <w:pStyle w:val="Heading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  <w:r>
              <w:rPr>
                <w:b w:val="0"/>
                <w:bCs w:val="0"/>
                <w:sz w:val="28"/>
                <w:szCs w:val="28"/>
              </w:rPr>
              <w:t>Brand</w:t>
            </w:r>
            <w:r w:rsidRPr="000F2E6F">
              <w:rPr>
                <w:b w:val="0"/>
                <w:bCs w:val="0"/>
                <w:sz w:val="28"/>
                <w:szCs w:val="28"/>
              </w:rPr>
              <w:t xml:space="preserve"> name: </w:t>
            </w:r>
          </w:p>
          <w:p w:rsidR="004D703F" w:rsidRPr="000F2E6F" w:rsidRDefault="004D703F" w:rsidP="00AA54B2">
            <w:pPr>
              <w:pStyle w:val="Heading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4D703F" w:rsidRPr="000B7E22" w:rsidRDefault="004D703F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Midazolam</w:t>
            </w:r>
          </w:p>
          <w:p w:rsidR="004D703F" w:rsidRPr="000B7E22" w:rsidRDefault="004D703F" w:rsidP="000B7E22">
            <w:pPr>
              <w:spacing w:after="0" w:line="240" w:lineRule="auto"/>
              <w:jc w:val="center"/>
              <w:rPr>
                <w:rtl/>
              </w:rPr>
            </w:pPr>
          </w:p>
        </w:tc>
      </w:tr>
      <w:tr w:rsidR="004D703F" w:rsidRPr="000B7E22" w:rsidTr="004E6F3D">
        <w:trPr>
          <w:trHeight w:val="989"/>
        </w:trPr>
        <w:tc>
          <w:tcPr>
            <w:tcW w:w="2788" w:type="dxa"/>
          </w:tcPr>
          <w:p w:rsidR="004D703F" w:rsidRPr="000B7E22" w:rsidRDefault="004D703F" w:rsidP="000B7E22">
            <w:pPr>
              <w:shd w:val="clear" w:color="auto" w:fill="FFFFFF"/>
              <w:bidi w:val="0"/>
              <w:spacing w:after="3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B7E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703F" w:rsidRPr="000B7E22" w:rsidRDefault="004D703F" w:rsidP="000B7E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4D703F" w:rsidRPr="000B7E22" w:rsidRDefault="004D703F" w:rsidP="00AA54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170" w:type="dxa"/>
            <w:gridSpan w:val="3"/>
          </w:tcPr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943" w:type="dxa"/>
            <w:gridSpan w:val="2"/>
          </w:tcPr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974" w:type="dxa"/>
          </w:tcPr>
          <w:p w:rsidR="004D703F" w:rsidRDefault="004D703F" w:rsidP="00AA54B2">
            <w:pPr>
              <w:pStyle w:val="Heading4"/>
              <w:shd w:val="clear" w:color="auto" w:fill="FFFFFF"/>
              <w:spacing w:before="0" w:after="300" w:line="345" w:lineRule="atLeast"/>
              <w:rPr>
                <w:color w:val="000000"/>
                <w:sz w:val="28"/>
                <w:szCs w:val="28"/>
              </w:rPr>
            </w:pPr>
            <w:r w:rsidRPr="000B7E22">
              <w:rPr>
                <w:color w:val="000000"/>
                <w:sz w:val="28"/>
                <w:szCs w:val="28"/>
              </w:rPr>
              <w:t>Brand name:</w:t>
            </w:r>
          </w:p>
          <w:p w:rsidR="004D703F" w:rsidRDefault="004D703F" w:rsidP="00AA54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4D703F" w:rsidRDefault="004D703F" w:rsidP="00AA54B2">
            <w:pPr>
              <w:pStyle w:val="Heading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</w:p>
          <w:p w:rsidR="004D703F" w:rsidRDefault="004D703F" w:rsidP="005D6D14">
            <w:pPr>
              <w:jc w:val="right"/>
              <w:rPr>
                <w:sz w:val="28"/>
                <w:szCs w:val="28"/>
              </w:rPr>
            </w:pPr>
          </w:p>
          <w:p w:rsidR="004D703F" w:rsidRPr="000F2E6F" w:rsidRDefault="004D703F" w:rsidP="005D6D14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4D703F" w:rsidRPr="000B7E22" w:rsidRDefault="004D703F" w:rsidP="000B7E22">
            <w:pPr>
              <w:spacing w:after="0" w:line="240" w:lineRule="auto"/>
              <w:jc w:val="center"/>
              <w:rPr>
                <w:rtl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Propfol</w:t>
            </w:r>
          </w:p>
        </w:tc>
      </w:tr>
      <w:tr w:rsidR="004D703F" w:rsidRPr="000B7E22" w:rsidTr="004E6F3D">
        <w:trPr>
          <w:trHeight w:val="989"/>
        </w:trPr>
        <w:tc>
          <w:tcPr>
            <w:tcW w:w="2788" w:type="dxa"/>
          </w:tcPr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0B7E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9" w:type="dxa"/>
          </w:tcPr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005" w:type="dxa"/>
            <w:gridSpan w:val="2"/>
          </w:tcPr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108" w:type="dxa"/>
            <w:gridSpan w:val="3"/>
          </w:tcPr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974" w:type="dxa"/>
          </w:tcPr>
          <w:p w:rsidR="004D703F" w:rsidRDefault="004D703F" w:rsidP="00AA54B2">
            <w:pPr>
              <w:pStyle w:val="Heading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  <w:r w:rsidRPr="000B7E22">
              <w:rPr>
                <w:color w:val="000000"/>
                <w:sz w:val="28"/>
                <w:szCs w:val="28"/>
              </w:rPr>
              <w:t>Brand name:</w:t>
            </w:r>
          </w:p>
          <w:p w:rsidR="004D703F" w:rsidRDefault="004D703F" w:rsidP="00AA54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4D703F" w:rsidRPr="000F2E6F" w:rsidRDefault="004D703F" w:rsidP="005D6D1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D703F" w:rsidRPr="000B7E22" w:rsidRDefault="004D703F" w:rsidP="000B7E22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Digoxin</w:t>
            </w:r>
          </w:p>
        </w:tc>
      </w:tr>
      <w:tr w:rsidR="004D703F" w:rsidRPr="000B7E22" w:rsidTr="004E6F3D">
        <w:trPr>
          <w:trHeight w:val="989"/>
        </w:trPr>
        <w:tc>
          <w:tcPr>
            <w:tcW w:w="2788" w:type="dxa"/>
          </w:tcPr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4D703F" w:rsidRPr="000B7E22" w:rsidRDefault="004D703F" w:rsidP="00AA54B2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005" w:type="dxa"/>
            <w:gridSpan w:val="2"/>
          </w:tcPr>
          <w:p w:rsidR="004D703F" w:rsidRPr="000B7E22" w:rsidRDefault="004D703F" w:rsidP="00AA54B2">
            <w:pPr>
              <w:bidi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108" w:type="dxa"/>
            <w:gridSpan w:val="3"/>
          </w:tcPr>
          <w:p w:rsidR="004D703F" w:rsidRPr="000B7E22" w:rsidRDefault="004D703F" w:rsidP="00AA54B2">
            <w:pPr>
              <w:bidi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974" w:type="dxa"/>
          </w:tcPr>
          <w:p w:rsidR="004D703F" w:rsidRDefault="004D703F" w:rsidP="005D6D14">
            <w:pPr>
              <w:pStyle w:val="Heading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  <w:r w:rsidRPr="000F2E6F">
              <w:rPr>
                <w:b w:val="0"/>
                <w:bCs w:val="0"/>
                <w:sz w:val="28"/>
                <w:szCs w:val="28"/>
              </w:rPr>
              <w:t xml:space="preserve">Brand name: </w:t>
            </w:r>
          </w:p>
          <w:p w:rsidR="004D703F" w:rsidRDefault="004D703F" w:rsidP="00AA54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4D703F" w:rsidRPr="000F2E6F" w:rsidRDefault="004D703F" w:rsidP="005D6D14">
            <w:pPr>
              <w:pStyle w:val="Heading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4D703F" w:rsidRPr="000B7E22" w:rsidRDefault="004D703F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Levophed</w:t>
            </w:r>
          </w:p>
        </w:tc>
      </w:tr>
      <w:tr w:rsidR="004D703F" w:rsidRPr="000B7E22" w:rsidTr="004E6F3D">
        <w:trPr>
          <w:trHeight w:val="989"/>
        </w:trPr>
        <w:tc>
          <w:tcPr>
            <w:tcW w:w="2788" w:type="dxa"/>
          </w:tcPr>
          <w:p w:rsidR="004D703F" w:rsidRPr="000B7E22" w:rsidRDefault="004D703F" w:rsidP="00AA54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4D703F" w:rsidRPr="000B7E22" w:rsidRDefault="004D703F" w:rsidP="00AA54B2">
            <w:pPr>
              <w:shd w:val="clear" w:color="auto" w:fill="FFFFFF"/>
              <w:spacing w:after="144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05" w:type="dxa"/>
            <w:gridSpan w:val="2"/>
          </w:tcPr>
          <w:p w:rsidR="004D703F" w:rsidRPr="000B7E22" w:rsidRDefault="004D703F" w:rsidP="00AA54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108" w:type="dxa"/>
            <w:gridSpan w:val="3"/>
          </w:tcPr>
          <w:p w:rsidR="004D703F" w:rsidRPr="000B7E22" w:rsidRDefault="004D703F" w:rsidP="00AA54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974" w:type="dxa"/>
          </w:tcPr>
          <w:p w:rsidR="004D703F" w:rsidRDefault="004D703F" w:rsidP="005D6D1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4D703F" w:rsidRDefault="004D703F" w:rsidP="00AA54B2">
            <w:pPr>
              <w:pStyle w:val="Heading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  <w:r w:rsidRPr="000F2E6F">
              <w:rPr>
                <w:b w:val="0"/>
                <w:bCs w:val="0"/>
                <w:sz w:val="28"/>
                <w:szCs w:val="28"/>
              </w:rPr>
              <w:t xml:space="preserve">Brand name: </w:t>
            </w:r>
          </w:p>
          <w:p w:rsidR="004D703F" w:rsidRDefault="004D703F" w:rsidP="005D6D14">
            <w:pPr>
              <w:jc w:val="right"/>
              <w:rPr>
                <w:sz w:val="28"/>
                <w:szCs w:val="28"/>
              </w:rPr>
            </w:pPr>
          </w:p>
          <w:p w:rsidR="004D703F" w:rsidRPr="000F2E6F" w:rsidRDefault="004D703F" w:rsidP="005D6D14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4D703F" w:rsidRPr="000B7E22" w:rsidRDefault="004D703F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0B7E22">
                <w:rPr>
                  <w:rStyle w:val="Hyperlink"/>
                  <w:rFonts w:ascii="Times New Roman" w:hAnsi="Times New Roman"/>
                  <w:b/>
                  <w:bCs/>
                  <w:color w:val="000000"/>
                  <w:sz w:val="28"/>
                  <w:szCs w:val="28"/>
                  <w:u w:val="none"/>
                </w:rPr>
                <w:t>Dobutamine</w:t>
              </w:r>
            </w:hyperlink>
          </w:p>
          <w:p w:rsidR="004D703F" w:rsidRPr="000B7E22" w:rsidRDefault="004D703F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</w:tr>
      <w:tr w:rsidR="004D703F" w:rsidRPr="000B7E22" w:rsidTr="004E6F3D">
        <w:trPr>
          <w:trHeight w:val="989"/>
        </w:trPr>
        <w:tc>
          <w:tcPr>
            <w:tcW w:w="2788" w:type="dxa"/>
          </w:tcPr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4D703F" w:rsidRPr="000B7E22" w:rsidRDefault="004D703F" w:rsidP="00AA54B2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4D703F" w:rsidRPr="000B7E22" w:rsidRDefault="004D703F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05" w:type="dxa"/>
            <w:gridSpan w:val="2"/>
          </w:tcPr>
          <w:p w:rsidR="004D703F" w:rsidRPr="000B7E22" w:rsidRDefault="004D703F" w:rsidP="00AA54B2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108" w:type="dxa"/>
            <w:gridSpan w:val="3"/>
          </w:tcPr>
          <w:p w:rsidR="004D703F" w:rsidRPr="000B7E22" w:rsidRDefault="004D703F" w:rsidP="00AA54B2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974" w:type="dxa"/>
          </w:tcPr>
          <w:p w:rsidR="004D703F" w:rsidRDefault="004D703F" w:rsidP="00AA54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4D703F" w:rsidRDefault="004D703F" w:rsidP="00AA54B2">
            <w:pPr>
              <w:pStyle w:val="Heading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  <w:r w:rsidRPr="000F2E6F">
              <w:rPr>
                <w:b w:val="0"/>
                <w:bCs w:val="0"/>
                <w:sz w:val="28"/>
                <w:szCs w:val="28"/>
              </w:rPr>
              <w:t xml:space="preserve">Brand name: </w:t>
            </w:r>
          </w:p>
          <w:p w:rsidR="004D703F" w:rsidRPr="000F2E6F" w:rsidRDefault="004D703F" w:rsidP="005D6D1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D703F" w:rsidRPr="000B7E22" w:rsidRDefault="004D703F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Albumin</w:t>
            </w:r>
          </w:p>
          <w:p w:rsidR="004D703F" w:rsidRPr="000B7E22" w:rsidRDefault="004D703F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</w:tr>
      <w:tr w:rsidR="004D703F" w:rsidRPr="000B7E22" w:rsidTr="004E6F3D">
        <w:trPr>
          <w:trHeight w:val="989"/>
        </w:trPr>
        <w:tc>
          <w:tcPr>
            <w:tcW w:w="2788" w:type="dxa"/>
          </w:tcPr>
          <w:p w:rsidR="004D703F" w:rsidRPr="000B7E22" w:rsidRDefault="004D703F" w:rsidP="000B7E22">
            <w:pPr>
              <w:wordWrap w:val="0"/>
              <w:spacing w:after="0" w:line="240" w:lineRule="auto"/>
              <w:jc w:val="right"/>
              <w:rPr>
                <w:rFonts w:cs="Times New Roman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4D703F" w:rsidRPr="000B7E22" w:rsidRDefault="004D703F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9" w:type="dxa"/>
          </w:tcPr>
          <w:p w:rsidR="004D703F" w:rsidRPr="000B7E22" w:rsidRDefault="004D703F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4D703F" w:rsidRPr="000B7E22" w:rsidRDefault="004D703F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gridSpan w:val="4"/>
          </w:tcPr>
          <w:p w:rsidR="004D703F" w:rsidRPr="000B7E22" w:rsidRDefault="004D703F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4" w:type="dxa"/>
          </w:tcPr>
          <w:p w:rsidR="004D703F" w:rsidRDefault="004D703F" w:rsidP="005D6D14">
            <w:pPr>
              <w:pStyle w:val="Heading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  <w:r w:rsidRPr="000F2E6F">
              <w:rPr>
                <w:b w:val="0"/>
                <w:bCs w:val="0"/>
                <w:sz w:val="28"/>
                <w:szCs w:val="28"/>
              </w:rPr>
              <w:t xml:space="preserve">Brand name: </w:t>
            </w:r>
          </w:p>
          <w:p w:rsidR="004D703F" w:rsidRDefault="004D703F" w:rsidP="00AA54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4D703F" w:rsidRPr="000F2E6F" w:rsidRDefault="004D703F" w:rsidP="005D6D14">
            <w:pPr>
              <w:pStyle w:val="Heading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4D703F" w:rsidRPr="000B7E22" w:rsidRDefault="004D703F" w:rsidP="000B7E22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7E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Sodium</w:t>
            </w:r>
          </w:p>
          <w:p w:rsidR="004D703F" w:rsidRPr="000B7E22" w:rsidRDefault="004D703F" w:rsidP="000B7E22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B7E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bicarbonate</w:t>
            </w:r>
          </w:p>
        </w:tc>
      </w:tr>
      <w:tr w:rsidR="004D703F" w:rsidRPr="000B7E22" w:rsidTr="004E6F3D">
        <w:trPr>
          <w:trHeight w:val="989"/>
        </w:trPr>
        <w:tc>
          <w:tcPr>
            <w:tcW w:w="2788" w:type="dxa"/>
          </w:tcPr>
          <w:p w:rsidR="004D703F" w:rsidRPr="000B7E22" w:rsidRDefault="004D703F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0" w:type="dxa"/>
          </w:tcPr>
          <w:p w:rsidR="004D703F" w:rsidRPr="000B7E22" w:rsidRDefault="004D703F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9" w:type="dxa"/>
          </w:tcPr>
          <w:p w:rsidR="004D703F" w:rsidRPr="000B7E22" w:rsidRDefault="004D703F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4D703F" w:rsidRPr="000B7E22" w:rsidRDefault="004D703F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gridSpan w:val="4"/>
          </w:tcPr>
          <w:p w:rsidR="004D703F" w:rsidRPr="000B7E22" w:rsidRDefault="004D703F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4" w:type="dxa"/>
          </w:tcPr>
          <w:p w:rsidR="004D703F" w:rsidRDefault="004D703F" w:rsidP="005D6D1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4D703F" w:rsidRDefault="004D703F" w:rsidP="00AA54B2">
            <w:pPr>
              <w:pStyle w:val="Heading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  <w:r w:rsidRPr="000F2E6F">
              <w:rPr>
                <w:b w:val="0"/>
                <w:bCs w:val="0"/>
                <w:sz w:val="28"/>
                <w:szCs w:val="28"/>
              </w:rPr>
              <w:t xml:space="preserve">Brand name: </w:t>
            </w:r>
          </w:p>
          <w:p w:rsidR="004D703F" w:rsidRPr="000F2E6F" w:rsidRDefault="004D703F" w:rsidP="005D6D14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4D703F" w:rsidRPr="000B7E22" w:rsidRDefault="004D703F" w:rsidP="000B7E22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B7E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Magnesium chloride</w:t>
            </w:r>
          </w:p>
        </w:tc>
      </w:tr>
      <w:tr w:rsidR="004D703F" w:rsidRPr="000B7E22" w:rsidTr="004E6F3D">
        <w:trPr>
          <w:trHeight w:val="989"/>
        </w:trPr>
        <w:tc>
          <w:tcPr>
            <w:tcW w:w="2788" w:type="dxa"/>
          </w:tcPr>
          <w:p w:rsidR="004D703F" w:rsidRPr="000B7E22" w:rsidRDefault="004D703F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0" w:type="dxa"/>
          </w:tcPr>
          <w:p w:rsidR="004D703F" w:rsidRPr="000B7E22" w:rsidRDefault="004D703F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9" w:type="dxa"/>
          </w:tcPr>
          <w:p w:rsidR="004D703F" w:rsidRPr="000B7E22" w:rsidRDefault="004D703F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4D703F" w:rsidRPr="000B7E22" w:rsidRDefault="004D703F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gridSpan w:val="4"/>
          </w:tcPr>
          <w:p w:rsidR="004D703F" w:rsidRPr="000B7E22" w:rsidRDefault="004D703F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4" w:type="dxa"/>
          </w:tcPr>
          <w:p w:rsidR="004D703F" w:rsidRDefault="004D703F" w:rsidP="00AA54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4D703F" w:rsidRDefault="004D703F" w:rsidP="00AA54B2">
            <w:pPr>
              <w:pStyle w:val="Heading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  <w:r w:rsidRPr="000F2E6F">
              <w:rPr>
                <w:b w:val="0"/>
                <w:bCs w:val="0"/>
                <w:sz w:val="28"/>
                <w:szCs w:val="28"/>
              </w:rPr>
              <w:t xml:space="preserve">Brand name: </w:t>
            </w:r>
          </w:p>
          <w:p w:rsidR="004D703F" w:rsidRPr="000F2E6F" w:rsidRDefault="004D703F" w:rsidP="005D6D1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D703F" w:rsidRPr="000B7E22" w:rsidRDefault="004D703F" w:rsidP="000B7E22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B7E2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Potassium chloride</w:t>
            </w:r>
          </w:p>
        </w:tc>
      </w:tr>
    </w:tbl>
    <w:p w:rsidR="004D703F" w:rsidRDefault="004D703F"/>
    <w:p w:rsidR="004D703F" w:rsidRDefault="004D703F" w:rsidP="004E6F3D">
      <w:pPr>
        <w:jc w:val="center"/>
        <w:rPr>
          <w:b/>
          <w:bCs/>
        </w:rPr>
      </w:pPr>
      <w:r>
        <w:rPr>
          <w:b/>
          <w:bCs/>
        </w:rPr>
        <w:t>Reference:  any nursing drug book</w:t>
      </w:r>
    </w:p>
    <w:p w:rsidR="004D703F" w:rsidRDefault="004D703F" w:rsidP="004E6F3D">
      <w:pPr>
        <w:jc w:val="center"/>
        <w:rPr>
          <w:b/>
          <w:bCs/>
        </w:rPr>
      </w:pPr>
      <w:r>
        <w:rPr>
          <w:b/>
          <w:bCs/>
        </w:rPr>
        <w:t>What is your reference …………………………</w:t>
      </w:r>
    </w:p>
    <w:p w:rsidR="004D703F" w:rsidRDefault="004D703F" w:rsidP="00B473A9">
      <w:pPr>
        <w:jc w:val="center"/>
        <w:rPr>
          <w:b/>
          <w:bCs/>
          <w:rtl/>
        </w:rPr>
      </w:pPr>
      <w:r w:rsidRPr="004E6F3D">
        <w:rPr>
          <w:b/>
          <w:bCs/>
          <w:shd w:val="clear" w:color="auto" w:fill="FFFF00"/>
        </w:rPr>
        <w:t>Note</w:t>
      </w:r>
      <w:r>
        <w:rPr>
          <w:b/>
          <w:bCs/>
        </w:rPr>
        <w:t>:  all of these medication will be asked in your daily clinical day. (please have copy in your clinical day in hospital)</w:t>
      </w:r>
    </w:p>
    <w:p w:rsidR="004D703F" w:rsidRPr="004E6F3D" w:rsidRDefault="004D703F" w:rsidP="00E64597">
      <w:pPr>
        <w:jc w:val="center"/>
        <w:rPr>
          <w:b/>
          <w:bCs/>
          <w:rtl/>
        </w:rPr>
      </w:pPr>
      <w:r w:rsidRPr="004E6F3D">
        <w:rPr>
          <w:b/>
          <w:bCs/>
        </w:rPr>
        <w:t xml:space="preserve">No assignment will be accepted after </w:t>
      </w:r>
      <w:r>
        <w:rPr>
          <w:b/>
          <w:bCs/>
        </w:rPr>
        <w:t>03</w:t>
      </w:r>
      <w:r w:rsidRPr="004E6F3D">
        <w:rPr>
          <w:b/>
          <w:bCs/>
        </w:rPr>
        <w:t>\</w:t>
      </w:r>
      <w:r>
        <w:rPr>
          <w:b/>
          <w:bCs/>
        </w:rPr>
        <w:t>4</w:t>
      </w:r>
      <w:r w:rsidRPr="004E6F3D">
        <w:rPr>
          <w:b/>
          <w:bCs/>
        </w:rPr>
        <w:t>\143</w:t>
      </w:r>
      <w:r>
        <w:rPr>
          <w:b/>
          <w:bCs/>
        </w:rPr>
        <w:t>9</w:t>
      </w:r>
      <w:bookmarkStart w:id="0" w:name="_GoBack"/>
      <w:bookmarkEnd w:id="0"/>
    </w:p>
    <w:p w:rsidR="004D703F" w:rsidRDefault="004D703F" w:rsidP="00FA0796">
      <w:pPr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4D703F" w:rsidRDefault="004D703F" w:rsidP="00AA54B2">
      <w:pPr>
        <w:rPr>
          <w:rtl/>
        </w:rPr>
      </w:pPr>
    </w:p>
    <w:p w:rsidR="004D703F" w:rsidRPr="00AA54B2" w:rsidRDefault="004D703F"/>
    <w:sectPr w:rsidR="004D703F" w:rsidRPr="00AA54B2" w:rsidSect="00FC4F67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03F" w:rsidRDefault="004D703F" w:rsidP="00BC26D2">
      <w:pPr>
        <w:spacing w:after="0" w:line="240" w:lineRule="auto"/>
      </w:pPr>
      <w:r>
        <w:separator/>
      </w:r>
    </w:p>
  </w:endnote>
  <w:endnote w:type="continuationSeparator" w:id="0">
    <w:p w:rsidR="004D703F" w:rsidRDefault="004D703F" w:rsidP="00BC2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03F" w:rsidRDefault="004D703F" w:rsidP="00BC26D2">
      <w:pPr>
        <w:spacing w:after="0" w:line="240" w:lineRule="auto"/>
      </w:pPr>
      <w:r>
        <w:separator/>
      </w:r>
    </w:p>
  </w:footnote>
  <w:footnote w:type="continuationSeparator" w:id="0">
    <w:p w:rsidR="004D703F" w:rsidRDefault="004D703F" w:rsidP="00BC26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51B0E"/>
    <w:multiLevelType w:val="multilevel"/>
    <w:tmpl w:val="481CCF00"/>
    <w:lvl w:ilvl="0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6ADB"/>
    <w:rsid w:val="000037EE"/>
    <w:rsid w:val="0008419D"/>
    <w:rsid w:val="000A6AE7"/>
    <w:rsid w:val="000B7E22"/>
    <w:rsid w:val="000F2E6F"/>
    <w:rsid w:val="00116EB4"/>
    <w:rsid w:val="00132AC2"/>
    <w:rsid w:val="00197A48"/>
    <w:rsid w:val="001B2137"/>
    <w:rsid w:val="0020436D"/>
    <w:rsid w:val="002445E3"/>
    <w:rsid w:val="002814EA"/>
    <w:rsid w:val="002D5338"/>
    <w:rsid w:val="00311BEB"/>
    <w:rsid w:val="00354859"/>
    <w:rsid w:val="00356A77"/>
    <w:rsid w:val="00361179"/>
    <w:rsid w:val="00376ADB"/>
    <w:rsid w:val="00423FFB"/>
    <w:rsid w:val="00486A26"/>
    <w:rsid w:val="004B032D"/>
    <w:rsid w:val="004D703F"/>
    <w:rsid w:val="004E6F3D"/>
    <w:rsid w:val="00511FC9"/>
    <w:rsid w:val="00563878"/>
    <w:rsid w:val="00565939"/>
    <w:rsid w:val="0058035C"/>
    <w:rsid w:val="005C5AC7"/>
    <w:rsid w:val="005D459D"/>
    <w:rsid w:val="005D6D14"/>
    <w:rsid w:val="005E1AD3"/>
    <w:rsid w:val="00600C86"/>
    <w:rsid w:val="00625F4A"/>
    <w:rsid w:val="006B2335"/>
    <w:rsid w:val="0071567C"/>
    <w:rsid w:val="00874C68"/>
    <w:rsid w:val="00882F65"/>
    <w:rsid w:val="008B2C18"/>
    <w:rsid w:val="008D76EF"/>
    <w:rsid w:val="009070DD"/>
    <w:rsid w:val="009213A0"/>
    <w:rsid w:val="00922B05"/>
    <w:rsid w:val="009476C6"/>
    <w:rsid w:val="00997F56"/>
    <w:rsid w:val="00A35B1B"/>
    <w:rsid w:val="00A9250D"/>
    <w:rsid w:val="00AA54B2"/>
    <w:rsid w:val="00AB6A4C"/>
    <w:rsid w:val="00B473A9"/>
    <w:rsid w:val="00B67F17"/>
    <w:rsid w:val="00BB2E4B"/>
    <w:rsid w:val="00BC26D2"/>
    <w:rsid w:val="00BE7FA7"/>
    <w:rsid w:val="00C235F9"/>
    <w:rsid w:val="00C23F99"/>
    <w:rsid w:val="00C56DC0"/>
    <w:rsid w:val="00C86C4A"/>
    <w:rsid w:val="00D52C0D"/>
    <w:rsid w:val="00D651AD"/>
    <w:rsid w:val="00E15AFB"/>
    <w:rsid w:val="00E64597"/>
    <w:rsid w:val="00EF670A"/>
    <w:rsid w:val="00F258C3"/>
    <w:rsid w:val="00F65701"/>
    <w:rsid w:val="00FA0796"/>
    <w:rsid w:val="00FB6467"/>
    <w:rsid w:val="00FC4F67"/>
    <w:rsid w:val="00FC5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4B2"/>
    <w:pPr>
      <w:bidi/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9070DD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Heading4">
    <w:name w:val="heading 4"/>
    <w:basedOn w:val="Normal"/>
    <w:link w:val="Heading4Char"/>
    <w:uiPriority w:val="99"/>
    <w:qFormat/>
    <w:rsid w:val="00C56DC0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070DD"/>
    <w:rPr>
      <w:rFonts w:ascii="Calibri Light" w:hAnsi="Calibri Light" w:cs="Times New Roman"/>
      <w:color w:val="2E74B5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DC0"/>
    <w:rPr>
      <w:rFonts w:ascii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99"/>
    <w:rsid w:val="00FC4F6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C56DC0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9070DD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9070D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08419D"/>
    <w:pPr>
      <w:bidi w:val="0"/>
      <w:spacing w:after="200" w:line="276" w:lineRule="auto"/>
      <w:ind w:left="720"/>
      <w:contextualSpacing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rsid w:val="00BC26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C26D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C26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C26D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09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09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09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09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09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09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095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095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.sa/url?sa=t&amp;rct=j&amp;q=&amp;esrc=s&amp;source=web&amp;cd=2&amp;ved=0CC0QFjAB&amp;url=http%3A%2F%2Fwww.drugs.com%2Fcdi%2Fdobutamine.html&amp;ei=Z2TaVPS3NIbnywPFj4CgCg&amp;usg=AFQjCNE3_rfQf5nTxrgXgoOVtoXqjHf4Sw&amp;sig2=EVCWW4ffhiQkbHM78yeEf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242</Words>
  <Characters>1380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subject/>
  <dc:creator>المستخدم</dc:creator>
  <cp:keywords/>
  <dc:description/>
  <cp:lastModifiedBy>قيصـر</cp:lastModifiedBy>
  <cp:revision>2</cp:revision>
  <dcterms:created xsi:type="dcterms:W3CDTF">2017-10-06T21:40:00Z</dcterms:created>
  <dcterms:modified xsi:type="dcterms:W3CDTF">2017-10-06T21:40:00Z</dcterms:modified>
</cp:coreProperties>
</file>