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7F" w:rsidRPr="004B032D" w:rsidRDefault="00DB267F">
      <w:pPr>
        <w:rPr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4B032D">
            <w:rPr>
              <w:b/>
              <w:bCs/>
            </w:rPr>
            <w:t>KING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Name">
          <w:r w:rsidRPr="004B032D">
            <w:rPr>
              <w:b/>
              <w:bCs/>
            </w:rPr>
            <w:t>SAUD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Type">
          <w:r w:rsidRPr="004B032D">
            <w:rPr>
              <w:b/>
              <w:bCs/>
            </w:rPr>
            <w:t>UNIVERSITY</w:t>
          </w:r>
        </w:smartTag>
      </w:smartTag>
    </w:p>
    <w:p w:rsidR="00DB267F" w:rsidRPr="004B032D" w:rsidRDefault="00DB267F">
      <w:pPr>
        <w:rPr>
          <w:b/>
          <w:bCs/>
        </w:rPr>
      </w:pPr>
      <w:smartTag w:uri="urn:schemas-microsoft-com:office:smarttags" w:element="place">
        <w:smartTag w:uri="urn:schemas-microsoft-com:office:smarttags" w:element="PlaceType">
          <w:r w:rsidRPr="004B032D">
            <w:rPr>
              <w:b/>
              <w:bCs/>
            </w:rPr>
            <w:t>COLLEGE</w:t>
          </w:r>
        </w:smartTag>
        <w:r w:rsidRPr="004B032D">
          <w:rPr>
            <w:b/>
            <w:bCs/>
          </w:rPr>
          <w:t xml:space="preserve"> OF </w:t>
        </w:r>
        <w:smartTag w:uri="urn:schemas-microsoft-com:office:smarttags" w:element="PlaceName">
          <w:r w:rsidRPr="004B032D">
            <w:rPr>
              <w:b/>
              <w:bCs/>
            </w:rPr>
            <w:t>NURSING</w:t>
          </w:r>
        </w:smartTag>
      </w:smartTag>
    </w:p>
    <w:p w:rsidR="00DB267F" w:rsidRPr="004B032D" w:rsidRDefault="00DB267F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B267F" w:rsidRPr="004B032D" w:rsidRDefault="00DB267F" w:rsidP="00DE2F3A">
      <w:pPr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2016- 2017 </w:t>
      </w:r>
    </w:p>
    <w:p w:rsidR="00DB267F" w:rsidRPr="004B032D" w:rsidRDefault="00DB267F" w:rsidP="00DE2F3A">
      <w:pPr>
        <w:rPr>
          <w:b/>
          <w:bCs/>
        </w:rPr>
      </w:pPr>
    </w:p>
    <w:p w:rsidR="00DB267F" w:rsidRPr="004B032D" w:rsidRDefault="00DB267F" w:rsidP="00DE2F3A">
      <w:pPr>
        <w:rPr>
          <w:b/>
          <w:bCs/>
        </w:rPr>
      </w:pPr>
    </w:p>
    <w:p w:rsidR="00DB267F" w:rsidRPr="004B032D" w:rsidRDefault="00DB267F" w:rsidP="007B114B">
      <w:pPr>
        <w:rPr>
          <w:b/>
          <w:bCs/>
        </w:rPr>
      </w:pPr>
      <w:r w:rsidRPr="004B032D">
        <w:rPr>
          <w:b/>
          <w:bCs/>
        </w:rPr>
        <w:t xml:space="preserve">NURS </w:t>
      </w:r>
      <w:r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DB267F" w:rsidRPr="004B032D" w:rsidRDefault="00DB267F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DB267F" w:rsidRPr="004B032D" w:rsidRDefault="00DB267F" w:rsidP="00116EB4">
      <w:pPr>
        <w:rPr>
          <w:b/>
          <w:bCs/>
        </w:rPr>
      </w:pPr>
      <w:r w:rsidRPr="004B032D">
        <w:rPr>
          <w:b/>
          <w:bCs/>
        </w:rPr>
        <w:t>LABORATORY</w:t>
      </w:r>
      <w:r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DB267F" w:rsidRDefault="00DB267F" w:rsidP="00116EB4">
      <w:pPr>
        <w:jc w:val="left"/>
        <w:rPr>
          <w:b/>
          <w:bCs/>
        </w:rPr>
      </w:pPr>
    </w:p>
    <w:p w:rsidR="00DB267F" w:rsidRDefault="00DB267F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>
        <w:rPr>
          <w:b/>
          <w:bCs/>
          <w:u w:val="single"/>
        </w:rPr>
        <w:t>___ / 10  marks</w:t>
      </w:r>
      <w:r w:rsidRPr="00116EB4">
        <w:rPr>
          <w:b/>
          <w:bCs/>
          <w:u w:val="single"/>
        </w:rPr>
        <w:t>_</w:t>
      </w:r>
    </w:p>
    <w:p w:rsidR="00DB267F" w:rsidRDefault="00DB267F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DB267F" w:rsidRDefault="00DB267F" w:rsidP="005D459D">
      <w:pPr>
        <w:jc w:val="both"/>
        <w:rPr>
          <w:b/>
          <w:bCs/>
        </w:rPr>
      </w:pPr>
    </w:p>
    <w:p w:rsidR="00DB267F" w:rsidRPr="005D459D" w:rsidRDefault="00DB267F" w:rsidP="005D459D">
      <w:pPr>
        <w:jc w:val="both"/>
        <w:rPr>
          <w:b/>
        </w:rPr>
      </w:pPr>
      <w:r w:rsidRPr="005D459D">
        <w:rPr>
          <w:b/>
        </w:rPr>
        <w:t xml:space="preserve">Instruction:  Answers must be printed. </w:t>
      </w:r>
    </w:p>
    <w:p w:rsidR="00DB267F" w:rsidRDefault="00DB267F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4"/>
        <w:gridCol w:w="1203"/>
        <w:gridCol w:w="1470"/>
        <w:gridCol w:w="1628"/>
        <w:gridCol w:w="1628"/>
        <w:gridCol w:w="1777"/>
      </w:tblGrid>
      <w:tr w:rsidR="00DB267F" w:rsidRPr="00870711" w:rsidTr="00870711">
        <w:tc>
          <w:tcPr>
            <w:tcW w:w="1644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BLOOD TESTS</w:t>
            </w:r>
          </w:p>
        </w:tc>
        <w:tc>
          <w:tcPr>
            <w:tcW w:w="1203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628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628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777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pStyle w:val="ListParagraph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CBC (COMPLETE BLOOD COUNT</w:t>
            </w:r>
            <w:r w:rsidRPr="00870711">
              <w:t>)</w:t>
            </w:r>
            <w:r w:rsidRPr="00870711">
              <w:rPr>
                <w:b/>
                <w:bCs/>
              </w:rPr>
              <w:t xml:space="preserve"> </w:t>
            </w:r>
          </w:p>
          <w:p w:rsidR="00DB267F" w:rsidRPr="00870711" w:rsidRDefault="00DB267F" w:rsidP="00870711">
            <w:pPr>
              <w:pStyle w:val="ListParagraph"/>
              <w:ind w:left="157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(3 marks)</w:t>
            </w:r>
          </w:p>
          <w:p w:rsidR="00DB267F" w:rsidRPr="00870711" w:rsidRDefault="00DB267F" w:rsidP="00870711">
            <w:pPr>
              <w:pStyle w:val="ListParagraph"/>
              <w:ind w:left="157"/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  <w:tr w:rsidR="00DB267F" w:rsidRPr="00870711" w:rsidTr="00870711">
        <w:tc>
          <w:tcPr>
            <w:tcW w:w="1644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203" w:type="dxa"/>
          </w:tcPr>
          <w:p w:rsidR="00DB267F" w:rsidRPr="00870711" w:rsidRDefault="00DB267F" w:rsidP="00DE2F3A"/>
        </w:tc>
        <w:tc>
          <w:tcPr>
            <w:tcW w:w="1470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628" w:type="dxa"/>
          </w:tcPr>
          <w:p w:rsidR="00DB267F" w:rsidRPr="00870711" w:rsidRDefault="00DB267F" w:rsidP="00DE2F3A"/>
        </w:tc>
        <w:tc>
          <w:tcPr>
            <w:tcW w:w="1777" w:type="dxa"/>
          </w:tcPr>
          <w:p w:rsidR="00DB267F" w:rsidRPr="00870711" w:rsidRDefault="00DB267F" w:rsidP="00DE2F3A"/>
        </w:tc>
      </w:tr>
    </w:tbl>
    <w:p w:rsidR="00DB267F" w:rsidRDefault="00DB267F" w:rsidP="00DE2F3A">
      <w:bookmarkStart w:id="0" w:name="_GoBack"/>
      <w:bookmarkEnd w:id="0"/>
    </w:p>
    <w:p w:rsidR="00DB267F" w:rsidRDefault="00DB267F" w:rsidP="00DE2F3A"/>
    <w:p w:rsidR="00DB267F" w:rsidRDefault="00DB267F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7"/>
        <w:gridCol w:w="1446"/>
        <w:gridCol w:w="1391"/>
        <w:gridCol w:w="1472"/>
        <w:gridCol w:w="1472"/>
        <w:gridCol w:w="1682"/>
      </w:tblGrid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870711">
              <w:rPr>
                <w:b/>
                <w:bCs/>
              </w:rPr>
              <w:t>SERUM ELECTROLYTES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(2.5  marks)</w:t>
            </w:r>
          </w:p>
          <w:p w:rsidR="00DB267F" w:rsidRPr="00870711" w:rsidRDefault="00DB267F" w:rsidP="00870711">
            <w:pPr>
              <w:pStyle w:val="ListParagraph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446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pStyle w:val="ListParagraph"/>
              <w:ind w:left="157"/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353884"/>
        </w:tc>
        <w:tc>
          <w:tcPr>
            <w:tcW w:w="1391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47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70711">
              <w:rPr>
                <w:b/>
                <w:bCs/>
              </w:rPr>
              <w:t>Blood Coagulation Profile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(1  mark)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446" w:type="dxa"/>
          </w:tcPr>
          <w:p w:rsidR="00DB267F" w:rsidRPr="00870711" w:rsidRDefault="00DB267F" w:rsidP="00533310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391" w:type="dxa"/>
          </w:tcPr>
          <w:p w:rsidR="00DB267F" w:rsidRPr="00870711" w:rsidRDefault="00DB267F" w:rsidP="00533310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472" w:type="dxa"/>
          </w:tcPr>
          <w:p w:rsidR="00DB267F" w:rsidRPr="00870711" w:rsidRDefault="00DB267F" w:rsidP="00533310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472" w:type="dxa"/>
          </w:tcPr>
          <w:p w:rsidR="00DB267F" w:rsidRPr="00870711" w:rsidRDefault="00DB267F" w:rsidP="00533310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B267F" w:rsidRPr="00870711" w:rsidRDefault="00DB267F" w:rsidP="00533310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  <w:r w:rsidRPr="00870711">
              <w:t xml:space="preserve"> </w:t>
            </w: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  <w:tr w:rsidR="00DB267F" w:rsidRPr="00870711" w:rsidTr="00870711">
        <w:tc>
          <w:tcPr>
            <w:tcW w:w="1887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46" w:type="dxa"/>
          </w:tcPr>
          <w:p w:rsidR="00DB267F" w:rsidRPr="00870711" w:rsidRDefault="00DB267F" w:rsidP="00533310"/>
        </w:tc>
        <w:tc>
          <w:tcPr>
            <w:tcW w:w="1391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472" w:type="dxa"/>
          </w:tcPr>
          <w:p w:rsidR="00DB267F" w:rsidRPr="00870711" w:rsidRDefault="00DB267F" w:rsidP="00533310"/>
        </w:tc>
        <w:tc>
          <w:tcPr>
            <w:tcW w:w="1682" w:type="dxa"/>
          </w:tcPr>
          <w:p w:rsidR="00DB267F" w:rsidRPr="00870711" w:rsidRDefault="00DB267F" w:rsidP="00533310"/>
        </w:tc>
      </w:tr>
    </w:tbl>
    <w:p w:rsidR="00DB267F" w:rsidRDefault="00DB267F" w:rsidP="00DE2F3A"/>
    <w:p w:rsidR="00DB267F" w:rsidRDefault="00DB267F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6"/>
        <w:gridCol w:w="1526"/>
        <w:gridCol w:w="1527"/>
        <w:gridCol w:w="1527"/>
        <w:gridCol w:w="1527"/>
        <w:gridCol w:w="1682"/>
      </w:tblGrid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70711">
              <w:rPr>
                <w:b/>
                <w:bCs/>
              </w:rPr>
              <w:t>ARTERIAL BLOOD GASES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(1 mark)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526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527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27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527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  <w:r w:rsidRPr="00870711">
              <w:t xml:space="preserve"> </w:t>
            </w: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16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526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  <w:tc>
          <w:tcPr>
            <w:tcW w:w="1527" w:type="dxa"/>
          </w:tcPr>
          <w:p w:rsidR="00DB267F" w:rsidRPr="00870711" w:rsidRDefault="00DB267F" w:rsidP="00353884"/>
        </w:tc>
      </w:tr>
    </w:tbl>
    <w:p w:rsidR="00DB267F" w:rsidRDefault="00DB267F" w:rsidP="00DE2F3A"/>
    <w:p w:rsidR="00DB267F" w:rsidRDefault="00DB267F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1"/>
        <w:gridCol w:w="1366"/>
        <w:gridCol w:w="1321"/>
        <w:gridCol w:w="1385"/>
        <w:gridCol w:w="1385"/>
        <w:gridCol w:w="1682"/>
      </w:tblGrid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870711">
              <w:rPr>
                <w:b/>
                <w:bCs/>
              </w:rPr>
              <w:t>BLOOD CHEMISTRY</w:t>
            </w:r>
          </w:p>
          <w:p w:rsidR="00DB267F" w:rsidRPr="00870711" w:rsidRDefault="00DB267F" w:rsidP="00870711">
            <w:pPr>
              <w:pStyle w:val="ListParagraph"/>
              <w:ind w:left="450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(2 marks)</w:t>
            </w:r>
          </w:p>
          <w:p w:rsidR="00DB267F" w:rsidRPr="00870711" w:rsidRDefault="00DB267F" w:rsidP="00870711">
            <w:pPr>
              <w:jc w:val="left"/>
              <w:rPr>
                <w:b/>
                <w:bCs/>
              </w:rPr>
            </w:pPr>
          </w:p>
        </w:tc>
        <w:tc>
          <w:tcPr>
            <w:tcW w:w="1366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321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385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385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B267F" w:rsidRPr="00870711" w:rsidRDefault="00DB267F" w:rsidP="00DE2F3A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ind w:left="720"/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  <w:r w:rsidRPr="00870711">
              <w:t xml:space="preserve"> </w:t>
            </w: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2211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366" w:type="dxa"/>
          </w:tcPr>
          <w:p w:rsidR="00DB267F" w:rsidRPr="00870711" w:rsidRDefault="00DB267F" w:rsidP="00353884"/>
        </w:tc>
        <w:tc>
          <w:tcPr>
            <w:tcW w:w="1321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385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</w:tbl>
    <w:p w:rsidR="00DB267F" w:rsidRDefault="00DB267F" w:rsidP="00DE2F3A"/>
    <w:p w:rsidR="00DB267F" w:rsidRDefault="00DB267F" w:rsidP="00DE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9"/>
        <w:gridCol w:w="1490"/>
        <w:gridCol w:w="1465"/>
        <w:gridCol w:w="1502"/>
        <w:gridCol w:w="1502"/>
        <w:gridCol w:w="1682"/>
      </w:tblGrid>
      <w:tr w:rsidR="00DB267F" w:rsidRPr="00870711" w:rsidTr="00870711">
        <w:tc>
          <w:tcPr>
            <w:tcW w:w="1709" w:type="dxa"/>
          </w:tcPr>
          <w:p w:rsidR="00DB267F" w:rsidRPr="00870711" w:rsidRDefault="00DB267F" w:rsidP="00870711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>CAPILLARY BLOOD GLUCOSE</w:t>
            </w:r>
          </w:p>
          <w:p w:rsidR="00DB267F" w:rsidRPr="00870711" w:rsidRDefault="00DB267F" w:rsidP="00870711">
            <w:pPr>
              <w:ind w:left="247"/>
              <w:jc w:val="both"/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( .05 mark) </w:t>
            </w:r>
          </w:p>
          <w:p w:rsidR="00DB267F" w:rsidRPr="00870711" w:rsidRDefault="00DB267F" w:rsidP="004B032D"/>
        </w:tc>
        <w:tc>
          <w:tcPr>
            <w:tcW w:w="1490" w:type="dxa"/>
          </w:tcPr>
          <w:p w:rsidR="00DB267F" w:rsidRPr="00870711" w:rsidRDefault="00DB267F" w:rsidP="004B032D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DB267F" w:rsidRPr="00870711" w:rsidRDefault="00DB267F" w:rsidP="004B032D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Normal Value </w:t>
            </w:r>
          </w:p>
        </w:tc>
        <w:tc>
          <w:tcPr>
            <w:tcW w:w="1502" w:type="dxa"/>
          </w:tcPr>
          <w:p w:rsidR="00DB267F" w:rsidRPr="00870711" w:rsidRDefault="00DB267F" w:rsidP="004B032D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502" w:type="dxa"/>
          </w:tcPr>
          <w:p w:rsidR="00DB267F" w:rsidRPr="00870711" w:rsidRDefault="00DB267F" w:rsidP="004B032D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Significance if Increased</w:t>
            </w:r>
          </w:p>
        </w:tc>
        <w:tc>
          <w:tcPr>
            <w:tcW w:w="1682" w:type="dxa"/>
          </w:tcPr>
          <w:p w:rsidR="00DB267F" w:rsidRPr="00870711" w:rsidRDefault="00DB267F" w:rsidP="004B032D">
            <w:pPr>
              <w:rPr>
                <w:b/>
                <w:bCs/>
              </w:rPr>
            </w:pPr>
            <w:r w:rsidRPr="00870711">
              <w:rPr>
                <w:b/>
                <w:bCs/>
              </w:rPr>
              <w:t>NURSING RESPONSIBILITY</w:t>
            </w:r>
          </w:p>
        </w:tc>
      </w:tr>
      <w:tr w:rsidR="00DB267F" w:rsidRPr="00870711" w:rsidTr="00870711">
        <w:tc>
          <w:tcPr>
            <w:tcW w:w="1709" w:type="dxa"/>
          </w:tcPr>
          <w:p w:rsidR="00DB267F" w:rsidRPr="00870711" w:rsidRDefault="00DB267F" w:rsidP="00870711">
            <w:pPr>
              <w:ind w:left="247"/>
              <w:jc w:val="both"/>
            </w:pPr>
          </w:p>
        </w:tc>
        <w:tc>
          <w:tcPr>
            <w:tcW w:w="1490" w:type="dxa"/>
          </w:tcPr>
          <w:p w:rsidR="00DB267F" w:rsidRPr="00870711" w:rsidRDefault="00DB267F" w:rsidP="00353884"/>
        </w:tc>
        <w:tc>
          <w:tcPr>
            <w:tcW w:w="1465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09" w:type="dxa"/>
          </w:tcPr>
          <w:p w:rsidR="00DB267F" w:rsidRPr="00870711" w:rsidRDefault="00DB267F" w:rsidP="00870711">
            <w:pPr>
              <w:jc w:val="both"/>
            </w:pPr>
          </w:p>
        </w:tc>
        <w:tc>
          <w:tcPr>
            <w:tcW w:w="1490" w:type="dxa"/>
          </w:tcPr>
          <w:p w:rsidR="00DB267F" w:rsidRPr="00870711" w:rsidRDefault="00DB267F" w:rsidP="00353884"/>
        </w:tc>
        <w:tc>
          <w:tcPr>
            <w:tcW w:w="1465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09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  <w:r w:rsidRPr="00870711">
              <w:t xml:space="preserve"> </w:t>
            </w:r>
          </w:p>
        </w:tc>
        <w:tc>
          <w:tcPr>
            <w:tcW w:w="1490" w:type="dxa"/>
          </w:tcPr>
          <w:p w:rsidR="00DB267F" w:rsidRPr="00870711" w:rsidRDefault="00DB267F" w:rsidP="00353884"/>
        </w:tc>
        <w:tc>
          <w:tcPr>
            <w:tcW w:w="1465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  <w:tr w:rsidR="00DB267F" w:rsidRPr="00870711" w:rsidTr="00870711">
        <w:tc>
          <w:tcPr>
            <w:tcW w:w="1709" w:type="dxa"/>
          </w:tcPr>
          <w:p w:rsidR="00DB267F" w:rsidRPr="00870711" w:rsidRDefault="00DB267F" w:rsidP="00870711">
            <w:pPr>
              <w:tabs>
                <w:tab w:val="num" w:pos="720"/>
              </w:tabs>
              <w:jc w:val="both"/>
            </w:pPr>
          </w:p>
        </w:tc>
        <w:tc>
          <w:tcPr>
            <w:tcW w:w="1490" w:type="dxa"/>
          </w:tcPr>
          <w:p w:rsidR="00DB267F" w:rsidRPr="00870711" w:rsidRDefault="00DB267F" w:rsidP="00353884"/>
        </w:tc>
        <w:tc>
          <w:tcPr>
            <w:tcW w:w="1465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502" w:type="dxa"/>
          </w:tcPr>
          <w:p w:rsidR="00DB267F" w:rsidRPr="00870711" w:rsidRDefault="00DB267F" w:rsidP="00353884"/>
        </w:tc>
        <w:tc>
          <w:tcPr>
            <w:tcW w:w="1682" w:type="dxa"/>
          </w:tcPr>
          <w:p w:rsidR="00DB267F" w:rsidRPr="00870711" w:rsidRDefault="00DB267F" w:rsidP="00353884"/>
        </w:tc>
      </w:tr>
    </w:tbl>
    <w:p w:rsidR="00DB267F" w:rsidRDefault="00DB267F" w:rsidP="00CD3ECC">
      <w:pPr>
        <w:jc w:val="both"/>
        <w:rPr>
          <w:b/>
          <w:bCs/>
        </w:rPr>
      </w:pPr>
    </w:p>
    <w:p w:rsidR="00DB267F" w:rsidRDefault="00DB267F" w:rsidP="00CD3ECC">
      <w:pPr>
        <w:jc w:val="both"/>
        <w:rPr>
          <w:b/>
          <w:bCs/>
        </w:rPr>
      </w:pPr>
    </w:p>
    <w:p w:rsidR="00DB267F" w:rsidRDefault="00DB267F" w:rsidP="00CD3ECC">
      <w:pPr>
        <w:jc w:val="both"/>
        <w:rPr>
          <w:b/>
          <w:bCs/>
        </w:rPr>
      </w:pPr>
    </w:p>
    <w:p w:rsidR="00DB267F" w:rsidRDefault="00DB267F" w:rsidP="00CD3ECC">
      <w:pPr>
        <w:jc w:val="both"/>
        <w:rPr>
          <w:b/>
          <w:bCs/>
        </w:rPr>
      </w:pPr>
    </w:p>
    <w:p w:rsidR="00DB267F" w:rsidRDefault="00DB267F" w:rsidP="00CD3ECC">
      <w:pPr>
        <w:jc w:val="both"/>
        <w:rPr>
          <w:b/>
          <w:bCs/>
        </w:rPr>
      </w:pPr>
    </w:p>
    <w:p w:rsidR="00DB267F" w:rsidRDefault="00DB267F" w:rsidP="00CD3ECC">
      <w:pPr>
        <w:jc w:val="both"/>
        <w:rPr>
          <w:b/>
          <w:bCs/>
        </w:rPr>
      </w:pPr>
      <w:r>
        <w:rPr>
          <w:b/>
          <w:bCs/>
        </w:rPr>
        <w:t xml:space="preserve">Reference:  Brunner and Suddarth’s  Medical Surgical Nursing </w:t>
      </w:r>
    </w:p>
    <w:p w:rsidR="00DB267F" w:rsidRDefault="00DB267F" w:rsidP="005D459D">
      <w:pPr>
        <w:jc w:val="both"/>
        <w:rPr>
          <w:b/>
          <w:bCs/>
        </w:rPr>
      </w:pPr>
    </w:p>
    <w:p w:rsidR="00DB267F" w:rsidRDefault="00DB267F" w:rsidP="005D459D">
      <w:pPr>
        <w:jc w:val="both"/>
        <w:rPr>
          <w:b/>
          <w:bCs/>
        </w:rPr>
      </w:pPr>
      <w:r>
        <w:rPr>
          <w:b/>
          <w:bCs/>
        </w:rPr>
        <w:t xml:space="preserve">Note:  To be submission on the next Clinical exposure Day.  </w:t>
      </w:r>
    </w:p>
    <w:p w:rsidR="00DB267F" w:rsidRDefault="00DB267F" w:rsidP="00CD3ECC">
      <w:pPr>
        <w:jc w:val="both"/>
      </w:pPr>
      <w:r>
        <w:rPr>
          <w:b/>
          <w:bCs/>
        </w:rPr>
        <w:t xml:space="preserve">            Late Submission will have deduction of 0.5 mark per day</w:t>
      </w:r>
    </w:p>
    <w:p w:rsidR="00DB267F" w:rsidRDefault="00DB267F" w:rsidP="00DE2F3A"/>
    <w:sectPr w:rsidR="00DB267F" w:rsidSect="00C13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  <w:rPr>
        <w:rFonts w:cs="Times New Roman"/>
      </w:r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5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F3A"/>
    <w:rsid w:val="00074DD8"/>
    <w:rsid w:val="000A6AC3"/>
    <w:rsid w:val="00116EB4"/>
    <w:rsid w:val="002F1AE7"/>
    <w:rsid w:val="00353884"/>
    <w:rsid w:val="00376DB9"/>
    <w:rsid w:val="004B032D"/>
    <w:rsid w:val="00533310"/>
    <w:rsid w:val="005D459D"/>
    <w:rsid w:val="005F65F8"/>
    <w:rsid w:val="007733B4"/>
    <w:rsid w:val="007B114B"/>
    <w:rsid w:val="007F17DF"/>
    <w:rsid w:val="007F612E"/>
    <w:rsid w:val="00870711"/>
    <w:rsid w:val="0093335B"/>
    <w:rsid w:val="00985272"/>
    <w:rsid w:val="009F43C8"/>
    <w:rsid w:val="00BE2EC8"/>
    <w:rsid w:val="00C139A3"/>
    <w:rsid w:val="00CA18B2"/>
    <w:rsid w:val="00CD3ECC"/>
    <w:rsid w:val="00DB267F"/>
    <w:rsid w:val="00DE2F3A"/>
    <w:rsid w:val="00F6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9A3"/>
    <w:pPr>
      <w:jc w:val="center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2F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E2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46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052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051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1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1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2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255</Words>
  <Characters>1458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Irene Roco</dc:creator>
  <cp:keywords/>
  <dc:description/>
  <cp:lastModifiedBy>DELL</cp:lastModifiedBy>
  <cp:revision>2</cp:revision>
  <dcterms:created xsi:type="dcterms:W3CDTF">2016-09-20T13:42:00Z</dcterms:created>
  <dcterms:modified xsi:type="dcterms:W3CDTF">2016-09-20T13:42:00Z</dcterms:modified>
</cp:coreProperties>
</file>