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10" w:rsidRPr="004B032D" w:rsidRDefault="00AE5E10">
      <w:pPr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0;text-align:left;margin-left:-24.35pt;margin-top:.85pt;width:150.9pt;height:54.7pt;z-index:-251658240;visibility:visible">
            <v:imagedata r:id="rId5" o:title=""/>
          </v:shape>
        </w:pict>
      </w:r>
      <w:smartTag w:uri="urn:schemas-microsoft-com:office:smarttags" w:element="place">
        <w:smartTag w:uri="urn:schemas-microsoft-com:office:smarttags" w:element="PlaceName">
          <w:r w:rsidRPr="004B032D">
            <w:rPr>
              <w:b/>
              <w:bCs/>
            </w:rPr>
            <w:t>KING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Name">
          <w:r w:rsidRPr="004B032D">
            <w:rPr>
              <w:b/>
              <w:bCs/>
            </w:rPr>
            <w:t>SAUD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Type">
          <w:r w:rsidRPr="004B032D">
            <w:rPr>
              <w:b/>
              <w:bCs/>
            </w:rPr>
            <w:t>UNIVERSITY</w:t>
          </w:r>
        </w:smartTag>
      </w:smartTag>
    </w:p>
    <w:p w:rsidR="00AE5E10" w:rsidRPr="004B032D" w:rsidRDefault="00AE5E10">
      <w:pPr>
        <w:rPr>
          <w:b/>
          <w:bCs/>
        </w:rPr>
      </w:pPr>
      <w:smartTag w:uri="urn:schemas-microsoft-com:office:smarttags" w:element="place">
        <w:smartTag w:uri="urn:schemas-microsoft-com:office:smarttags" w:element="PlaceType">
          <w:r w:rsidRPr="004B032D">
            <w:rPr>
              <w:b/>
              <w:bCs/>
            </w:rPr>
            <w:t>COLLEGE</w:t>
          </w:r>
        </w:smartTag>
        <w:r w:rsidRPr="004B032D">
          <w:rPr>
            <w:b/>
            <w:bCs/>
          </w:rPr>
          <w:t xml:space="preserve"> OF </w:t>
        </w:r>
        <w:smartTag w:uri="urn:schemas-microsoft-com:office:smarttags" w:element="PlaceName">
          <w:r w:rsidRPr="004B032D">
            <w:rPr>
              <w:b/>
              <w:bCs/>
            </w:rPr>
            <w:t>NURSING</w:t>
          </w:r>
        </w:smartTag>
      </w:smartTag>
    </w:p>
    <w:p w:rsidR="00AE5E10" w:rsidRPr="004B032D" w:rsidRDefault="00AE5E10" w:rsidP="00DE2F3A">
      <w:pPr>
        <w:rPr>
          <w:b/>
          <w:bCs/>
        </w:rPr>
      </w:pPr>
      <w:r w:rsidRPr="004B032D">
        <w:rPr>
          <w:b/>
          <w:bCs/>
        </w:rPr>
        <w:t>MEDICAL SURGICAL DEPARTMENT</w:t>
      </w:r>
    </w:p>
    <w:p w:rsidR="00AE5E10" w:rsidRPr="004B032D" w:rsidRDefault="00AE5E10" w:rsidP="0054304D">
      <w:pPr>
        <w:rPr>
          <w:b/>
          <w:bCs/>
        </w:rPr>
      </w:pPr>
      <w:r w:rsidRPr="004B032D">
        <w:rPr>
          <w:b/>
          <w:bCs/>
        </w:rPr>
        <w:t>1</w:t>
      </w:r>
      <w:r w:rsidRPr="004B032D">
        <w:rPr>
          <w:b/>
          <w:bCs/>
          <w:vertAlign w:val="superscript"/>
        </w:rPr>
        <w:t>st</w:t>
      </w:r>
      <w:r w:rsidRPr="004B032D">
        <w:rPr>
          <w:b/>
          <w:bCs/>
        </w:rPr>
        <w:t xml:space="preserve"> Semester 201</w:t>
      </w:r>
      <w:r>
        <w:rPr>
          <w:b/>
          <w:bCs/>
        </w:rPr>
        <w:t>7</w:t>
      </w:r>
      <w:r w:rsidRPr="004B032D">
        <w:rPr>
          <w:b/>
          <w:bCs/>
        </w:rPr>
        <w:t>- 201</w:t>
      </w:r>
      <w:r>
        <w:rPr>
          <w:b/>
          <w:bCs/>
        </w:rPr>
        <w:t>8</w:t>
      </w:r>
      <w:r w:rsidRPr="004B032D">
        <w:rPr>
          <w:b/>
          <w:bCs/>
        </w:rPr>
        <w:t xml:space="preserve"> </w:t>
      </w:r>
    </w:p>
    <w:p w:rsidR="00AE5E10" w:rsidRPr="004B032D" w:rsidRDefault="00AE5E10" w:rsidP="00DE2F3A">
      <w:pPr>
        <w:rPr>
          <w:b/>
          <w:bCs/>
        </w:rPr>
      </w:pPr>
    </w:p>
    <w:p w:rsidR="00AE5E10" w:rsidRPr="004B032D" w:rsidRDefault="00AE5E10" w:rsidP="00DE2F3A">
      <w:pPr>
        <w:rPr>
          <w:b/>
          <w:bCs/>
        </w:rPr>
      </w:pPr>
    </w:p>
    <w:p w:rsidR="00AE5E10" w:rsidRPr="004B032D" w:rsidRDefault="00AE5E10" w:rsidP="00877E03">
      <w:pPr>
        <w:rPr>
          <w:b/>
          <w:bCs/>
        </w:rPr>
      </w:pPr>
      <w:r w:rsidRPr="004B032D">
        <w:rPr>
          <w:b/>
          <w:bCs/>
        </w:rPr>
        <w:t xml:space="preserve">NURS </w:t>
      </w:r>
      <w:r>
        <w:rPr>
          <w:b/>
          <w:bCs/>
        </w:rPr>
        <w:t>422</w:t>
      </w:r>
      <w:r w:rsidRPr="004B032D">
        <w:rPr>
          <w:b/>
          <w:bCs/>
        </w:rPr>
        <w:t xml:space="preserve"> – CLINICAL</w:t>
      </w:r>
    </w:p>
    <w:p w:rsidR="00AE5E10" w:rsidRPr="004B032D" w:rsidRDefault="00AE5E10" w:rsidP="00116EB4">
      <w:pPr>
        <w:rPr>
          <w:b/>
          <w:bCs/>
        </w:rPr>
      </w:pPr>
      <w:r>
        <w:rPr>
          <w:b/>
          <w:bCs/>
        </w:rPr>
        <w:t>ASSIGNMENT NO. 1</w:t>
      </w:r>
    </w:p>
    <w:p w:rsidR="00AE5E10" w:rsidRPr="004B032D" w:rsidRDefault="00AE5E10" w:rsidP="00116EB4">
      <w:pPr>
        <w:rPr>
          <w:b/>
          <w:bCs/>
        </w:rPr>
      </w:pPr>
      <w:r w:rsidRPr="004B032D">
        <w:rPr>
          <w:b/>
          <w:bCs/>
        </w:rPr>
        <w:t>LABORATORY</w:t>
      </w:r>
      <w:r>
        <w:rPr>
          <w:b/>
          <w:bCs/>
        </w:rPr>
        <w:t xml:space="preserve"> TEST </w:t>
      </w:r>
      <w:r w:rsidRPr="004B032D">
        <w:rPr>
          <w:b/>
          <w:bCs/>
        </w:rPr>
        <w:t xml:space="preserve"> ANALYSIS</w:t>
      </w:r>
    </w:p>
    <w:p w:rsidR="00AE5E10" w:rsidRDefault="00AE5E10" w:rsidP="00116EB4">
      <w:pPr>
        <w:jc w:val="left"/>
        <w:rPr>
          <w:b/>
          <w:bCs/>
        </w:rPr>
      </w:pPr>
    </w:p>
    <w:p w:rsidR="00AE5E10" w:rsidRDefault="00AE5E10" w:rsidP="0054304D">
      <w:pPr>
        <w:jc w:val="left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>
        <w:rPr>
          <w:b/>
          <w:bCs/>
          <w:u w:val="single"/>
        </w:rPr>
        <w:t>___ / 2.5  marks</w:t>
      </w:r>
      <w:r w:rsidRPr="00116EB4">
        <w:rPr>
          <w:b/>
          <w:bCs/>
          <w:u w:val="single"/>
        </w:rPr>
        <w:t>_</w:t>
      </w:r>
    </w:p>
    <w:p w:rsidR="00AE5E10" w:rsidRDefault="00AE5E10" w:rsidP="00116EB4">
      <w:pPr>
        <w:jc w:val="left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AE5E10" w:rsidRDefault="00AE5E10" w:rsidP="005D459D">
      <w:pPr>
        <w:jc w:val="both"/>
        <w:rPr>
          <w:b/>
          <w:bCs/>
        </w:rPr>
      </w:pPr>
    </w:p>
    <w:p w:rsidR="00AE5E10" w:rsidRPr="005D459D" w:rsidRDefault="00AE5E10" w:rsidP="005D459D">
      <w:pPr>
        <w:jc w:val="both"/>
        <w:rPr>
          <w:b/>
        </w:rPr>
      </w:pPr>
      <w:r w:rsidRPr="005D459D">
        <w:rPr>
          <w:b/>
        </w:rPr>
        <w:t xml:space="preserve">Instruction:  Answers  must be printed. </w:t>
      </w:r>
    </w:p>
    <w:p w:rsidR="00AE5E10" w:rsidRDefault="00AE5E10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4"/>
        <w:gridCol w:w="1203"/>
        <w:gridCol w:w="1470"/>
        <w:gridCol w:w="1628"/>
        <w:gridCol w:w="1628"/>
        <w:gridCol w:w="1777"/>
      </w:tblGrid>
      <w:tr w:rsidR="00AE5E10" w:rsidRPr="00515E81" w:rsidTr="00515E81">
        <w:tc>
          <w:tcPr>
            <w:tcW w:w="1644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BLOOD TESTS</w:t>
            </w:r>
          </w:p>
        </w:tc>
        <w:tc>
          <w:tcPr>
            <w:tcW w:w="1203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FUNCTION </w:t>
            </w:r>
          </w:p>
        </w:tc>
        <w:tc>
          <w:tcPr>
            <w:tcW w:w="1470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Normal Value </w:t>
            </w:r>
          </w:p>
        </w:tc>
        <w:tc>
          <w:tcPr>
            <w:tcW w:w="1628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628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Significance if Increased</w:t>
            </w:r>
          </w:p>
        </w:tc>
        <w:tc>
          <w:tcPr>
            <w:tcW w:w="1777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NURSING RESPONSIBILITY</w:t>
            </w:r>
          </w:p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pStyle w:val="ListParagraph"/>
              <w:numPr>
                <w:ilvl w:val="0"/>
                <w:numId w:val="5"/>
              </w:numPr>
              <w:ind w:left="157" w:hanging="180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CBC (COMPLETE BLOOD COUNT</w:t>
            </w:r>
            <w:r w:rsidRPr="00515E81">
              <w:t>)</w:t>
            </w:r>
            <w:r w:rsidRPr="00515E81">
              <w:rPr>
                <w:b/>
                <w:bCs/>
              </w:rPr>
              <w:t xml:space="preserve"> </w:t>
            </w:r>
          </w:p>
          <w:p w:rsidR="00AE5E10" w:rsidRPr="00515E81" w:rsidRDefault="00AE5E10" w:rsidP="00515E81">
            <w:pPr>
              <w:pStyle w:val="ListParagraph"/>
              <w:ind w:left="157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(2 marks)</w:t>
            </w:r>
          </w:p>
          <w:p w:rsidR="00AE5E10" w:rsidRPr="00515E81" w:rsidRDefault="00AE5E10" w:rsidP="00515E81">
            <w:pPr>
              <w:pStyle w:val="ListParagraph"/>
              <w:ind w:left="157"/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  <w:tr w:rsidR="00AE5E10" w:rsidRPr="00515E81" w:rsidTr="00515E81">
        <w:tc>
          <w:tcPr>
            <w:tcW w:w="1644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AE5E10" w:rsidRPr="00515E81" w:rsidRDefault="00AE5E10" w:rsidP="00DE2F3A"/>
        </w:tc>
        <w:tc>
          <w:tcPr>
            <w:tcW w:w="1470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628" w:type="dxa"/>
          </w:tcPr>
          <w:p w:rsidR="00AE5E10" w:rsidRPr="00515E81" w:rsidRDefault="00AE5E10" w:rsidP="00DE2F3A"/>
        </w:tc>
        <w:tc>
          <w:tcPr>
            <w:tcW w:w="1777" w:type="dxa"/>
          </w:tcPr>
          <w:p w:rsidR="00AE5E10" w:rsidRPr="00515E81" w:rsidRDefault="00AE5E10" w:rsidP="00DE2F3A"/>
        </w:tc>
      </w:tr>
    </w:tbl>
    <w:p w:rsidR="00AE5E10" w:rsidRDefault="00AE5E10" w:rsidP="00DE2F3A"/>
    <w:p w:rsidR="00AE5E10" w:rsidRDefault="00AE5E10" w:rsidP="00DE2F3A"/>
    <w:p w:rsidR="00AE5E10" w:rsidRDefault="00AE5E10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87"/>
        <w:gridCol w:w="1446"/>
        <w:gridCol w:w="1391"/>
        <w:gridCol w:w="1472"/>
        <w:gridCol w:w="1472"/>
        <w:gridCol w:w="1682"/>
      </w:tblGrid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bCs/>
              </w:rPr>
            </w:pPr>
            <w:r w:rsidRPr="00515E81">
              <w:rPr>
                <w:b/>
                <w:bCs/>
              </w:rPr>
              <w:t>SERUM ELECTROLYTES</w:t>
            </w:r>
          </w:p>
          <w:p w:rsidR="00AE5E10" w:rsidRPr="00515E81" w:rsidRDefault="00AE5E10" w:rsidP="00515E8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(2  marks)</w:t>
            </w:r>
          </w:p>
          <w:p w:rsidR="00AE5E10" w:rsidRPr="00515E81" w:rsidRDefault="00AE5E10" w:rsidP="00515E81">
            <w:pPr>
              <w:pStyle w:val="ListParagraph"/>
              <w:ind w:left="450"/>
              <w:jc w:val="left"/>
              <w:rPr>
                <w:b/>
                <w:bCs/>
              </w:rPr>
            </w:pPr>
          </w:p>
        </w:tc>
        <w:tc>
          <w:tcPr>
            <w:tcW w:w="1446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NURSING RESPONSIBILITY</w:t>
            </w:r>
          </w:p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pStyle w:val="ListParagraph"/>
              <w:ind w:left="157"/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353884"/>
        </w:tc>
        <w:tc>
          <w:tcPr>
            <w:tcW w:w="1391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353884"/>
        </w:tc>
        <w:tc>
          <w:tcPr>
            <w:tcW w:w="1391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353884"/>
        </w:tc>
        <w:tc>
          <w:tcPr>
            <w:tcW w:w="1391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353884"/>
        </w:tc>
        <w:tc>
          <w:tcPr>
            <w:tcW w:w="1391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353884"/>
        </w:tc>
        <w:tc>
          <w:tcPr>
            <w:tcW w:w="1391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353884"/>
        </w:tc>
        <w:tc>
          <w:tcPr>
            <w:tcW w:w="1391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353884"/>
        </w:tc>
        <w:tc>
          <w:tcPr>
            <w:tcW w:w="1391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472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515E81">
              <w:rPr>
                <w:b/>
                <w:bCs/>
              </w:rPr>
              <w:t>Blood Coagulation Profile</w:t>
            </w:r>
          </w:p>
          <w:p w:rsidR="00AE5E10" w:rsidRPr="00515E81" w:rsidRDefault="00AE5E10" w:rsidP="00515E8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(1  mark)</w:t>
            </w:r>
          </w:p>
          <w:p w:rsidR="00AE5E10" w:rsidRPr="00515E81" w:rsidRDefault="00AE5E10" w:rsidP="00515E81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446" w:type="dxa"/>
          </w:tcPr>
          <w:p w:rsidR="00AE5E10" w:rsidRPr="00515E81" w:rsidRDefault="00AE5E10" w:rsidP="0053331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AE5E10" w:rsidRPr="00515E81" w:rsidRDefault="00AE5E10" w:rsidP="0053331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AE5E10" w:rsidRPr="00515E81" w:rsidRDefault="00AE5E10" w:rsidP="0053331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AE5E10" w:rsidRPr="00515E81" w:rsidRDefault="00AE5E10" w:rsidP="0053331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AE5E10" w:rsidRPr="00515E81" w:rsidRDefault="00AE5E10" w:rsidP="0053331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NURSING RESPONSIBILITY</w:t>
            </w:r>
          </w:p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  <w:r w:rsidRPr="00515E81">
              <w:t xml:space="preserve"> </w:t>
            </w: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  <w:tr w:rsidR="00AE5E10" w:rsidRPr="00515E81" w:rsidTr="00515E81">
        <w:tc>
          <w:tcPr>
            <w:tcW w:w="1887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AE5E10" w:rsidRPr="00515E81" w:rsidRDefault="00AE5E10" w:rsidP="00533310"/>
        </w:tc>
        <w:tc>
          <w:tcPr>
            <w:tcW w:w="1391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472" w:type="dxa"/>
          </w:tcPr>
          <w:p w:rsidR="00AE5E10" w:rsidRPr="00515E81" w:rsidRDefault="00AE5E10" w:rsidP="00533310"/>
        </w:tc>
        <w:tc>
          <w:tcPr>
            <w:tcW w:w="1682" w:type="dxa"/>
          </w:tcPr>
          <w:p w:rsidR="00AE5E10" w:rsidRPr="00515E81" w:rsidRDefault="00AE5E10" w:rsidP="00533310"/>
        </w:tc>
      </w:tr>
    </w:tbl>
    <w:p w:rsidR="00AE5E10" w:rsidRDefault="00AE5E10" w:rsidP="00DE2F3A"/>
    <w:p w:rsidR="00AE5E10" w:rsidRDefault="00AE5E10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6"/>
        <w:gridCol w:w="1526"/>
        <w:gridCol w:w="1527"/>
        <w:gridCol w:w="1527"/>
        <w:gridCol w:w="1527"/>
        <w:gridCol w:w="1682"/>
      </w:tblGrid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515E81">
              <w:rPr>
                <w:b/>
                <w:bCs/>
              </w:rPr>
              <w:t>ARTERIAL BLOOD GASES</w:t>
            </w:r>
          </w:p>
          <w:p w:rsidR="00AE5E10" w:rsidRPr="00515E81" w:rsidRDefault="00AE5E10" w:rsidP="00515E8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(1 mark)</w:t>
            </w:r>
          </w:p>
          <w:p w:rsidR="00AE5E10" w:rsidRPr="00515E81" w:rsidRDefault="00AE5E10" w:rsidP="00515E81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526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FUNCTION </w:t>
            </w:r>
          </w:p>
        </w:tc>
        <w:tc>
          <w:tcPr>
            <w:tcW w:w="1527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Normal Value </w:t>
            </w:r>
          </w:p>
        </w:tc>
        <w:tc>
          <w:tcPr>
            <w:tcW w:w="1527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27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Significance if Increased</w:t>
            </w:r>
          </w:p>
        </w:tc>
        <w:tc>
          <w:tcPr>
            <w:tcW w:w="1527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NURSING RESPONSIBILITY</w:t>
            </w:r>
          </w:p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jc w:val="both"/>
            </w:pP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  <w:r w:rsidRPr="00515E81">
              <w:t xml:space="preserve"> </w:t>
            </w: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1716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  <w:tc>
          <w:tcPr>
            <w:tcW w:w="1527" w:type="dxa"/>
          </w:tcPr>
          <w:p w:rsidR="00AE5E10" w:rsidRPr="00515E81" w:rsidRDefault="00AE5E10" w:rsidP="00353884"/>
        </w:tc>
      </w:tr>
    </w:tbl>
    <w:p w:rsidR="00AE5E10" w:rsidRDefault="00AE5E10" w:rsidP="00DE2F3A"/>
    <w:p w:rsidR="00AE5E10" w:rsidRDefault="00AE5E10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1"/>
        <w:gridCol w:w="1366"/>
        <w:gridCol w:w="1321"/>
        <w:gridCol w:w="1385"/>
        <w:gridCol w:w="1385"/>
        <w:gridCol w:w="1682"/>
      </w:tblGrid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515E81">
              <w:rPr>
                <w:b/>
                <w:bCs/>
              </w:rPr>
              <w:t>BLOOD CHEMISTRY</w:t>
            </w:r>
          </w:p>
          <w:p w:rsidR="00AE5E10" w:rsidRPr="00515E81" w:rsidRDefault="00AE5E10" w:rsidP="00515E8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(2 marks)</w:t>
            </w:r>
          </w:p>
          <w:p w:rsidR="00AE5E10" w:rsidRPr="00515E81" w:rsidRDefault="00AE5E10" w:rsidP="00515E81">
            <w:pPr>
              <w:jc w:val="left"/>
              <w:rPr>
                <w:b/>
                <w:bCs/>
              </w:rPr>
            </w:pPr>
          </w:p>
        </w:tc>
        <w:tc>
          <w:tcPr>
            <w:tcW w:w="1366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FUNCTION </w:t>
            </w:r>
          </w:p>
        </w:tc>
        <w:tc>
          <w:tcPr>
            <w:tcW w:w="1321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Normal Value </w:t>
            </w:r>
          </w:p>
        </w:tc>
        <w:tc>
          <w:tcPr>
            <w:tcW w:w="1385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385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AE5E10" w:rsidRPr="00515E81" w:rsidRDefault="00AE5E10" w:rsidP="00DE2F3A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NURSING RESPONSIBILITY</w:t>
            </w:r>
          </w:p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ind w:left="720"/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  <w:r w:rsidRPr="00515E81">
              <w:t xml:space="preserve"> </w:t>
            </w: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  <w:tr w:rsidR="00AE5E10" w:rsidRPr="00515E81" w:rsidTr="00515E81">
        <w:tc>
          <w:tcPr>
            <w:tcW w:w="2211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AE5E10" w:rsidRPr="00515E81" w:rsidRDefault="00AE5E10" w:rsidP="00353884"/>
        </w:tc>
        <w:tc>
          <w:tcPr>
            <w:tcW w:w="1321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385" w:type="dxa"/>
          </w:tcPr>
          <w:p w:rsidR="00AE5E10" w:rsidRPr="00515E81" w:rsidRDefault="00AE5E10" w:rsidP="00353884"/>
        </w:tc>
        <w:tc>
          <w:tcPr>
            <w:tcW w:w="1682" w:type="dxa"/>
          </w:tcPr>
          <w:p w:rsidR="00AE5E10" w:rsidRPr="00515E81" w:rsidRDefault="00AE5E10" w:rsidP="00353884"/>
        </w:tc>
      </w:tr>
    </w:tbl>
    <w:p w:rsidR="00AE5E10" w:rsidRDefault="00AE5E10" w:rsidP="00DE2F3A"/>
    <w:p w:rsidR="00AE5E10" w:rsidRDefault="00AE5E10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9"/>
        <w:gridCol w:w="1490"/>
        <w:gridCol w:w="1465"/>
        <w:gridCol w:w="1502"/>
        <w:gridCol w:w="1502"/>
        <w:gridCol w:w="1682"/>
      </w:tblGrid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515E81">
              <w:rPr>
                <w:b/>
                <w:bCs/>
              </w:rPr>
              <w:t>Cardiac Enzymes</w:t>
            </w:r>
          </w:p>
          <w:p w:rsidR="00AE5E10" w:rsidRPr="00515E81" w:rsidRDefault="00AE5E10" w:rsidP="00515E8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(1.5 marks)</w:t>
            </w:r>
          </w:p>
          <w:p w:rsidR="00AE5E10" w:rsidRPr="00515E81" w:rsidRDefault="00AE5E10" w:rsidP="00515E81">
            <w:pPr>
              <w:jc w:val="left"/>
              <w:rPr>
                <w:b/>
                <w:bCs/>
              </w:rPr>
            </w:pPr>
          </w:p>
        </w:tc>
        <w:tc>
          <w:tcPr>
            <w:tcW w:w="1490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NURSING RESPONSIBILITY</w:t>
            </w:r>
          </w:p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ind w:left="720"/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  <w:r w:rsidRPr="00515E81">
              <w:t xml:space="preserve"> </w:t>
            </w: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</w:tbl>
    <w:p w:rsidR="00AE5E10" w:rsidRDefault="00AE5E10" w:rsidP="005D459D">
      <w:pPr>
        <w:jc w:val="both"/>
        <w:rPr>
          <w:b/>
          <w:bCs/>
        </w:rPr>
      </w:pPr>
    </w:p>
    <w:p w:rsidR="00AE5E10" w:rsidRDefault="00AE5E10" w:rsidP="00CD3ECC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9"/>
        <w:gridCol w:w="1490"/>
        <w:gridCol w:w="1465"/>
        <w:gridCol w:w="1502"/>
        <w:gridCol w:w="1502"/>
        <w:gridCol w:w="1682"/>
      </w:tblGrid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numPr>
                <w:ilvl w:val="0"/>
                <w:numId w:val="5"/>
              </w:numPr>
              <w:ind w:left="247" w:hanging="247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>CAPILLARY BLOOD GLUCOSE</w:t>
            </w:r>
          </w:p>
          <w:p w:rsidR="00AE5E10" w:rsidRPr="00515E81" w:rsidRDefault="00AE5E10" w:rsidP="00515E81">
            <w:pPr>
              <w:ind w:left="247"/>
              <w:jc w:val="both"/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( .05 mark) </w:t>
            </w:r>
          </w:p>
          <w:p w:rsidR="00AE5E10" w:rsidRPr="00515E81" w:rsidRDefault="00AE5E10" w:rsidP="004A1AE0"/>
        </w:tc>
        <w:tc>
          <w:tcPr>
            <w:tcW w:w="1490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AE5E10" w:rsidRPr="00515E81" w:rsidRDefault="00AE5E10" w:rsidP="004A1AE0">
            <w:pPr>
              <w:rPr>
                <w:b/>
                <w:bCs/>
              </w:rPr>
            </w:pPr>
            <w:r w:rsidRPr="00515E81">
              <w:rPr>
                <w:b/>
                <w:bCs/>
              </w:rPr>
              <w:t>NURSING RESPONSIBILITY</w:t>
            </w:r>
          </w:p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ind w:left="247"/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  <w:r w:rsidRPr="00515E81">
              <w:t xml:space="preserve"> </w:t>
            </w: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  <w:tr w:rsidR="00AE5E10" w:rsidRPr="00515E81" w:rsidTr="00515E81">
        <w:tc>
          <w:tcPr>
            <w:tcW w:w="1709" w:type="dxa"/>
          </w:tcPr>
          <w:p w:rsidR="00AE5E10" w:rsidRPr="00515E81" w:rsidRDefault="00AE5E10" w:rsidP="00515E81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AE5E10" w:rsidRPr="00515E81" w:rsidRDefault="00AE5E10" w:rsidP="004A1AE0"/>
        </w:tc>
        <w:tc>
          <w:tcPr>
            <w:tcW w:w="1465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502" w:type="dxa"/>
          </w:tcPr>
          <w:p w:rsidR="00AE5E10" w:rsidRPr="00515E81" w:rsidRDefault="00AE5E10" w:rsidP="004A1AE0"/>
        </w:tc>
        <w:tc>
          <w:tcPr>
            <w:tcW w:w="1682" w:type="dxa"/>
          </w:tcPr>
          <w:p w:rsidR="00AE5E10" w:rsidRPr="00515E81" w:rsidRDefault="00AE5E10" w:rsidP="004A1AE0"/>
        </w:tc>
      </w:tr>
    </w:tbl>
    <w:p w:rsidR="00AE5E10" w:rsidRDefault="00AE5E10" w:rsidP="00CD3ECC">
      <w:pPr>
        <w:jc w:val="both"/>
        <w:rPr>
          <w:b/>
          <w:bCs/>
        </w:rPr>
      </w:pPr>
    </w:p>
    <w:p w:rsidR="00AE5E10" w:rsidRDefault="00AE5E10" w:rsidP="00CD3ECC">
      <w:pPr>
        <w:jc w:val="both"/>
        <w:rPr>
          <w:b/>
          <w:bCs/>
        </w:rPr>
      </w:pPr>
      <w:r>
        <w:rPr>
          <w:b/>
          <w:bCs/>
        </w:rPr>
        <w:t xml:space="preserve">Reference:  Brunner and Suddarth’s  Medical Surgical Nursing </w:t>
      </w:r>
    </w:p>
    <w:p w:rsidR="00AE5E10" w:rsidRDefault="00AE5E10" w:rsidP="005D459D">
      <w:pPr>
        <w:jc w:val="both"/>
        <w:rPr>
          <w:b/>
          <w:bCs/>
        </w:rPr>
      </w:pPr>
    </w:p>
    <w:p w:rsidR="00AE5E10" w:rsidRDefault="00AE5E10" w:rsidP="00877E03">
      <w:pPr>
        <w:jc w:val="both"/>
        <w:rPr>
          <w:b/>
          <w:bCs/>
        </w:rPr>
      </w:pPr>
      <w:r>
        <w:rPr>
          <w:b/>
          <w:bCs/>
        </w:rPr>
        <w:t xml:space="preserve">Note:  </w:t>
      </w:r>
    </w:p>
    <w:p w:rsidR="00AE5E10" w:rsidRDefault="00AE5E10" w:rsidP="00877E03">
      <w:pPr>
        <w:jc w:val="both"/>
      </w:pPr>
      <w:r>
        <w:rPr>
          <w:b/>
          <w:bCs/>
        </w:rPr>
        <w:t xml:space="preserve">          </w:t>
      </w:r>
    </w:p>
    <w:p w:rsidR="00AE5E10" w:rsidRPr="00877E03" w:rsidRDefault="00AE5E10" w:rsidP="00167E45">
      <w:pPr>
        <w:rPr>
          <w:b/>
          <w:bCs/>
        </w:rPr>
      </w:pPr>
      <w:r w:rsidRPr="00877E03">
        <w:rPr>
          <w:b/>
          <w:bCs/>
        </w:rPr>
        <w:t xml:space="preserve">No assignment will be accepted after </w:t>
      </w:r>
      <w:r>
        <w:rPr>
          <w:b/>
          <w:bCs/>
        </w:rPr>
        <w:t>28</w:t>
      </w:r>
      <w:r w:rsidRPr="00877E03">
        <w:rPr>
          <w:b/>
          <w:bCs/>
        </w:rPr>
        <w:t>\</w:t>
      </w:r>
      <w:r>
        <w:rPr>
          <w:b/>
          <w:bCs/>
        </w:rPr>
        <w:t>1</w:t>
      </w:r>
      <w:r w:rsidRPr="00877E03">
        <w:rPr>
          <w:b/>
          <w:bCs/>
        </w:rPr>
        <w:t>\143</w:t>
      </w:r>
      <w:r>
        <w:rPr>
          <w:b/>
          <w:bCs/>
        </w:rPr>
        <w:t>9</w:t>
      </w:r>
      <w:bookmarkStart w:id="0" w:name="_GoBack"/>
      <w:bookmarkEnd w:id="0"/>
    </w:p>
    <w:sectPr w:rsidR="00AE5E10" w:rsidRPr="00877E03" w:rsidSect="00515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2055"/>
    <w:multiLevelType w:val="hybridMultilevel"/>
    <w:tmpl w:val="43022394"/>
    <w:lvl w:ilvl="0" w:tplc="32B254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38D8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362D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9FA60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C416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8CAB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1DC9B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8FA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20FE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14769E"/>
    <w:multiLevelType w:val="hybridMultilevel"/>
    <w:tmpl w:val="3DD20B10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0116D7"/>
    <w:multiLevelType w:val="hybridMultilevel"/>
    <w:tmpl w:val="E21E53C6"/>
    <w:lvl w:ilvl="0" w:tplc="4632448A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E6D2B1A6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AB60FD68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3" w:tplc="35EC1B00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535C4828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A47232F2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6" w:tplc="CB4CAB30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EC6A2072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15F0DB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  <w:rPr>
        <w:rFonts w:cs="Times New Roman"/>
      </w:rPr>
    </w:lvl>
  </w:abstractNum>
  <w:abstractNum w:abstractNumId="3">
    <w:nsid w:val="76766171"/>
    <w:multiLevelType w:val="hybridMultilevel"/>
    <w:tmpl w:val="FB545AE6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6545FD"/>
    <w:multiLevelType w:val="hybridMultilevel"/>
    <w:tmpl w:val="AD541858"/>
    <w:lvl w:ilvl="0" w:tplc="B550700A">
      <w:start w:val="1"/>
      <w:numFmt w:val="decimal"/>
      <w:lvlText w:val="%1."/>
      <w:lvlJc w:val="left"/>
      <w:pPr>
        <w:ind w:left="33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5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F3A"/>
    <w:rsid w:val="00074DD8"/>
    <w:rsid w:val="000A6AC3"/>
    <w:rsid w:val="00116EB4"/>
    <w:rsid w:val="00167E45"/>
    <w:rsid w:val="00304E5A"/>
    <w:rsid w:val="00353884"/>
    <w:rsid w:val="00376DB9"/>
    <w:rsid w:val="004A1AE0"/>
    <w:rsid w:val="004B032D"/>
    <w:rsid w:val="005158D2"/>
    <w:rsid w:val="00515E81"/>
    <w:rsid w:val="00533310"/>
    <w:rsid w:val="0054304D"/>
    <w:rsid w:val="005D459D"/>
    <w:rsid w:val="005F65F8"/>
    <w:rsid w:val="00670804"/>
    <w:rsid w:val="00673361"/>
    <w:rsid w:val="007F17DF"/>
    <w:rsid w:val="007F612E"/>
    <w:rsid w:val="00807776"/>
    <w:rsid w:val="00877E03"/>
    <w:rsid w:val="0093335B"/>
    <w:rsid w:val="00985272"/>
    <w:rsid w:val="009F43C8"/>
    <w:rsid w:val="00AE5E10"/>
    <w:rsid w:val="00B86741"/>
    <w:rsid w:val="00CD3ECC"/>
    <w:rsid w:val="00DE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D2"/>
    <w:pPr>
      <w:jc w:val="center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2F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E2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73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91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91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917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9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917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917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918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271</Words>
  <Characters>1550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subject/>
  <dc:creator>Irene Roco</dc:creator>
  <cp:keywords/>
  <dc:description/>
  <cp:lastModifiedBy>قيصـر</cp:lastModifiedBy>
  <cp:revision>2</cp:revision>
  <dcterms:created xsi:type="dcterms:W3CDTF">2017-10-06T21:42:00Z</dcterms:created>
  <dcterms:modified xsi:type="dcterms:W3CDTF">2017-10-06T21:42:00Z</dcterms:modified>
</cp:coreProperties>
</file>