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BE" w:rsidRPr="00B442A6" w:rsidRDefault="000021BE" w:rsidP="00341A44">
      <w:pPr>
        <w:rPr>
          <w:rFonts w:ascii="Arial" w:hAnsi="Arial" w:cs="Arial"/>
          <w:b/>
          <w:lang w:val="en-US"/>
        </w:rPr>
      </w:pPr>
    </w:p>
    <w:p w:rsidR="000021BE" w:rsidRPr="00040CDD" w:rsidRDefault="000021BE" w:rsidP="00341A44">
      <w:pPr>
        <w:jc w:val="center"/>
        <w:rPr>
          <w:rFonts w:ascii="Arial" w:hAnsi="Arial" w:cs="Arial"/>
          <w:b/>
          <w:bCs/>
          <w:sz w:val="28"/>
          <w:szCs w:val="28"/>
          <w:lang w:bidi="ar-EG"/>
        </w:rPr>
      </w:pPr>
      <w:r w:rsidRPr="00040CDD">
        <w:rPr>
          <w:rFonts w:ascii="Arial" w:hAnsi="Arial" w:cs="Arial"/>
          <w:b/>
          <w:bCs/>
          <w:sz w:val="28"/>
          <w:szCs w:val="28"/>
          <w:lang w:bidi="ar-EG"/>
        </w:rPr>
        <w:t>CLINICAL LEARNING EXPERIENCE RECORD</w:t>
      </w:r>
    </w:p>
    <w:p w:rsidR="000021BE" w:rsidRPr="00040CDD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Pr="00040CDD" w:rsidRDefault="000021BE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Pr="00040CDD" w:rsidRDefault="000021BE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  <w:r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Name of Student _____________________ </w:t>
      </w:r>
      <w:r>
        <w:rPr>
          <w:rFonts w:ascii="Arial" w:hAnsi="Arial" w:cs="Arial"/>
          <w:b/>
          <w:bCs/>
          <w:sz w:val="22"/>
          <w:szCs w:val="22"/>
          <w:lang w:bidi="ar-EG"/>
        </w:rPr>
        <w:tab/>
        <w:t>Student No. __________________</w:t>
      </w:r>
    </w:p>
    <w:p w:rsidR="000021BE" w:rsidRPr="00040CDD" w:rsidRDefault="000021BE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  <w:r w:rsidRPr="00040CDD">
        <w:rPr>
          <w:rFonts w:ascii="Arial" w:hAnsi="Arial" w:cs="Arial"/>
          <w:b/>
          <w:sz w:val="22"/>
          <w:szCs w:val="22"/>
        </w:rPr>
        <w:t>Hospital</w:t>
      </w:r>
      <w:r w:rsidRPr="00040CDD">
        <w:rPr>
          <w:rFonts w:ascii="Arial" w:hAnsi="Arial" w:cs="Arial"/>
          <w:b/>
          <w:bCs/>
          <w:sz w:val="22"/>
          <w:szCs w:val="22"/>
          <w:lang w:bidi="ar-EG"/>
        </w:rPr>
        <w:t xml:space="preserve"> _________________</w:t>
      </w:r>
      <w:r>
        <w:rPr>
          <w:rFonts w:ascii="Arial" w:hAnsi="Arial" w:cs="Arial"/>
          <w:b/>
          <w:bCs/>
          <w:sz w:val="22"/>
          <w:szCs w:val="22"/>
          <w:lang w:bidi="ar-EG"/>
        </w:rPr>
        <w:t>__________</w:t>
      </w:r>
      <w:r w:rsidRPr="00040CDD">
        <w:rPr>
          <w:rFonts w:ascii="Arial" w:hAnsi="Arial" w:cs="Arial"/>
          <w:b/>
          <w:bCs/>
          <w:sz w:val="22"/>
          <w:szCs w:val="22"/>
          <w:lang w:bidi="ar-EG"/>
        </w:rPr>
        <w:t>_</w:t>
      </w:r>
      <w:r>
        <w:rPr>
          <w:rFonts w:ascii="Arial" w:hAnsi="Arial" w:cs="Arial"/>
          <w:b/>
          <w:bCs/>
          <w:sz w:val="22"/>
          <w:szCs w:val="22"/>
          <w:lang w:bidi="ar-EG"/>
        </w:rPr>
        <w:tab/>
        <w:t>Teacher _____________________</w:t>
      </w:r>
    </w:p>
    <w:p w:rsidR="000021BE" w:rsidRPr="00040CDD" w:rsidRDefault="000021BE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Pr="00040CDD" w:rsidRDefault="000021BE" w:rsidP="00341A44">
      <w:pPr>
        <w:jc w:val="center"/>
        <w:rPr>
          <w:rFonts w:ascii="Arial" w:hAnsi="Arial" w:cs="Arial"/>
          <w:b/>
        </w:rPr>
      </w:pPr>
    </w:p>
    <w:p w:rsidR="000021BE" w:rsidRDefault="000021BE" w:rsidP="00341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 - </w:t>
      </w:r>
      <w:r w:rsidRPr="00040CDD">
        <w:rPr>
          <w:rFonts w:ascii="Arial" w:hAnsi="Arial" w:cs="Arial"/>
          <w:b/>
        </w:rPr>
        <w:t>SUMMARY OF CLINICAL CASES HANDLED</w:t>
      </w:r>
    </w:p>
    <w:p w:rsidR="000021BE" w:rsidRPr="00040CDD" w:rsidRDefault="000021BE" w:rsidP="00341A44">
      <w:pPr>
        <w:jc w:val="center"/>
        <w:rPr>
          <w:rFonts w:ascii="Arial" w:hAnsi="Arial" w:cs="Arial"/>
          <w:b/>
        </w:rPr>
      </w:pPr>
    </w:p>
    <w:p w:rsidR="000021BE" w:rsidRPr="00040CDD" w:rsidRDefault="000021BE" w:rsidP="00341A44">
      <w:pPr>
        <w:rPr>
          <w:rFonts w:ascii="Arial" w:hAnsi="Arial" w:cs="Arial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37"/>
        <w:gridCol w:w="1798"/>
        <w:gridCol w:w="5220"/>
      </w:tblGrid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434B">
              <w:rPr>
                <w:rFonts w:ascii="Arial" w:hAnsi="Arial" w:cs="Arial"/>
                <w:b/>
                <w:sz w:val="22"/>
                <w:szCs w:val="22"/>
              </w:rPr>
              <w:t xml:space="preserve">DATE OF CLINICAL EXPOSURE </w:t>
            </w: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434B">
              <w:rPr>
                <w:rFonts w:ascii="Arial" w:hAnsi="Arial" w:cs="Arial"/>
                <w:b/>
                <w:sz w:val="22"/>
                <w:szCs w:val="22"/>
              </w:rPr>
              <w:t xml:space="preserve">CLINICAL AREA </w:t>
            </w: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434B">
              <w:rPr>
                <w:rFonts w:ascii="Arial" w:hAnsi="Arial" w:cs="Arial"/>
                <w:b/>
                <w:sz w:val="22"/>
                <w:szCs w:val="22"/>
              </w:rPr>
              <w:t>DIAGNOSIS</w:t>
            </w: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337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8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21BE" w:rsidRPr="00040CDD" w:rsidRDefault="000021BE" w:rsidP="00341A44">
      <w:pPr>
        <w:rPr>
          <w:rFonts w:ascii="Arial" w:hAnsi="Arial" w:cs="Arial"/>
        </w:rPr>
      </w:pPr>
    </w:p>
    <w:p w:rsidR="000021BE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Default="000021BE" w:rsidP="00341A44">
      <w:pPr>
        <w:jc w:val="center"/>
        <w:rPr>
          <w:rFonts w:ascii="Arial" w:hAnsi="Arial" w:cs="Arial"/>
          <w:b/>
          <w:bCs/>
          <w:sz w:val="22"/>
          <w:szCs w:val="22"/>
          <w:lang w:bidi="ar-EG"/>
        </w:rPr>
      </w:pPr>
    </w:p>
    <w:p w:rsidR="000021BE" w:rsidRPr="00341A44" w:rsidRDefault="000021BE" w:rsidP="00341A44">
      <w:pPr>
        <w:jc w:val="center"/>
        <w:rPr>
          <w:rFonts w:ascii="Arial" w:hAnsi="Arial" w:cs="Arial"/>
          <w:b/>
          <w:bCs/>
          <w:lang w:bidi="ar-EG"/>
        </w:rPr>
      </w:pPr>
      <w:r w:rsidRPr="00341A44">
        <w:rPr>
          <w:rFonts w:ascii="Arial" w:hAnsi="Arial" w:cs="Arial"/>
          <w:b/>
          <w:bCs/>
          <w:lang w:bidi="ar-EG"/>
        </w:rPr>
        <w:t xml:space="preserve">II –RECORD OF </w:t>
      </w:r>
      <w:r w:rsidRPr="00341A44">
        <w:rPr>
          <w:rFonts w:ascii="Arial" w:hAnsi="Arial" w:cs="Arial"/>
          <w:b/>
          <w:bCs/>
        </w:rPr>
        <w:t>NURSING PROCEDURES PERFORMED / OBSERVED</w:t>
      </w:r>
    </w:p>
    <w:p w:rsidR="000021BE" w:rsidRPr="00040CDD" w:rsidRDefault="000021BE" w:rsidP="00341A44">
      <w:pPr>
        <w:rPr>
          <w:rFonts w:ascii="Arial" w:hAnsi="Arial" w:cs="Arial"/>
          <w:b/>
          <w:bCs/>
          <w:sz w:val="22"/>
          <w:szCs w:val="22"/>
          <w:lang w:bidi="ar-EG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65"/>
        <w:gridCol w:w="1080"/>
        <w:gridCol w:w="1170"/>
        <w:gridCol w:w="852"/>
        <w:gridCol w:w="1731"/>
        <w:gridCol w:w="1822"/>
      </w:tblGrid>
      <w:tr w:rsidR="000021BE" w:rsidRPr="00040CDD" w:rsidTr="00D3434B">
        <w:tc>
          <w:tcPr>
            <w:tcW w:w="2965" w:type="dxa"/>
          </w:tcPr>
          <w:p w:rsidR="000021BE" w:rsidRPr="00D3434B" w:rsidRDefault="000021BE" w:rsidP="00341A44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 xml:space="preserve">Nursing Procedures </w:t>
            </w:r>
          </w:p>
        </w:tc>
        <w:tc>
          <w:tcPr>
            <w:tcW w:w="1080" w:type="dxa"/>
          </w:tcPr>
          <w:p w:rsidR="000021BE" w:rsidRPr="00D3434B" w:rsidRDefault="000021BE" w:rsidP="00341A44">
            <w:pPr>
              <w:rPr>
                <w:rFonts w:ascii="Arial" w:hAnsi="Arial" w:cs="Arial"/>
                <w:sz w:val="18"/>
                <w:szCs w:val="18"/>
              </w:rPr>
            </w:pPr>
            <w:r w:rsidRPr="00D3434B">
              <w:rPr>
                <w:rFonts w:ascii="Arial" w:hAnsi="Arial" w:cs="Arial"/>
                <w:sz w:val="18"/>
                <w:szCs w:val="18"/>
              </w:rPr>
              <w:t>Performed</w:t>
            </w:r>
          </w:p>
          <w:p w:rsidR="000021BE" w:rsidRPr="00D3434B" w:rsidRDefault="000021BE" w:rsidP="00341A44">
            <w:pPr>
              <w:rPr>
                <w:rFonts w:ascii="Arial" w:hAnsi="Arial" w:cs="Arial"/>
                <w:sz w:val="18"/>
                <w:szCs w:val="18"/>
              </w:rPr>
            </w:pPr>
            <w:r w:rsidRPr="00D3434B">
              <w:rPr>
                <w:rFonts w:ascii="Arial" w:hAnsi="Arial" w:cs="Arial"/>
                <w:sz w:val="18"/>
                <w:szCs w:val="18"/>
              </w:rPr>
              <w:t xml:space="preserve">(Pls check) </w:t>
            </w: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18"/>
                <w:szCs w:val="18"/>
              </w:rPr>
            </w:pPr>
            <w:r w:rsidRPr="00D3434B">
              <w:rPr>
                <w:rFonts w:ascii="Arial" w:hAnsi="Arial" w:cs="Arial"/>
                <w:sz w:val="18"/>
                <w:szCs w:val="18"/>
              </w:rPr>
              <w:t>Observed</w:t>
            </w:r>
          </w:p>
          <w:p w:rsidR="000021BE" w:rsidRPr="00D3434B" w:rsidRDefault="000021BE" w:rsidP="001938A5">
            <w:pPr>
              <w:rPr>
                <w:rFonts w:ascii="Arial" w:hAnsi="Arial" w:cs="Arial"/>
                <w:sz w:val="18"/>
                <w:szCs w:val="18"/>
              </w:rPr>
            </w:pPr>
            <w:r w:rsidRPr="00D3434B">
              <w:rPr>
                <w:rFonts w:ascii="Arial" w:hAnsi="Arial" w:cs="Arial"/>
                <w:sz w:val="18"/>
                <w:szCs w:val="18"/>
              </w:rPr>
              <w:t>(Pls check)</w:t>
            </w: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 xml:space="preserve">Date </w:t>
            </w: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 xml:space="preserve"> Preceptor’s Name &amp; Signature</w:t>
            </w: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 xml:space="preserve">Preceptor’s  Remarks </w:t>
            </w: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1BE" w:rsidRPr="00040CDD" w:rsidTr="00D3434B">
        <w:tc>
          <w:tcPr>
            <w:tcW w:w="2965" w:type="dxa"/>
          </w:tcPr>
          <w:p w:rsidR="000021BE" w:rsidRPr="00D3434B" w:rsidRDefault="000021BE" w:rsidP="00D3434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hanging="6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1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2" w:type="dxa"/>
          </w:tcPr>
          <w:p w:rsidR="000021BE" w:rsidRPr="00D3434B" w:rsidRDefault="000021BE" w:rsidP="00193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21BE" w:rsidRPr="00040CDD" w:rsidRDefault="000021BE" w:rsidP="00341A44">
      <w:pPr>
        <w:rPr>
          <w:rFonts w:ascii="Arial" w:hAnsi="Arial" w:cs="Arial"/>
          <w:sz w:val="22"/>
          <w:szCs w:val="22"/>
        </w:rPr>
      </w:pPr>
    </w:p>
    <w:p w:rsidR="000021BE" w:rsidRDefault="000021BE" w:rsidP="00341A44">
      <w:pPr>
        <w:rPr>
          <w:rFonts w:ascii="Arial" w:hAnsi="Arial" w:cs="Arial"/>
          <w:b/>
          <w:sz w:val="22"/>
          <w:szCs w:val="22"/>
        </w:rPr>
      </w:pPr>
    </w:p>
    <w:p w:rsidR="000021BE" w:rsidRDefault="000021BE" w:rsidP="00341A44">
      <w:pPr>
        <w:rPr>
          <w:rFonts w:ascii="Arial" w:hAnsi="Arial" w:cs="Arial"/>
          <w:b/>
          <w:sz w:val="22"/>
          <w:szCs w:val="22"/>
        </w:rPr>
      </w:pPr>
    </w:p>
    <w:p w:rsidR="000021BE" w:rsidRPr="00040CDD" w:rsidRDefault="000021BE" w:rsidP="00341A4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 - ST</w:t>
      </w:r>
      <w:r w:rsidRPr="00040CDD">
        <w:rPr>
          <w:rFonts w:ascii="Arial" w:hAnsi="Arial" w:cs="Arial"/>
          <w:b/>
          <w:sz w:val="22"/>
          <w:szCs w:val="22"/>
        </w:rPr>
        <w:t>UDENT’S EVALUATION OF THE CLINICAL EXPERIENCE:</w:t>
      </w:r>
      <w:bookmarkStart w:id="0" w:name="_GoBack"/>
      <w:bookmarkEnd w:id="0"/>
    </w:p>
    <w:p w:rsidR="000021BE" w:rsidRDefault="000021BE" w:rsidP="00341A44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Y="-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80"/>
      </w:tblGrid>
      <w:tr w:rsidR="000021BE" w:rsidRPr="00040CDD" w:rsidTr="00D3434B">
        <w:tc>
          <w:tcPr>
            <w:tcW w:w="9350" w:type="dxa"/>
          </w:tcPr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Give a Brief Discussion of the  competencies  you have learned / acquired  in the clinical area</w:t>
            </w:r>
          </w:p>
          <w:p w:rsidR="000021BE" w:rsidRPr="00D3434B" w:rsidRDefault="000021BE" w:rsidP="00D343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21BE" w:rsidRPr="00D3434B" w:rsidRDefault="000021BE" w:rsidP="00D343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How do you feel about it?</w:t>
            </w:r>
          </w:p>
          <w:p w:rsidR="000021BE" w:rsidRPr="00D3434B" w:rsidRDefault="000021BE" w:rsidP="00D3434B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___ Very Satisfied                          ____ Satisfied</w:t>
            </w:r>
          </w:p>
          <w:p w:rsidR="000021BE" w:rsidRPr="00D3434B" w:rsidRDefault="000021BE" w:rsidP="00D3434B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___  Moderately Satisfied              ____ Not Satisfied</w:t>
            </w:r>
          </w:p>
          <w:p w:rsidR="000021BE" w:rsidRPr="00D3434B" w:rsidRDefault="000021BE" w:rsidP="00D3434B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Cite reasons  of your response</w:t>
            </w:r>
          </w:p>
          <w:p w:rsidR="000021BE" w:rsidRPr="00D3434B" w:rsidRDefault="000021BE" w:rsidP="00D343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21BE" w:rsidRPr="00D3434B" w:rsidRDefault="000021BE" w:rsidP="00D343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Comments / Suggestions related to the Clinical Experience</w:t>
            </w:r>
          </w:p>
          <w:p w:rsidR="000021BE" w:rsidRPr="00D3434B" w:rsidRDefault="000021BE" w:rsidP="00D343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Signature of Student__________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Date _______________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Noted by: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 xml:space="preserve">Name &amp; Signature of Clinical Instructor 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  <w:r w:rsidRPr="00D3434B">
              <w:rPr>
                <w:rFonts w:ascii="Arial" w:hAnsi="Arial" w:cs="Arial"/>
                <w:sz w:val="22"/>
                <w:szCs w:val="22"/>
              </w:rPr>
              <w:t>Date __________________</w:t>
            </w:r>
          </w:p>
          <w:p w:rsidR="000021BE" w:rsidRPr="00D3434B" w:rsidRDefault="000021BE" w:rsidP="00D343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21BE" w:rsidRDefault="000021BE" w:rsidP="00341A44">
      <w:pPr>
        <w:rPr>
          <w:rFonts w:ascii="Arial" w:hAnsi="Arial" w:cs="Arial"/>
          <w:b/>
          <w:sz w:val="22"/>
          <w:szCs w:val="22"/>
        </w:rPr>
      </w:pPr>
    </w:p>
    <w:sectPr w:rsidR="000021BE" w:rsidSect="0063522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1BE" w:rsidRDefault="000021BE" w:rsidP="00341A44">
      <w:r>
        <w:separator/>
      </w:r>
    </w:p>
  </w:endnote>
  <w:endnote w:type="continuationSeparator" w:id="0">
    <w:p w:rsidR="000021BE" w:rsidRDefault="000021BE" w:rsidP="00341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1BE" w:rsidRDefault="000021BE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0021BE" w:rsidRPr="00F421E8" w:rsidRDefault="000021BE" w:rsidP="00F421E8">
    <w:pPr>
      <w:rPr>
        <w:rFonts w:ascii="Arial" w:hAnsi="Arial" w:cs="Arial"/>
        <w:b/>
        <w:bCs/>
        <w:sz w:val="22"/>
        <w:szCs w:val="22"/>
        <w:lang w:bidi="ar-E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1BE" w:rsidRDefault="000021BE" w:rsidP="00341A44">
      <w:r>
        <w:separator/>
      </w:r>
    </w:p>
  </w:footnote>
  <w:footnote w:type="continuationSeparator" w:id="0">
    <w:p w:rsidR="000021BE" w:rsidRDefault="000021BE" w:rsidP="00341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1BE" w:rsidRDefault="000021BE" w:rsidP="00903EB4">
    <w:pPr>
      <w:rPr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margin-left:0;margin-top:0;width:142.55pt;height:54.7pt;z-index:251660288;visibility:visible" wrapcoords="-114 0 -114 21304 18985 21304 19326 21304 20918 18937 21600 14795 21600 0 -114 0">
          <v:imagedata r:id="rId1" o:title=""/>
          <w10:wrap type="through"/>
        </v:shape>
      </w:pict>
    </w:r>
    <w:r>
      <w:rPr>
        <w:sz w:val="16"/>
        <w:szCs w:val="16"/>
      </w:rPr>
      <w:t xml:space="preserve">                    </w:t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0021BE" w:rsidRDefault="000021BE" w:rsidP="00903EB4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NUR 317 </w:t>
    </w:r>
  </w:p>
  <w:p w:rsidR="000021BE" w:rsidRDefault="000021BE" w:rsidP="00903EB4">
    <w:pPr>
      <w:rPr>
        <w:sz w:val="16"/>
        <w:szCs w:val="16"/>
      </w:rPr>
    </w:pPr>
    <w:r>
      <w:rPr>
        <w:bCs/>
        <w:sz w:val="16"/>
        <w:szCs w:val="16"/>
      </w:rPr>
      <w:t xml:space="preserve">           </w:t>
    </w:r>
    <w:r w:rsidRPr="00637DC8">
      <w:rPr>
        <w:bCs/>
        <w:sz w:val="16"/>
        <w:szCs w:val="16"/>
      </w:rPr>
      <w:t>Clinical Application  of Adult Health Nursing Skills</w:t>
    </w:r>
  </w:p>
  <w:p w:rsidR="000021BE" w:rsidRPr="00CD0B92" w:rsidRDefault="000021BE" w:rsidP="00341A44">
    <w:pPr>
      <w:rPr>
        <w:sz w:val="16"/>
        <w:szCs w:val="16"/>
      </w:rPr>
    </w:pPr>
    <w:r>
      <w:rPr>
        <w:sz w:val="16"/>
        <w:szCs w:val="16"/>
      </w:rPr>
      <w:t xml:space="preserve">                            1</w:t>
    </w:r>
    <w:r w:rsidRPr="00C564E5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 AY </w:t>
    </w:r>
    <w:r w:rsidRPr="00CD0B92">
      <w:rPr>
        <w:sz w:val="16"/>
        <w:szCs w:val="16"/>
      </w:rPr>
      <w:t xml:space="preserve"> </w:t>
    </w:r>
    <w:r>
      <w:rPr>
        <w:sz w:val="16"/>
        <w:szCs w:val="16"/>
      </w:rPr>
      <w:t xml:space="preserve">1438 – 1439 </w:t>
    </w:r>
  </w:p>
  <w:p w:rsidR="000021BE" w:rsidRDefault="000021BE">
    <w:pPr>
      <w:pStyle w:val="Header"/>
    </w:pPr>
  </w:p>
  <w:p w:rsidR="000021BE" w:rsidRDefault="000021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708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2201D6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332C09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B572AB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6F29BF"/>
    <w:multiLevelType w:val="hybridMultilevel"/>
    <w:tmpl w:val="4FAE2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655A9F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822B8C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C47D97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B152BA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4E643C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B85ED3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3D5F89"/>
    <w:multiLevelType w:val="hybridMultilevel"/>
    <w:tmpl w:val="14C6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A44"/>
    <w:rsid w:val="000021BE"/>
    <w:rsid w:val="00040CDD"/>
    <w:rsid w:val="00152264"/>
    <w:rsid w:val="001938A5"/>
    <w:rsid w:val="00341A44"/>
    <w:rsid w:val="0055092E"/>
    <w:rsid w:val="0063522D"/>
    <w:rsid w:val="00637DC8"/>
    <w:rsid w:val="006A5838"/>
    <w:rsid w:val="006F5B57"/>
    <w:rsid w:val="00903EB4"/>
    <w:rsid w:val="009043F9"/>
    <w:rsid w:val="00B162E5"/>
    <w:rsid w:val="00B442A6"/>
    <w:rsid w:val="00C564E5"/>
    <w:rsid w:val="00CD0B92"/>
    <w:rsid w:val="00D3434B"/>
    <w:rsid w:val="00D54CEA"/>
    <w:rsid w:val="00D94C8C"/>
    <w:rsid w:val="00DC1C22"/>
    <w:rsid w:val="00F42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44"/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1A44"/>
    <w:pPr>
      <w:ind w:left="720"/>
      <w:contextualSpacing/>
    </w:pPr>
  </w:style>
  <w:style w:type="table" w:styleId="TableGrid">
    <w:name w:val="Table Grid"/>
    <w:basedOn w:val="TableNormal"/>
    <w:uiPriority w:val="99"/>
    <w:rsid w:val="00341A4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41A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1A44"/>
    <w:rPr>
      <w:rFonts w:ascii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41A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1A44"/>
    <w:rPr>
      <w:rFonts w:ascii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355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LEARNING EXPERIENCE RECORD</dc:title>
  <dc:subject/>
  <dc:creator>Irene Roco</dc:creator>
  <cp:keywords/>
  <dc:description/>
  <cp:lastModifiedBy>قيصـر</cp:lastModifiedBy>
  <cp:revision>2</cp:revision>
  <dcterms:created xsi:type="dcterms:W3CDTF">2017-10-11T17:10:00Z</dcterms:created>
  <dcterms:modified xsi:type="dcterms:W3CDTF">2017-10-11T17:10:00Z</dcterms:modified>
</cp:coreProperties>
</file>