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541" w:rsidRDefault="00573541">
      <w:pPr>
        <w:pStyle w:val="Name"/>
      </w:pPr>
      <w:r>
        <w:t xml:space="preserve"> </w:t>
      </w:r>
      <w:r>
        <w:object w:dxaOrig="1335" w:dyaOrig="15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79.2pt" o:ole="">
            <v:imagedata r:id="rId7" o:title=""/>
          </v:shape>
          <o:OLEObject Type="Embed" ProgID="PhotoDeluxeBusiness.Image.1" ShapeID="_x0000_i1025" DrawAspect="Content" ObjectID="_1462428087" r:id="rId8">
            <o:FieldCodes>\s</o:FieldCodes>
          </o:OLEObject>
        </w:object>
      </w:r>
      <w:r>
        <w:t xml:space="preserve">         Ahmed Abdullah Al-</w:t>
      </w:r>
      <w:proofErr w:type="spellStart"/>
      <w:r>
        <w:t>Sanad</w:t>
      </w:r>
      <w:proofErr w:type="spellEnd"/>
    </w:p>
    <w:p w:rsidR="00573541" w:rsidRDefault="00573541" w:rsidP="00AE6A01">
      <w:pPr>
        <w:pStyle w:val="Address2"/>
        <w:framePr w:wrap="notBeside"/>
        <w:rPr>
          <w:szCs w:val="16"/>
        </w:rPr>
      </w:pPr>
      <w:smartTag w:uri="urn:schemas-microsoft-com:office:smarttags" w:element="address">
        <w:smartTag w:uri="urn:schemas-microsoft-com:office:smarttags" w:element="Street">
          <w:r>
            <w:rPr>
              <w:szCs w:val="16"/>
            </w:rPr>
            <w:t>P O Box</w:t>
          </w:r>
        </w:smartTag>
        <w:r>
          <w:rPr>
            <w:szCs w:val="16"/>
          </w:rPr>
          <w:t xml:space="preserve"> </w:t>
        </w:r>
        <w:r w:rsidR="00AE6A01">
          <w:rPr>
            <w:szCs w:val="16"/>
          </w:rPr>
          <w:t>305344</w:t>
        </w:r>
      </w:smartTag>
    </w:p>
    <w:p w:rsidR="00573541" w:rsidRDefault="00AE6A01">
      <w:pPr>
        <w:pStyle w:val="Address2"/>
        <w:framePr w:wrap="notBeside"/>
        <w:rPr>
          <w:szCs w:val="16"/>
        </w:rPr>
      </w:pPr>
      <w:smartTag w:uri="urn:schemas-microsoft-com:office:smarttags" w:element="place">
        <w:smartTag w:uri="urn:schemas-microsoft-com:office:smarttags" w:element="City">
          <w:r>
            <w:rPr>
              <w:szCs w:val="16"/>
            </w:rPr>
            <w:t>Riyadh</w:t>
          </w:r>
        </w:smartTag>
      </w:smartTag>
      <w:r>
        <w:rPr>
          <w:szCs w:val="16"/>
        </w:rPr>
        <w:t xml:space="preserve"> 11361</w:t>
      </w:r>
    </w:p>
    <w:p w:rsidR="00573541" w:rsidRDefault="00573541">
      <w:pPr>
        <w:pStyle w:val="Address1"/>
        <w:framePr w:wrap="notBeside"/>
        <w:rPr>
          <w:szCs w:val="16"/>
        </w:rPr>
      </w:pPr>
      <w:r>
        <w:rPr>
          <w:szCs w:val="16"/>
        </w:rPr>
        <w:t>Mobile 05</w:t>
      </w:r>
      <w:r w:rsidR="00AE6A01">
        <w:rPr>
          <w:szCs w:val="16"/>
        </w:rPr>
        <w:t>0</w:t>
      </w:r>
      <w:r>
        <w:rPr>
          <w:szCs w:val="16"/>
        </w:rPr>
        <w:t>4440926</w:t>
      </w:r>
    </w:p>
    <w:p w:rsidR="00AE6A01" w:rsidRDefault="00573541" w:rsidP="00F9691A">
      <w:pPr>
        <w:pStyle w:val="Address1"/>
        <w:framePr w:wrap="notBeside"/>
        <w:rPr>
          <w:szCs w:val="16"/>
        </w:rPr>
      </w:pPr>
      <w:r>
        <w:rPr>
          <w:szCs w:val="16"/>
        </w:rPr>
        <w:t>E-</w:t>
      </w:r>
      <w:proofErr w:type="gramStart"/>
      <w:r>
        <w:rPr>
          <w:szCs w:val="16"/>
        </w:rPr>
        <w:t xml:space="preserve">mail  </w:t>
      </w:r>
      <w:proofErr w:type="gramEnd"/>
      <w:r w:rsidR="00D465B6">
        <w:fldChar w:fldCharType="begin"/>
      </w:r>
      <w:r w:rsidR="00D465B6">
        <w:instrText xml:space="preserve"> HYPERLINK "mailto:aasanad@gmail.com" </w:instrText>
      </w:r>
      <w:r w:rsidR="00D465B6">
        <w:fldChar w:fldCharType="separate"/>
      </w:r>
      <w:r w:rsidR="00AE6A01" w:rsidRPr="007E772B">
        <w:rPr>
          <w:rStyle w:val="Hyperlink"/>
          <w:szCs w:val="16"/>
        </w:rPr>
        <w:t>aasanad@gmail.com</w:t>
      </w:r>
      <w:r w:rsidR="00D465B6">
        <w:rPr>
          <w:rStyle w:val="Hyperlink"/>
          <w:szCs w:val="16"/>
        </w:rPr>
        <w:fldChar w:fldCharType="end"/>
      </w:r>
    </w:p>
    <w:tbl>
      <w:tblPr>
        <w:tblW w:w="9900" w:type="dxa"/>
        <w:tblInd w:w="-522" w:type="dxa"/>
        <w:tblLayout w:type="fixed"/>
        <w:tblLook w:val="0000" w:firstRow="0" w:lastRow="0" w:firstColumn="0" w:lastColumn="0" w:noHBand="0" w:noVBand="0"/>
      </w:tblPr>
      <w:tblGrid>
        <w:gridCol w:w="2160"/>
        <w:gridCol w:w="7740"/>
      </w:tblGrid>
      <w:tr w:rsidR="00573541">
        <w:tc>
          <w:tcPr>
            <w:tcW w:w="2160" w:type="dxa"/>
          </w:tcPr>
          <w:p w:rsidR="00573541" w:rsidRDefault="00573541">
            <w:pPr>
              <w:pStyle w:val="SectionTitle"/>
            </w:pPr>
            <w:r>
              <w:t>Personal Information</w:t>
            </w:r>
          </w:p>
          <w:p w:rsidR="00573541" w:rsidRDefault="00573541">
            <w:pPr>
              <w:pStyle w:val="SectionTitle"/>
            </w:pPr>
          </w:p>
        </w:tc>
        <w:tc>
          <w:tcPr>
            <w:tcW w:w="7740" w:type="dxa"/>
          </w:tcPr>
          <w:p w:rsidR="00573541" w:rsidRDefault="00573541" w:rsidP="00E12613">
            <w:pPr>
              <w:pStyle w:val="PersonalInfo"/>
            </w:pPr>
            <w:r>
              <w:t>Marital status: Married</w:t>
            </w:r>
          </w:p>
          <w:p w:rsidR="00573541" w:rsidRDefault="00573541" w:rsidP="00CD6121">
            <w:pPr>
              <w:pStyle w:val="PersonalInfo"/>
            </w:pPr>
            <w:r>
              <w:t>Nationality: Saudi</w:t>
            </w:r>
            <w:r w:rsidR="00D8616E">
              <w:t xml:space="preserve">                               Age: 4</w:t>
            </w:r>
            <w:r w:rsidR="00CD6121">
              <w:t>2</w:t>
            </w:r>
            <w:r w:rsidR="00D8616E">
              <w:t xml:space="preserve"> years</w:t>
            </w:r>
          </w:p>
        </w:tc>
      </w:tr>
      <w:tr w:rsidR="00573541">
        <w:tc>
          <w:tcPr>
            <w:tcW w:w="2160" w:type="dxa"/>
          </w:tcPr>
          <w:p w:rsidR="00573541" w:rsidRDefault="00573541">
            <w:pPr>
              <w:pStyle w:val="SectionTitle"/>
            </w:pPr>
            <w:r>
              <w:t>Objective</w:t>
            </w:r>
          </w:p>
        </w:tc>
        <w:tc>
          <w:tcPr>
            <w:tcW w:w="7740" w:type="dxa"/>
          </w:tcPr>
          <w:p w:rsidR="00B82A60" w:rsidRDefault="00B82A60" w:rsidP="00B82A60">
            <w:pPr>
              <w:tabs>
                <w:tab w:val="right" w:pos="282"/>
              </w:tabs>
              <w:ind w:left="45" w:right="720"/>
              <w:rPr>
                <w:color w:val="000000"/>
              </w:rPr>
            </w:pPr>
          </w:p>
          <w:p w:rsidR="00573541" w:rsidRDefault="00573541" w:rsidP="00CD6121">
            <w:pPr>
              <w:tabs>
                <w:tab w:val="right" w:pos="282"/>
              </w:tabs>
              <w:ind w:left="45" w:right="720"/>
              <w:rPr>
                <w:color w:val="000000"/>
              </w:rPr>
            </w:pPr>
            <w:r>
              <w:rPr>
                <w:color w:val="000000"/>
              </w:rPr>
              <w:t>Cont</w:t>
            </w:r>
            <w:r w:rsidR="00941C62">
              <w:rPr>
                <w:color w:val="000000"/>
              </w:rPr>
              <w:t>i</w:t>
            </w:r>
            <w:r>
              <w:rPr>
                <w:color w:val="000000"/>
              </w:rPr>
              <w:t>nuing my care</w:t>
            </w:r>
            <w:r w:rsidR="00DD54F6">
              <w:rPr>
                <w:color w:val="000000"/>
              </w:rPr>
              <w:t>e</w:t>
            </w:r>
            <w:r>
              <w:rPr>
                <w:color w:val="000000"/>
              </w:rPr>
              <w:t xml:space="preserve">r in </w:t>
            </w:r>
            <w:r w:rsidR="00CD6121">
              <w:rPr>
                <w:color w:val="000000"/>
              </w:rPr>
              <w:t xml:space="preserve">academic, </w:t>
            </w:r>
            <w:r w:rsidR="00E12613">
              <w:rPr>
                <w:color w:val="000000"/>
              </w:rPr>
              <w:t>professional and strategic</w:t>
            </w:r>
            <w:r w:rsidR="00292F79">
              <w:rPr>
                <w:color w:val="000000"/>
              </w:rPr>
              <w:t xml:space="preserve"> </w:t>
            </w:r>
            <w:r w:rsidR="00E12613">
              <w:rPr>
                <w:color w:val="000000"/>
              </w:rPr>
              <w:t>positions</w:t>
            </w:r>
            <w:r>
              <w:rPr>
                <w:color w:val="000000"/>
              </w:rPr>
              <w:t>.</w:t>
            </w:r>
          </w:p>
        </w:tc>
      </w:tr>
      <w:tr w:rsidR="00573541">
        <w:tc>
          <w:tcPr>
            <w:tcW w:w="2160" w:type="dxa"/>
          </w:tcPr>
          <w:p w:rsidR="00573541" w:rsidRDefault="00573541">
            <w:pPr>
              <w:pStyle w:val="SectionTitle"/>
            </w:pPr>
            <w:r>
              <w:t>Education</w:t>
            </w:r>
          </w:p>
        </w:tc>
        <w:tc>
          <w:tcPr>
            <w:tcW w:w="7740" w:type="dxa"/>
          </w:tcPr>
          <w:p w:rsidR="00BA056C" w:rsidRPr="00CD275A" w:rsidRDefault="00BA056C" w:rsidP="00BA056C"/>
          <w:p w:rsidR="00F9691A" w:rsidRDefault="00F9691A" w:rsidP="00793010">
            <w:pPr>
              <w:pStyle w:val="JobTitle"/>
              <w:jc w:val="both"/>
            </w:pPr>
            <w:r>
              <w:t>PhD</w:t>
            </w:r>
            <w:r w:rsidR="00793010">
              <w:t xml:space="preserve"> </w:t>
            </w:r>
            <w:r>
              <w:t>degree</w:t>
            </w:r>
            <w:r w:rsidR="004644F7">
              <w:t>s</w:t>
            </w:r>
            <w:r>
              <w:t xml:space="preserve"> in Computer Information</w:t>
            </w:r>
            <w:r w:rsidR="004644F7">
              <w:t xml:space="preserve"> </w:t>
            </w:r>
            <w:r>
              <w:t>System</w:t>
            </w:r>
            <w:r w:rsidR="004644F7">
              <w:t>s</w:t>
            </w:r>
          </w:p>
          <w:p w:rsidR="00F9691A" w:rsidRPr="008522FE" w:rsidRDefault="004644F7" w:rsidP="00292F79">
            <w:pPr>
              <w:rPr>
                <w:b/>
                <w:bCs/>
              </w:rPr>
            </w:pPr>
            <w:r w:rsidRPr="008522FE">
              <w:rPr>
                <w:b/>
                <w:bCs/>
              </w:rPr>
              <w:t>PhD</w:t>
            </w:r>
            <w:r w:rsidR="00F9691A" w:rsidRPr="008522FE">
              <w:rPr>
                <w:b/>
                <w:bCs/>
              </w:rPr>
              <w:t xml:space="preserve"> research </w:t>
            </w:r>
            <w:r w:rsidR="00292F79">
              <w:rPr>
                <w:b/>
                <w:bCs/>
              </w:rPr>
              <w:t>was</w:t>
            </w:r>
            <w:r w:rsidRPr="008522FE">
              <w:rPr>
                <w:b/>
                <w:bCs/>
              </w:rPr>
              <w:t xml:space="preserve"> </w:t>
            </w:r>
            <w:r w:rsidR="00F9691A" w:rsidRPr="008522FE">
              <w:rPr>
                <w:b/>
                <w:bCs/>
              </w:rPr>
              <w:t>in Customer Relationships Management (CRM)</w:t>
            </w:r>
            <w:r w:rsidR="00A84C46">
              <w:rPr>
                <w:b/>
                <w:bCs/>
              </w:rPr>
              <w:t xml:space="preserve"> area. Thesis topic </w:t>
            </w:r>
            <w:r w:rsidR="00292F79">
              <w:rPr>
                <w:b/>
                <w:bCs/>
              </w:rPr>
              <w:t>was</w:t>
            </w:r>
            <w:r w:rsidR="00A84C46">
              <w:rPr>
                <w:b/>
                <w:bCs/>
              </w:rPr>
              <w:t xml:space="preserve"> </w:t>
            </w:r>
            <w:r w:rsidR="00F9691A" w:rsidRPr="008522FE">
              <w:rPr>
                <w:b/>
                <w:bCs/>
              </w:rPr>
              <w:t>“Developing an Integrated Model to Support Effective Customer Relationships Management Implementation within the Private Sector of the Kingdom of Saudi Arabia”</w:t>
            </w:r>
          </w:p>
          <w:p w:rsidR="004644F7" w:rsidRDefault="004644F7" w:rsidP="00E12613">
            <w:pPr>
              <w:pStyle w:val="Achievement"/>
            </w:pPr>
          </w:p>
          <w:p w:rsidR="00793010" w:rsidRDefault="00793010" w:rsidP="00793010">
            <w:pPr>
              <w:pStyle w:val="JobTitle"/>
              <w:jc w:val="both"/>
            </w:pPr>
            <w:r>
              <w:t>MS degree in Computer Information System</w:t>
            </w:r>
            <w:r w:rsidR="0063490C">
              <w:t>s</w:t>
            </w:r>
          </w:p>
          <w:p w:rsidR="00793010" w:rsidRDefault="00793010" w:rsidP="00E12613">
            <w:pPr>
              <w:pStyle w:val="Achievement"/>
            </w:pPr>
            <w:r w:rsidRPr="009C430F">
              <w:t>GPA 4.</w:t>
            </w:r>
            <w:r>
              <w:t>5</w:t>
            </w:r>
            <w:r w:rsidRPr="009C430F">
              <w:t xml:space="preserve"> out of 5.0</w:t>
            </w:r>
            <w:r>
              <w:t xml:space="preserve"> </w:t>
            </w:r>
            <w:r w:rsidR="00CD6121">
              <w:t xml:space="preserve">   Computer &amp; Information Science/Information Systems                                                King Saud University</w:t>
            </w:r>
          </w:p>
          <w:p w:rsidR="00793010" w:rsidRDefault="00793010" w:rsidP="00E12613">
            <w:pPr>
              <w:pStyle w:val="Achievement"/>
            </w:pPr>
            <w:r w:rsidRPr="00CD275A">
              <w:t xml:space="preserve">My research project </w:t>
            </w:r>
            <w:r w:rsidR="00292F79">
              <w:t>was</w:t>
            </w:r>
            <w:r w:rsidRPr="00CD275A">
              <w:t xml:space="preserve"> in Electronic Business (EB) “Measuring Readiness levels for Adoption </w:t>
            </w:r>
            <w:r>
              <w:t>EB</w:t>
            </w:r>
            <w:r w:rsidRPr="00CD275A">
              <w:t xml:space="preserve">, E-Government Application in public and private sector in Saudi Arabia”. </w:t>
            </w:r>
          </w:p>
          <w:p w:rsidR="00793010" w:rsidRDefault="00793010" w:rsidP="00E12613">
            <w:pPr>
              <w:pStyle w:val="Achievement"/>
            </w:pPr>
          </w:p>
          <w:p w:rsidR="00793010" w:rsidRDefault="00793010" w:rsidP="00793010">
            <w:pPr>
              <w:pStyle w:val="JobTitle"/>
              <w:jc w:val="both"/>
            </w:pPr>
            <w:r>
              <w:t>BS degree in Computer Information System</w:t>
            </w:r>
            <w:r w:rsidR="0063490C">
              <w:t>s</w:t>
            </w:r>
          </w:p>
          <w:p w:rsidR="00CD6121" w:rsidRDefault="00CD6121" w:rsidP="00CD6121">
            <w:pPr>
              <w:pStyle w:val="Achievement"/>
            </w:pPr>
            <w:r>
              <w:t>Computer &amp; Information Science/Information Systems               King Saud University</w:t>
            </w:r>
          </w:p>
          <w:p w:rsidR="00573541" w:rsidRDefault="00573541" w:rsidP="00E12613">
            <w:pPr>
              <w:pStyle w:val="Achievement"/>
            </w:pPr>
          </w:p>
        </w:tc>
      </w:tr>
      <w:tr w:rsidR="00573541">
        <w:tc>
          <w:tcPr>
            <w:tcW w:w="2160" w:type="dxa"/>
          </w:tcPr>
          <w:p w:rsidR="00573541" w:rsidRDefault="00573541">
            <w:pPr>
              <w:pStyle w:val="SectionTitle"/>
            </w:pPr>
            <w:r>
              <w:t>Professional experience</w:t>
            </w:r>
          </w:p>
        </w:tc>
        <w:tc>
          <w:tcPr>
            <w:tcW w:w="7740" w:type="dxa"/>
          </w:tcPr>
          <w:p w:rsidR="00C735D2" w:rsidRDefault="00CD6121" w:rsidP="006221DC">
            <w:pPr>
              <w:pStyle w:val="CompanyName"/>
            </w:pPr>
            <w:r>
              <w:t xml:space="preserve"> 2014</w:t>
            </w:r>
            <w:r w:rsidR="001327EB">
              <w:t xml:space="preserve"> – Present                 </w:t>
            </w:r>
            <w:r w:rsidR="004F375B">
              <w:t xml:space="preserve">   </w:t>
            </w:r>
            <w:r w:rsidR="00907DD1">
              <w:t xml:space="preserve">Assistant Professor    </w:t>
            </w:r>
            <w:r w:rsidR="001327EB">
              <w:t xml:space="preserve">              </w:t>
            </w:r>
            <w:r w:rsidR="00907DD1">
              <w:t xml:space="preserve">King Saud University </w:t>
            </w:r>
          </w:p>
          <w:p w:rsidR="00CD6121" w:rsidRDefault="00CD6121" w:rsidP="006221DC">
            <w:pPr>
              <w:pStyle w:val="CompanyName"/>
            </w:pPr>
          </w:p>
          <w:p w:rsidR="006221DC" w:rsidRDefault="006221DC" w:rsidP="006221DC">
            <w:pPr>
              <w:pStyle w:val="CompanyName"/>
            </w:pPr>
            <w:r>
              <w:t xml:space="preserve">2013 – 2014 </w:t>
            </w:r>
          </w:p>
          <w:p w:rsidR="00CD6121" w:rsidRPr="006221DC" w:rsidRDefault="00CD6121" w:rsidP="006221DC">
            <w:pPr>
              <w:pStyle w:val="CompanyName"/>
            </w:pPr>
            <w:r w:rsidRPr="006221DC">
              <w:t xml:space="preserve">Home Performance and Results Director </w:t>
            </w:r>
          </w:p>
          <w:p w:rsidR="00CD6121" w:rsidRDefault="00E915EB" w:rsidP="006221DC">
            <w:pPr>
              <w:pStyle w:val="CompanyName"/>
            </w:pPr>
            <w:r>
              <w:t>Saudi Telecom Company</w:t>
            </w:r>
            <w:r w:rsidR="00CD6121">
              <w:t>,</w:t>
            </w:r>
            <w:bookmarkStart w:id="0" w:name="_GoBack"/>
            <w:bookmarkEnd w:id="0"/>
            <w:r w:rsidR="00CD6121">
              <w:tab/>
              <w:t>Riyadh, KSA</w:t>
            </w:r>
          </w:p>
          <w:p w:rsidR="00CD6121" w:rsidRDefault="00CD6121" w:rsidP="00CD6121">
            <w:pPr>
              <w:pStyle w:val="Achievement"/>
            </w:pPr>
          </w:p>
          <w:p w:rsidR="00CD6121" w:rsidRDefault="00CD6121" w:rsidP="00CD6121">
            <w:pPr>
              <w:pStyle w:val="Achievement"/>
            </w:pPr>
            <w:r>
              <w:t xml:space="preserve">Ahmed leads the performance and results department for Home sector at STC which helps the company to have very competitive advantages among other operators and this has positive impact on STC revenue, market share and value. </w:t>
            </w:r>
            <w:r>
              <w:rPr>
                <w:rFonts w:cs="Times New Roman"/>
              </w:rPr>
              <w:t>Ahmed’s responsibilities included mentoring and ensuring the KBIs and targets for all business units including market campaigns are met. In addition, Ahmed participates in sales and marketing plans with objective to be aligned with corporate strategy plan.</w:t>
            </w:r>
            <w:r>
              <w:t xml:space="preserve"> Ahmed Participate</w:t>
            </w:r>
            <w:r w:rsidR="00B05326">
              <w:t>s</w:t>
            </w:r>
            <w:r>
              <w:t xml:space="preserve"> in developing STC corporate dashboard </w:t>
            </w:r>
          </w:p>
          <w:p w:rsidR="00CD6121" w:rsidRDefault="00CD6121" w:rsidP="006221DC">
            <w:pPr>
              <w:pStyle w:val="CompanyName"/>
            </w:pPr>
          </w:p>
          <w:p w:rsidR="00CE3AE0" w:rsidRDefault="000F0E50" w:rsidP="006221DC">
            <w:pPr>
              <w:pStyle w:val="CompanyName"/>
            </w:pPr>
            <w:r>
              <w:t xml:space="preserve">Nov 2003 -  </w:t>
            </w:r>
            <w:r w:rsidR="00C51C57">
              <w:t>Sep</w:t>
            </w:r>
            <w:r w:rsidR="00CE3AE0">
              <w:t xml:space="preserve"> 200</w:t>
            </w:r>
            <w:r>
              <w:t>8</w:t>
            </w:r>
            <w:r w:rsidR="00CE3AE0">
              <w:t xml:space="preserve">                        </w:t>
            </w:r>
            <w:r w:rsidR="00CE3AE0" w:rsidRPr="00516A1F">
              <w:t>Saudi Telecom Company</w:t>
            </w:r>
            <w:r w:rsidR="00CE3AE0">
              <w:t>,</w:t>
            </w:r>
            <w:r w:rsidR="00CE3AE0">
              <w:tab/>
            </w:r>
            <w:r w:rsidR="00CE3AE0" w:rsidRPr="00770C4C">
              <w:t>Riyadh, KSA</w:t>
            </w:r>
          </w:p>
          <w:p w:rsidR="00E94CA4" w:rsidRPr="00B8542D" w:rsidRDefault="00E94CA4" w:rsidP="002E3CAF">
            <w:pPr>
              <w:jc w:val="lowKashida"/>
            </w:pPr>
          </w:p>
          <w:p w:rsidR="00940881" w:rsidRPr="002E3CAF" w:rsidRDefault="00E70FE0" w:rsidP="0040521E">
            <w:pPr>
              <w:jc w:val="lowKashida"/>
              <w:rPr>
                <w:b/>
                <w:bCs/>
              </w:rPr>
            </w:pPr>
            <w:r w:rsidRPr="002E3CAF">
              <w:rPr>
                <w:b/>
                <w:bCs/>
              </w:rPr>
              <w:t>Customer Relationship Management (</w:t>
            </w:r>
            <w:r w:rsidR="0040521E" w:rsidRPr="002E3CAF">
              <w:rPr>
                <w:b/>
                <w:bCs/>
              </w:rPr>
              <w:t>CRM</w:t>
            </w:r>
            <w:r w:rsidRPr="002E3CAF">
              <w:rPr>
                <w:b/>
                <w:bCs/>
              </w:rPr>
              <w:t>)</w:t>
            </w:r>
            <w:r w:rsidR="0040521E" w:rsidRPr="002E3CAF">
              <w:rPr>
                <w:b/>
                <w:bCs/>
              </w:rPr>
              <w:t xml:space="preserve"> Systems</w:t>
            </w:r>
            <w:r w:rsidR="00940881" w:rsidRPr="002E3CAF">
              <w:rPr>
                <w:b/>
                <w:bCs/>
              </w:rPr>
              <w:t xml:space="preserve"> Director </w:t>
            </w:r>
          </w:p>
          <w:p w:rsidR="0040521E" w:rsidRDefault="0040521E" w:rsidP="00E12613">
            <w:pPr>
              <w:pStyle w:val="Achievement"/>
            </w:pPr>
          </w:p>
          <w:p w:rsidR="00CE3AE0" w:rsidRPr="00E12613" w:rsidRDefault="003D3DD7" w:rsidP="00E12613">
            <w:pPr>
              <w:pStyle w:val="Achievement"/>
            </w:pPr>
            <w:r w:rsidRPr="00E12613">
              <w:t>Ahmed has leaded five successful corporate strategic projects for four different sectors</w:t>
            </w:r>
            <w:r w:rsidR="0040521E" w:rsidRPr="00E12613">
              <w:t xml:space="preserve"> </w:t>
            </w:r>
            <w:r w:rsidRPr="00E12613">
              <w:lastRenderedPageBreak/>
              <w:t xml:space="preserve">(Personnel, Home, Enterprise and Wholesale) at STC which helps the company to have very competitive advantages among other operators and this has positive impact on STC revenue, market share and </w:t>
            </w:r>
            <w:r w:rsidR="0040521E" w:rsidRPr="00E12613">
              <w:t xml:space="preserve">value. </w:t>
            </w:r>
            <w:r w:rsidR="00CD5006" w:rsidRPr="00E12613">
              <w:rPr>
                <w:rFonts w:cs="Times New Roman"/>
              </w:rPr>
              <w:t xml:space="preserve">Ahmed’s </w:t>
            </w:r>
            <w:r w:rsidR="0040521E" w:rsidRPr="00E12613">
              <w:rPr>
                <w:rFonts w:cs="Times New Roman"/>
              </w:rPr>
              <w:t>r</w:t>
            </w:r>
            <w:r w:rsidR="00CD5006" w:rsidRPr="00E12613">
              <w:rPr>
                <w:rFonts w:cs="Times New Roman"/>
              </w:rPr>
              <w:t xml:space="preserve">esponsibilities included ensuring a common approach to all business units, while respecting their individual business requirements, and subsequently transforming this to a set of coherent CRM and UCM functionalities. Ahmed furthermore had overall responsibility to define strategies behind CRM, UCM and a customer centric focus, and provide a link between business users and technical personnel. </w:t>
            </w:r>
          </w:p>
          <w:p w:rsidR="00632F73" w:rsidRDefault="00632F73" w:rsidP="00E12613">
            <w:pPr>
              <w:pStyle w:val="Achievement"/>
            </w:pPr>
          </w:p>
          <w:p w:rsidR="00CD6121" w:rsidRDefault="00CD6121" w:rsidP="00E12613">
            <w:pPr>
              <w:pStyle w:val="Achievement"/>
              <w:rPr>
                <w:b/>
                <w:bCs/>
              </w:rPr>
            </w:pPr>
            <w:r>
              <w:rPr>
                <w:b/>
                <w:bCs/>
              </w:rPr>
              <w:t>Dashboard Project</w:t>
            </w:r>
          </w:p>
          <w:p w:rsidR="00CD6121" w:rsidRPr="00CD6121" w:rsidRDefault="00CD6121" w:rsidP="006221DC">
            <w:pPr>
              <w:pStyle w:val="Achievement"/>
            </w:pPr>
            <w:r>
              <w:t>Ahmed has involved in STC</w:t>
            </w:r>
            <w:r>
              <w:rPr>
                <w:b/>
                <w:bCs/>
              </w:rPr>
              <w:t xml:space="preserve"> </w:t>
            </w:r>
            <w:r w:rsidRPr="00CD6121">
              <w:t>dashboard</w:t>
            </w:r>
            <w:r>
              <w:rPr>
                <w:b/>
                <w:bCs/>
              </w:rPr>
              <w:t xml:space="preserve"> </w:t>
            </w:r>
            <w:r>
              <w:t>project maintaining different data source</w:t>
            </w:r>
            <w:r w:rsidR="00BD0AC8">
              <w:t>s and DBs</w:t>
            </w:r>
            <w:r>
              <w:t xml:space="preserve"> with ultimate aim to provide very competitive corporate dashboard and produce business </w:t>
            </w:r>
            <w:r w:rsidR="006221DC">
              <w:t>intelligent</w:t>
            </w:r>
            <w:r>
              <w:t xml:space="preserve"> reports</w:t>
            </w:r>
            <w:r w:rsidR="006221DC">
              <w:t>.</w:t>
            </w:r>
            <w:r>
              <w:t xml:space="preserve"> </w:t>
            </w:r>
          </w:p>
          <w:p w:rsidR="00CD6121" w:rsidRDefault="00CD6121" w:rsidP="00E12613">
            <w:pPr>
              <w:pStyle w:val="Achievement"/>
              <w:rPr>
                <w:b/>
                <w:bCs/>
              </w:rPr>
            </w:pPr>
          </w:p>
          <w:p w:rsidR="008D43AF" w:rsidRPr="00E12613" w:rsidRDefault="008D43AF" w:rsidP="00E12613">
            <w:pPr>
              <w:pStyle w:val="Achievement"/>
              <w:rPr>
                <w:b/>
                <w:bCs/>
              </w:rPr>
            </w:pPr>
            <w:r w:rsidRPr="00E12613">
              <w:rPr>
                <w:b/>
                <w:bCs/>
              </w:rPr>
              <w:t xml:space="preserve">ERP Project </w:t>
            </w:r>
          </w:p>
          <w:p w:rsidR="00E12613" w:rsidRDefault="008D43AF" w:rsidP="00E12613">
            <w:pPr>
              <w:pStyle w:val="Achievement"/>
            </w:pPr>
            <w:r>
              <w:t>Ahmed has involved in STC ERP projects whic</w:t>
            </w:r>
            <w:r w:rsidR="00E12613">
              <w:t>h includes HR, Finance, Supply C</w:t>
            </w:r>
            <w:r>
              <w:t>hain and procurement and contract</w:t>
            </w:r>
            <w:r w:rsidR="00E12613">
              <w:t>.</w:t>
            </w:r>
          </w:p>
          <w:p w:rsidR="008D43AF" w:rsidRDefault="008D43AF" w:rsidP="00E12613">
            <w:pPr>
              <w:pStyle w:val="Achievement"/>
            </w:pPr>
            <w:r>
              <w:t xml:space="preserve"> </w:t>
            </w:r>
          </w:p>
          <w:p w:rsidR="00352B5F" w:rsidRDefault="00352B5F" w:rsidP="00E12613">
            <w:pPr>
              <w:pStyle w:val="Achievement"/>
            </w:pPr>
            <w:r w:rsidRPr="00632F73">
              <w:t xml:space="preserve">STC abroad Investment Indonesia, Kuwait and Bahrain </w:t>
            </w:r>
          </w:p>
          <w:p w:rsidR="00FF6981" w:rsidRPr="00632F73" w:rsidRDefault="00FF6981" w:rsidP="00E12613">
            <w:pPr>
              <w:pStyle w:val="Achievement"/>
            </w:pPr>
          </w:p>
          <w:p w:rsidR="00352B5F" w:rsidRPr="00632F73" w:rsidRDefault="00352B5F" w:rsidP="00E12613">
            <w:pPr>
              <w:pStyle w:val="Achievement"/>
            </w:pPr>
            <w:r w:rsidRPr="00632F73">
              <w:t xml:space="preserve">Ahmed has participated in acquisition and implementation projects. Ahmed's responsibilities to evaluate and assess STC proposal for worldwide engagement and acquisition. Moreover Ahmed's participate partially in implementation stage.  </w:t>
            </w:r>
          </w:p>
          <w:p w:rsidR="00CE3AE0" w:rsidRDefault="00CE3AE0" w:rsidP="00CE3AE0">
            <w:pPr>
              <w:rPr>
                <w:b/>
                <w:bCs/>
              </w:rPr>
            </w:pPr>
          </w:p>
          <w:p w:rsidR="003E7218" w:rsidRDefault="00526D9F" w:rsidP="00CE3AE0">
            <w:r w:rsidRPr="00526D9F">
              <w:rPr>
                <w:b/>
                <w:bCs/>
              </w:rPr>
              <w:t xml:space="preserve">Conferences, </w:t>
            </w:r>
            <w:r>
              <w:rPr>
                <w:b/>
                <w:bCs/>
              </w:rPr>
              <w:t>S</w:t>
            </w:r>
            <w:r w:rsidRPr="00526D9F">
              <w:rPr>
                <w:b/>
                <w:bCs/>
              </w:rPr>
              <w:t xml:space="preserve">eminars and </w:t>
            </w:r>
            <w:r>
              <w:rPr>
                <w:b/>
                <w:bCs/>
              </w:rPr>
              <w:t>J</w:t>
            </w:r>
            <w:r w:rsidRPr="00526D9F">
              <w:rPr>
                <w:b/>
                <w:bCs/>
              </w:rPr>
              <w:t>ournals</w:t>
            </w:r>
            <w:r>
              <w:rPr>
                <w:b/>
                <w:bCs/>
              </w:rPr>
              <w:t>:</w:t>
            </w:r>
            <w:r w:rsidRPr="00526D9F">
              <w:t xml:space="preserve"> </w:t>
            </w:r>
          </w:p>
          <w:p w:rsidR="00EC4BA0" w:rsidRDefault="002E1B99" w:rsidP="003E7218">
            <w:pPr>
              <w:jc w:val="both"/>
              <w:rPr>
                <w:rFonts w:cs="Times New Roman"/>
              </w:rPr>
            </w:pPr>
            <w:r>
              <w:t xml:space="preserve">Ahmed has written many </w:t>
            </w:r>
            <w:r w:rsidR="00A42038">
              <w:t>articles</w:t>
            </w:r>
            <w:r>
              <w:t xml:space="preserve"> </w:t>
            </w:r>
            <w:r w:rsidR="00270BB8">
              <w:t>about CRM,</w:t>
            </w:r>
            <w:r w:rsidR="0059676A">
              <w:t xml:space="preserve"> </w:t>
            </w:r>
            <w:r w:rsidR="00270BB8">
              <w:t xml:space="preserve">ERP, EB and </w:t>
            </w:r>
            <w:r w:rsidR="0059676A">
              <w:t xml:space="preserve">UCM and </w:t>
            </w:r>
            <w:r>
              <w:t>present</w:t>
            </w:r>
            <w:r w:rsidR="0059676A">
              <w:t>s</w:t>
            </w:r>
            <w:r>
              <w:t xml:space="preserve"> some of them in dif</w:t>
            </w:r>
            <w:r w:rsidR="0059676A">
              <w:t>f</w:t>
            </w:r>
            <w:r>
              <w:t xml:space="preserve">erent conferences </w:t>
            </w:r>
            <w:r w:rsidR="00526D9F">
              <w:t xml:space="preserve">and seminars. </w:t>
            </w:r>
            <w:r>
              <w:rPr>
                <w:rFonts w:cs="Times New Roman"/>
              </w:rPr>
              <w:t>Ah</w:t>
            </w:r>
            <w:r w:rsidR="0059676A">
              <w:rPr>
                <w:rFonts w:cs="Times New Roman"/>
              </w:rPr>
              <w:t xml:space="preserve">med is </w:t>
            </w:r>
            <w:r w:rsidR="00A42038">
              <w:rPr>
                <w:rFonts w:cs="Times New Roman"/>
              </w:rPr>
              <w:t xml:space="preserve">a </w:t>
            </w:r>
            <w:r w:rsidR="0059676A">
              <w:rPr>
                <w:rFonts w:cs="Times New Roman"/>
              </w:rPr>
              <w:t>member of MDM ins</w:t>
            </w:r>
            <w:r w:rsidR="00526D9F">
              <w:rPr>
                <w:rFonts w:cs="Times New Roman"/>
              </w:rPr>
              <w:t>titutes.</w:t>
            </w:r>
          </w:p>
          <w:p w:rsidR="00075B98" w:rsidRDefault="00075B98" w:rsidP="00E12613">
            <w:pPr>
              <w:pStyle w:val="Achievement"/>
            </w:pPr>
          </w:p>
          <w:p w:rsidR="00573541" w:rsidRDefault="00573541" w:rsidP="006221DC">
            <w:pPr>
              <w:pStyle w:val="CompanyName"/>
            </w:pPr>
            <w:r w:rsidRPr="003F6688">
              <w:t xml:space="preserve">Sep 1997 – </w:t>
            </w:r>
            <w:r w:rsidR="00C62A72" w:rsidRPr="003F6688">
              <w:t xml:space="preserve">Nov </w:t>
            </w:r>
            <w:r w:rsidR="00225A0D" w:rsidRPr="003F6688">
              <w:t>2003</w:t>
            </w:r>
            <w:r>
              <w:tab/>
            </w:r>
            <w:r w:rsidRPr="003F6688">
              <w:t xml:space="preserve">British Aerospace </w:t>
            </w:r>
            <w:proofErr w:type="gramStart"/>
            <w:r w:rsidRPr="003F6688">
              <w:t>Company</w:t>
            </w:r>
            <w:r>
              <w:t xml:space="preserve"> .</w:t>
            </w:r>
            <w:r>
              <w:tab/>
            </w:r>
            <w:proofErr w:type="gramEnd"/>
            <w:smartTag w:uri="urn:schemas-microsoft-com:office:smarttags" w:element="place">
              <w:smartTag w:uri="urn:schemas-microsoft-com:office:smarttags" w:element="City">
                <w:r w:rsidRPr="003F6688">
                  <w:t>Riyadh</w:t>
                </w:r>
              </w:smartTag>
            </w:smartTag>
            <w:r w:rsidRPr="003F6688">
              <w:t>, KSA</w:t>
            </w:r>
          </w:p>
          <w:p w:rsidR="003F6688" w:rsidRPr="003F6688" w:rsidRDefault="003F6688" w:rsidP="003F6688"/>
          <w:p w:rsidR="00E83FC8" w:rsidRPr="007F7698" w:rsidRDefault="00573541" w:rsidP="00E83FC8">
            <w:pPr>
              <w:pStyle w:val="JobTitle"/>
              <w:rPr>
                <w:rFonts w:asciiTheme="majorBidi" w:hAnsiTheme="majorBidi" w:cstheme="majorBidi"/>
              </w:rPr>
            </w:pPr>
            <w:r w:rsidRPr="007F7698">
              <w:rPr>
                <w:rFonts w:asciiTheme="majorBidi" w:hAnsiTheme="majorBidi" w:cstheme="majorBidi"/>
              </w:rPr>
              <w:t>Informati</w:t>
            </w:r>
            <w:r w:rsidR="00EA68F6" w:rsidRPr="007F7698">
              <w:rPr>
                <w:rFonts w:asciiTheme="majorBidi" w:hAnsiTheme="majorBidi" w:cstheme="majorBidi"/>
              </w:rPr>
              <w:t>o</w:t>
            </w:r>
            <w:r w:rsidRPr="007F7698">
              <w:rPr>
                <w:rFonts w:asciiTheme="majorBidi" w:hAnsiTheme="majorBidi" w:cstheme="majorBidi"/>
              </w:rPr>
              <w:t>n Technology Section Manager</w:t>
            </w:r>
            <w:r w:rsidR="00CE3AE0" w:rsidRPr="007F7698">
              <w:rPr>
                <w:rFonts w:asciiTheme="majorBidi" w:hAnsiTheme="majorBidi" w:cstheme="majorBidi"/>
              </w:rPr>
              <w:t xml:space="preserve"> </w:t>
            </w:r>
            <w:r w:rsidR="00E83FC8" w:rsidRPr="007F7698">
              <w:rPr>
                <w:rFonts w:asciiTheme="majorBidi" w:hAnsiTheme="majorBidi" w:cstheme="majorBidi"/>
              </w:rPr>
              <w:t xml:space="preserve"> </w:t>
            </w:r>
          </w:p>
          <w:p w:rsidR="00E12613" w:rsidRPr="007F7698" w:rsidRDefault="00E12613" w:rsidP="00E12613">
            <w:r w:rsidRPr="007F7698">
              <w:t xml:space="preserve">As project Leader, Ahmed had the following responsibilities: </w:t>
            </w:r>
          </w:p>
          <w:p w:rsidR="00E12613" w:rsidRDefault="00E12613" w:rsidP="007F7698"/>
          <w:p w:rsidR="008D43AF" w:rsidRPr="009A4F48" w:rsidRDefault="008D43AF" w:rsidP="007F7698">
            <w:pPr>
              <w:rPr>
                <w:b/>
                <w:bCs/>
              </w:rPr>
            </w:pPr>
            <w:r w:rsidRPr="009A4F48">
              <w:rPr>
                <w:b/>
                <w:bCs/>
              </w:rPr>
              <w:t xml:space="preserve">ERP Projects </w:t>
            </w:r>
          </w:p>
          <w:p w:rsidR="00E12613" w:rsidRPr="007F7698" w:rsidRDefault="00E12613" w:rsidP="00E12613">
            <w:pPr>
              <w:jc w:val="both"/>
            </w:pPr>
            <w:r w:rsidRPr="007F7698">
              <w:t xml:space="preserve">Ahmed was involved in a large and complex ERP project for the Royal Saudi Air Force, worked with a team of 8 professional analysts. The project was called as EMDAD which consisted of maintenance, supply, contract, transportation, and other supporting functions. Ahmed was responsible for gathering user requirements by visiting and conducting interviews with clients from various sites across the kingdom covering more than 500 users and mangers. Ahmed modeled these requirements using Oracle Designer/2000 and documented all requirements in detail applying Oracle Custom Development Method (CDM).  </w:t>
            </w:r>
          </w:p>
          <w:p w:rsidR="00E12613" w:rsidRPr="007F7698" w:rsidRDefault="00E12613" w:rsidP="00E12613">
            <w:pPr>
              <w:jc w:val="both"/>
            </w:pPr>
          </w:p>
          <w:p w:rsidR="00E12613" w:rsidRDefault="00E12613" w:rsidP="007F7698"/>
          <w:p w:rsidR="00E83FC8" w:rsidRPr="007F7698" w:rsidRDefault="00E83FC8" w:rsidP="007F7698"/>
          <w:p w:rsidR="00E83FC8" w:rsidRPr="007F7698" w:rsidRDefault="00684DAE" w:rsidP="00BA68B4">
            <w:pPr>
              <w:jc w:val="both"/>
            </w:pPr>
            <w:r w:rsidRPr="007F7698">
              <w:t>D</w:t>
            </w:r>
            <w:r w:rsidR="00740677" w:rsidRPr="007F7698">
              <w:t xml:space="preserve">eveloped </w:t>
            </w:r>
            <w:r w:rsidR="00573541" w:rsidRPr="007F7698">
              <w:t>a system for customer</w:t>
            </w:r>
            <w:r w:rsidR="00D45CCF" w:rsidRPr="007F7698">
              <w:t>s</w:t>
            </w:r>
            <w:r w:rsidR="00573541" w:rsidRPr="007F7698">
              <w:t xml:space="preserve"> in Air Bases usi</w:t>
            </w:r>
            <w:r w:rsidR="00896484" w:rsidRPr="007F7698">
              <w:t xml:space="preserve">ng Oracle database. Gathered </w:t>
            </w:r>
            <w:r w:rsidR="00573541" w:rsidRPr="007F7698">
              <w:t>requirement</w:t>
            </w:r>
            <w:r w:rsidR="00896484" w:rsidRPr="007F7698">
              <w:t>s</w:t>
            </w:r>
            <w:r w:rsidR="00573541" w:rsidRPr="007F7698">
              <w:t xml:space="preserve"> to build </w:t>
            </w:r>
            <w:r w:rsidR="00896484" w:rsidRPr="007F7698">
              <w:t xml:space="preserve">an </w:t>
            </w:r>
            <w:r w:rsidR="00573541" w:rsidRPr="007F7698">
              <w:t xml:space="preserve">online system for maintenance and supply for the aircraft. </w:t>
            </w:r>
            <w:r w:rsidR="00896484" w:rsidRPr="007F7698">
              <w:t>This was a web based system and was built using</w:t>
            </w:r>
            <w:r w:rsidR="00573541" w:rsidRPr="007F7698">
              <w:t xml:space="preserve"> Oracle Developer/2000 and P/L SQL Tools. The report Builder and </w:t>
            </w:r>
            <w:r w:rsidR="00EA68F6" w:rsidRPr="007F7698">
              <w:t>w</w:t>
            </w:r>
            <w:r w:rsidR="00573541" w:rsidRPr="007F7698">
              <w:t>eb application Server publish</w:t>
            </w:r>
            <w:r w:rsidR="00EA68F6" w:rsidRPr="007F7698">
              <w:t>ed reports via the internet and intranet</w:t>
            </w:r>
            <w:r w:rsidR="00573541" w:rsidRPr="007F7698">
              <w:t xml:space="preserve">. </w:t>
            </w:r>
            <w:r w:rsidR="00EA68F6" w:rsidRPr="007F7698">
              <w:t>As information technology section manager, Ahmed coordinated the project team and used the development tools very effectively</w:t>
            </w:r>
            <w:r w:rsidR="00573541" w:rsidRPr="007F7698">
              <w:t>.</w:t>
            </w:r>
            <w:r w:rsidR="00E83FC8" w:rsidRPr="007F7698">
              <w:t xml:space="preserve"> </w:t>
            </w:r>
          </w:p>
          <w:p w:rsidR="00E83FC8" w:rsidRPr="007F7698" w:rsidRDefault="00E83FC8" w:rsidP="003E7218">
            <w:pPr>
              <w:jc w:val="both"/>
            </w:pPr>
          </w:p>
          <w:p w:rsidR="00E83FC8" w:rsidRPr="007F7698" w:rsidRDefault="00573541" w:rsidP="00E12613">
            <w:pPr>
              <w:jc w:val="both"/>
            </w:pPr>
            <w:r w:rsidRPr="007F7698">
              <w:t>In addition,</w:t>
            </w:r>
            <w:r w:rsidR="00697AD8" w:rsidRPr="007F7698">
              <w:t xml:space="preserve"> </w:t>
            </w:r>
            <w:r w:rsidR="00F33EF6" w:rsidRPr="007F7698">
              <w:t>Ahmed was involved in Vendor management and product selection for which he w</w:t>
            </w:r>
            <w:r w:rsidRPr="007F7698">
              <w:t>ork</w:t>
            </w:r>
            <w:r w:rsidR="005A5B3D" w:rsidRPr="007F7698">
              <w:t>ed</w:t>
            </w:r>
            <w:r w:rsidRPr="007F7698">
              <w:t xml:space="preserve"> with a high level team </w:t>
            </w:r>
            <w:r w:rsidR="00F33EF6" w:rsidRPr="007F7698">
              <w:t>from British Aerospace and external consultants</w:t>
            </w:r>
            <w:r w:rsidRPr="007F7698">
              <w:t xml:space="preserve"> to review the EMDAD requirement and develop</w:t>
            </w:r>
            <w:r w:rsidR="00F33EF6" w:rsidRPr="007F7698">
              <w:t>ed</w:t>
            </w:r>
            <w:r w:rsidRPr="007F7698">
              <w:t xml:space="preserve"> the system spec</w:t>
            </w:r>
            <w:r w:rsidR="00F33EF6" w:rsidRPr="007F7698">
              <w:t>ification</w:t>
            </w:r>
            <w:r w:rsidRPr="007F7698">
              <w:t>s and the criteria to select the best Commercial-on-the-Shelf (COTS) available in the market</w:t>
            </w:r>
            <w:r w:rsidR="00FF6981">
              <w:t>.</w:t>
            </w:r>
            <w:r w:rsidR="00E83FC8" w:rsidRPr="007F7698">
              <w:t xml:space="preserve"> </w:t>
            </w:r>
          </w:p>
          <w:p w:rsidR="00E83FC8" w:rsidRPr="007F7698" w:rsidRDefault="00E83FC8" w:rsidP="007F7698"/>
          <w:p w:rsidR="00E83FC8" w:rsidRPr="00632F73" w:rsidRDefault="00573541" w:rsidP="007F7698">
            <w:pPr>
              <w:rPr>
                <w:b/>
                <w:bCs/>
              </w:rPr>
            </w:pPr>
            <w:r w:rsidRPr="00632F73">
              <w:rPr>
                <w:b/>
                <w:bCs/>
              </w:rPr>
              <w:t xml:space="preserve">British Aerospace Management Maintenance Aircraft (BAEMMA) </w:t>
            </w:r>
            <w:r w:rsidR="00E83FC8" w:rsidRPr="00632F73">
              <w:rPr>
                <w:b/>
                <w:bCs/>
              </w:rPr>
              <w:t xml:space="preserve"> </w:t>
            </w:r>
          </w:p>
          <w:p w:rsidR="00573541" w:rsidRPr="007F7698" w:rsidRDefault="00264893" w:rsidP="003E7218">
            <w:pPr>
              <w:jc w:val="both"/>
            </w:pPr>
            <w:r w:rsidRPr="007F7698">
              <w:lastRenderedPageBreak/>
              <w:t>Ahmed</w:t>
            </w:r>
            <w:r w:rsidR="00573541" w:rsidRPr="007F7698">
              <w:t xml:space="preserve"> join</w:t>
            </w:r>
            <w:r w:rsidRPr="007F7698">
              <w:t>ed the Logi</w:t>
            </w:r>
            <w:r w:rsidR="00573541" w:rsidRPr="007F7698">
              <w:t>stic System Computer Group (LSC Group) based</w:t>
            </w:r>
            <w:r w:rsidRPr="007F7698">
              <w:t xml:space="preserve"> in UK and worked primarily</w:t>
            </w:r>
            <w:r w:rsidR="00573541" w:rsidRPr="007F7698">
              <w:t xml:space="preserve"> on Oracle </w:t>
            </w:r>
            <w:r w:rsidRPr="007F7698">
              <w:t xml:space="preserve">as </w:t>
            </w:r>
            <w:r w:rsidR="00573541" w:rsidRPr="007F7698">
              <w:t>D</w:t>
            </w:r>
            <w:r w:rsidRPr="007F7698">
              <w:t xml:space="preserve">atabase, </w:t>
            </w:r>
            <w:r w:rsidR="00573541" w:rsidRPr="007F7698">
              <w:t>Oracle Designer and Developer as front-end. Th</w:t>
            </w:r>
            <w:r w:rsidRPr="007F7698">
              <w:t>e</w:t>
            </w:r>
            <w:r w:rsidR="00573541" w:rsidRPr="007F7698">
              <w:t xml:space="preserve"> system</w:t>
            </w:r>
            <w:r w:rsidRPr="007F7698">
              <w:t xml:space="preserve"> was</w:t>
            </w:r>
            <w:r w:rsidR="00573541" w:rsidRPr="007F7698">
              <w:t xml:space="preserve"> for Engin</w:t>
            </w:r>
            <w:r w:rsidRPr="007F7698">
              <w:t>e</w:t>
            </w:r>
            <w:r w:rsidR="00573541" w:rsidRPr="007F7698">
              <w:t xml:space="preserve"> Tracking System fo</w:t>
            </w:r>
            <w:r w:rsidRPr="007F7698">
              <w:t>r</w:t>
            </w:r>
            <w:r w:rsidR="00573541" w:rsidRPr="007F7698">
              <w:t xml:space="preserve"> TORNADO Aircraft.  </w:t>
            </w:r>
          </w:p>
          <w:p w:rsidR="00264893" w:rsidRDefault="00264893" w:rsidP="00E12613">
            <w:pPr>
              <w:pStyle w:val="Achievement"/>
            </w:pPr>
          </w:p>
          <w:p w:rsidR="007F7698" w:rsidRDefault="00573541" w:rsidP="007F7698">
            <w:r w:rsidRPr="00D33320">
              <w:rPr>
                <w:b/>
                <w:bCs/>
              </w:rPr>
              <w:t>GIS (Geographic Information System)</w:t>
            </w:r>
            <w:r w:rsidR="007F7698">
              <w:rPr>
                <w:b/>
                <w:bCs/>
              </w:rPr>
              <w:t xml:space="preserve"> </w:t>
            </w:r>
          </w:p>
          <w:p w:rsidR="007F7698" w:rsidRDefault="007F7698" w:rsidP="007F7698"/>
          <w:p w:rsidR="00573541" w:rsidRDefault="00264893" w:rsidP="003E7218">
            <w:pPr>
              <w:jc w:val="both"/>
            </w:pPr>
            <w:r>
              <w:t>Ahmed w</w:t>
            </w:r>
            <w:r w:rsidR="00573541">
              <w:t>ork</w:t>
            </w:r>
            <w:r>
              <w:t>ed</w:t>
            </w:r>
            <w:r w:rsidR="00573541">
              <w:t xml:space="preserve"> with </w:t>
            </w:r>
            <w:proofErr w:type="spellStart"/>
            <w:r w:rsidR="00573541">
              <w:t>Zuhair</w:t>
            </w:r>
            <w:proofErr w:type="spellEnd"/>
            <w:r w:rsidR="00573541">
              <w:t xml:space="preserve"> </w:t>
            </w:r>
            <w:proofErr w:type="spellStart"/>
            <w:r w:rsidR="00573541">
              <w:t>Fayz</w:t>
            </w:r>
            <w:proofErr w:type="spellEnd"/>
            <w:r w:rsidR="00573541">
              <w:t xml:space="preserve"> Partner Company to develop GIS to Royal Saudi Air Force (RSAF). </w:t>
            </w:r>
            <w:r>
              <w:t>Technology used was</w:t>
            </w:r>
            <w:r w:rsidR="00573541">
              <w:t xml:space="preserve"> Oracle as D</w:t>
            </w:r>
            <w:r>
              <w:t xml:space="preserve">ata base </w:t>
            </w:r>
            <w:r w:rsidR="00573541">
              <w:t>and C++ as front-end and Windows-NT as Platform.</w:t>
            </w:r>
          </w:p>
          <w:p w:rsidR="00573541" w:rsidRDefault="00573541" w:rsidP="006221DC">
            <w:pPr>
              <w:pStyle w:val="CompanyName"/>
            </w:pPr>
            <w:r w:rsidRPr="00264893">
              <w:t>1995 – 1997</w:t>
            </w:r>
            <w:r>
              <w:tab/>
            </w:r>
            <w:r w:rsidRPr="00264893">
              <w:t>Saline Water Conversion Corporation(SWCC)</w:t>
            </w:r>
            <w:r>
              <w:t xml:space="preserve">      </w:t>
            </w:r>
            <w:r>
              <w:tab/>
            </w:r>
            <w:smartTag w:uri="urn:schemas-microsoft-com:office:smarttags" w:element="place">
              <w:smartTag w:uri="urn:schemas-microsoft-com:office:smarttags" w:element="City">
                <w:r w:rsidRPr="00264893">
                  <w:t>Riyadh</w:t>
                </w:r>
              </w:smartTag>
            </w:smartTag>
            <w:r>
              <w:t xml:space="preserve">, </w:t>
            </w:r>
            <w:r w:rsidRPr="00264893">
              <w:t>KSA</w:t>
            </w:r>
          </w:p>
          <w:p w:rsidR="00906D71" w:rsidRPr="00906D71" w:rsidRDefault="00906D71" w:rsidP="00906D71"/>
          <w:p w:rsidR="007F7698" w:rsidRDefault="00573541" w:rsidP="007F7698">
            <w:pPr>
              <w:pStyle w:val="JobTitle"/>
              <w:spacing w:after="0" w:line="240" w:lineRule="auto"/>
            </w:pPr>
            <w:r>
              <w:rPr>
                <w:rFonts w:cs="Arial"/>
                <w:spacing w:val="0"/>
              </w:rPr>
              <w:t xml:space="preserve">Senior Programmer </w:t>
            </w:r>
          </w:p>
          <w:p w:rsidR="007F7698" w:rsidRDefault="007F7698" w:rsidP="007F7698">
            <w:pPr>
              <w:pStyle w:val="JobTitle"/>
              <w:spacing w:after="0" w:line="240" w:lineRule="auto"/>
            </w:pPr>
          </w:p>
          <w:p w:rsidR="007F7698" w:rsidRPr="003E7218" w:rsidRDefault="00906D71" w:rsidP="003E7218">
            <w:pPr>
              <w:jc w:val="both"/>
            </w:pPr>
            <w:r w:rsidRPr="003E7218">
              <w:t xml:space="preserve">Ahmed </w:t>
            </w:r>
            <w:r w:rsidR="00573541" w:rsidRPr="003E7218">
              <w:t>join</w:t>
            </w:r>
            <w:r w:rsidRPr="003E7218">
              <w:t>ed</w:t>
            </w:r>
            <w:r w:rsidR="00573541" w:rsidRPr="003E7218">
              <w:t xml:space="preserve"> a team</w:t>
            </w:r>
            <w:r w:rsidRPr="003E7218">
              <w:t xml:space="preserve"> of programmers</w:t>
            </w:r>
            <w:r w:rsidR="00573541" w:rsidRPr="003E7218">
              <w:t xml:space="preserve"> to Develop Research Development Information System (RDIS) based on Oracle as D</w:t>
            </w:r>
            <w:r w:rsidRPr="003E7218">
              <w:t>atabase</w:t>
            </w:r>
            <w:r w:rsidR="00573541" w:rsidRPr="003E7218">
              <w:t xml:space="preserve"> and Oracle Designer and Developer as front-end </w:t>
            </w:r>
          </w:p>
          <w:p w:rsidR="00292F79" w:rsidRDefault="00906D71" w:rsidP="003E7218">
            <w:pPr>
              <w:jc w:val="both"/>
              <w:rPr>
                <w:rFonts w:asciiTheme="majorBidi" w:hAnsiTheme="majorBidi" w:cstheme="majorBidi"/>
                <w:b/>
                <w:bCs/>
              </w:rPr>
            </w:pPr>
            <w:r w:rsidRPr="003E7218">
              <w:t>Ahmed</w:t>
            </w:r>
            <w:r w:rsidR="00573541" w:rsidRPr="003E7218">
              <w:t xml:space="preserve"> develop</w:t>
            </w:r>
            <w:r w:rsidRPr="003E7218">
              <w:t>ed the</w:t>
            </w:r>
            <w:r w:rsidR="00573541" w:rsidRPr="003E7218">
              <w:t xml:space="preserve"> Inventory Control System (ICS) based on MSACCESS as D</w:t>
            </w:r>
            <w:r w:rsidRPr="003E7218">
              <w:t>atabase</w:t>
            </w:r>
            <w:r w:rsidR="00573541" w:rsidRPr="003E7218">
              <w:t xml:space="preserve"> and Windows/95 as Platform</w:t>
            </w:r>
            <w:r w:rsidR="00573541" w:rsidRPr="007F7698">
              <w:rPr>
                <w:rFonts w:asciiTheme="majorBidi" w:hAnsiTheme="majorBidi" w:cstheme="majorBidi"/>
                <w:b/>
                <w:bCs/>
              </w:rPr>
              <w:t xml:space="preserve"> </w:t>
            </w:r>
          </w:p>
          <w:p w:rsidR="00573541" w:rsidRDefault="00573541" w:rsidP="003E7218">
            <w:pPr>
              <w:jc w:val="both"/>
            </w:pPr>
            <w:r w:rsidRPr="007F7698">
              <w:rPr>
                <w:rFonts w:asciiTheme="majorBidi" w:hAnsiTheme="majorBidi" w:cstheme="majorBidi"/>
                <w:b/>
                <w:bCs/>
              </w:rPr>
              <w:t xml:space="preserve"> </w:t>
            </w:r>
          </w:p>
        </w:tc>
      </w:tr>
    </w:tbl>
    <w:p w:rsidR="00573541" w:rsidRPr="00AE756B" w:rsidRDefault="00573541" w:rsidP="003E7218">
      <w:pPr>
        <w:rPr>
          <w:rFonts w:cs="Times New Roman"/>
        </w:rPr>
      </w:pPr>
    </w:p>
    <w:sectPr w:rsidR="00573541" w:rsidRPr="00AE756B" w:rsidSect="00632F73">
      <w:pgSz w:w="11907" w:h="16839" w:code="9"/>
      <w:pgMar w:top="1350" w:right="1627" w:bottom="1440" w:left="1642"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60DDD"/>
    <w:multiLevelType w:val="hybridMultilevel"/>
    <w:tmpl w:val="3084A93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F4B53DA"/>
    <w:multiLevelType w:val="hybridMultilevel"/>
    <w:tmpl w:val="3C9E0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4C7C6B"/>
    <w:multiLevelType w:val="hybridMultilevel"/>
    <w:tmpl w:val="BFC22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4E4504"/>
    <w:multiLevelType w:val="singleLevel"/>
    <w:tmpl w:val="91E6A8FC"/>
    <w:lvl w:ilvl="0">
      <w:start w:val="1"/>
      <w:numFmt w:val="chosung"/>
      <w:lvlText w:val=""/>
      <w:lvlJc w:val="center"/>
      <w:pPr>
        <w:tabs>
          <w:tab w:val="num" w:pos="648"/>
        </w:tabs>
        <w:ind w:left="360" w:right="360" w:hanging="72"/>
      </w:pPr>
      <w:rPr>
        <w:rFonts w:ascii="Times New Roman" w:hAnsi="Symbol" w:cs="Times New Roman" w:hint="default"/>
      </w:rPr>
    </w:lvl>
  </w:abstractNum>
  <w:abstractNum w:abstractNumId="4">
    <w:nsid w:val="25C65523"/>
    <w:multiLevelType w:val="singleLevel"/>
    <w:tmpl w:val="91E6A8FC"/>
    <w:lvl w:ilvl="0">
      <w:start w:val="1"/>
      <w:numFmt w:val="chosung"/>
      <w:lvlText w:val=""/>
      <w:lvlJc w:val="center"/>
      <w:pPr>
        <w:tabs>
          <w:tab w:val="num" w:pos="648"/>
        </w:tabs>
        <w:ind w:left="360" w:right="360" w:hanging="72"/>
      </w:pPr>
      <w:rPr>
        <w:rFonts w:ascii="Times New Roman" w:hAnsi="Symbol" w:cs="Times New Roman" w:hint="default"/>
      </w:rPr>
    </w:lvl>
  </w:abstractNum>
  <w:abstractNum w:abstractNumId="5">
    <w:nsid w:val="2C1D7E24"/>
    <w:multiLevelType w:val="singleLevel"/>
    <w:tmpl w:val="7220D450"/>
    <w:lvl w:ilvl="0">
      <w:start w:val="1"/>
      <w:numFmt w:val="bullet"/>
      <w:lvlText w:val=""/>
      <w:lvlJc w:val="left"/>
      <w:pPr>
        <w:tabs>
          <w:tab w:val="num" w:pos="576"/>
        </w:tabs>
        <w:ind w:left="360" w:right="360" w:hanging="144"/>
      </w:pPr>
      <w:rPr>
        <w:rFonts w:ascii="Symbol" w:hAnsi="Symbol" w:hint="default"/>
      </w:rPr>
    </w:lvl>
  </w:abstractNum>
  <w:abstractNum w:abstractNumId="6">
    <w:nsid w:val="2E3865BE"/>
    <w:multiLevelType w:val="singleLevel"/>
    <w:tmpl w:val="91E6A8FC"/>
    <w:lvl w:ilvl="0">
      <w:start w:val="1"/>
      <w:numFmt w:val="chosung"/>
      <w:lvlText w:val=""/>
      <w:lvlJc w:val="center"/>
      <w:pPr>
        <w:tabs>
          <w:tab w:val="num" w:pos="648"/>
        </w:tabs>
        <w:ind w:left="360" w:right="360" w:hanging="72"/>
      </w:pPr>
      <w:rPr>
        <w:rFonts w:ascii="Times New Roman" w:hAnsi="Symbol" w:cs="Times New Roman" w:hint="default"/>
      </w:rPr>
    </w:lvl>
  </w:abstractNum>
  <w:abstractNum w:abstractNumId="7">
    <w:nsid w:val="41DE3658"/>
    <w:multiLevelType w:val="hybridMultilevel"/>
    <w:tmpl w:val="F5D48F64"/>
    <w:lvl w:ilvl="0" w:tplc="EEE08C06">
      <w:start w:val="1"/>
      <w:numFmt w:val="bullet"/>
      <w:lvlText w:val=""/>
      <w:lvlJc w:val="left"/>
      <w:pPr>
        <w:tabs>
          <w:tab w:val="num" w:pos="720"/>
        </w:tabs>
        <w:ind w:left="720" w:right="720" w:hanging="360"/>
      </w:pPr>
      <w:rPr>
        <w:rFonts w:ascii="Symbol" w:hAnsi="Symbol" w:hint="default"/>
        <w:color w:val="auto"/>
      </w:rPr>
    </w:lvl>
    <w:lvl w:ilvl="1" w:tplc="04090003" w:tentative="1">
      <w:start w:val="1"/>
      <w:numFmt w:val="bullet"/>
      <w:lvlText w:val="o"/>
      <w:lvlJc w:val="left"/>
      <w:pPr>
        <w:tabs>
          <w:tab w:val="num" w:pos="1440"/>
        </w:tabs>
        <w:ind w:left="1440" w:right="1440" w:hanging="360"/>
      </w:pPr>
      <w:rPr>
        <w:rFonts w:ascii="Courier New" w:hAnsi="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8">
    <w:nsid w:val="43472EBB"/>
    <w:multiLevelType w:val="singleLevel"/>
    <w:tmpl w:val="91E6A8FC"/>
    <w:lvl w:ilvl="0">
      <w:start w:val="1"/>
      <w:numFmt w:val="chosung"/>
      <w:lvlText w:val=""/>
      <w:lvlJc w:val="center"/>
      <w:pPr>
        <w:tabs>
          <w:tab w:val="num" w:pos="648"/>
        </w:tabs>
        <w:ind w:left="360" w:right="360" w:hanging="72"/>
      </w:pPr>
      <w:rPr>
        <w:rFonts w:ascii="Times New Roman" w:hAnsi="Symbol" w:cs="Times New Roman" w:hint="default"/>
      </w:rPr>
    </w:lvl>
  </w:abstractNum>
  <w:abstractNum w:abstractNumId="9">
    <w:nsid w:val="472231D6"/>
    <w:multiLevelType w:val="singleLevel"/>
    <w:tmpl w:val="DF16E5E4"/>
    <w:lvl w:ilvl="0">
      <w:start w:val="1"/>
      <w:numFmt w:val="bullet"/>
      <w:lvlText w:val=""/>
      <w:lvlJc w:val="left"/>
      <w:pPr>
        <w:tabs>
          <w:tab w:val="num" w:pos="360"/>
        </w:tabs>
        <w:ind w:left="245" w:right="245" w:hanging="245"/>
      </w:pPr>
      <w:rPr>
        <w:rFonts w:ascii="Symbol" w:hAnsi="Symbol" w:hint="default"/>
        <w:sz w:val="22"/>
        <w:effect w:val="none"/>
      </w:rPr>
    </w:lvl>
  </w:abstractNum>
  <w:abstractNum w:abstractNumId="10">
    <w:nsid w:val="4C050F92"/>
    <w:multiLevelType w:val="hybridMultilevel"/>
    <w:tmpl w:val="0B40E1CA"/>
    <w:lvl w:ilvl="0" w:tplc="04010001">
      <w:start w:val="1"/>
      <w:numFmt w:val="bullet"/>
      <w:lvlText w:val=""/>
      <w:lvlJc w:val="left"/>
      <w:pPr>
        <w:tabs>
          <w:tab w:val="num" w:pos="720"/>
        </w:tabs>
        <w:ind w:left="720" w:right="720" w:hanging="360"/>
      </w:pPr>
      <w:rPr>
        <w:rFonts w:ascii="Symbol" w:hAnsi="Symbol"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11">
    <w:nsid w:val="4C8378C5"/>
    <w:multiLevelType w:val="hybridMultilevel"/>
    <w:tmpl w:val="C0620132"/>
    <w:lvl w:ilvl="0" w:tplc="1D2A2DF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0514D3F"/>
    <w:multiLevelType w:val="singleLevel"/>
    <w:tmpl w:val="91E6A8FC"/>
    <w:lvl w:ilvl="0">
      <w:start w:val="1"/>
      <w:numFmt w:val="chosung"/>
      <w:lvlText w:val=""/>
      <w:lvlJc w:val="center"/>
      <w:pPr>
        <w:tabs>
          <w:tab w:val="num" w:pos="648"/>
        </w:tabs>
        <w:ind w:left="360" w:right="360" w:hanging="72"/>
      </w:pPr>
      <w:rPr>
        <w:rFonts w:ascii="Times New Roman" w:hAnsi="Symbol" w:cs="Times New Roman" w:hint="default"/>
      </w:rPr>
    </w:lvl>
  </w:abstractNum>
  <w:abstractNum w:abstractNumId="13">
    <w:nsid w:val="61A42A3E"/>
    <w:multiLevelType w:val="singleLevel"/>
    <w:tmpl w:val="04010001"/>
    <w:lvl w:ilvl="0">
      <w:start w:val="1"/>
      <w:numFmt w:val="chosung"/>
      <w:lvlText w:val=""/>
      <w:lvlJc w:val="center"/>
      <w:pPr>
        <w:tabs>
          <w:tab w:val="num" w:pos="648"/>
        </w:tabs>
        <w:ind w:left="360" w:right="360" w:hanging="72"/>
      </w:pPr>
      <w:rPr>
        <w:rFonts w:ascii="Symbol" w:hAnsi="Symbol" w:hint="default"/>
      </w:rPr>
    </w:lvl>
  </w:abstractNum>
  <w:abstractNum w:abstractNumId="14">
    <w:nsid w:val="63B96D6B"/>
    <w:multiLevelType w:val="hybridMultilevel"/>
    <w:tmpl w:val="06D6B7FA"/>
    <w:lvl w:ilvl="0" w:tplc="04010001">
      <w:start w:val="1"/>
      <w:numFmt w:val="bullet"/>
      <w:lvlText w:val=""/>
      <w:lvlJc w:val="left"/>
      <w:pPr>
        <w:tabs>
          <w:tab w:val="num" w:pos="720"/>
        </w:tabs>
        <w:ind w:left="720" w:right="720" w:hanging="360"/>
      </w:pPr>
      <w:rPr>
        <w:rFonts w:ascii="Symbol" w:hAnsi="Symbol"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15">
    <w:nsid w:val="65275C6E"/>
    <w:multiLevelType w:val="singleLevel"/>
    <w:tmpl w:val="91E6A8FC"/>
    <w:lvl w:ilvl="0">
      <w:start w:val="1"/>
      <w:numFmt w:val="chosung"/>
      <w:lvlText w:val=""/>
      <w:lvlJc w:val="center"/>
      <w:pPr>
        <w:tabs>
          <w:tab w:val="num" w:pos="648"/>
        </w:tabs>
        <w:ind w:left="360" w:right="360" w:hanging="72"/>
      </w:pPr>
      <w:rPr>
        <w:rFonts w:ascii="Times New Roman" w:hAnsi="Symbol" w:cs="Times New Roman" w:hint="default"/>
      </w:rPr>
    </w:lvl>
  </w:abstractNum>
  <w:abstractNum w:abstractNumId="16">
    <w:nsid w:val="667B49C7"/>
    <w:multiLevelType w:val="hybridMultilevel"/>
    <w:tmpl w:val="726E899E"/>
    <w:lvl w:ilvl="0" w:tplc="8604A8E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706A6565"/>
    <w:multiLevelType w:val="singleLevel"/>
    <w:tmpl w:val="91E6A8FC"/>
    <w:lvl w:ilvl="0">
      <w:start w:val="1"/>
      <w:numFmt w:val="chosung"/>
      <w:lvlText w:val=""/>
      <w:lvlJc w:val="center"/>
      <w:pPr>
        <w:tabs>
          <w:tab w:val="num" w:pos="648"/>
        </w:tabs>
        <w:ind w:left="360" w:right="360" w:hanging="72"/>
      </w:pPr>
      <w:rPr>
        <w:rFonts w:ascii="Times New Roman" w:hAnsi="Symbol" w:cs="Times New Roman" w:hint="default"/>
      </w:rPr>
    </w:lvl>
  </w:abstractNum>
  <w:abstractNum w:abstractNumId="18">
    <w:nsid w:val="71E12707"/>
    <w:multiLevelType w:val="singleLevel"/>
    <w:tmpl w:val="0401000F"/>
    <w:lvl w:ilvl="0">
      <w:start w:val="1"/>
      <w:numFmt w:val="decimal"/>
      <w:lvlText w:val="%1."/>
      <w:lvlJc w:val="center"/>
      <w:pPr>
        <w:tabs>
          <w:tab w:val="num" w:pos="648"/>
        </w:tabs>
        <w:ind w:left="360" w:right="360" w:hanging="72"/>
      </w:pPr>
    </w:lvl>
  </w:abstractNum>
  <w:abstractNum w:abstractNumId="19">
    <w:nsid w:val="733B7E4E"/>
    <w:multiLevelType w:val="hybridMultilevel"/>
    <w:tmpl w:val="EFC2AB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5240E60A">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37D5E7B"/>
    <w:multiLevelType w:val="hybridMultilevel"/>
    <w:tmpl w:val="C792A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FF477F"/>
    <w:multiLevelType w:val="singleLevel"/>
    <w:tmpl w:val="91E6A8FC"/>
    <w:lvl w:ilvl="0">
      <w:start w:val="1"/>
      <w:numFmt w:val="chosung"/>
      <w:lvlText w:val=""/>
      <w:lvlJc w:val="center"/>
      <w:pPr>
        <w:tabs>
          <w:tab w:val="num" w:pos="648"/>
        </w:tabs>
        <w:ind w:left="360" w:right="360" w:hanging="72"/>
      </w:pPr>
      <w:rPr>
        <w:rFonts w:ascii="Times New Roman" w:hAnsi="Symbol" w:cs="Times New Roman" w:hint="default"/>
      </w:rPr>
    </w:lvl>
  </w:abstractNum>
  <w:num w:numId="1">
    <w:abstractNumId w:val="9"/>
  </w:num>
  <w:num w:numId="2">
    <w:abstractNumId w:val="13"/>
  </w:num>
  <w:num w:numId="3">
    <w:abstractNumId w:val="6"/>
  </w:num>
  <w:num w:numId="4">
    <w:abstractNumId w:val="17"/>
  </w:num>
  <w:num w:numId="5">
    <w:abstractNumId w:val="4"/>
  </w:num>
  <w:num w:numId="6">
    <w:abstractNumId w:val="12"/>
  </w:num>
  <w:num w:numId="7">
    <w:abstractNumId w:val="3"/>
  </w:num>
  <w:num w:numId="8">
    <w:abstractNumId w:val="18"/>
  </w:num>
  <w:num w:numId="9">
    <w:abstractNumId w:val="15"/>
  </w:num>
  <w:num w:numId="10">
    <w:abstractNumId w:val="8"/>
  </w:num>
  <w:num w:numId="11">
    <w:abstractNumId w:val="21"/>
  </w:num>
  <w:num w:numId="12">
    <w:abstractNumId w:val="7"/>
  </w:num>
  <w:num w:numId="13">
    <w:abstractNumId w:val="5"/>
  </w:num>
  <w:num w:numId="14">
    <w:abstractNumId w:val="10"/>
  </w:num>
  <w:num w:numId="15">
    <w:abstractNumId w:val="14"/>
  </w:num>
  <w:num w:numId="16">
    <w:abstractNumId w:val="9"/>
  </w:num>
  <w:num w:numId="17">
    <w:abstractNumId w:val="0"/>
  </w:num>
  <w:num w:numId="18">
    <w:abstractNumId w:val="11"/>
  </w:num>
  <w:num w:numId="19">
    <w:abstractNumId w:val="19"/>
  </w:num>
  <w:num w:numId="20">
    <w:abstractNumId w:val="16"/>
  </w:num>
  <w:num w:numId="21">
    <w:abstractNumId w:val="19"/>
  </w:num>
  <w:num w:numId="22">
    <w:abstractNumId w:val="2"/>
  </w:num>
  <w:num w:numId="23">
    <w:abstractNumId w:val="1"/>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ResumeStyle" w:val="w:compa"/>
    <w:docVar w:name="Resume Post Wizard Balloon" w:val="w:docVa"/>
  </w:docVars>
  <w:rsids>
    <w:rsidRoot w:val="00225A0D"/>
    <w:rsid w:val="00021FC9"/>
    <w:rsid w:val="000414D7"/>
    <w:rsid w:val="00075B98"/>
    <w:rsid w:val="000B34AD"/>
    <w:rsid w:val="000B3689"/>
    <w:rsid w:val="000F0E50"/>
    <w:rsid w:val="0011736C"/>
    <w:rsid w:val="0012786E"/>
    <w:rsid w:val="001327EB"/>
    <w:rsid w:val="001510B2"/>
    <w:rsid w:val="00156BE6"/>
    <w:rsid w:val="001967AE"/>
    <w:rsid w:val="001B5D90"/>
    <w:rsid w:val="001D391C"/>
    <w:rsid w:val="001D47C1"/>
    <w:rsid w:val="001E358B"/>
    <w:rsid w:val="00210D2F"/>
    <w:rsid w:val="00225A0D"/>
    <w:rsid w:val="00264893"/>
    <w:rsid w:val="002706A6"/>
    <w:rsid w:val="00270BB8"/>
    <w:rsid w:val="0028011E"/>
    <w:rsid w:val="00284BFF"/>
    <w:rsid w:val="0029153B"/>
    <w:rsid w:val="00292F79"/>
    <w:rsid w:val="002A304C"/>
    <w:rsid w:val="002B372B"/>
    <w:rsid w:val="002E1B99"/>
    <w:rsid w:val="002E3CAF"/>
    <w:rsid w:val="002F3806"/>
    <w:rsid w:val="002F4C78"/>
    <w:rsid w:val="00323D59"/>
    <w:rsid w:val="0034168F"/>
    <w:rsid w:val="00352B5F"/>
    <w:rsid w:val="003D3DD7"/>
    <w:rsid w:val="003E037F"/>
    <w:rsid w:val="003E7218"/>
    <w:rsid w:val="003F6688"/>
    <w:rsid w:val="0040521E"/>
    <w:rsid w:val="00407999"/>
    <w:rsid w:val="004213B7"/>
    <w:rsid w:val="00435416"/>
    <w:rsid w:val="004610B2"/>
    <w:rsid w:val="004644F7"/>
    <w:rsid w:val="00481D42"/>
    <w:rsid w:val="004F375B"/>
    <w:rsid w:val="00506650"/>
    <w:rsid w:val="00513DAA"/>
    <w:rsid w:val="00516A1F"/>
    <w:rsid w:val="00524A4C"/>
    <w:rsid w:val="00524B4D"/>
    <w:rsid w:val="00526D9F"/>
    <w:rsid w:val="00562A41"/>
    <w:rsid w:val="00573541"/>
    <w:rsid w:val="00576732"/>
    <w:rsid w:val="00583AAC"/>
    <w:rsid w:val="0059676A"/>
    <w:rsid w:val="005A3895"/>
    <w:rsid w:val="005A5B3D"/>
    <w:rsid w:val="005B59D0"/>
    <w:rsid w:val="005C5D9E"/>
    <w:rsid w:val="006023E8"/>
    <w:rsid w:val="0060419F"/>
    <w:rsid w:val="006137DD"/>
    <w:rsid w:val="006221DC"/>
    <w:rsid w:val="00632F73"/>
    <w:rsid w:val="0063490C"/>
    <w:rsid w:val="00634ED8"/>
    <w:rsid w:val="00637B17"/>
    <w:rsid w:val="00650132"/>
    <w:rsid w:val="00663059"/>
    <w:rsid w:val="00677671"/>
    <w:rsid w:val="00684DAE"/>
    <w:rsid w:val="00697AD8"/>
    <w:rsid w:val="006C24E5"/>
    <w:rsid w:val="006D0D07"/>
    <w:rsid w:val="006D4867"/>
    <w:rsid w:val="00731A72"/>
    <w:rsid w:val="00740677"/>
    <w:rsid w:val="00763CDF"/>
    <w:rsid w:val="00770C4C"/>
    <w:rsid w:val="007921C8"/>
    <w:rsid w:val="00793010"/>
    <w:rsid w:val="0079700D"/>
    <w:rsid w:val="007A0019"/>
    <w:rsid w:val="007A228E"/>
    <w:rsid w:val="007A4557"/>
    <w:rsid w:val="007B22E7"/>
    <w:rsid w:val="007D5109"/>
    <w:rsid w:val="007F7698"/>
    <w:rsid w:val="00815F1C"/>
    <w:rsid w:val="00815FFF"/>
    <w:rsid w:val="00836CB9"/>
    <w:rsid w:val="00840E7A"/>
    <w:rsid w:val="008522FE"/>
    <w:rsid w:val="008534F1"/>
    <w:rsid w:val="00896484"/>
    <w:rsid w:val="008A3C82"/>
    <w:rsid w:val="008D0AD7"/>
    <w:rsid w:val="008D43AF"/>
    <w:rsid w:val="008F162D"/>
    <w:rsid w:val="008F2441"/>
    <w:rsid w:val="00906D71"/>
    <w:rsid w:val="00907DD1"/>
    <w:rsid w:val="00940881"/>
    <w:rsid w:val="00940D88"/>
    <w:rsid w:val="00941C62"/>
    <w:rsid w:val="0096079A"/>
    <w:rsid w:val="009825E9"/>
    <w:rsid w:val="009924A6"/>
    <w:rsid w:val="009A12E4"/>
    <w:rsid w:val="009A4F48"/>
    <w:rsid w:val="009B1A4D"/>
    <w:rsid w:val="009B23F9"/>
    <w:rsid w:val="009C430F"/>
    <w:rsid w:val="009D0451"/>
    <w:rsid w:val="009D2E2B"/>
    <w:rsid w:val="009D2FB1"/>
    <w:rsid w:val="009E08CE"/>
    <w:rsid w:val="00A203D3"/>
    <w:rsid w:val="00A27196"/>
    <w:rsid w:val="00A42038"/>
    <w:rsid w:val="00A6450F"/>
    <w:rsid w:val="00A84C46"/>
    <w:rsid w:val="00A903CF"/>
    <w:rsid w:val="00AA7B95"/>
    <w:rsid w:val="00AE386B"/>
    <w:rsid w:val="00AE5198"/>
    <w:rsid w:val="00AE6A01"/>
    <w:rsid w:val="00AE756B"/>
    <w:rsid w:val="00B05326"/>
    <w:rsid w:val="00B47E46"/>
    <w:rsid w:val="00B77ED4"/>
    <w:rsid w:val="00B82A60"/>
    <w:rsid w:val="00B8542D"/>
    <w:rsid w:val="00BA056C"/>
    <w:rsid w:val="00BA68B4"/>
    <w:rsid w:val="00BD0AC8"/>
    <w:rsid w:val="00BD3EB6"/>
    <w:rsid w:val="00BD4D4C"/>
    <w:rsid w:val="00BE4C31"/>
    <w:rsid w:val="00BE7553"/>
    <w:rsid w:val="00C13B19"/>
    <w:rsid w:val="00C16A00"/>
    <w:rsid w:val="00C42ABD"/>
    <w:rsid w:val="00C51C57"/>
    <w:rsid w:val="00C62A72"/>
    <w:rsid w:val="00C6412E"/>
    <w:rsid w:val="00C700D7"/>
    <w:rsid w:val="00C735D2"/>
    <w:rsid w:val="00C808B1"/>
    <w:rsid w:val="00CA1E4B"/>
    <w:rsid w:val="00CB523E"/>
    <w:rsid w:val="00CD275A"/>
    <w:rsid w:val="00CD5006"/>
    <w:rsid w:val="00CD6121"/>
    <w:rsid w:val="00CD6E2F"/>
    <w:rsid w:val="00CE35EE"/>
    <w:rsid w:val="00CE3AE0"/>
    <w:rsid w:val="00CE6E17"/>
    <w:rsid w:val="00CF59CE"/>
    <w:rsid w:val="00D101F4"/>
    <w:rsid w:val="00D33320"/>
    <w:rsid w:val="00D45CCF"/>
    <w:rsid w:val="00D465B6"/>
    <w:rsid w:val="00D53B7E"/>
    <w:rsid w:val="00D61E66"/>
    <w:rsid w:val="00D75C74"/>
    <w:rsid w:val="00D8616E"/>
    <w:rsid w:val="00DA3EE7"/>
    <w:rsid w:val="00DD54F6"/>
    <w:rsid w:val="00DE2046"/>
    <w:rsid w:val="00DF45D3"/>
    <w:rsid w:val="00E057B6"/>
    <w:rsid w:val="00E12613"/>
    <w:rsid w:val="00E1327D"/>
    <w:rsid w:val="00E21E99"/>
    <w:rsid w:val="00E4462B"/>
    <w:rsid w:val="00E70FE0"/>
    <w:rsid w:val="00E83FC8"/>
    <w:rsid w:val="00E8425C"/>
    <w:rsid w:val="00E8798E"/>
    <w:rsid w:val="00E915EB"/>
    <w:rsid w:val="00E94CA4"/>
    <w:rsid w:val="00E96CC6"/>
    <w:rsid w:val="00EA68F6"/>
    <w:rsid w:val="00EB4EDE"/>
    <w:rsid w:val="00EC4BA0"/>
    <w:rsid w:val="00ED76AA"/>
    <w:rsid w:val="00EF5B69"/>
    <w:rsid w:val="00EF7410"/>
    <w:rsid w:val="00F00C5D"/>
    <w:rsid w:val="00F02742"/>
    <w:rsid w:val="00F1253F"/>
    <w:rsid w:val="00F177F0"/>
    <w:rsid w:val="00F25B9F"/>
    <w:rsid w:val="00F33EF6"/>
    <w:rsid w:val="00F62EB5"/>
    <w:rsid w:val="00F855C0"/>
    <w:rsid w:val="00F90FB9"/>
    <w:rsid w:val="00F9691A"/>
    <w:rsid w:val="00FB72A1"/>
    <w:rsid w:val="00FB78F7"/>
    <w:rsid w:val="00FD304A"/>
    <w:rsid w:val="00FE538A"/>
    <w:rsid w:val="00FF69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addres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6E2F"/>
    <w:rPr>
      <w:rFonts w:cs="Traditional Arabic"/>
    </w:rPr>
  </w:style>
  <w:style w:type="paragraph" w:styleId="Heading1">
    <w:name w:val="heading 1"/>
    <w:basedOn w:val="HeadingBase"/>
    <w:next w:val="BodyText"/>
    <w:qFormat/>
    <w:rsid w:val="00CD6E2F"/>
    <w:pPr>
      <w:spacing w:before="220" w:after="220"/>
      <w:ind w:left="-2520"/>
      <w:outlineLvl w:val="0"/>
    </w:pPr>
    <w:rPr>
      <w:spacing w:val="-5"/>
      <w:kern w:val="28"/>
      <w:sz w:val="22"/>
      <w:szCs w:val="26"/>
    </w:rPr>
  </w:style>
  <w:style w:type="paragraph" w:styleId="Heading2">
    <w:name w:val="heading 2"/>
    <w:basedOn w:val="HeadingBase"/>
    <w:next w:val="BodyText"/>
    <w:qFormat/>
    <w:rsid w:val="00CD6E2F"/>
    <w:pPr>
      <w:spacing w:before="220"/>
      <w:outlineLvl w:val="1"/>
    </w:pPr>
    <w:rPr>
      <w:b/>
      <w:bCs/>
    </w:rPr>
  </w:style>
  <w:style w:type="paragraph" w:styleId="Heading3">
    <w:name w:val="heading 3"/>
    <w:basedOn w:val="HeadingBase"/>
    <w:next w:val="BodyText"/>
    <w:qFormat/>
    <w:rsid w:val="00CD6E2F"/>
    <w:pPr>
      <w:spacing w:after="220"/>
      <w:outlineLvl w:val="2"/>
    </w:pPr>
    <w:rPr>
      <w:rFonts w:ascii="Times New Roman" w:hAnsi="Times New Roman"/>
      <w:i/>
      <w:iCs/>
      <w:spacing w:val="-2"/>
      <w:sz w:val="20"/>
      <w:szCs w:val="24"/>
    </w:rPr>
  </w:style>
  <w:style w:type="paragraph" w:styleId="Heading4">
    <w:name w:val="heading 4"/>
    <w:basedOn w:val="HeadingBase"/>
    <w:next w:val="BodyText"/>
    <w:qFormat/>
    <w:rsid w:val="00CD6E2F"/>
    <w:pPr>
      <w:spacing w:after="220"/>
      <w:outlineLvl w:val="3"/>
    </w:pPr>
    <w:rPr>
      <w:sz w:val="20"/>
      <w:szCs w:val="24"/>
    </w:rPr>
  </w:style>
  <w:style w:type="paragraph" w:styleId="Heading5">
    <w:name w:val="heading 5"/>
    <w:basedOn w:val="HeadingBase"/>
    <w:next w:val="BodyText"/>
    <w:qFormat/>
    <w:rsid w:val="00CD6E2F"/>
    <w:pPr>
      <w:outlineLvl w:val="4"/>
    </w:pPr>
  </w:style>
  <w:style w:type="paragraph" w:styleId="Heading6">
    <w:name w:val="heading 6"/>
    <w:basedOn w:val="Normal"/>
    <w:next w:val="Normal"/>
    <w:qFormat/>
    <w:rsid w:val="00CD6E2F"/>
    <w:pPr>
      <w:spacing w:before="240" w:after="60"/>
      <w:ind w:right="-360"/>
      <w:outlineLvl w:val="5"/>
    </w:pPr>
    <w:rPr>
      <w:rFonts w:ascii="Arial" w:hAnsi="Arial"/>
      <w:i/>
      <w:i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D6E2F"/>
    <w:pPr>
      <w:spacing w:after="220" w:line="220" w:lineRule="atLeast"/>
      <w:ind w:right="-360"/>
    </w:pPr>
  </w:style>
  <w:style w:type="paragraph" w:customStyle="1" w:styleId="Achievement">
    <w:name w:val="Achievement"/>
    <w:basedOn w:val="BodyText"/>
    <w:autoRedefine/>
    <w:rsid w:val="00E12613"/>
    <w:pPr>
      <w:spacing w:after="60"/>
      <w:ind w:right="245"/>
      <w:jc w:val="both"/>
    </w:pPr>
  </w:style>
  <w:style w:type="paragraph" w:customStyle="1" w:styleId="Address1">
    <w:name w:val="Address 1"/>
    <w:basedOn w:val="Normal"/>
    <w:rsid w:val="00CD6E2F"/>
    <w:pPr>
      <w:framePr w:w="2400" w:wrap="notBeside" w:vAnchor="page" w:hAnchor="page" w:x="8065" w:y="1009" w:anchorLock="1"/>
      <w:spacing w:line="200" w:lineRule="atLeast"/>
    </w:pPr>
    <w:rPr>
      <w:sz w:val="16"/>
      <w:szCs w:val="19"/>
    </w:rPr>
  </w:style>
  <w:style w:type="paragraph" w:customStyle="1" w:styleId="Address2">
    <w:name w:val="Address 2"/>
    <w:basedOn w:val="Normal"/>
    <w:rsid w:val="00CD6E2F"/>
    <w:pPr>
      <w:framePr w:w="2405" w:wrap="notBeside" w:vAnchor="page" w:hAnchor="page" w:x="5761" w:y="1009" w:anchorLock="1"/>
      <w:spacing w:line="200" w:lineRule="atLeast"/>
    </w:pPr>
    <w:rPr>
      <w:sz w:val="16"/>
      <w:szCs w:val="19"/>
    </w:rPr>
  </w:style>
  <w:style w:type="paragraph" w:styleId="BodyTextIndent">
    <w:name w:val="Body Text Indent"/>
    <w:basedOn w:val="BodyText"/>
    <w:rsid w:val="00CD6E2F"/>
    <w:pPr>
      <w:ind w:left="720"/>
    </w:pPr>
  </w:style>
  <w:style w:type="paragraph" w:customStyle="1" w:styleId="CityState">
    <w:name w:val="City/State"/>
    <w:basedOn w:val="BodyText"/>
    <w:next w:val="BodyText"/>
    <w:rsid w:val="00CD6E2F"/>
    <w:pPr>
      <w:keepNext/>
    </w:pPr>
  </w:style>
  <w:style w:type="paragraph" w:customStyle="1" w:styleId="CompanyName">
    <w:name w:val="Company Name"/>
    <w:basedOn w:val="Normal"/>
    <w:next w:val="Normal"/>
    <w:autoRedefine/>
    <w:rsid w:val="006221DC"/>
    <w:pPr>
      <w:tabs>
        <w:tab w:val="left" w:pos="2160"/>
        <w:tab w:val="right" w:pos="6480"/>
      </w:tabs>
      <w:spacing w:before="220" w:after="40" w:line="220" w:lineRule="atLeast"/>
      <w:ind w:right="-360"/>
      <w:jc w:val="both"/>
    </w:pPr>
    <w:rPr>
      <w:b/>
      <w:bCs/>
    </w:rPr>
  </w:style>
  <w:style w:type="paragraph" w:customStyle="1" w:styleId="CompanyNameOne">
    <w:name w:val="Company Name One"/>
    <w:basedOn w:val="CompanyName"/>
    <w:next w:val="Normal"/>
    <w:rsid w:val="00CD6E2F"/>
  </w:style>
  <w:style w:type="paragraph" w:styleId="Date">
    <w:name w:val="Date"/>
    <w:basedOn w:val="BodyText"/>
    <w:rsid w:val="00CD6E2F"/>
    <w:pPr>
      <w:keepNext/>
    </w:pPr>
  </w:style>
  <w:style w:type="paragraph" w:customStyle="1" w:styleId="DocumentLabel">
    <w:name w:val="Document Label"/>
    <w:basedOn w:val="Normal"/>
    <w:next w:val="Normal"/>
    <w:rsid w:val="00CD6E2F"/>
    <w:pPr>
      <w:spacing w:after="220"/>
      <w:ind w:right="-360"/>
    </w:pPr>
    <w:rPr>
      <w:spacing w:val="-20"/>
      <w:sz w:val="48"/>
      <w:szCs w:val="57"/>
    </w:rPr>
  </w:style>
  <w:style w:type="character" w:styleId="Emphasis">
    <w:name w:val="Emphasis"/>
    <w:qFormat/>
    <w:rsid w:val="00CD6E2F"/>
    <w:rPr>
      <w:rFonts w:ascii="Arial" w:hAnsi="Arial"/>
      <w:b/>
      <w:bCs/>
      <w:spacing w:val="-8"/>
      <w:sz w:val="18"/>
      <w:szCs w:val="21"/>
    </w:rPr>
  </w:style>
  <w:style w:type="paragraph" w:customStyle="1" w:styleId="HeaderBase">
    <w:name w:val="Header Base"/>
    <w:basedOn w:val="Normal"/>
    <w:rsid w:val="00CD6E2F"/>
    <w:pPr>
      <w:ind w:right="-360"/>
    </w:pPr>
  </w:style>
  <w:style w:type="paragraph" w:styleId="Footer">
    <w:name w:val="footer"/>
    <w:basedOn w:val="HeaderBase"/>
    <w:rsid w:val="00CD6E2F"/>
    <w:pPr>
      <w:tabs>
        <w:tab w:val="right" w:pos="6840"/>
      </w:tabs>
      <w:spacing w:line="220" w:lineRule="atLeast"/>
    </w:pPr>
    <w:rPr>
      <w:rFonts w:ascii="Arial" w:hAnsi="Arial"/>
      <w:b/>
      <w:bCs/>
      <w:sz w:val="18"/>
      <w:szCs w:val="21"/>
    </w:rPr>
  </w:style>
  <w:style w:type="paragraph" w:styleId="Header">
    <w:name w:val="header"/>
    <w:basedOn w:val="HeaderBase"/>
    <w:rsid w:val="00CD6E2F"/>
    <w:pPr>
      <w:spacing w:line="220" w:lineRule="atLeast"/>
    </w:pPr>
  </w:style>
  <w:style w:type="paragraph" w:customStyle="1" w:styleId="HeadingBase">
    <w:name w:val="Heading Base"/>
    <w:basedOn w:val="BodyText"/>
    <w:next w:val="BodyText"/>
    <w:rsid w:val="00CD6E2F"/>
    <w:pPr>
      <w:keepNext/>
      <w:keepLines/>
      <w:spacing w:after="0"/>
    </w:pPr>
    <w:rPr>
      <w:rFonts w:ascii="Arial" w:hAnsi="Arial"/>
      <w:spacing w:val="-4"/>
      <w:sz w:val="18"/>
      <w:szCs w:val="21"/>
    </w:rPr>
  </w:style>
  <w:style w:type="paragraph" w:customStyle="1" w:styleId="Institution">
    <w:name w:val="Institution"/>
    <w:basedOn w:val="Normal"/>
    <w:next w:val="Achievement"/>
    <w:autoRedefine/>
    <w:rsid w:val="00CD6E2F"/>
    <w:pPr>
      <w:tabs>
        <w:tab w:val="left" w:pos="2160"/>
        <w:tab w:val="right" w:pos="6480"/>
      </w:tabs>
      <w:spacing w:before="220" w:after="60" w:line="220" w:lineRule="atLeast"/>
      <w:ind w:right="-360"/>
    </w:pPr>
  </w:style>
  <w:style w:type="character" w:customStyle="1" w:styleId="Job">
    <w:name w:val="Job"/>
    <w:basedOn w:val="DefaultParagraphFont"/>
    <w:rsid w:val="00CD6E2F"/>
  </w:style>
  <w:style w:type="paragraph" w:customStyle="1" w:styleId="JobTitle">
    <w:name w:val="Job Title"/>
    <w:next w:val="Achievement"/>
    <w:rsid w:val="00CD6E2F"/>
    <w:pPr>
      <w:spacing w:after="40" w:line="220" w:lineRule="atLeast"/>
    </w:pPr>
    <w:rPr>
      <w:rFonts w:ascii="Arial" w:hAnsi="Arial" w:cs="Traditional Arabic"/>
      <w:b/>
      <w:bCs/>
      <w:noProof/>
      <w:spacing w:val="-10"/>
    </w:rPr>
  </w:style>
  <w:style w:type="character" w:customStyle="1" w:styleId="Lead-inEmphasis">
    <w:name w:val="Lead-in Emphasis"/>
    <w:rsid w:val="00CD6E2F"/>
    <w:rPr>
      <w:rFonts w:ascii="Arial" w:hAnsi="Arial"/>
      <w:b/>
      <w:bCs/>
      <w:spacing w:val="-8"/>
      <w:sz w:val="18"/>
      <w:szCs w:val="21"/>
    </w:rPr>
  </w:style>
  <w:style w:type="paragraph" w:customStyle="1" w:styleId="Name">
    <w:name w:val="Name"/>
    <w:basedOn w:val="Normal"/>
    <w:next w:val="Normal"/>
    <w:autoRedefine/>
    <w:rsid w:val="00CD6E2F"/>
    <w:pPr>
      <w:spacing w:after="440" w:line="240" w:lineRule="atLeast"/>
    </w:pPr>
    <w:rPr>
      <w:spacing w:val="-20"/>
      <w:sz w:val="48"/>
      <w:szCs w:val="48"/>
    </w:rPr>
  </w:style>
  <w:style w:type="paragraph" w:customStyle="1" w:styleId="NoTitle">
    <w:name w:val="No Title"/>
    <w:basedOn w:val="Normal"/>
    <w:rsid w:val="00CD6E2F"/>
    <w:pPr>
      <w:pBdr>
        <w:top w:val="single" w:sz="6" w:space="2" w:color="FFFFFF"/>
        <w:left w:val="single" w:sz="6" w:space="2" w:color="FFFFFF"/>
        <w:bottom w:val="single" w:sz="6" w:space="2" w:color="FFFFFF"/>
        <w:right w:val="single" w:sz="6" w:space="2" w:color="FFFFFF"/>
      </w:pBdr>
      <w:spacing w:before="120" w:line="280" w:lineRule="atLeast"/>
    </w:pPr>
    <w:rPr>
      <w:rFonts w:ascii="Arial" w:hAnsi="Arial"/>
      <w:b/>
      <w:bCs/>
      <w:spacing w:val="-10"/>
      <w:position w:val="7"/>
    </w:rPr>
  </w:style>
  <w:style w:type="paragraph" w:customStyle="1" w:styleId="Objective">
    <w:name w:val="Objective"/>
    <w:basedOn w:val="Normal"/>
    <w:next w:val="BodyText"/>
    <w:rsid w:val="00CD6E2F"/>
    <w:pPr>
      <w:spacing w:before="220" w:after="220" w:line="220" w:lineRule="atLeast"/>
    </w:pPr>
  </w:style>
  <w:style w:type="character" w:styleId="PageNumber">
    <w:name w:val="page number"/>
    <w:rsid w:val="00CD6E2F"/>
    <w:rPr>
      <w:rFonts w:ascii="Arial" w:hAnsi="Arial"/>
      <w:b/>
      <w:bCs/>
      <w:sz w:val="18"/>
      <w:szCs w:val="21"/>
    </w:rPr>
  </w:style>
  <w:style w:type="paragraph" w:customStyle="1" w:styleId="SectionTitle">
    <w:name w:val="Section Title"/>
    <w:basedOn w:val="Normal"/>
    <w:next w:val="Normal"/>
    <w:autoRedefine/>
    <w:rsid w:val="00CD6E2F"/>
    <w:pPr>
      <w:pBdr>
        <w:top w:val="single" w:sz="6" w:space="2" w:color="FFFFFF"/>
        <w:left w:val="single" w:sz="6" w:space="2" w:color="FFFFFF"/>
        <w:bottom w:val="single" w:sz="6" w:space="2" w:color="FFFFFF"/>
        <w:right w:val="single" w:sz="6" w:space="2" w:color="FFFFFF"/>
      </w:pBdr>
      <w:shd w:val="pct10" w:color="auto" w:fill="auto"/>
      <w:spacing w:before="120" w:line="280" w:lineRule="atLeast"/>
    </w:pPr>
    <w:rPr>
      <w:rFonts w:ascii="Arial" w:hAnsi="Arial"/>
      <w:b/>
      <w:bCs/>
      <w:spacing w:val="-10"/>
      <w:position w:val="7"/>
    </w:rPr>
  </w:style>
  <w:style w:type="paragraph" w:customStyle="1" w:styleId="SectionSubtitle">
    <w:name w:val="Section Subtitle"/>
    <w:basedOn w:val="SectionTitle"/>
    <w:next w:val="Normal"/>
    <w:rsid w:val="00CD6E2F"/>
    <w:pPr>
      <w:pBdr>
        <w:top w:val="none" w:sz="0" w:space="0" w:color="auto"/>
      </w:pBdr>
    </w:pPr>
    <w:rPr>
      <w:b w:val="0"/>
      <w:bCs w:val="0"/>
      <w:spacing w:val="0"/>
      <w:position w:val="6"/>
    </w:rPr>
  </w:style>
  <w:style w:type="paragraph" w:customStyle="1" w:styleId="PersonalInfo">
    <w:name w:val="Personal Info"/>
    <w:basedOn w:val="Achievement"/>
    <w:rsid w:val="00CD6E2F"/>
    <w:pPr>
      <w:spacing w:before="220"/>
    </w:pPr>
  </w:style>
  <w:style w:type="paragraph" w:styleId="BodyTextIndent2">
    <w:name w:val="Body Text Indent 2"/>
    <w:basedOn w:val="Normal"/>
    <w:rsid w:val="00CD6E2F"/>
    <w:pPr>
      <w:ind w:left="45"/>
    </w:pPr>
  </w:style>
  <w:style w:type="character" w:styleId="Hyperlink">
    <w:name w:val="Hyperlink"/>
    <w:basedOn w:val="DefaultParagraphFont"/>
    <w:rsid w:val="00AE6A01"/>
    <w:rPr>
      <w:color w:val="0000FF"/>
      <w:u w:val="single"/>
    </w:rPr>
  </w:style>
  <w:style w:type="paragraph" w:styleId="ListParagraph">
    <w:name w:val="List Paragraph"/>
    <w:basedOn w:val="Normal"/>
    <w:uiPriority w:val="34"/>
    <w:qFormat/>
    <w:rsid w:val="002E3CAF"/>
    <w:pPr>
      <w:ind w:left="720"/>
      <w:contextualSpacing/>
    </w:pPr>
  </w:style>
  <w:style w:type="paragraph" w:styleId="BalloonText">
    <w:name w:val="Balloon Text"/>
    <w:basedOn w:val="Normal"/>
    <w:link w:val="BalloonTextChar"/>
    <w:rsid w:val="00C700D7"/>
    <w:rPr>
      <w:rFonts w:ascii="Tahoma" w:hAnsi="Tahoma" w:cs="Tahoma"/>
      <w:sz w:val="16"/>
      <w:szCs w:val="16"/>
    </w:rPr>
  </w:style>
  <w:style w:type="character" w:customStyle="1" w:styleId="BalloonTextChar">
    <w:name w:val="Balloon Text Char"/>
    <w:basedOn w:val="DefaultParagraphFont"/>
    <w:link w:val="BalloonText"/>
    <w:rsid w:val="00C700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6E2F"/>
    <w:rPr>
      <w:rFonts w:cs="Traditional Arabic"/>
    </w:rPr>
  </w:style>
  <w:style w:type="paragraph" w:styleId="Heading1">
    <w:name w:val="heading 1"/>
    <w:basedOn w:val="HeadingBase"/>
    <w:next w:val="BodyText"/>
    <w:qFormat/>
    <w:rsid w:val="00CD6E2F"/>
    <w:pPr>
      <w:spacing w:before="220" w:after="220"/>
      <w:ind w:left="-2520"/>
      <w:outlineLvl w:val="0"/>
    </w:pPr>
    <w:rPr>
      <w:spacing w:val="-5"/>
      <w:kern w:val="28"/>
      <w:sz w:val="22"/>
      <w:szCs w:val="26"/>
    </w:rPr>
  </w:style>
  <w:style w:type="paragraph" w:styleId="Heading2">
    <w:name w:val="heading 2"/>
    <w:basedOn w:val="HeadingBase"/>
    <w:next w:val="BodyText"/>
    <w:qFormat/>
    <w:rsid w:val="00CD6E2F"/>
    <w:pPr>
      <w:spacing w:before="220"/>
      <w:outlineLvl w:val="1"/>
    </w:pPr>
    <w:rPr>
      <w:b/>
      <w:bCs/>
    </w:rPr>
  </w:style>
  <w:style w:type="paragraph" w:styleId="Heading3">
    <w:name w:val="heading 3"/>
    <w:basedOn w:val="HeadingBase"/>
    <w:next w:val="BodyText"/>
    <w:qFormat/>
    <w:rsid w:val="00CD6E2F"/>
    <w:pPr>
      <w:spacing w:after="220"/>
      <w:outlineLvl w:val="2"/>
    </w:pPr>
    <w:rPr>
      <w:rFonts w:ascii="Times New Roman" w:hAnsi="Times New Roman"/>
      <w:i/>
      <w:iCs/>
      <w:spacing w:val="-2"/>
      <w:sz w:val="20"/>
      <w:szCs w:val="24"/>
    </w:rPr>
  </w:style>
  <w:style w:type="paragraph" w:styleId="Heading4">
    <w:name w:val="heading 4"/>
    <w:basedOn w:val="HeadingBase"/>
    <w:next w:val="BodyText"/>
    <w:qFormat/>
    <w:rsid w:val="00CD6E2F"/>
    <w:pPr>
      <w:spacing w:after="220"/>
      <w:outlineLvl w:val="3"/>
    </w:pPr>
    <w:rPr>
      <w:sz w:val="20"/>
      <w:szCs w:val="24"/>
    </w:rPr>
  </w:style>
  <w:style w:type="paragraph" w:styleId="Heading5">
    <w:name w:val="heading 5"/>
    <w:basedOn w:val="HeadingBase"/>
    <w:next w:val="BodyText"/>
    <w:qFormat/>
    <w:rsid w:val="00CD6E2F"/>
    <w:pPr>
      <w:outlineLvl w:val="4"/>
    </w:pPr>
  </w:style>
  <w:style w:type="paragraph" w:styleId="Heading6">
    <w:name w:val="heading 6"/>
    <w:basedOn w:val="Normal"/>
    <w:next w:val="Normal"/>
    <w:qFormat/>
    <w:rsid w:val="00CD6E2F"/>
    <w:pPr>
      <w:spacing w:before="240" w:after="60"/>
      <w:ind w:right="-360"/>
      <w:outlineLvl w:val="5"/>
    </w:pPr>
    <w:rPr>
      <w:rFonts w:ascii="Arial" w:hAnsi="Arial"/>
      <w:i/>
      <w:i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D6E2F"/>
    <w:pPr>
      <w:spacing w:after="220" w:line="220" w:lineRule="atLeast"/>
      <w:ind w:right="-360"/>
    </w:pPr>
  </w:style>
  <w:style w:type="paragraph" w:customStyle="1" w:styleId="Achievement">
    <w:name w:val="Achievement"/>
    <w:basedOn w:val="BodyText"/>
    <w:autoRedefine/>
    <w:rsid w:val="00E12613"/>
    <w:pPr>
      <w:spacing w:after="60"/>
      <w:ind w:right="245"/>
      <w:jc w:val="both"/>
    </w:pPr>
  </w:style>
  <w:style w:type="paragraph" w:customStyle="1" w:styleId="Address1">
    <w:name w:val="Address 1"/>
    <w:basedOn w:val="Normal"/>
    <w:rsid w:val="00CD6E2F"/>
    <w:pPr>
      <w:framePr w:w="2400" w:wrap="notBeside" w:vAnchor="page" w:hAnchor="page" w:x="8065" w:y="1009" w:anchorLock="1"/>
      <w:spacing w:line="200" w:lineRule="atLeast"/>
    </w:pPr>
    <w:rPr>
      <w:sz w:val="16"/>
      <w:szCs w:val="19"/>
    </w:rPr>
  </w:style>
  <w:style w:type="paragraph" w:customStyle="1" w:styleId="Address2">
    <w:name w:val="Address 2"/>
    <w:basedOn w:val="Normal"/>
    <w:rsid w:val="00CD6E2F"/>
    <w:pPr>
      <w:framePr w:w="2405" w:wrap="notBeside" w:vAnchor="page" w:hAnchor="page" w:x="5761" w:y="1009" w:anchorLock="1"/>
      <w:spacing w:line="200" w:lineRule="atLeast"/>
    </w:pPr>
    <w:rPr>
      <w:sz w:val="16"/>
      <w:szCs w:val="19"/>
    </w:rPr>
  </w:style>
  <w:style w:type="paragraph" w:styleId="BodyTextIndent">
    <w:name w:val="Body Text Indent"/>
    <w:basedOn w:val="BodyText"/>
    <w:rsid w:val="00CD6E2F"/>
    <w:pPr>
      <w:ind w:left="720"/>
    </w:pPr>
  </w:style>
  <w:style w:type="paragraph" w:customStyle="1" w:styleId="CityState">
    <w:name w:val="City/State"/>
    <w:basedOn w:val="BodyText"/>
    <w:next w:val="BodyText"/>
    <w:rsid w:val="00CD6E2F"/>
    <w:pPr>
      <w:keepNext/>
    </w:pPr>
  </w:style>
  <w:style w:type="paragraph" w:customStyle="1" w:styleId="CompanyName">
    <w:name w:val="Company Name"/>
    <w:basedOn w:val="Normal"/>
    <w:next w:val="Normal"/>
    <w:autoRedefine/>
    <w:rsid w:val="006221DC"/>
    <w:pPr>
      <w:tabs>
        <w:tab w:val="left" w:pos="2160"/>
        <w:tab w:val="right" w:pos="6480"/>
      </w:tabs>
      <w:spacing w:before="220" w:after="40" w:line="220" w:lineRule="atLeast"/>
      <w:ind w:right="-360"/>
      <w:jc w:val="both"/>
    </w:pPr>
    <w:rPr>
      <w:b/>
      <w:bCs/>
    </w:rPr>
  </w:style>
  <w:style w:type="paragraph" w:customStyle="1" w:styleId="CompanyNameOne">
    <w:name w:val="Company Name One"/>
    <w:basedOn w:val="CompanyName"/>
    <w:next w:val="Normal"/>
    <w:rsid w:val="00CD6E2F"/>
  </w:style>
  <w:style w:type="paragraph" w:styleId="Date">
    <w:name w:val="Date"/>
    <w:basedOn w:val="BodyText"/>
    <w:rsid w:val="00CD6E2F"/>
    <w:pPr>
      <w:keepNext/>
    </w:pPr>
  </w:style>
  <w:style w:type="paragraph" w:customStyle="1" w:styleId="DocumentLabel">
    <w:name w:val="Document Label"/>
    <w:basedOn w:val="Normal"/>
    <w:next w:val="Normal"/>
    <w:rsid w:val="00CD6E2F"/>
    <w:pPr>
      <w:spacing w:after="220"/>
      <w:ind w:right="-360"/>
    </w:pPr>
    <w:rPr>
      <w:spacing w:val="-20"/>
      <w:sz w:val="48"/>
      <w:szCs w:val="57"/>
    </w:rPr>
  </w:style>
  <w:style w:type="character" w:styleId="Emphasis">
    <w:name w:val="Emphasis"/>
    <w:qFormat/>
    <w:rsid w:val="00CD6E2F"/>
    <w:rPr>
      <w:rFonts w:ascii="Arial" w:hAnsi="Arial"/>
      <w:b/>
      <w:bCs/>
      <w:spacing w:val="-8"/>
      <w:sz w:val="18"/>
      <w:szCs w:val="21"/>
    </w:rPr>
  </w:style>
  <w:style w:type="paragraph" w:customStyle="1" w:styleId="HeaderBase">
    <w:name w:val="Header Base"/>
    <w:basedOn w:val="Normal"/>
    <w:rsid w:val="00CD6E2F"/>
    <w:pPr>
      <w:ind w:right="-360"/>
    </w:pPr>
  </w:style>
  <w:style w:type="paragraph" w:styleId="Footer">
    <w:name w:val="footer"/>
    <w:basedOn w:val="HeaderBase"/>
    <w:rsid w:val="00CD6E2F"/>
    <w:pPr>
      <w:tabs>
        <w:tab w:val="right" w:pos="6840"/>
      </w:tabs>
      <w:spacing w:line="220" w:lineRule="atLeast"/>
    </w:pPr>
    <w:rPr>
      <w:rFonts w:ascii="Arial" w:hAnsi="Arial"/>
      <w:b/>
      <w:bCs/>
      <w:sz w:val="18"/>
      <w:szCs w:val="21"/>
    </w:rPr>
  </w:style>
  <w:style w:type="paragraph" w:styleId="Header">
    <w:name w:val="header"/>
    <w:basedOn w:val="HeaderBase"/>
    <w:rsid w:val="00CD6E2F"/>
    <w:pPr>
      <w:spacing w:line="220" w:lineRule="atLeast"/>
    </w:pPr>
  </w:style>
  <w:style w:type="paragraph" w:customStyle="1" w:styleId="HeadingBase">
    <w:name w:val="Heading Base"/>
    <w:basedOn w:val="BodyText"/>
    <w:next w:val="BodyText"/>
    <w:rsid w:val="00CD6E2F"/>
    <w:pPr>
      <w:keepNext/>
      <w:keepLines/>
      <w:spacing w:after="0"/>
    </w:pPr>
    <w:rPr>
      <w:rFonts w:ascii="Arial" w:hAnsi="Arial"/>
      <w:spacing w:val="-4"/>
      <w:sz w:val="18"/>
      <w:szCs w:val="21"/>
    </w:rPr>
  </w:style>
  <w:style w:type="paragraph" w:customStyle="1" w:styleId="Institution">
    <w:name w:val="Institution"/>
    <w:basedOn w:val="Normal"/>
    <w:next w:val="Achievement"/>
    <w:autoRedefine/>
    <w:rsid w:val="00CD6E2F"/>
    <w:pPr>
      <w:tabs>
        <w:tab w:val="left" w:pos="2160"/>
        <w:tab w:val="right" w:pos="6480"/>
      </w:tabs>
      <w:spacing w:before="220" w:after="60" w:line="220" w:lineRule="atLeast"/>
      <w:ind w:right="-360"/>
    </w:pPr>
  </w:style>
  <w:style w:type="character" w:customStyle="1" w:styleId="Job">
    <w:name w:val="Job"/>
    <w:basedOn w:val="DefaultParagraphFont"/>
    <w:rsid w:val="00CD6E2F"/>
  </w:style>
  <w:style w:type="paragraph" w:customStyle="1" w:styleId="JobTitle">
    <w:name w:val="Job Title"/>
    <w:next w:val="Achievement"/>
    <w:rsid w:val="00CD6E2F"/>
    <w:pPr>
      <w:spacing w:after="40" w:line="220" w:lineRule="atLeast"/>
    </w:pPr>
    <w:rPr>
      <w:rFonts w:ascii="Arial" w:hAnsi="Arial" w:cs="Traditional Arabic"/>
      <w:b/>
      <w:bCs/>
      <w:noProof/>
      <w:spacing w:val="-10"/>
    </w:rPr>
  </w:style>
  <w:style w:type="character" w:customStyle="1" w:styleId="Lead-inEmphasis">
    <w:name w:val="Lead-in Emphasis"/>
    <w:rsid w:val="00CD6E2F"/>
    <w:rPr>
      <w:rFonts w:ascii="Arial" w:hAnsi="Arial"/>
      <w:b/>
      <w:bCs/>
      <w:spacing w:val="-8"/>
      <w:sz w:val="18"/>
      <w:szCs w:val="21"/>
    </w:rPr>
  </w:style>
  <w:style w:type="paragraph" w:customStyle="1" w:styleId="Name">
    <w:name w:val="Name"/>
    <w:basedOn w:val="Normal"/>
    <w:next w:val="Normal"/>
    <w:autoRedefine/>
    <w:rsid w:val="00CD6E2F"/>
    <w:pPr>
      <w:spacing w:after="440" w:line="240" w:lineRule="atLeast"/>
    </w:pPr>
    <w:rPr>
      <w:spacing w:val="-20"/>
      <w:sz w:val="48"/>
      <w:szCs w:val="48"/>
    </w:rPr>
  </w:style>
  <w:style w:type="paragraph" w:customStyle="1" w:styleId="NoTitle">
    <w:name w:val="No Title"/>
    <w:basedOn w:val="Normal"/>
    <w:rsid w:val="00CD6E2F"/>
    <w:pPr>
      <w:pBdr>
        <w:top w:val="single" w:sz="6" w:space="2" w:color="FFFFFF"/>
        <w:left w:val="single" w:sz="6" w:space="2" w:color="FFFFFF"/>
        <w:bottom w:val="single" w:sz="6" w:space="2" w:color="FFFFFF"/>
        <w:right w:val="single" w:sz="6" w:space="2" w:color="FFFFFF"/>
      </w:pBdr>
      <w:spacing w:before="120" w:line="280" w:lineRule="atLeast"/>
    </w:pPr>
    <w:rPr>
      <w:rFonts w:ascii="Arial" w:hAnsi="Arial"/>
      <w:b/>
      <w:bCs/>
      <w:spacing w:val="-10"/>
      <w:position w:val="7"/>
    </w:rPr>
  </w:style>
  <w:style w:type="paragraph" w:customStyle="1" w:styleId="Objective">
    <w:name w:val="Objective"/>
    <w:basedOn w:val="Normal"/>
    <w:next w:val="BodyText"/>
    <w:rsid w:val="00CD6E2F"/>
    <w:pPr>
      <w:spacing w:before="220" w:after="220" w:line="220" w:lineRule="atLeast"/>
    </w:pPr>
  </w:style>
  <w:style w:type="character" w:styleId="PageNumber">
    <w:name w:val="page number"/>
    <w:rsid w:val="00CD6E2F"/>
    <w:rPr>
      <w:rFonts w:ascii="Arial" w:hAnsi="Arial"/>
      <w:b/>
      <w:bCs/>
      <w:sz w:val="18"/>
      <w:szCs w:val="21"/>
    </w:rPr>
  </w:style>
  <w:style w:type="paragraph" w:customStyle="1" w:styleId="SectionTitle">
    <w:name w:val="Section Title"/>
    <w:basedOn w:val="Normal"/>
    <w:next w:val="Normal"/>
    <w:autoRedefine/>
    <w:rsid w:val="00CD6E2F"/>
    <w:pPr>
      <w:pBdr>
        <w:top w:val="single" w:sz="6" w:space="2" w:color="FFFFFF"/>
        <w:left w:val="single" w:sz="6" w:space="2" w:color="FFFFFF"/>
        <w:bottom w:val="single" w:sz="6" w:space="2" w:color="FFFFFF"/>
        <w:right w:val="single" w:sz="6" w:space="2" w:color="FFFFFF"/>
      </w:pBdr>
      <w:shd w:val="pct10" w:color="auto" w:fill="auto"/>
      <w:spacing w:before="120" w:line="280" w:lineRule="atLeast"/>
    </w:pPr>
    <w:rPr>
      <w:rFonts w:ascii="Arial" w:hAnsi="Arial"/>
      <w:b/>
      <w:bCs/>
      <w:spacing w:val="-10"/>
      <w:position w:val="7"/>
    </w:rPr>
  </w:style>
  <w:style w:type="paragraph" w:customStyle="1" w:styleId="SectionSubtitle">
    <w:name w:val="Section Subtitle"/>
    <w:basedOn w:val="SectionTitle"/>
    <w:next w:val="Normal"/>
    <w:rsid w:val="00CD6E2F"/>
    <w:pPr>
      <w:pBdr>
        <w:top w:val="none" w:sz="0" w:space="0" w:color="auto"/>
      </w:pBdr>
    </w:pPr>
    <w:rPr>
      <w:b w:val="0"/>
      <w:bCs w:val="0"/>
      <w:spacing w:val="0"/>
      <w:position w:val="6"/>
    </w:rPr>
  </w:style>
  <w:style w:type="paragraph" w:customStyle="1" w:styleId="PersonalInfo">
    <w:name w:val="Personal Info"/>
    <w:basedOn w:val="Achievement"/>
    <w:rsid w:val="00CD6E2F"/>
    <w:pPr>
      <w:spacing w:before="220"/>
    </w:pPr>
  </w:style>
  <w:style w:type="paragraph" w:styleId="BodyTextIndent2">
    <w:name w:val="Body Text Indent 2"/>
    <w:basedOn w:val="Normal"/>
    <w:rsid w:val="00CD6E2F"/>
    <w:pPr>
      <w:ind w:left="45"/>
    </w:pPr>
  </w:style>
  <w:style w:type="character" w:styleId="Hyperlink">
    <w:name w:val="Hyperlink"/>
    <w:basedOn w:val="DefaultParagraphFont"/>
    <w:rsid w:val="00AE6A01"/>
    <w:rPr>
      <w:color w:val="0000FF"/>
      <w:u w:val="single"/>
    </w:rPr>
  </w:style>
  <w:style w:type="paragraph" w:styleId="ListParagraph">
    <w:name w:val="List Paragraph"/>
    <w:basedOn w:val="Normal"/>
    <w:uiPriority w:val="34"/>
    <w:qFormat/>
    <w:rsid w:val="002E3CAF"/>
    <w:pPr>
      <w:ind w:left="720"/>
      <w:contextualSpacing/>
    </w:pPr>
  </w:style>
  <w:style w:type="paragraph" w:styleId="BalloonText">
    <w:name w:val="Balloon Text"/>
    <w:basedOn w:val="Normal"/>
    <w:link w:val="BalloonTextChar"/>
    <w:rsid w:val="00C700D7"/>
    <w:rPr>
      <w:rFonts w:ascii="Tahoma" w:hAnsi="Tahoma" w:cs="Tahoma"/>
      <w:sz w:val="16"/>
      <w:szCs w:val="16"/>
    </w:rPr>
  </w:style>
  <w:style w:type="character" w:customStyle="1" w:styleId="BalloonTextChar">
    <w:name w:val="Balloon Text Char"/>
    <w:basedOn w:val="DefaultParagraphFont"/>
    <w:link w:val="BalloonText"/>
    <w:rsid w:val="00C700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691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Other%20Documents\Resume%20Wizard.w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FD8EE-840C-4FAD-ACC8-F96147CB2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Resume Wizard</Template>
  <TotalTime>3173</TotalTime>
  <Pages>3</Pages>
  <Words>903</Words>
  <Characters>5150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Resume</vt:lpstr>
    </vt:vector>
  </TitlesOfParts>
  <Company>DOC</Company>
  <LinksUpToDate>false</LinksUpToDate>
  <CharactersWithSpaces>6041</CharactersWithSpaces>
  <SharedDoc>false</SharedDoc>
  <HLinks>
    <vt:vector size="12" baseType="variant">
      <vt:variant>
        <vt:i4>1507440</vt:i4>
      </vt:variant>
      <vt:variant>
        <vt:i4>6</vt:i4>
      </vt:variant>
      <vt:variant>
        <vt:i4>0</vt:i4>
      </vt:variant>
      <vt:variant>
        <vt:i4>5</vt:i4>
      </vt:variant>
      <vt:variant>
        <vt:lpwstr>mailto:aasanad@stc.com.sa</vt:lpwstr>
      </vt:variant>
      <vt:variant>
        <vt:lpwstr/>
      </vt:variant>
      <vt:variant>
        <vt:i4>1966126</vt:i4>
      </vt:variant>
      <vt:variant>
        <vt:i4>3</vt:i4>
      </vt:variant>
      <vt:variant>
        <vt:i4>0</vt:i4>
      </vt:variant>
      <vt:variant>
        <vt:i4>5</vt:i4>
      </vt:variant>
      <vt:variant>
        <vt:lpwstr>mailto:aasanad@gmail.com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dc:title>
  <dc:creator>mohsen</dc:creator>
  <cp:lastModifiedBy>roba</cp:lastModifiedBy>
  <cp:revision>3</cp:revision>
  <cp:lastPrinted>2014-05-22T09:27:00Z</cp:lastPrinted>
  <dcterms:created xsi:type="dcterms:W3CDTF">2014-05-22T09:25:00Z</dcterms:created>
  <dcterms:modified xsi:type="dcterms:W3CDTF">2014-05-24T16:15:00Z</dcterms:modified>
</cp:coreProperties>
</file>