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E41" w:rsidRDefault="00001E41" w:rsidP="00001E41">
      <w:pPr>
        <w:spacing w:after="0" w:line="240" w:lineRule="auto"/>
        <w:rPr>
          <w:rFonts w:ascii="Elephant" w:hAnsi="Elephant"/>
        </w:rPr>
      </w:pPr>
      <w:r w:rsidRPr="00D26A23">
        <w:rPr>
          <w:noProof/>
          <w:color w:val="000000"/>
        </w:rPr>
        <w:drawing>
          <wp:inline distT="0" distB="0" distL="0" distR="0" wp14:anchorId="4E08A165" wp14:editId="3C248FEF">
            <wp:extent cx="1399169" cy="607932"/>
            <wp:effectExtent l="0" t="0" r="0" b="1905"/>
            <wp:docPr id="16" name="irc_mi" descr="http://ksu.edu.sa/sites/KSUArabic/Students/FemaleStds/AlmalazCenter/AboutCenter/logo/ksu%20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su.edu.sa/sites/KSUArabic/Students/FemaleStds/AlmalazCenter/AboutCenter/logo/ksu%20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350" cy="61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596" w:rsidRPr="004D4D06" w:rsidRDefault="00EB0596" w:rsidP="00EB0596">
      <w:pPr>
        <w:spacing w:after="0" w:line="240" w:lineRule="auto"/>
        <w:jc w:val="center"/>
        <w:rPr>
          <w:rFonts w:ascii="Elephant" w:hAnsi="Elephant"/>
        </w:rPr>
      </w:pPr>
      <w:r w:rsidRPr="004D4D06">
        <w:rPr>
          <w:rFonts w:ascii="Elephant" w:hAnsi="Elephant"/>
        </w:rPr>
        <w:t>Department of Statistics &amp; Operations Research</w:t>
      </w:r>
    </w:p>
    <w:p w:rsidR="00EB0596" w:rsidRPr="004D4D06" w:rsidRDefault="00EB0596" w:rsidP="00EB0596">
      <w:pPr>
        <w:spacing w:after="0" w:line="240" w:lineRule="auto"/>
        <w:jc w:val="center"/>
        <w:rPr>
          <w:rFonts w:ascii="Elephant" w:hAnsi="Elephant"/>
        </w:rPr>
      </w:pPr>
      <w:r w:rsidRPr="004D4D06">
        <w:rPr>
          <w:rFonts w:ascii="Elephant" w:hAnsi="Elephant"/>
        </w:rPr>
        <w:t>College of Science</w:t>
      </w:r>
    </w:p>
    <w:p w:rsidR="00EB0596" w:rsidRPr="004D4D06" w:rsidRDefault="00EB0596" w:rsidP="00EB0596">
      <w:pPr>
        <w:spacing w:after="0" w:line="240" w:lineRule="auto"/>
        <w:jc w:val="center"/>
        <w:rPr>
          <w:rFonts w:ascii="Elephant" w:hAnsi="Elephant"/>
        </w:rPr>
      </w:pPr>
      <w:r w:rsidRPr="004D4D06">
        <w:rPr>
          <w:rFonts w:ascii="Elephant" w:hAnsi="Elephant"/>
        </w:rPr>
        <w:t>King Saud University</w:t>
      </w:r>
    </w:p>
    <w:p w:rsidR="00EB0596" w:rsidRPr="004D4D06" w:rsidRDefault="00EB0596" w:rsidP="0086452C">
      <w:pPr>
        <w:spacing w:after="0" w:line="240" w:lineRule="auto"/>
        <w:jc w:val="center"/>
        <w:rPr>
          <w:rFonts w:ascii="Elephant" w:hAnsi="Elephant"/>
        </w:rPr>
      </w:pPr>
      <w:r w:rsidRPr="004D4D06">
        <w:rPr>
          <w:rFonts w:ascii="Elephant" w:hAnsi="Elephant"/>
        </w:rPr>
        <w:t xml:space="preserve">STAT – </w:t>
      </w:r>
      <w:r w:rsidR="0086452C">
        <w:rPr>
          <w:rFonts w:ascii="Elephant" w:hAnsi="Elephant"/>
        </w:rPr>
        <w:t>109</w:t>
      </w:r>
      <w:r w:rsidRPr="004D4D06">
        <w:rPr>
          <w:rFonts w:ascii="Elephant" w:hAnsi="Elephant"/>
        </w:rPr>
        <w:t>: Biostatistics</w:t>
      </w:r>
    </w:p>
    <w:p w:rsidR="00393FA8" w:rsidRDefault="00393FA8" w:rsidP="00393FA8">
      <w:pPr>
        <w:spacing w:after="0" w:line="240" w:lineRule="auto"/>
        <w:jc w:val="center"/>
        <w:rPr>
          <w:rFonts w:ascii="Elephant" w:hAnsi="Elephant"/>
        </w:rPr>
      </w:pPr>
      <w:r>
        <w:rPr>
          <w:rFonts w:ascii="Elephant" w:hAnsi="Elephant"/>
        </w:rPr>
        <w:t>First Mid-Term Exam</w:t>
      </w:r>
    </w:p>
    <w:p w:rsidR="00EB0596" w:rsidRDefault="00EB0596" w:rsidP="00EB0596">
      <w:pPr>
        <w:jc w:val="center"/>
        <w:rPr>
          <w:sz w:val="28"/>
          <w:szCs w:val="28"/>
        </w:rPr>
      </w:pPr>
    </w:p>
    <w:p w:rsidR="00EB0596" w:rsidRDefault="00EB0596" w:rsidP="00976D82">
      <w:pPr>
        <w:rPr>
          <w:rFonts w:ascii="Elephant" w:hAnsi="Elephant"/>
        </w:rPr>
      </w:pPr>
      <w:r w:rsidRPr="00EB0596">
        <w:rPr>
          <w:rFonts w:ascii="Elephant" w:hAnsi="Elephant"/>
        </w:rPr>
        <w:t>Student's Name (</w:t>
      </w:r>
      <w:r w:rsidRPr="00EB0596">
        <w:rPr>
          <w:rFonts w:ascii="Elephant" w:hAnsi="Elephant"/>
          <w:highlight w:val="lightGray"/>
        </w:rPr>
        <w:t>In Arabic</w:t>
      </w:r>
      <w:r w:rsidR="00D530A8">
        <w:rPr>
          <w:rFonts w:ascii="Elephant" w:hAnsi="Elephant"/>
        </w:rPr>
        <w:t>):</w:t>
      </w:r>
    </w:p>
    <w:p w:rsidR="00EB0596" w:rsidRDefault="00D530A8" w:rsidP="00EB0596">
      <w:pPr>
        <w:rPr>
          <w:rFonts w:ascii="Elephant" w:hAnsi="Elephant"/>
        </w:rPr>
      </w:pPr>
      <w:r>
        <w:rPr>
          <w:rFonts w:ascii="Elephant" w:hAnsi="Elephant"/>
        </w:rPr>
        <w:t>Student's Number:</w:t>
      </w:r>
      <w:r w:rsidR="00001E41">
        <w:rPr>
          <w:rFonts w:ascii="Elephant" w:hAnsi="Elephant"/>
        </w:rPr>
        <w:tab/>
      </w:r>
      <w:r w:rsidR="00001E41">
        <w:rPr>
          <w:rFonts w:ascii="Elephant" w:hAnsi="Elephant"/>
        </w:rPr>
        <w:tab/>
      </w:r>
      <w:r w:rsidR="00001E41">
        <w:rPr>
          <w:rFonts w:ascii="Elephant" w:hAnsi="Elephant"/>
        </w:rPr>
        <w:tab/>
      </w:r>
      <w:r w:rsidR="00001E41">
        <w:rPr>
          <w:rFonts w:ascii="Elephant" w:hAnsi="Elephant"/>
        </w:rPr>
        <w:tab/>
      </w:r>
      <w:r w:rsidR="00001E41">
        <w:rPr>
          <w:rFonts w:ascii="Elephant" w:hAnsi="Elephant"/>
        </w:rPr>
        <w:tab/>
      </w:r>
      <w:r w:rsidR="00001E41">
        <w:rPr>
          <w:rFonts w:ascii="Elephant" w:hAnsi="Elephant"/>
        </w:rPr>
        <w:tab/>
        <w:t>Attendance Number:</w:t>
      </w:r>
    </w:p>
    <w:p w:rsidR="00EB0596" w:rsidRPr="00EB0596" w:rsidRDefault="00976D82" w:rsidP="00D530A8">
      <w:pPr>
        <w:rPr>
          <w:rFonts w:ascii="Elephant" w:hAnsi="Elephant"/>
        </w:rPr>
      </w:pPr>
      <w:r>
        <w:rPr>
          <w:rFonts w:ascii="Elephant" w:hAnsi="Elephant"/>
        </w:rPr>
        <w:t>Section's Number</w:t>
      </w:r>
      <w:r w:rsidR="00D530A8">
        <w:rPr>
          <w:rFonts w:ascii="Elephant" w:hAnsi="Elephant"/>
        </w:rPr>
        <w:t>:</w:t>
      </w:r>
      <w:r w:rsidR="00EB0596">
        <w:rPr>
          <w:rFonts w:ascii="Elephant" w:hAnsi="Elephant"/>
        </w:rPr>
        <w:t xml:space="preserve"> </w:t>
      </w:r>
    </w:p>
    <w:p w:rsidR="00EB0596" w:rsidRDefault="00EB0596" w:rsidP="00EB0596">
      <w:pPr>
        <w:jc w:val="center"/>
        <w:rPr>
          <w:b/>
          <w:bCs/>
        </w:rPr>
      </w:pPr>
    </w:p>
    <w:p w:rsidR="00EB0596" w:rsidRPr="00EB0596" w:rsidRDefault="00EB0596" w:rsidP="00EB0596">
      <w:pPr>
        <w:rPr>
          <w:rFonts w:ascii="Elephant" w:hAnsi="Elephant"/>
        </w:rPr>
      </w:pPr>
      <w:r w:rsidRPr="00EB0596">
        <w:rPr>
          <w:rFonts w:ascii="Elephant" w:hAnsi="Elephant"/>
          <w:highlight w:val="lightGray"/>
        </w:rPr>
        <w:t>Instructions:</w:t>
      </w:r>
    </w:p>
    <w:p w:rsidR="00EB0596" w:rsidRPr="00EB0596" w:rsidRDefault="00EB0596" w:rsidP="00393FA8">
      <w:pPr>
        <w:rPr>
          <w:rFonts w:ascii="Elephant" w:hAnsi="Elephant"/>
        </w:rPr>
      </w:pPr>
      <w:r w:rsidRPr="00EB0596">
        <w:rPr>
          <w:rFonts w:ascii="Elephant" w:hAnsi="Elephant"/>
        </w:rPr>
        <w:t xml:space="preserve">There are </w:t>
      </w:r>
      <w:r w:rsidR="00393FA8">
        <w:rPr>
          <w:rFonts w:ascii="Elephant" w:hAnsi="Elephant"/>
        </w:rPr>
        <w:t>30</w:t>
      </w:r>
      <w:r w:rsidRPr="00EB0596">
        <w:rPr>
          <w:rFonts w:ascii="Elephant" w:hAnsi="Elephant"/>
        </w:rPr>
        <w:t xml:space="preserve"> multiple choice questions.</w:t>
      </w:r>
    </w:p>
    <w:p w:rsidR="00EB0596" w:rsidRPr="00EB0596" w:rsidRDefault="00EB0596" w:rsidP="004A6D56">
      <w:pPr>
        <w:rPr>
          <w:rFonts w:ascii="Elephant" w:hAnsi="Elephant"/>
        </w:rPr>
      </w:pPr>
      <w:r w:rsidRPr="00EB0596">
        <w:rPr>
          <w:rFonts w:ascii="Elephant" w:hAnsi="Elephant"/>
        </w:rPr>
        <w:t xml:space="preserve">Time allowed is </w:t>
      </w:r>
      <w:r w:rsidR="004A6D56">
        <w:rPr>
          <w:rFonts w:ascii="Elephant" w:hAnsi="Elephant"/>
        </w:rPr>
        <w:t>90</w:t>
      </w:r>
      <w:r w:rsidRPr="00EB0596">
        <w:rPr>
          <w:rFonts w:ascii="Elephant" w:hAnsi="Elephant"/>
        </w:rPr>
        <w:t xml:space="preserve"> minutes. (1.5 Hour).</w:t>
      </w:r>
    </w:p>
    <w:p w:rsidR="00EB0596" w:rsidRPr="00EB0596" w:rsidRDefault="00EB0596" w:rsidP="00EB0596">
      <w:pPr>
        <w:rPr>
          <w:rFonts w:ascii="Elephant" w:hAnsi="Elephant"/>
        </w:rPr>
      </w:pPr>
      <w:r w:rsidRPr="00EB0596">
        <w:rPr>
          <w:rFonts w:ascii="Elephant" w:hAnsi="Elephant"/>
        </w:rPr>
        <w:t xml:space="preserve">For each question, put the code of the correct answer in the following table beneath the question number. Please, use </w:t>
      </w:r>
      <w:r w:rsidRPr="00EB0596">
        <w:rPr>
          <w:rFonts w:ascii="Elephant" w:hAnsi="Elephant"/>
          <w:highlight w:val="lightGray"/>
        </w:rPr>
        <w:t>capital letters</w:t>
      </w:r>
      <w:r w:rsidRPr="00EB0596">
        <w:rPr>
          <w:rFonts w:ascii="Elephant" w:hAnsi="Elephant"/>
        </w:rPr>
        <w:t>: A, B, C, and D.</w:t>
      </w:r>
    </w:p>
    <w:p w:rsidR="00EB0596" w:rsidRPr="00EB0596" w:rsidRDefault="00EB0596" w:rsidP="00EB0596">
      <w:pPr>
        <w:rPr>
          <w:rFonts w:ascii="Elephant" w:hAnsi="Elephant"/>
        </w:rPr>
      </w:pPr>
      <w:r w:rsidRPr="00EB0596">
        <w:rPr>
          <w:rFonts w:ascii="Elephant" w:hAnsi="Elephant"/>
        </w:rPr>
        <w:t>Do not copy answers from your neighbors; they have different question forms.</w:t>
      </w:r>
    </w:p>
    <w:p w:rsidR="00EB0596" w:rsidRPr="00EB0596" w:rsidRDefault="00EB0596" w:rsidP="00EB0596">
      <w:pPr>
        <w:rPr>
          <w:rFonts w:ascii="Elephant" w:hAnsi="Elephant"/>
        </w:rPr>
      </w:pPr>
      <w:r w:rsidRPr="00EB0596">
        <w:rPr>
          <w:rFonts w:ascii="Elephant" w:hAnsi="Elephant"/>
        </w:rPr>
        <w:t>Mobile Telephones are not allowed in the classroom.</w:t>
      </w: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765"/>
        <w:gridCol w:w="762"/>
        <w:gridCol w:w="766"/>
        <w:gridCol w:w="764"/>
        <w:gridCol w:w="1163"/>
        <w:gridCol w:w="1163"/>
        <w:gridCol w:w="765"/>
        <w:gridCol w:w="766"/>
        <w:gridCol w:w="799"/>
      </w:tblGrid>
      <w:tr w:rsidR="00EB0596" w:rsidTr="00E6440B">
        <w:trPr>
          <w:trHeight w:val="377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10</w:t>
            </w:r>
          </w:p>
        </w:tc>
      </w:tr>
      <w:tr w:rsidR="00EB0596" w:rsidTr="00E6440B">
        <w:trPr>
          <w:trHeight w:val="53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A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B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D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DD0A55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Any answer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DD0A55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Any answer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D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D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D</w:t>
            </w:r>
          </w:p>
        </w:tc>
      </w:tr>
    </w:tbl>
    <w:p w:rsidR="00EB0596" w:rsidRDefault="00EB0596" w:rsidP="00EB0596">
      <w:pPr>
        <w:widowControl w:val="0"/>
        <w:jc w:val="lowKashid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853"/>
        <w:gridCol w:w="853"/>
        <w:gridCol w:w="852"/>
        <w:gridCol w:w="852"/>
        <w:gridCol w:w="852"/>
        <w:gridCol w:w="852"/>
        <w:gridCol w:w="852"/>
        <w:gridCol w:w="852"/>
        <w:gridCol w:w="852"/>
      </w:tblGrid>
      <w:tr w:rsidR="00EB0596" w:rsidTr="00C73237">
        <w:trPr>
          <w:trHeight w:val="36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96" w:rsidRDefault="00EB0596" w:rsidP="00C73237">
            <w:pPr>
              <w:spacing w:line="256" w:lineRule="auto"/>
              <w:jc w:val="center"/>
            </w:pPr>
            <w:r>
              <w:t>20</w:t>
            </w:r>
          </w:p>
        </w:tc>
      </w:tr>
      <w:tr w:rsidR="00EB0596" w:rsidTr="00C73237">
        <w:trPr>
          <w:trHeight w:val="39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DD0A55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Any answer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C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C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D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D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B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C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96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B</w:t>
            </w:r>
          </w:p>
        </w:tc>
      </w:tr>
    </w:tbl>
    <w:p w:rsidR="00EB0596" w:rsidRDefault="00EB0596" w:rsidP="00EB0596">
      <w:pPr>
        <w:widowControl w:val="0"/>
        <w:jc w:val="lowKashid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53"/>
        <w:gridCol w:w="853"/>
        <w:gridCol w:w="852"/>
        <w:gridCol w:w="852"/>
        <w:gridCol w:w="852"/>
        <w:gridCol w:w="852"/>
        <w:gridCol w:w="852"/>
        <w:gridCol w:w="852"/>
        <w:gridCol w:w="852"/>
      </w:tblGrid>
      <w:tr w:rsidR="00393FA8" w:rsidTr="00C73237">
        <w:trPr>
          <w:trHeight w:val="36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A8" w:rsidRDefault="00393FA8" w:rsidP="00C73237">
            <w:pPr>
              <w:spacing w:line="256" w:lineRule="auto"/>
              <w:jc w:val="center"/>
            </w:pPr>
            <w:r>
              <w:t>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A8" w:rsidRDefault="00393FA8" w:rsidP="00C73237">
            <w:pPr>
              <w:spacing w:line="256" w:lineRule="auto"/>
              <w:jc w:val="center"/>
            </w:pPr>
            <w:r>
              <w:t>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A8" w:rsidRDefault="00393FA8" w:rsidP="00C73237">
            <w:pPr>
              <w:spacing w:line="256" w:lineRule="auto"/>
              <w:jc w:val="center"/>
            </w:pPr>
            <w: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A8" w:rsidRDefault="00393FA8" w:rsidP="00C73237">
            <w:pPr>
              <w:spacing w:line="256" w:lineRule="auto"/>
              <w:jc w:val="center"/>
            </w:pPr>
            <w:r>
              <w:t>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A8" w:rsidRDefault="00393FA8" w:rsidP="00C73237">
            <w:pPr>
              <w:spacing w:line="256" w:lineRule="auto"/>
              <w:jc w:val="center"/>
            </w:pPr>
            <w:r>
              <w:t>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A8" w:rsidRDefault="00393FA8" w:rsidP="00C73237">
            <w:pPr>
              <w:spacing w:line="256" w:lineRule="auto"/>
              <w:jc w:val="center"/>
            </w:pPr>
            <w:r>
              <w:t>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A8" w:rsidRDefault="00393FA8" w:rsidP="00C73237">
            <w:pPr>
              <w:spacing w:line="256" w:lineRule="auto"/>
              <w:jc w:val="center"/>
            </w:pPr>
            <w:r>
              <w:t>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A8" w:rsidRDefault="00393FA8" w:rsidP="00C73237">
            <w:pPr>
              <w:spacing w:line="256" w:lineRule="auto"/>
              <w:jc w:val="center"/>
            </w:pPr>
            <w:r>
              <w:t>28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A8" w:rsidRDefault="00393FA8" w:rsidP="00C73237">
            <w:pPr>
              <w:spacing w:line="256" w:lineRule="auto"/>
              <w:jc w:val="center"/>
            </w:pPr>
            <w:r>
              <w:t>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FA8" w:rsidRDefault="00393FA8" w:rsidP="00C73237">
            <w:pPr>
              <w:spacing w:line="256" w:lineRule="auto"/>
              <w:jc w:val="center"/>
            </w:pPr>
            <w:r>
              <w:t>30</w:t>
            </w:r>
          </w:p>
        </w:tc>
      </w:tr>
      <w:tr w:rsidR="00393FA8" w:rsidTr="00C73237">
        <w:trPr>
          <w:trHeight w:val="39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A8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D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A8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B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A8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A8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B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A8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C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A8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A8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D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A8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A8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B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A8" w:rsidRPr="00241C67" w:rsidRDefault="00241C67" w:rsidP="00C73237">
            <w:pPr>
              <w:spacing w:line="256" w:lineRule="auto"/>
              <w:jc w:val="center"/>
              <w:rPr>
                <w:color w:val="FF0000"/>
                <w:sz w:val="32"/>
                <w:szCs w:val="32"/>
              </w:rPr>
            </w:pPr>
            <w:r w:rsidRPr="00241C67">
              <w:rPr>
                <w:color w:val="FF0000"/>
                <w:sz w:val="32"/>
                <w:szCs w:val="32"/>
              </w:rPr>
              <w:t>A</w:t>
            </w:r>
          </w:p>
        </w:tc>
      </w:tr>
    </w:tbl>
    <w:p w:rsidR="002366E2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bookmarkStart w:id="0" w:name="_GoBack"/>
      <w:bookmarkEnd w:id="0"/>
      <w:r>
        <w:rPr>
          <w:rFonts w:ascii="Modern No. 20" w:hAnsi="Modern No. 20"/>
          <w:lang w:val="en-GB"/>
        </w:rPr>
        <w:lastRenderedPageBreak/>
        <w:t>Which of the following measures is not affected by the extreme values?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72"/>
        <w:gridCol w:w="2246"/>
        <w:gridCol w:w="2293"/>
        <w:gridCol w:w="2255"/>
      </w:tblGrid>
      <w:tr w:rsidR="002366E2" w:rsidTr="000144E2">
        <w:tc>
          <w:tcPr>
            <w:tcW w:w="2394" w:type="dxa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Median</w:t>
            </w:r>
          </w:p>
        </w:tc>
        <w:tc>
          <w:tcPr>
            <w:tcW w:w="2394" w:type="dxa"/>
          </w:tcPr>
          <w:p w:rsidR="002366E2" w:rsidRPr="00CA4052" w:rsidRDefault="002366E2" w:rsidP="000144E2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CA4052">
              <w:rPr>
                <w:rFonts w:ascii="Modern No. 20" w:hAnsi="Modern No. 20"/>
                <w:lang w:val="en-GB"/>
              </w:rPr>
              <w:t>Mean</w:t>
            </w:r>
          </w:p>
        </w:tc>
        <w:tc>
          <w:tcPr>
            <w:tcW w:w="2394" w:type="dxa"/>
          </w:tcPr>
          <w:p w:rsidR="002366E2" w:rsidRPr="009557ED" w:rsidRDefault="002366E2" w:rsidP="000144E2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Variance</w:t>
            </w:r>
          </w:p>
        </w:tc>
        <w:tc>
          <w:tcPr>
            <w:tcW w:w="2394" w:type="dxa"/>
          </w:tcPr>
          <w:p w:rsidR="002366E2" w:rsidRPr="00C362DC" w:rsidRDefault="002366E2" w:rsidP="000144E2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Range</w:t>
            </w:r>
          </w:p>
        </w:tc>
      </w:tr>
    </w:tbl>
    <w:p w:rsidR="002366E2" w:rsidRPr="009557ED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spacing w:after="0" w:line="360" w:lineRule="auto"/>
        <w:jc w:val="center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*****************</w:t>
      </w:r>
    </w:p>
    <w:p w:rsidR="002366E2" w:rsidRPr="00A05964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 xml:space="preserve">The number of students admitted in College of Medicine in King Saud University is a variable of type  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36"/>
        <w:gridCol w:w="2294"/>
        <w:gridCol w:w="2295"/>
        <w:gridCol w:w="2241"/>
      </w:tblGrid>
      <w:tr w:rsidR="002366E2" w:rsidTr="000144E2">
        <w:tc>
          <w:tcPr>
            <w:tcW w:w="2394" w:type="dxa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Discrete</w:t>
            </w:r>
          </w:p>
        </w:tc>
        <w:tc>
          <w:tcPr>
            <w:tcW w:w="2394" w:type="dxa"/>
          </w:tcPr>
          <w:p w:rsidR="002366E2" w:rsidRDefault="002366E2" w:rsidP="000144E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Qualitative</w:t>
            </w:r>
          </w:p>
        </w:tc>
        <w:tc>
          <w:tcPr>
            <w:tcW w:w="2394" w:type="dxa"/>
          </w:tcPr>
          <w:p w:rsidR="002366E2" w:rsidRPr="00A05964" w:rsidRDefault="002366E2" w:rsidP="000144E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A05964">
              <w:rPr>
                <w:rFonts w:ascii="Modern No. 20" w:hAnsi="Modern No. 20"/>
                <w:lang w:val="en-GB"/>
              </w:rPr>
              <w:t>Continuous</w:t>
            </w:r>
          </w:p>
        </w:tc>
        <w:tc>
          <w:tcPr>
            <w:tcW w:w="2394" w:type="dxa"/>
          </w:tcPr>
          <w:p w:rsidR="002366E2" w:rsidRPr="00C362DC" w:rsidRDefault="002366E2" w:rsidP="000144E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nominal</w:t>
            </w:r>
          </w:p>
        </w:tc>
      </w:tr>
    </w:tbl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spacing w:after="0" w:line="360" w:lineRule="auto"/>
        <w:jc w:val="center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******************</w:t>
      </w:r>
    </w:p>
    <w:p w:rsidR="002366E2" w:rsidRPr="00884D63" w:rsidRDefault="002366E2" w:rsidP="002366E2">
      <w:pPr>
        <w:pStyle w:val="ListParagraph"/>
        <w:numPr>
          <w:ilvl w:val="0"/>
          <w:numId w:val="2"/>
        </w:numPr>
        <w:tabs>
          <w:tab w:val="left" w:pos="360"/>
        </w:tabs>
        <w:spacing w:after="0" w:line="360" w:lineRule="auto"/>
        <w:ind w:hanging="72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Which of the following location (central tendency) measures is affected by extreme values?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66"/>
        <w:gridCol w:w="2259"/>
        <w:gridCol w:w="2284"/>
        <w:gridCol w:w="2257"/>
      </w:tblGrid>
      <w:tr w:rsidR="002366E2" w:rsidTr="000144E2">
        <w:tc>
          <w:tcPr>
            <w:tcW w:w="2394" w:type="dxa"/>
          </w:tcPr>
          <w:p w:rsidR="002366E2" w:rsidRPr="005D52C5" w:rsidRDefault="002366E2" w:rsidP="000144E2">
            <w:pPr>
              <w:pStyle w:val="ListParagraph"/>
              <w:numPr>
                <w:ilvl w:val="0"/>
                <w:numId w:val="24"/>
              </w:numPr>
              <w:tabs>
                <w:tab w:val="left" w:pos="436"/>
              </w:tabs>
              <w:spacing w:line="360" w:lineRule="auto"/>
              <w:rPr>
                <w:rFonts w:ascii="Modern No. 20" w:eastAsiaTheme="minorEastAsia" w:hAnsi="Modern No. 20"/>
                <w:u w:val="single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Range</w:t>
            </w:r>
          </w:p>
        </w:tc>
        <w:tc>
          <w:tcPr>
            <w:tcW w:w="2394" w:type="dxa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Mean</w:t>
            </w:r>
          </w:p>
        </w:tc>
        <w:tc>
          <w:tcPr>
            <w:tcW w:w="2394" w:type="dxa"/>
          </w:tcPr>
          <w:p w:rsidR="002366E2" w:rsidRPr="004E0B94" w:rsidRDefault="002366E2" w:rsidP="000144E2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Median</w:t>
            </w:r>
          </w:p>
        </w:tc>
        <w:tc>
          <w:tcPr>
            <w:tcW w:w="2394" w:type="dxa"/>
          </w:tcPr>
          <w:p w:rsidR="002366E2" w:rsidRPr="00C362DC" w:rsidRDefault="002366E2" w:rsidP="000144E2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Mode</w:t>
            </w:r>
          </w:p>
        </w:tc>
      </w:tr>
    </w:tbl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spacing w:after="0" w:line="360" w:lineRule="auto"/>
        <w:jc w:val="center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****************************</w:t>
      </w:r>
    </w:p>
    <w:p w:rsidR="002366E2" w:rsidRPr="00906288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Which of the following measures can be used for the blood type in a given sample?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75"/>
        <w:gridCol w:w="2249"/>
        <w:gridCol w:w="2295"/>
        <w:gridCol w:w="2247"/>
      </w:tblGrid>
      <w:tr w:rsidR="002366E2" w:rsidTr="000144E2">
        <w:tc>
          <w:tcPr>
            <w:tcW w:w="2394" w:type="dxa"/>
          </w:tcPr>
          <w:p w:rsidR="002366E2" w:rsidRPr="00906288" w:rsidRDefault="002366E2" w:rsidP="000144E2">
            <w:pPr>
              <w:pStyle w:val="ListParagraph"/>
              <w:numPr>
                <w:ilvl w:val="0"/>
                <w:numId w:val="26"/>
              </w:numPr>
              <w:tabs>
                <w:tab w:val="left" w:pos="436"/>
              </w:tabs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Median</w:t>
            </w:r>
          </w:p>
        </w:tc>
        <w:tc>
          <w:tcPr>
            <w:tcW w:w="2394" w:type="dxa"/>
          </w:tcPr>
          <w:p w:rsidR="002366E2" w:rsidRPr="00884D63" w:rsidRDefault="002366E2" w:rsidP="000144E2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Mean</w:t>
            </w:r>
          </w:p>
        </w:tc>
        <w:tc>
          <w:tcPr>
            <w:tcW w:w="2394" w:type="dxa"/>
          </w:tcPr>
          <w:p w:rsidR="002366E2" w:rsidRPr="004E0B94" w:rsidRDefault="002366E2" w:rsidP="000144E2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Variance</w:t>
            </w:r>
          </w:p>
        </w:tc>
        <w:tc>
          <w:tcPr>
            <w:tcW w:w="2394" w:type="dxa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Mode</w:t>
            </w:r>
          </w:p>
        </w:tc>
      </w:tr>
    </w:tbl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spacing w:after="0" w:line="360" w:lineRule="auto"/>
        <w:jc w:val="center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**************************</w:t>
      </w:r>
    </w:p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Pr="00884D63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A mean of a population is called …………….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307"/>
        <w:gridCol w:w="2265"/>
        <w:gridCol w:w="2263"/>
        <w:gridCol w:w="2231"/>
      </w:tblGrid>
      <w:tr w:rsidR="002366E2" w:rsidTr="000144E2">
        <w:tc>
          <w:tcPr>
            <w:tcW w:w="2394" w:type="dxa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25"/>
              </w:numPr>
              <w:tabs>
                <w:tab w:val="left" w:pos="436"/>
              </w:tabs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Parameter</w:t>
            </w:r>
          </w:p>
        </w:tc>
        <w:tc>
          <w:tcPr>
            <w:tcW w:w="2394" w:type="dxa"/>
          </w:tcPr>
          <w:p w:rsidR="002366E2" w:rsidRPr="00884D63" w:rsidRDefault="002366E2" w:rsidP="000144E2">
            <w:pPr>
              <w:pStyle w:val="ListParagraph"/>
              <w:numPr>
                <w:ilvl w:val="0"/>
                <w:numId w:val="25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884D63">
              <w:rPr>
                <w:rFonts w:ascii="Modern No. 20" w:eastAsiaTheme="minorEastAsia" w:hAnsi="Modern No. 20"/>
                <w:lang w:val="en-GB"/>
              </w:rPr>
              <w:t>statistic</w:t>
            </w:r>
          </w:p>
        </w:tc>
        <w:tc>
          <w:tcPr>
            <w:tcW w:w="2394" w:type="dxa"/>
          </w:tcPr>
          <w:p w:rsidR="002366E2" w:rsidRPr="004E0B94" w:rsidRDefault="002366E2" w:rsidP="000144E2">
            <w:pPr>
              <w:pStyle w:val="ListParagraph"/>
              <w:numPr>
                <w:ilvl w:val="0"/>
                <w:numId w:val="25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Median</w:t>
            </w:r>
          </w:p>
        </w:tc>
        <w:tc>
          <w:tcPr>
            <w:tcW w:w="2394" w:type="dxa"/>
          </w:tcPr>
          <w:p w:rsidR="002366E2" w:rsidRPr="00C362DC" w:rsidRDefault="002366E2" w:rsidP="000144E2">
            <w:pPr>
              <w:pStyle w:val="ListParagraph"/>
              <w:numPr>
                <w:ilvl w:val="0"/>
                <w:numId w:val="25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Mode</w:t>
            </w:r>
          </w:p>
        </w:tc>
      </w:tr>
    </w:tbl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spacing w:after="0" w:line="360" w:lineRule="auto"/>
        <w:jc w:val="center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*****************************</w:t>
      </w:r>
    </w:p>
    <w:p w:rsidR="002366E2" w:rsidRDefault="002366E2" w:rsidP="009A14DF">
      <w:pPr>
        <w:spacing w:after="0" w:line="360" w:lineRule="auto"/>
        <w:jc w:val="both"/>
        <w:rPr>
          <w:rFonts w:ascii="Modern No. 20" w:hAnsi="Modern No. 20"/>
          <w:highlight w:val="lightGray"/>
          <w:lang w:val="en-GB"/>
        </w:rPr>
      </w:pPr>
    </w:p>
    <w:p w:rsidR="008E24E8" w:rsidRDefault="008E24E8" w:rsidP="009A14DF">
      <w:pPr>
        <w:spacing w:after="0" w:line="360" w:lineRule="auto"/>
        <w:jc w:val="both"/>
        <w:rPr>
          <w:rFonts w:ascii="Modern No. 20" w:hAnsi="Modern No. 20"/>
          <w:lang w:val="en-GB"/>
        </w:rPr>
      </w:pPr>
      <w:r w:rsidRPr="008E24E8">
        <w:rPr>
          <w:rFonts w:ascii="Modern No. 20" w:hAnsi="Modern No. 20"/>
          <w:highlight w:val="lightGray"/>
          <w:lang w:val="en-GB"/>
        </w:rPr>
        <w:t>Question (</w:t>
      </w:r>
      <w:r w:rsidR="002366E2">
        <w:rPr>
          <w:rFonts w:ascii="Modern No. 20" w:hAnsi="Modern No. 20"/>
          <w:highlight w:val="lightGray"/>
          <w:lang w:val="en-GB"/>
        </w:rPr>
        <w:t>6</w:t>
      </w:r>
      <w:r w:rsidRPr="008E24E8">
        <w:rPr>
          <w:rFonts w:ascii="Modern No. 20" w:hAnsi="Modern No. 20"/>
          <w:highlight w:val="lightGray"/>
          <w:lang w:val="en-GB"/>
        </w:rPr>
        <w:t>-</w:t>
      </w:r>
      <w:r w:rsidR="002366E2">
        <w:rPr>
          <w:rFonts w:ascii="Modern No. 20" w:hAnsi="Modern No. 20"/>
          <w:highlight w:val="lightGray"/>
          <w:lang w:val="en-GB"/>
        </w:rPr>
        <w:t>11</w:t>
      </w:r>
      <w:r w:rsidRPr="008E24E8">
        <w:rPr>
          <w:rFonts w:ascii="Modern No. 20" w:hAnsi="Modern No. 20"/>
          <w:highlight w:val="lightGray"/>
          <w:lang w:val="en-GB"/>
        </w:rPr>
        <w:t>)</w:t>
      </w:r>
      <w:r>
        <w:rPr>
          <w:rFonts w:ascii="Modern No. 20" w:hAnsi="Modern No. 20"/>
          <w:lang w:val="en-GB"/>
        </w:rPr>
        <w:t xml:space="preserve">: </w:t>
      </w:r>
    </w:p>
    <w:p w:rsidR="008E24E8" w:rsidRDefault="008E24E8" w:rsidP="008E24E8">
      <w:pPr>
        <w:spacing w:after="0" w:line="360" w:lineRule="auto"/>
        <w:rPr>
          <w:rFonts w:ascii="Modern No. 20" w:hAnsi="Modern No. 20"/>
          <w:lang w:val="en-GB"/>
        </w:rPr>
      </w:pPr>
      <w:r w:rsidRPr="008E24E8">
        <w:rPr>
          <w:rFonts w:ascii="Modern No. 20" w:hAnsi="Modern No. 20"/>
          <w:lang w:val="en-GB"/>
        </w:rPr>
        <w:t>The following table gives the age distribution for the number of deaths in New York State due to</w:t>
      </w:r>
      <w:r>
        <w:rPr>
          <w:rFonts w:ascii="Modern No. 20" w:hAnsi="Modern No. 20"/>
          <w:lang w:val="en-GB"/>
        </w:rPr>
        <w:t xml:space="preserve"> </w:t>
      </w:r>
      <w:r w:rsidRPr="008E24E8">
        <w:rPr>
          <w:rFonts w:ascii="Modern No. 20" w:hAnsi="Modern No. 20"/>
          <w:lang w:val="en-GB"/>
        </w:rPr>
        <w:t>accidents for residents age 25 and older.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27"/>
        <w:gridCol w:w="1262"/>
        <w:gridCol w:w="1586"/>
        <w:gridCol w:w="1294"/>
        <w:gridCol w:w="1429"/>
        <w:gridCol w:w="1876"/>
        <w:gridCol w:w="876"/>
      </w:tblGrid>
      <w:tr w:rsidR="008E24E8" w:rsidTr="009F25EB">
        <w:trPr>
          <w:jc w:val="center"/>
        </w:trPr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Age (Years)</w:t>
            </w:r>
          </w:p>
        </w:tc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Number of Deaths</w:t>
            </w:r>
          </w:p>
        </w:tc>
        <w:tc>
          <w:tcPr>
            <w:tcW w:w="0" w:type="auto"/>
            <w:vAlign w:val="center"/>
          </w:tcPr>
          <w:p w:rsidR="008E24E8" w:rsidRDefault="00150AC4" w:rsidP="00150AC4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Cumulative Frequency</w:t>
            </w:r>
          </w:p>
        </w:tc>
        <w:tc>
          <w:tcPr>
            <w:tcW w:w="0" w:type="auto"/>
            <w:vAlign w:val="center"/>
          </w:tcPr>
          <w:p w:rsidR="008E24E8" w:rsidRDefault="00DE2780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True Class Interval</w:t>
            </w:r>
          </w:p>
        </w:tc>
        <w:tc>
          <w:tcPr>
            <w:tcW w:w="0" w:type="auto"/>
            <w:vAlign w:val="center"/>
          </w:tcPr>
          <w:p w:rsidR="008E24E8" w:rsidRDefault="00DE2780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Relative Frequency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Cumulative Relative Frequency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Mid-Point</w:t>
            </w:r>
          </w:p>
        </w:tc>
      </w:tr>
      <w:tr w:rsidR="008E24E8" w:rsidTr="009F25EB">
        <w:trPr>
          <w:jc w:val="center"/>
        </w:trPr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25</w:t>
            </w:r>
            <w:r w:rsidR="00C362DC">
              <w:rPr>
                <w:rFonts w:ascii="Modern No. 20" w:hAnsi="Modern No. 20"/>
                <w:lang w:val="en-GB"/>
              </w:rPr>
              <w:t xml:space="preserve"> – </w:t>
            </w:r>
            <w:r>
              <w:rPr>
                <w:rFonts w:ascii="Modern No. 20" w:hAnsi="Modern No. 20"/>
                <w:lang w:val="en-GB"/>
              </w:rPr>
              <w:t>34</w:t>
            </w:r>
          </w:p>
        </w:tc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393</w:t>
            </w:r>
          </w:p>
        </w:tc>
        <w:tc>
          <w:tcPr>
            <w:tcW w:w="0" w:type="auto"/>
            <w:vAlign w:val="center"/>
          </w:tcPr>
          <w:p w:rsidR="008E24E8" w:rsidRDefault="00253B0A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393</w:t>
            </w:r>
          </w:p>
        </w:tc>
        <w:tc>
          <w:tcPr>
            <w:tcW w:w="0" w:type="auto"/>
            <w:vAlign w:val="center"/>
          </w:tcPr>
          <w:p w:rsidR="008E24E8" w:rsidRDefault="00DE2780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24.5 – 34.5</w:t>
            </w:r>
          </w:p>
        </w:tc>
        <w:tc>
          <w:tcPr>
            <w:tcW w:w="0" w:type="auto"/>
            <w:vAlign w:val="center"/>
          </w:tcPr>
          <w:p w:rsidR="008E24E8" w:rsidRDefault="00DE2780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0.1188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0.1188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29.5</w:t>
            </w:r>
          </w:p>
        </w:tc>
      </w:tr>
      <w:tr w:rsidR="008E24E8" w:rsidTr="009F25EB">
        <w:trPr>
          <w:jc w:val="center"/>
        </w:trPr>
        <w:tc>
          <w:tcPr>
            <w:tcW w:w="0" w:type="auto"/>
            <w:vAlign w:val="center"/>
          </w:tcPr>
          <w:p w:rsidR="008E24E8" w:rsidRDefault="008E24E8" w:rsidP="00C362DC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35</w:t>
            </w:r>
            <w:r w:rsidR="00C362DC">
              <w:rPr>
                <w:rFonts w:ascii="Modern No. 20" w:hAnsi="Modern No. 20"/>
                <w:lang w:val="en-GB"/>
              </w:rPr>
              <w:t xml:space="preserve"> – 44 </w:t>
            </w:r>
          </w:p>
        </w:tc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514</w:t>
            </w:r>
          </w:p>
        </w:tc>
        <w:tc>
          <w:tcPr>
            <w:tcW w:w="0" w:type="auto"/>
            <w:vAlign w:val="center"/>
          </w:tcPr>
          <w:p w:rsidR="008E24E8" w:rsidRDefault="00253B0A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907</w:t>
            </w:r>
          </w:p>
        </w:tc>
        <w:tc>
          <w:tcPr>
            <w:tcW w:w="0" w:type="auto"/>
            <w:vAlign w:val="center"/>
          </w:tcPr>
          <w:p w:rsidR="008E24E8" w:rsidRDefault="00DE2780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34.5 – 44.5</w:t>
            </w:r>
          </w:p>
        </w:tc>
        <w:tc>
          <w:tcPr>
            <w:tcW w:w="0" w:type="auto"/>
            <w:vAlign w:val="center"/>
          </w:tcPr>
          <w:p w:rsidR="008E24E8" w:rsidRDefault="00DE2780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0.1554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0.2742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39.5</w:t>
            </w:r>
          </w:p>
        </w:tc>
      </w:tr>
      <w:tr w:rsidR="008E24E8" w:rsidTr="009F25EB">
        <w:trPr>
          <w:jc w:val="center"/>
        </w:trPr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45</w:t>
            </w:r>
            <w:r w:rsidR="00C362DC">
              <w:rPr>
                <w:rFonts w:ascii="Modern No. 20" w:hAnsi="Modern No. 20"/>
                <w:lang w:val="en-GB"/>
              </w:rPr>
              <w:t xml:space="preserve"> – </w:t>
            </w:r>
            <w:r>
              <w:rPr>
                <w:rFonts w:ascii="Modern No. 20" w:hAnsi="Modern No. 20"/>
                <w:lang w:val="en-GB"/>
              </w:rPr>
              <w:t>54</w:t>
            </w:r>
          </w:p>
        </w:tc>
        <w:tc>
          <w:tcPr>
            <w:tcW w:w="0" w:type="auto"/>
            <w:vAlign w:val="center"/>
          </w:tcPr>
          <w:p w:rsidR="008E24E8" w:rsidRDefault="00253B0A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B</w:t>
            </w:r>
          </w:p>
        </w:tc>
        <w:tc>
          <w:tcPr>
            <w:tcW w:w="0" w:type="auto"/>
            <w:vAlign w:val="center"/>
          </w:tcPr>
          <w:p w:rsidR="008E24E8" w:rsidRDefault="00253B0A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1367</w:t>
            </w:r>
          </w:p>
        </w:tc>
        <w:tc>
          <w:tcPr>
            <w:tcW w:w="0" w:type="auto"/>
            <w:vAlign w:val="center"/>
          </w:tcPr>
          <w:p w:rsidR="008E24E8" w:rsidRDefault="009F25EB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------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0.1104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0.3882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49.5</w:t>
            </w:r>
          </w:p>
        </w:tc>
      </w:tr>
      <w:tr w:rsidR="008E24E8" w:rsidTr="009F25EB">
        <w:trPr>
          <w:jc w:val="center"/>
        </w:trPr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55</w:t>
            </w:r>
            <w:r w:rsidR="00C362DC">
              <w:rPr>
                <w:rFonts w:ascii="Modern No. 20" w:hAnsi="Modern No. 20"/>
                <w:lang w:val="en-GB"/>
              </w:rPr>
              <w:t xml:space="preserve"> – </w:t>
            </w:r>
            <w:r>
              <w:rPr>
                <w:rFonts w:ascii="Modern No. 20" w:hAnsi="Modern No. 20"/>
                <w:lang w:val="en-GB"/>
              </w:rPr>
              <w:t>64</w:t>
            </w:r>
          </w:p>
        </w:tc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341</w:t>
            </w:r>
          </w:p>
        </w:tc>
        <w:tc>
          <w:tcPr>
            <w:tcW w:w="0" w:type="auto"/>
            <w:vAlign w:val="center"/>
          </w:tcPr>
          <w:p w:rsidR="008E24E8" w:rsidRDefault="00253B0A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1708</w:t>
            </w:r>
          </w:p>
        </w:tc>
        <w:tc>
          <w:tcPr>
            <w:tcW w:w="0" w:type="auto"/>
            <w:vAlign w:val="center"/>
          </w:tcPr>
          <w:p w:rsidR="008E24E8" w:rsidRDefault="00DE2780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54.5 – 64.5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0.1031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0.4913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59.5</w:t>
            </w:r>
          </w:p>
        </w:tc>
      </w:tr>
      <w:tr w:rsidR="008E24E8" w:rsidTr="009F25EB">
        <w:trPr>
          <w:jc w:val="center"/>
        </w:trPr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65</w:t>
            </w:r>
            <w:r w:rsidR="00C362DC">
              <w:rPr>
                <w:rFonts w:ascii="Modern No. 20" w:hAnsi="Modern No. 20"/>
                <w:lang w:val="en-GB"/>
              </w:rPr>
              <w:t xml:space="preserve"> – </w:t>
            </w:r>
            <w:r>
              <w:rPr>
                <w:rFonts w:ascii="Modern No. 20" w:hAnsi="Modern No. 20"/>
                <w:lang w:val="en-GB"/>
              </w:rPr>
              <w:t>74</w:t>
            </w:r>
          </w:p>
        </w:tc>
        <w:tc>
          <w:tcPr>
            <w:tcW w:w="0" w:type="auto"/>
            <w:vAlign w:val="center"/>
          </w:tcPr>
          <w:p w:rsidR="008E24E8" w:rsidRDefault="00150AC4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A</w:t>
            </w:r>
          </w:p>
        </w:tc>
        <w:tc>
          <w:tcPr>
            <w:tcW w:w="0" w:type="auto"/>
            <w:vAlign w:val="center"/>
          </w:tcPr>
          <w:p w:rsidR="008E24E8" w:rsidRDefault="00253B0A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2073</w:t>
            </w:r>
          </w:p>
        </w:tc>
        <w:tc>
          <w:tcPr>
            <w:tcW w:w="0" w:type="auto"/>
            <w:vAlign w:val="center"/>
          </w:tcPr>
          <w:p w:rsidR="008E24E8" w:rsidRDefault="00DE2780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64.5 – 74.5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0.1391</w:t>
            </w:r>
          </w:p>
        </w:tc>
        <w:tc>
          <w:tcPr>
            <w:tcW w:w="0" w:type="auto"/>
            <w:vAlign w:val="center"/>
          </w:tcPr>
          <w:p w:rsidR="008E24E8" w:rsidRDefault="00373816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C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69.5</w:t>
            </w:r>
          </w:p>
        </w:tc>
      </w:tr>
      <w:tr w:rsidR="008E24E8" w:rsidTr="009F25EB">
        <w:trPr>
          <w:jc w:val="center"/>
        </w:trPr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75</w:t>
            </w:r>
            <w:r w:rsidR="00C362DC">
              <w:rPr>
                <w:rFonts w:ascii="Modern No. 20" w:hAnsi="Modern No. 20"/>
                <w:lang w:val="en-GB"/>
              </w:rPr>
              <w:t xml:space="preserve"> – </w:t>
            </w:r>
            <w:r>
              <w:rPr>
                <w:rFonts w:ascii="Modern No. 20" w:hAnsi="Modern No. 20"/>
                <w:lang w:val="en-GB"/>
              </w:rPr>
              <w:t>84</w:t>
            </w:r>
          </w:p>
        </w:tc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616</w:t>
            </w:r>
          </w:p>
        </w:tc>
        <w:tc>
          <w:tcPr>
            <w:tcW w:w="0" w:type="auto"/>
            <w:vAlign w:val="center"/>
          </w:tcPr>
          <w:p w:rsidR="008E24E8" w:rsidRDefault="00253B0A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2689</w:t>
            </w:r>
          </w:p>
        </w:tc>
        <w:tc>
          <w:tcPr>
            <w:tcW w:w="0" w:type="auto"/>
            <w:vAlign w:val="center"/>
          </w:tcPr>
          <w:p w:rsidR="008E24E8" w:rsidRDefault="009F25EB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------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0.1863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0.8167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79.5</w:t>
            </w:r>
          </w:p>
        </w:tc>
      </w:tr>
      <w:tr w:rsidR="008E24E8" w:rsidTr="009F25EB">
        <w:trPr>
          <w:jc w:val="center"/>
        </w:trPr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85</w:t>
            </w:r>
            <w:r w:rsidR="00C362DC">
              <w:rPr>
                <w:rFonts w:ascii="Modern No. 20" w:hAnsi="Modern No. 20"/>
                <w:lang w:val="en-GB"/>
              </w:rPr>
              <w:t xml:space="preserve"> – </w:t>
            </w:r>
            <w:r>
              <w:rPr>
                <w:rFonts w:ascii="Modern No. 20" w:hAnsi="Modern No. 20"/>
                <w:lang w:val="en-GB"/>
              </w:rPr>
              <w:t>94</w:t>
            </w:r>
          </w:p>
        </w:tc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618</w:t>
            </w:r>
          </w:p>
        </w:tc>
        <w:tc>
          <w:tcPr>
            <w:tcW w:w="0" w:type="auto"/>
            <w:vAlign w:val="center"/>
          </w:tcPr>
          <w:p w:rsidR="008E24E8" w:rsidRDefault="00150AC4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3307</w:t>
            </w:r>
          </w:p>
        </w:tc>
        <w:tc>
          <w:tcPr>
            <w:tcW w:w="0" w:type="auto"/>
            <w:vAlign w:val="center"/>
          </w:tcPr>
          <w:p w:rsidR="008E24E8" w:rsidRDefault="009F25EB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------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0.1869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1.0000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89.5</w:t>
            </w:r>
          </w:p>
        </w:tc>
      </w:tr>
      <w:tr w:rsidR="008E24E8" w:rsidTr="009F25EB">
        <w:trPr>
          <w:jc w:val="center"/>
        </w:trPr>
        <w:tc>
          <w:tcPr>
            <w:tcW w:w="0" w:type="auto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Total</w:t>
            </w:r>
          </w:p>
        </w:tc>
        <w:tc>
          <w:tcPr>
            <w:tcW w:w="0" w:type="auto"/>
            <w:vAlign w:val="center"/>
          </w:tcPr>
          <w:p w:rsidR="008E24E8" w:rsidRDefault="00150AC4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------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8E24E8" w:rsidRDefault="008E24E8" w:rsidP="008E24E8">
            <w:pPr>
              <w:jc w:val="center"/>
              <w:rPr>
                <w:rFonts w:ascii="Modern No. 20" w:hAnsi="Modern No. 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8E24E8" w:rsidRDefault="00DE2780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------</w:t>
            </w:r>
          </w:p>
        </w:tc>
        <w:tc>
          <w:tcPr>
            <w:tcW w:w="0" w:type="auto"/>
            <w:vAlign w:val="center"/>
          </w:tcPr>
          <w:p w:rsidR="008E24E8" w:rsidRDefault="005A65B9" w:rsidP="008E24E8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------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8E24E8" w:rsidRPr="009F25EB" w:rsidRDefault="008E24E8" w:rsidP="008E24E8">
            <w:pPr>
              <w:jc w:val="center"/>
              <w:rPr>
                <w:rFonts w:ascii="Modern No. 20" w:hAnsi="Modern No. 20"/>
                <w:highlight w:val="lightGray"/>
                <w:lang w:val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8E24E8" w:rsidRPr="009F25EB" w:rsidRDefault="008E24E8" w:rsidP="008E24E8">
            <w:pPr>
              <w:jc w:val="center"/>
              <w:rPr>
                <w:rFonts w:ascii="Modern No. 20" w:hAnsi="Modern No. 20"/>
                <w:highlight w:val="lightGray"/>
                <w:lang w:val="en-GB"/>
              </w:rPr>
            </w:pPr>
          </w:p>
        </w:tc>
      </w:tr>
    </w:tbl>
    <w:p w:rsidR="00A521E4" w:rsidRDefault="00A521E4" w:rsidP="005D52C5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A521E4" w:rsidRPr="00150AC4" w:rsidRDefault="00150AC4" w:rsidP="00B35960">
      <w:pPr>
        <w:pStyle w:val="ListParagraph"/>
        <w:numPr>
          <w:ilvl w:val="0"/>
          <w:numId w:val="2"/>
        </w:numPr>
        <w:spacing w:after="0" w:line="360" w:lineRule="auto"/>
        <w:ind w:left="270" w:hanging="27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The value of A is …………..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67"/>
        <w:gridCol w:w="2267"/>
        <w:gridCol w:w="2266"/>
        <w:gridCol w:w="2266"/>
      </w:tblGrid>
      <w:tr w:rsidR="00150AC4" w:rsidTr="00C73237">
        <w:tc>
          <w:tcPr>
            <w:tcW w:w="2394" w:type="dxa"/>
          </w:tcPr>
          <w:p w:rsidR="00150AC4" w:rsidRPr="008F6E5F" w:rsidRDefault="00150AC4" w:rsidP="00B3596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lastRenderedPageBreak/>
              <w:t>365</w:t>
            </w:r>
          </w:p>
        </w:tc>
        <w:tc>
          <w:tcPr>
            <w:tcW w:w="2394" w:type="dxa"/>
          </w:tcPr>
          <w:p w:rsidR="00150AC4" w:rsidRDefault="00150AC4" w:rsidP="00B3596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341</w:t>
            </w:r>
          </w:p>
        </w:tc>
        <w:tc>
          <w:tcPr>
            <w:tcW w:w="2394" w:type="dxa"/>
          </w:tcPr>
          <w:p w:rsidR="00150AC4" w:rsidRDefault="00150AC4" w:rsidP="00B3596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 xml:space="preserve"> 514 </w:t>
            </w:r>
          </w:p>
        </w:tc>
        <w:tc>
          <w:tcPr>
            <w:tcW w:w="2394" w:type="dxa"/>
          </w:tcPr>
          <w:p w:rsidR="00150AC4" w:rsidRDefault="00150AC4" w:rsidP="00B3596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616</w:t>
            </w:r>
          </w:p>
        </w:tc>
      </w:tr>
    </w:tbl>
    <w:p w:rsidR="00A521E4" w:rsidRDefault="00A521E4" w:rsidP="005D52C5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521429" w:rsidRPr="00521429" w:rsidRDefault="00521429" w:rsidP="00B35960">
      <w:pPr>
        <w:pStyle w:val="ListParagraph"/>
        <w:numPr>
          <w:ilvl w:val="0"/>
          <w:numId w:val="2"/>
        </w:numPr>
        <w:spacing w:after="0" w:line="360" w:lineRule="auto"/>
        <w:ind w:left="270" w:hanging="27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The value of B is …………………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67"/>
        <w:gridCol w:w="2267"/>
        <w:gridCol w:w="2266"/>
        <w:gridCol w:w="2266"/>
      </w:tblGrid>
      <w:tr w:rsidR="00DE2780" w:rsidTr="00C73237">
        <w:tc>
          <w:tcPr>
            <w:tcW w:w="2394" w:type="dxa"/>
          </w:tcPr>
          <w:p w:rsidR="00DE2780" w:rsidRPr="008F6E5F" w:rsidRDefault="00DE2780" w:rsidP="00B3596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460</w:t>
            </w:r>
          </w:p>
        </w:tc>
        <w:tc>
          <w:tcPr>
            <w:tcW w:w="2394" w:type="dxa"/>
          </w:tcPr>
          <w:p w:rsidR="00DE2780" w:rsidRDefault="00DE2780" w:rsidP="00B3596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441</w:t>
            </w:r>
          </w:p>
        </w:tc>
        <w:tc>
          <w:tcPr>
            <w:tcW w:w="2394" w:type="dxa"/>
          </w:tcPr>
          <w:p w:rsidR="00DE2780" w:rsidRDefault="00DE2780" w:rsidP="00B3596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 xml:space="preserve"> 414 </w:t>
            </w:r>
          </w:p>
        </w:tc>
        <w:tc>
          <w:tcPr>
            <w:tcW w:w="2394" w:type="dxa"/>
          </w:tcPr>
          <w:p w:rsidR="00DE2780" w:rsidRDefault="00F61860" w:rsidP="00B3596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406</w:t>
            </w:r>
          </w:p>
        </w:tc>
      </w:tr>
    </w:tbl>
    <w:p w:rsidR="004C6406" w:rsidRDefault="004C6406" w:rsidP="004C6406">
      <w:pPr>
        <w:pStyle w:val="ListParagraph"/>
        <w:spacing w:after="0" w:line="360" w:lineRule="auto"/>
        <w:ind w:left="270"/>
        <w:jc w:val="both"/>
        <w:rPr>
          <w:rFonts w:ascii="Modern No. 20" w:hAnsi="Modern No. 20"/>
          <w:lang w:val="en-GB"/>
        </w:rPr>
      </w:pPr>
    </w:p>
    <w:p w:rsidR="005A65B9" w:rsidRPr="005A65B9" w:rsidRDefault="005A65B9" w:rsidP="00B35960">
      <w:pPr>
        <w:pStyle w:val="ListParagraph"/>
        <w:numPr>
          <w:ilvl w:val="0"/>
          <w:numId w:val="2"/>
        </w:numPr>
        <w:spacing w:after="0" w:line="360" w:lineRule="auto"/>
        <w:ind w:left="270" w:hanging="27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The true class interval of the highest frequency is ………..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67"/>
        <w:gridCol w:w="2267"/>
        <w:gridCol w:w="2266"/>
        <w:gridCol w:w="2266"/>
      </w:tblGrid>
      <w:tr w:rsidR="00204D14" w:rsidTr="00C73237">
        <w:tc>
          <w:tcPr>
            <w:tcW w:w="2394" w:type="dxa"/>
          </w:tcPr>
          <w:p w:rsidR="00204D14" w:rsidRPr="005D52C5" w:rsidRDefault="009F25EB" w:rsidP="00B35960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Modern No. 20" w:eastAsiaTheme="minorEastAsia" w:hAnsi="Modern No. 20"/>
                <w:u w:val="single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74.5 – 84.5</w:t>
            </w:r>
          </w:p>
        </w:tc>
        <w:tc>
          <w:tcPr>
            <w:tcW w:w="2394" w:type="dxa"/>
          </w:tcPr>
          <w:p w:rsidR="00204D14" w:rsidRDefault="009F25EB" w:rsidP="00B35960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44.5 – 54.5</w:t>
            </w:r>
          </w:p>
        </w:tc>
        <w:tc>
          <w:tcPr>
            <w:tcW w:w="2394" w:type="dxa"/>
          </w:tcPr>
          <w:p w:rsidR="00204D14" w:rsidRDefault="00204D14" w:rsidP="00B35960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 xml:space="preserve"> </w:t>
            </w:r>
            <w:r w:rsidR="009F25EB">
              <w:rPr>
                <w:rFonts w:ascii="Modern No. 20" w:hAnsi="Modern No. 20"/>
                <w:lang w:val="en-GB"/>
              </w:rPr>
              <w:t>64.5 – 74.5</w:t>
            </w:r>
          </w:p>
        </w:tc>
        <w:tc>
          <w:tcPr>
            <w:tcW w:w="2394" w:type="dxa"/>
          </w:tcPr>
          <w:p w:rsidR="00204D14" w:rsidRPr="008F6E5F" w:rsidRDefault="00204D14" w:rsidP="00B35960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84.5 – 94.5</w:t>
            </w:r>
          </w:p>
        </w:tc>
      </w:tr>
    </w:tbl>
    <w:p w:rsidR="00DE2780" w:rsidRDefault="00DE2780" w:rsidP="005D52C5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DE2780" w:rsidRPr="009F25EB" w:rsidRDefault="009F25EB" w:rsidP="00001E41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The value of</w:t>
      </w:r>
      <w:r w:rsidR="00521ECF">
        <w:rPr>
          <w:rFonts w:ascii="Modern No. 20" w:hAnsi="Modern No. 20"/>
          <w:lang w:val="en-GB"/>
        </w:rPr>
        <w:t xml:space="preserve"> the gap (jump) between</w:t>
      </w:r>
      <w:r w:rsidR="006616F8">
        <w:rPr>
          <w:rFonts w:ascii="Modern No. 20" w:hAnsi="Modern No. 20"/>
          <w:lang w:val="en-GB"/>
        </w:rPr>
        <w:t xml:space="preserve"> (non</w:t>
      </w:r>
      <w:r w:rsidR="00001E41">
        <w:rPr>
          <w:rFonts w:ascii="Modern No. 20" w:hAnsi="Modern No. 20"/>
          <w:lang w:val="en-GB"/>
        </w:rPr>
        <w:t>-</w:t>
      </w:r>
      <w:r w:rsidR="006616F8">
        <w:rPr>
          <w:rFonts w:ascii="Modern No. 20" w:hAnsi="Modern No. 20"/>
          <w:lang w:val="en-GB"/>
        </w:rPr>
        <w:t xml:space="preserve">true) </w:t>
      </w:r>
      <w:r w:rsidR="000A24F4">
        <w:rPr>
          <w:rFonts w:ascii="Modern No. 20" w:hAnsi="Modern No. 20"/>
          <w:lang w:val="en-GB"/>
        </w:rPr>
        <w:t>class in</w:t>
      </w:r>
      <w:r>
        <w:rPr>
          <w:rFonts w:ascii="Modern No. 20" w:hAnsi="Modern No. 20"/>
          <w:lang w:val="en-GB"/>
        </w:rPr>
        <w:t>tervals is ……..</w:t>
      </w:r>
      <w:r w:rsidR="00241C67">
        <w:rPr>
          <w:rFonts w:ascii="Modern No. 20" w:hAnsi="Modern No. 20"/>
          <w:lang w:val="en-GB"/>
        </w:rPr>
        <w:tab/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85"/>
        <w:gridCol w:w="2271"/>
        <w:gridCol w:w="2255"/>
        <w:gridCol w:w="2255"/>
      </w:tblGrid>
      <w:tr w:rsidR="00314710" w:rsidTr="00C73237">
        <w:tc>
          <w:tcPr>
            <w:tcW w:w="2394" w:type="dxa"/>
          </w:tcPr>
          <w:p w:rsidR="00314710" w:rsidRPr="005D52C5" w:rsidRDefault="00314710" w:rsidP="00B35960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Modern No. 20" w:eastAsiaTheme="minorEastAsia" w:hAnsi="Modern No. 20"/>
                <w:u w:val="single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No gaps</w:t>
            </w:r>
          </w:p>
        </w:tc>
        <w:tc>
          <w:tcPr>
            <w:tcW w:w="2394" w:type="dxa"/>
          </w:tcPr>
          <w:p w:rsidR="00314710" w:rsidRDefault="00314710" w:rsidP="00B35960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0.5</w:t>
            </w:r>
          </w:p>
        </w:tc>
        <w:tc>
          <w:tcPr>
            <w:tcW w:w="2394" w:type="dxa"/>
          </w:tcPr>
          <w:p w:rsidR="00314710" w:rsidRDefault="00314710" w:rsidP="00B35960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</w:t>
            </w:r>
          </w:p>
        </w:tc>
        <w:tc>
          <w:tcPr>
            <w:tcW w:w="2394" w:type="dxa"/>
          </w:tcPr>
          <w:p w:rsidR="00314710" w:rsidRPr="008F6E5F" w:rsidRDefault="00314710" w:rsidP="00B35960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1</w:t>
            </w:r>
          </w:p>
        </w:tc>
      </w:tr>
    </w:tbl>
    <w:p w:rsidR="00DE2780" w:rsidRDefault="00DE2780" w:rsidP="005D52C5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C362DC" w:rsidRPr="00C362DC" w:rsidRDefault="00C362DC" w:rsidP="00FD5BC7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The</w:t>
      </w:r>
      <w:r w:rsidR="00001E41">
        <w:rPr>
          <w:rFonts w:ascii="Modern No. 20" w:hAnsi="Modern No. 20"/>
          <w:lang w:val="en-GB"/>
        </w:rPr>
        <w:t xml:space="preserve"> true</w:t>
      </w:r>
      <w:r>
        <w:rPr>
          <w:rFonts w:ascii="Modern No. 20" w:hAnsi="Modern No. 20"/>
          <w:lang w:val="en-GB"/>
        </w:rPr>
        <w:t xml:space="preserve"> class interval that has the lowest relative frequency is ………… 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62"/>
        <w:gridCol w:w="2263"/>
        <w:gridCol w:w="2263"/>
        <w:gridCol w:w="2278"/>
      </w:tblGrid>
      <w:tr w:rsidR="00C362DC" w:rsidTr="00C73237">
        <w:tc>
          <w:tcPr>
            <w:tcW w:w="2394" w:type="dxa"/>
          </w:tcPr>
          <w:p w:rsidR="00C362DC" w:rsidRPr="005D52C5" w:rsidRDefault="00C362DC" w:rsidP="00B35960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Modern No. 20" w:eastAsiaTheme="minorEastAsia" w:hAnsi="Modern No. 20"/>
                <w:u w:val="single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25 – 34</w:t>
            </w:r>
          </w:p>
        </w:tc>
        <w:tc>
          <w:tcPr>
            <w:tcW w:w="2394" w:type="dxa"/>
          </w:tcPr>
          <w:p w:rsidR="00C362DC" w:rsidRDefault="00C362DC" w:rsidP="00B35960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45 – 54</w:t>
            </w:r>
          </w:p>
        </w:tc>
        <w:tc>
          <w:tcPr>
            <w:tcW w:w="2394" w:type="dxa"/>
          </w:tcPr>
          <w:p w:rsidR="00C362DC" w:rsidRPr="008F6E5F" w:rsidRDefault="00C362DC" w:rsidP="00B35960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8F6E5F">
              <w:rPr>
                <w:rFonts w:ascii="Modern No. 20" w:eastAsiaTheme="minorEastAsia" w:hAnsi="Modern No. 20"/>
                <w:lang w:val="en-GB"/>
              </w:rPr>
              <w:t xml:space="preserve"> </w:t>
            </w:r>
            <w:r w:rsidRPr="008F6E5F">
              <w:rPr>
                <w:rFonts w:ascii="Modern No. 20" w:hAnsi="Modern No. 20"/>
                <w:lang w:val="en-GB"/>
              </w:rPr>
              <w:t>55 – 64</w:t>
            </w:r>
          </w:p>
        </w:tc>
        <w:tc>
          <w:tcPr>
            <w:tcW w:w="2394" w:type="dxa"/>
          </w:tcPr>
          <w:p w:rsidR="00C362DC" w:rsidRPr="00C362DC" w:rsidRDefault="00C362DC" w:rsidP="00B35960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54.5 – 64.5</w:t>
            </w:r>
          </w:p>
        </w:tc>
      </w:tr>
    </w:tbl>
    <w:p w:rsidR="00C362DC" w:rsidRDefault="00C362DC" w:rsidP="005D52C5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C362DC" w:rsidRPr="00C362DC" w:rsidRDefault="00C362DC" w:rsidP="00B35960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The value of C is ……………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67"/>
        <w:gridCol w:w="2267"/>
        <w:gridCol w:w="2266"/>
        <w:gridCol w:w="2266"/>
      </w:tblGrid>
      <w:tr w:rsidR="00373816" w:rsidTr="00C73237">
        <w:tc>
          <w:tcPr>
            <w:tcW w:w="2394" w:type="dxa"/>
          </w:tcPr>
          <w:p w:rsidR="00373816" w:rsidRPr="005D52C5" w:rsidRDefault="00373816" w:rsidP="00B3596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Modern No. 20" w:eastAsiaTheme="minorEastAsia" w:hAnsi="Modern No. 20"/>
                <w:u w:val="single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0.6101</w:t>
            </w:r>
          </w:p>
        </w:tc>
        <w:tc>
          <w:tcPr>
            <w:tcW w:w="2394" w:type="dxa"/>
          </w:tcPr>
          <w:p w:rsidR="00373816" w:rsidRDefault="00373816" w:rsidP="00B3596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0.6130</w:t>
            </w:r>
          </w:p>
        </w:tc>
        <w:tc>
          <w:tcPr>
            <w:tcW w:w="2394" w:type="dxa"/>
          </w:tcPr>
          <w:p w:rsidR="00373816" w:rsidRPr="008F6E5F" w:rsidRDefault="00373816" w:rsidP="00B3596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0.6304</w:t>
            </w:r>
          </w:p>
        </w:tc>
        <w:tc>
          <w:tcPr>
            <w:tcW w:w="2394" w:type="dxa"/>
          </w:tcPr>
          <w:p w:rsidR="00373816" w:rsidRPr="00C362DC" w:rsidRDefault="00373816" w:rsidP="00B3596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0.6011</w:t>
            </w:r>
          </w:p>
        </w:tc>
      </w:tr>
    </w:tbl>
    <w:p w:rsidR="00C362DC" w:rsidRDefault="00C362DC" w:rsidP="005D52C5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C362DC" w:rsidRDefault="009557ED" w:rsidP="004C6406">
      <w:pPr>
        <w:spacing w:after="0" w:line="360" w:lineRule="auto"/>
        <w:jc w:val="center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*************************</w:t>
      </w:r>
    </w:p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  <w:r w:rsidRPr="00576181">
        <w:rPr>
          <w:rFonts w:ascii="Modern No. 20" w:hAnsi="Modern No. 20"/>
          <w:highlight w:val="lightGray"/>
          <w:lang w:val="en-GB"/>
        </w:rPr>
        <w:t>Question (</w:t>
      </w:r>
      <w:r>
        <w:rPr>
          <w:rFonts w:ascii="Modern No. 20" w:hAnsi="Modern No. 20"/>
          <w:highlight w:val="lightGray"/>
          <w:lang w:val="en-GB"/>
        </w:rPr>
        <w:t>12</w:t>
      </w:r>
      <w:r w:rsidRPr="00576181">
        <w:rPr>
          <w:rFonts w:ascii="Modern No. 20" w:hAnsi="Modern No. 20"/>
          <w:highlight w:val="lightGray"/>
          <w:lang w:val="en-GB"/>
        </w:rPr>
        <w:t>-</w:t>
      </w:r>
      <w:r>
        <w:rPr>
          <w:rFonts w:ascii="Modern No. 20" w:hAnsi="Modern No. 20"/>
          <w:highlight w:val="lightGray"/>
          <w:lang w:val="en-GB"/>
        </w:rPr>
        <w:t>18</w:t>
      </w:r>
      <w:r w:rsidRPr="00576181">
        <w:rPr>
          <w:rFonts w:ascii="Modern No. 20" w:hAnsi="Modern No. 20"/>
          <w:highlight w:val="lightGray"/>
          <w:lang w:val="en-GB"/>
        </w:rPr>
        <w:t>)</w:t>
      </w:r>
      <w:r>
        <w:rPr>
          <w:rFonts w:ascii="Modern No. 20" w:hAnsi="Modern No. 20"/>
          <w:lang w:val="en-GB"/>
        </w:rPr>
        <w:t>: A</w:t>
      </w:r>
      <w:r w:rsidRPr="00E52C0E">
        <w:rPr>
          <w:rFonts w:ascii="Modern No. 20" w:hAnsi="Modern No. 20"/>
          <w:lang w:val="en-GB"/>
        </w:rPr>
        <w:t xml:space="preserve"> study was conducted to determine if doctor-patient race concordance was associated with greater satisfaction with care. Toward that end, they collected a national sample of African-American, Caucasian, Hispanic, and Asian-American respondents. The following table classifies the race of their subjects as well as the race of their physician.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07"/>
        <w:gridCol w:w="1386"/>
        <w:gridCol w:w="1820"/>
        <w:gridCol w:w="1473"/>
        <w:gridCol w:w="1576"/>
        <w:gridCol w:w="688"/>
      </w:tblGrid>
      <w:tr w:rsidR="002366E2" w:rsidTr="000144E2">
        <w:trPr>
          <w:jc w:val="center"/>
        </w:trPr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</w:p>
        </w:tc>
        <w:tc>
          <w:tcPr>
            <w:tcW w:w="0" w:type="auto"/>
            <w:gridSpan w:val="5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Patient’s Race</w:t>
            </w:r>
          </w:p>
        </w:tc>
      </w:tr>
      <w:tr w:rsidR="002366E2" w:rsidTr="000144E2">
        <w:trPr>
          <w:jc w:val="center"/>
        </w:trPr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 xml:space="preserve">Physician’s Race 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Caucasian (C)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African-Amer. ( M)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Hispanic (PH)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Asian-Amer. (D)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Total</w:t>
            </w:r>
          </w:p>
        </w:tc>
      </w:tr>
      <w:tr w:rsidR="002366E2" w:rsidTr="000144E2">
        <w:trPr>
          <w:jc w:val="center"/>
        </w:trPr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White (W)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779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436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406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175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1796</w:t>
            </w:r>
          </w:p>
        </w:tc>
      </w:tr>
      <w:tr w:rsidR="002366E2" w:rsidTr="000144E2">
        <w:trPr>
          <w:jc w:val="center"/>
        </w:trPr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African-American (F)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14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162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15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5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196</w:t>
            </w:r>
          </w:p>
        </w:tc>
      </w:tr>
      <w:tr w:rsidR="002366E2" w:rsidTr="000144E2">
        <w:trPr>
          <w:jc w:val="center"/>
        </w:trPr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Hispanic (H)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19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17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128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166</w:t>
            </w:r>
          </w:p>
        </w:tc>
      </w:tr>
      <w:tr w:rsidR="002366E2" w:rsidTr="000144E2">
        <w:trPr>
          <w:jc w:val="center"/>
        </w:trPr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Asian/Pacific-Islander (P)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68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75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71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203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417</w:t>
            </w:r>
          </w:p>
        </w:tc>
      </w:tr>
      <w:tr w:rsidR="002366E2" w:rsidTr="000144E2">
        <w:trPr>
          <w:jc w:val="center"/>
        </w:trPr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Other (O)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30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55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56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4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145</w:t>
            </w:r>
          </w:p>
        </w:tc>
      </w:tr>
      <w:tr w:rsidR="002366E2" w:rsidTr="000144E2">
        <w:trPr>
          <w:jc w:val="center"/>
        </w:trPr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Total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910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745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676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389</w:t>
            </w:r>
          </w:p>
        </w:tc>
        <w:tc>
          <w:tcPr>
            <w:tcW w:w="0" w:type="auto"/>
            <w:vAlign w:val="center"/>
          </w:tcPr>
          <w:p w:rsidR="002366E2" w:rsidRDefault="002366E2" w:rsidP="000144E2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2720</w:t>
            </w:r>
          </w:p>
        </w:tc>
      </w:tr>
    </w:tbl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 w:rsidRPr="00AE0683">
        <w:rPr>
          <w:rFonts w:ascii="Modern No. 20" w:hAnsi="Modern No. 20"/>
          <w:lang w:val="en-GB"/>
        </w:rPr>
        <w:t>What is the probability that a randomly selected subject will have an Asian/Pacific-Islander physician?</w:t>
      </w:r>
    </w:p>
    <w:tbl>
      <w:tblPr>
        <w:tblStyle w:val="TableGrid"/>
        <w:tblW w:w="9071" w:type="dxa"/>
        <w:tblInd w:w="284" w:type="dxa"/>
        <w:tblLook w:val="04A0" w:firstRow="1" w:lastRow="0" w:firstColumn="1" w:lastColumn="0" w:noHBand="0" w:noVBand="1"/>
      </w:tblPr>
      <w:tblGrid>
        <w:gridCol w:w="2162"/>
        <w:gridCol w:w="2513"/>
        <w:gridCol w:w="2310"/>
        <w:gridCol w:w="2086"/>
      </w:tblGrid>
      <w:tr w:rsidR="002366E2" w:rsidTr="000144E2">
        <w:tc>
          <w:tcPr>
            <w:tcW w:w="0" w:type="auto"/>
          </w:tcPr>
          <w:p w:rsidR="002366E2" w:rsidRPr="00B3309C" w:rsidRDefault="002366E2" w:rsidP="000144E2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413" w:hanging="450"/>
              <w:rPr>
                <w:rFonts w:ascii="Modern No. 20" w:eastAsiaTheme="minorEastAsia" w:hAnsi="Modern No. 20"/>
                <w:lang w:val="en-GB"/>
              </w:rPr>
            </w:pPr>
            <w:r w:rsidRPr="003D1ADC">
              <w:rPr>
                <w:rFonts w:ascii="Modern No. 20" w:eastAsiaTheme="minorEastAsia" w:hAnsi="Modern No. 20"/>
                <w:lang w:val="en-GB"/>
              </w:rPr>
              <w:t>0.1</w:t>
            </w:r>
            <w:r>
              <w:rPr>
                <w:rFonts w:ascii="Modern No. 20" w:eastAsiaTheme="minorEastAsia" w:hAnsi="Modern No. 20"/>
                <w:lang w:val="en-GB"/>
              </w:rPr>
              <w:t>1</w:t>
            </w:r>
            <w:r w:rsidRPr="003D1ADC">
              <w:rPr>
                <w:rFonts w:ascii="Modern No. 20" w:eastAsiaTheme="minorEastAsia" w:hAnsi="Modern No. 20"/>
                <w:lang w:val="en-GB"/>
              </w:rPr>
              <w:t>33</w:t>
            </w:r>
          </w:p>
        </w:tc>
        <w:tc>
          <w:tcPr>
            <w:tcW w:w="0" w:type="auto"/>
          </w:tcPr>
          <w:p w:rsidR="002366E2" w:rsidRPr="003D1ADC" w:rsidRDefault="002366E2" w:rsidP="000144E2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3D1ADC">
              <w:rPr>
                <w:rFonts w:ascii="Modern No. 20" w:eastAsiaTheme="minorEastAsia" w:hAnsi="Modern No. 20"/>
                <w:lang w:val="en-GB"/>
              </w:rPr>
              <w:t>0.1233</w:t>
            </w:r>
          </w:p>
        </w:tc>
        <w:tc>
          <w:tcPr>
            <w:tcW w:w="0" w:type="auto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546" w:hanging="450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 xml:space="preserve"> 0.1533</w:t>
            </w:r>
          </w:p>
        </w:tc>
        <w:tc>
          <w:tcPr>
            <w:tcW w:w="2086" w:type="dxa"/>
          </w:tcPr>
          <w:p w:rsidR="002366E2" w:rsidRDefault="002366E2" w:rsidP="000144E2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3D1ADC">
              <w:rPr>
                <w:rFonts w:ascii="Modern No. 20" w:eastAsiaTheme="minorEastAsia" w:hAnsi="Modern No. 20"/>
                <w:lang w:val="en-GB"/>
              </w:rPr>
              <w:t>0.1</w:t>
            </w:r>
            <w:r>
              <w:rPr>
                <w:rFonts w:ascii="Modern No. 20" w:eastAsiaTheme="minorEastAsia" w:hAnsi="Modern No. 20"/>
                <w:lang w:val="en-GB"/>
              </w:rPr>
              <w:t>7</w:t>
            </w:r>
            <w:r w:rsidRPr="003D1ADC">
              <w:rPr>
                <w:rFonts w:ascii="Modern No. 20" w:eastAsiaTheme="minorEastAsia" w:hAnsi="Modern No. 20"/>
                <w:lang w:val="en-GB"/>
              </w:rPr>
              <w:t>33</w:t>
            </w:r>
          </w:p>
        </w:tc>
      </w:tr>
    </w:tbl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Pr="003D1ADC" w:rsidRDefault="00F448D1" w:rsidP="00F448D1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 xml:space="preserve">Given that the patient is an </w:t>
      </w:r>
      <w:r w:rsidR="002366E2" w:rsidRPr="003D1ADC">
        <w:rPr>
          <w:rFonts w:ascii="Modern No. 20" w:hAnsi="Modern No. 20"/>
          <w:lang w:val="en-GB"/>
        </w:rPr>
        <w:t xml:space="preserve">African-American </w:t>
      </w:r>
      <w:r>
        <w:rPr>
          <w:rFonts w:ascii="Modern No. 20" w:hAnsi="Modern No. 20"/>
          <w:lang w:val="en-GB"/>
        </w:rPr>
        <w:t>w</w:t>
      </w:r>
      <w:r w:rsidRPr="003D1ADC">
        <w:rPr>
          <w:rFonts w:ascii="Modern No. 20" w:hAnsi="Modern No. 20"/>
          <w:lang w:val="en-GB"/>
        </w:rPr>
        <w:t>hat is the probability that</w:t>
      </w:r>
      <w:r>
        <w:rPr>
          <w:rFonts w:ascii="Modern No. 20" w:hAnsi="Modern No. 20"/>
          <w:lang w:val="en-GB"/>
        </w:rPr>
        <w:t xml:space="preserve"> he</w:t>
      </w:r>
      <w:r w:rsidRPr="003D1ADC">
        <w:rPr>
          <w:rFonts w:ascii="Modern No. 20" w:hAnsi="Modern No. 20"/>
          <w:lang w:val="en-GB"/>
        </w:rPr>
        <w:t xml:space="preserve"> </w:t>
      </w:r>
      <w:r w:rsidR="002366E2" w:rsidRPr="003D1ADC">
        <w:rPr>
          <w:rFonts w:ascii="Modern No. 20" w:hAnsi="Modern No. 20"/>
          <w:lang w:val="en-GB"/>
        </w:rPr>
        <w:t>will have an African-American physician?</w:t>
      </w:r>
    </w:p>
    <w:tbl>
      <w:tblPr>
        <w:tblStyle w:val="TableGrid"/>
        <w:tblW w:w="9071" w:type="dxa"/>
        <w:tblInd w:w="284" w:type="dxa"/>
        <w:tblLook w:val="04A0" w:firstRow="1" w:lastRow="0" w:firstColumn="1" w:lastColumn="0" w:noHBand="0" w:noVBand="1"/>
      </w:tblPr>
      <w:tblGrid>
        <w:gridCol w:w="2392"/>
        <w:gridCol w:w="2393"/>
        <w:gridCol w:w="2200"/>
        <w:gridCol w:w="2086"/>
      </w:tblGrid>
      <w:tr w:rsidR="002366E2" w:rsidTr="000144E2">
        <w:tc>
          <w:tcPr>
            <w:tcW w:w="0" w:type="auto"/>
          </w:tcPr>
          <w:p w:rsidR="002366E2" w:rsidRPr="00B3309C" w:rsidRDefault="002366E2" w:rsidP="000144E2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3D1ADC">
              <w:rPr>
                <w:rFonts w:ascii="Modern No. 20" w:eastAsiaTheme="minorEastAsia" w:hAnsi="Modern No. 20"/>
                <w:lang w:val="en-GB"/>
              </w:rPr>
              <w:t>0.1</w:t>
            </w:r>
            <w:r>
              <w:rPr>
                <w:rFonts w:ascii="Modern No. 20" w:eastAsiaTheme="minorEastAsia" w:hAnsi="Modern No. 20"/>
                <w:lang w:val="en-GB"/>
              </w:rPr>
              <w:t>175</w:t>
            </w:r>
          </w:p>
        </w:tc>
        <w:tc>
          <w:tcPr>
            <w:tcW w:w="0" w:type="auto"/>
          </w:tcPr>
          <w:p w:rsidR="002366E2" w:rsidRPr="003D1ADC" w:rsidRDefault="002366E2" w:rsidP="000144E2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3D1ADC">
              <w:rPr>
                <w:rFonts w:ascii="Modern No. 20" w:eastAsiaTheme="minorEastAsia" w:hAnsi="Modern No. 20"/>
                <w:lang w:val="en-GB"/>
              </w:rPr>
              <w:t>0.12</w:t>
            </w:r>
            <w:r>
              <w:rPr>
                <w:rFonts w:ascii="Modern No. 20" w:eastAsiaTheme="minorEastAsia" w:hAnsi="Modern No. 20"/>
                <w:lang w:val="en-GB"/>
              </w:rPr>
              <w:t>75</w:t>
            </w:r>
          </w:p>
        </w:tc>
        <w:tc>
          <w:tcPr>
            <w:tcW w:w="0" w:type="auto"/>
          </w:tcPr>
          <w:p w:rsidR="002366E2" w:rsidRPr="008F6E5F" w:rsidRDefault="00F448D1" w:rsidP="000144E2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546" w:hanging="450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 xml:space="preserve"> </w:t>
            </w: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0.2174</w:t>
            </w:r>
          </w:p>
        </w:tc>
        <w:tc>
          <w:tcPr>
            <w:tcW w:w="2086" w:type="dxa"/>
          </w:tcPr>
          <w:p w:rsidR="002366E2" w:rsidRDefault="002366E2" w:rsidP="000144E2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3D1ADC">
              <w:rPr>
                <w:rFonts w:ascii="Modern No. 20" w:eastAsiaTheme="minorEastAsia" w:hAnsi="Modern No. 20"/>
                <w:lang w:val="en-GB"/>
              </w:rPr>
              <w:t>0.</w:t>
            </w:r>
            <w:r>
              <w:rPr>
                <w:rFonts w:ascii="Modern No. 20" w:eastAsiaTheme="minorEastAsia" w:hAnsi="Modern No. 20"/>
                <w:lang w:val="en-GB"/>
              </w:rPr>
              <w:t>1875</w:t>
            </w:r>
          </w:p>
        </w:tc>
      </w:tr>
    </w:tbl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 w:rsidRPr="00B97512">
        <w:rPr>
          <w:rFonts w:ascii="Modern No. 20" w:hAnsi="Modern No. 20"/>
          <w:lang w:val="en-GB"/>
        </w:rPr>
        <w:t>What is the probability that a randomly selected subject in the study will be Asian-American and have an Asian/Pacific-Islander physician?</w:t>
      </w:r>
    </w:p>
    <w:tbl>
      <w:tblPr>
        <w:tblStyle w:val="TableGrid"/>
        <w:tblW w:w="9071" w:type="dxa"/>
        <w:tblInd w:w="284" w:type="dxa"/>
        <w:tblLook w:val="04A0" w:firstRow="1" w:lastRow="0" w:firstColumn="1" w:lastColumn="0" w:noHBand="0" w:noVBand="1"/>
      </w:tblPr>
      <w:tblGrid>
        <w:gridCol w:w="2392"/>
        <w:gridCol w:w="2393"/>
        <w:gridCol w:w="2200"/>
        <w:gridCol w:w="2086"/>
      </w:tblGrid>
      <w:tr w:rsidR="002366E2" w:rsidTr="000144E2">
        <w:tc>
          <w:tcPr>
            <w:tcW w:w="0" w:type="auto"/>
          </w:tcPr>
          <w:p w:rsidR="002366E2" w:rsidRPr="00F448D1" w:rsidRDefault="002366E2" w:rsidP="000144E2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0.0746</w:t>
            </w:r>
          </w:p>
        </w:tc>
        <w:tc>
          <w:tcPr>
            <w:tcW w:w="0" w:type="auto"/>
          </w:tcPr>
          <w:p w:rsidR="002366E2" w:rsidRPr="003D1ADC" w:rsidRDefault="002366E2" w:rsidP="000144E2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3D1ADC">
              <w:rPr>
                <w:rFonts w:ascii="Modern No. 20" w:eastAsiaTheme="minorEastAsia" w:hAnsi="Modern No. 20"/>
                <w:lang w:val="en-GB"/>
              </w:rPr>
              <w:t>0.</w:t>
            </w:r>
            <w:r>
              <w:rPr>
                <w:rFonts w:ascii="Modern No. 20" w:eastAsiaTheme="minorEastAsia" w:hAnsi="Modern No. 20"/>
                <w:lang w:val="en-GB"/>
              </w:rPr>
              <w:t>0</w:t>
            </w:r>
            <w:r w:rsidRPr="003D1ADC">
              <w:rPr>
                <w:rFonts w:ascii="Modern No. 20" w:eastAsiaTheme="minorEastAsia" w:hAnsi="Modern No. 20"/>
                <w:lang w:val="en-GB"/>
              </w:rPr>
              <w:t>2</w:t>
            </w:r>
            <w:r>
              <w:rPr>
                <w:rFonts w:ascii="Modern No. 20" w:eastAsiaTheme="minorEastAsia" w:hAnsi="Modern No. 20"/>
                <w:lang w:val="en-GB"/>
              </w:rPr>
              <w:t>75</w:t>
            </w:r>
          </w:p>
        </w:tc>
        <w:tc>
          <w:tcPr>
            <w:tcW w:w="0" w:type="auto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19"/>
              </w:numPr>
              <w:spacing w:line="360" w:lineRule="auto"/>
              <w:ind w:left="546" w:hanging="450"/>
              <w:rPr>
                <w:rFonts w:ascii="Modern No. 20" w:eastAsiaTheme="minorEastAsia" w:hAnsi="Modern No. 20"/>
                <w:lang w:val="en-GB"/>
              </w:rPr>
            </w:pPr>
            <w:r w:rsidRPr="008F6E5F">
              <w:rPr>
                <w:rFonts w:ascii="Modern No. 20" w:eastAsiaTheme="minorEastAsia" w:hAnsi="Modern No. 20"/>
                <w:lang w:val="en-GB"/>
              </w:rPr>
              <w:t xml:space="preserve"> 0.0847</w:t>
            </w:r>
          </w:p>
        </w:tc>
        <w:tc>
          <w:tcPr>
            <w:tcW w:w="2086" w:type="dxa"/>
          </w:tcPr>
          <w:p w:rsidR="002366E2" w:rsidRDefault="002366E2" w:rsidP="000144E2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3D1ADC">
              <w:rPr>
                <w:rFonts w:ascii="Modern No. 20" w:eastAsiaTheme="minorEastAsia" w:hAnsi="Modern No. 20"/>
                <w:lang w:val="en-GB"/>
              </w:rPr>
              <w:t>0.</w:t>
            </w:r>
            <w:r>
              <w:rPr>
                <w:rFonts w:ascii="Modern No. 20" w:eastAsiaTheme="minorEastAsia" w:hAnsi="Modern No. 20"/>
                <w:lang w:val="en-GB"/>
              </w:rPr>
              <w:t>1875</w:t>
            </w:r>
          </w:p>
        </w:tc>
      </w:tr>
    </w:tbl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Pr="00C536E2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 xml:space="preserve">The two events F and M are </w:t>
      </w:r>
    </w:p>
    <w:tbl>
      <w:tblPr>
        <w:tblStyle w:val="TableGrid"/>
        <w:tblW w:w="909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2418"/>
        <w:gridCol w:w="2014"/>
        <w:gridCol w:w="2553"/>
        <w:gridCol w:w="2109"/>
      </w:tblGrid>
      <w:tr w:rsidR="002366E2" w:rsidTr="000144E2">
        <w:tc>
          <w:tcPr>
            <w:tcW w:w="2418" w:type="dxa"/>
          </w:tcPr>
          <w:p w:rsidR="002366E2" w:rsidRPr="00D73DF1" w:rsidRDefault="002366E2" w:rsidP="000144E2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independent</w:t>
            </w:r>
          </w:p>
        </w:tc>
        <w:tc>
          <w:tcPr>
            <w:tcW w:w="2014" w:type="dxa"/>
          </w:tcPr>
          <w:p w:rsidR="002366E2" w:rsidRPr="003D1ADC" w:rsidRDefault="002366E2" w:rsidP="000144E2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disjoint</w:t>
            </w:r>
          </w:p>
        </w:tc>
        <w:tc>
          <w:tcPr>
            <w:tcW w:w="2553" w:type="dxa"/>
          </w:tcPr>
          <w:p w:rsidR="002366E2" w:rsidRPr="00D73DF1" w:rsidRDefault="002366E2" w:rsidP="000144E2">
            <w:pPr>
              <w:pStyle w:val="ListParagraph"/>
              <w:numPr>
                <w:ilvl w:val="0"/>
                <w:numId w:val="20"/>
              </w:numPr>
              <w:spacing w:line="360" w:lineRule="auto"/>
              <w:ind w:left="546" w:hanging="450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mutually exclusive</w:t>
            </w:r>
          </w:p>
        </w:tc>
        <w:tc>
          <w:tcPr>
            <w:tcW w:w="2109" w:type="dxa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dependent</w:t>
            </w:r>
          </w:p>
        </w:tc>
      </w:tr>
    </w:tbl>
    <w:p w:rsidR="002366E2" w:rsidRDefault="002366E2" w:rsidP="002366E2">
      <w:pPr>
        <w:pStyle w:val="ListParagraph"/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T</w:t>
      </w:r>
      <w:r w:rsidRPr="00AE27BF">
        <w:rPr>
          <w:rFonts w:ascii="Modern No. 20" w:hAnsi="Modern No. 20"/>
          <w:lang w:val="en-GB"/>
        </w:rPr>
        <w:t>he probability that a subject chosen at random in the</w:t>
      </w:r>
      <w:r>
        <w:rPr>
          <w:rFonts w:ascii="Modern No. 20" w:hAnsi="Modern No. 20"/>
          <w:lang w:val="en-GB"/>
        </w:rPr>
        <w:t xml:space="preserve"> </w:t>
      </w:r>
      <w:r w:rsidRPr="00AE27BF">
        <w:rPr>
          <w:rFonts w:ascii="Modern No. 20" w:hAnsi="Modern No. 20"/>
          <w:lang w:val="en-GB"/>
        </w:rPr>
        <w:t>study does not have a white physician</w:t>
      </w:r>
      <w:r>
        <w:rPr>
          <w:rFonts w:ascii="Modern No. 20" w:hAnsi="Modern No. 20"/>
          <w:lang w:val="en-GB"/>
        </w:rPr>
        <w:t xml:space="preserve"> is …….</w:t>
      </w:r>
    </w:p>
    <w:tbl>
      <w:tblPr>
        <w:tblStyle w:val="TableGrid"/>
        <w:tblW w:w="9071" w:type="dxa"/>
        <w:tblInd w:w="284" w:type="dxa"/>
        <w:tblLook w:val="04A0" w:firstRow="1" w:lastRow="0" w:firstColumn="1" w:lastColumn="0" w:noHBand="0" w:noVBand="1"/>
      </w:tblPr>
      <w:tblGrid>
        <w:gridCol w:w="2216"/>
        <w:gridCol w:w="2514"/>
        <w:gridCol w:w="2255"/>
        <w:gridCol w:w="2086"/>
      </w:tblGrid>
      <w:tr w:rsidR="002366E2" w:rsidTr="000144E2">
        <w:tc>
          <w:tcPr>
            <w:tcW w:w="0" w:type="auto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0.3397</w:t>
            </w:r>
          </w:p>
        </w:tc>
        <w:tc>
          <w:tcPr>
            <w:tcW w:w="0" w:type="auto"/>
          </w:tcPr>
          <w:p w:rsidR="002366E2" w:rsidRPr="003D1ADC" w:rsidRDefault="002366E2" w:rsidP="000144E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0.003397</w:t>
            </w:r>
          </w:p>
        </w:tc>
        <w:tc>
          <w:tcPr>
            <w:tcW w:w="0" w:type="auto"/>
          </w:tcPr>
          <w:p w:rsidR="002366E2" w:rsidRPr="00D73DF1" w:rsidRDefault="002366E2" w:rsidP="000144E2">
            <w:pPr>
              <w:pStyle w:val="ListParagraph"/>
              <w:numPr>
                <w:ilvl w:val="0"/>
                <w:numId w:val="21"/>
              </w:numPr>
              <w:spacing w:line="360" w:lineRule="auto"/>
              <w:ind w:left="546" w:hanging="450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0.033879</w:t>
            </w:r>
          </w:p>
        </w:tc>
        <w:tc>
          <w:tcPr>
            <w:tcW w:w="2086" w:type="dxa"/>
          </w:tcPr>
          <w:p w:rsidR="002366E2" w:rsidRPr="00C94204" w:rsidRDefault="002366E2" w:rsidP="000144E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C94204">
              <w:rPr>
                <w:rFonts w:ascii="Modern No. 20" w:eastAsiaTheme="minorEastAsia" w:hAnsi="Modern No. 20"/>
                <w:lang w:val="en-GB"/>
              </w:rPr>
              <w:t>0.0097</w:t>
            </w:r>
          </w:p>
        </w:tc>
      </w:tr>
    </w:tbl>
    <w:p w:rsidR="002366E2" w:rsidRDefault="002366E2" w:rsidP="002366E2">
      <w:p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</w:p>
    <w:p w:rsidR="002366E2" w:rsidRPr="0008738B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 w:rsidRPr="007003C5">
        <w:rPr>
          <w:rFonts w:ascii="Modern No. 20" w:hAnsi="Modern No. 20"/>
          <w:lang w:val="en-GB"/>
        </w:rPr>
        <w:t>Given that the subject is Caucasian, what is the probability that the subject has not a white physician?</w:t>
      </w:r>
    </w:p>
    <w:tbl>
      <w:tblPr>
        <w:tblStyle w:val="TableGrid"/>
        <w:tblW w:w="9071" w:type="dxa"/>
        <w:tblInd w:w="284" w:type="dxa"/>
        <w:tblLook w:val="04A0" w:firstRow="1" w:lastRow="0" w:firstColumn="1" w:lastColumn="0" w:noHBand="0" w:noVBand="1"/>
      </w:tblPr>
      <w:tblGrid>
        <w:gridCol w:w="2423"/>
        <w:gridCol w:w="2423"/>
        <w:gridCol w:w="2139"/>
        <w:gridCol w:w="2086"/>
      </w:tblGrid>
      <w:tr w:rsidR="002366E2" w:rsidTr="000144E2">
        <w:tc>
          <w:tcPr>
            <w:tcW w:w="0" w:type="auto"/>
          </w:tcPr>
          <w:p w:rsidR="002366E2" w:rsidRPr="00D73DF1" w:rsidRDefault="002366E2" w:rsidP="000144E2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0.1220</w:t>
            </w:r>
          </w:p>
        </w:tc>
        <w:tc>
          <w:tcPr>
            <w:tcW w:w="0" w:type="auto"/>
          </w:tcPr>
          <w:p w:rsidR="002366E2" w:rsidRPr="003D1ADC" w:rsidRDefault="002366E2" w:rsidP="000144E2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0.1660</w:t>
            </w:r>
          </w:p>
        </w:tc>
        <w:tc>
          <w:tcPr>
            <w:tcW w:w="0" w:type="auto"/>
          </w:tcPr>
          <w:p w:rsidR="002366E2" w:rsidRPr="00D73DF1" w:rsidRDefault="002366E2" w:rsidP="000144E2">
            <w:pPr>
              <w:pStyle w:val="ListParagraph"/>
              <w:numPr>
                <w:ilvl w:val="0"/>
                <w:numId w:val="22"/>
              </w:numPr>
              <w:spacing w:line="360" w:lineRule="auto"/>
              <w:ind w:left="546" w:hanging="450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0.1550</w:t>
            </w:r>
          </w:p>
        </w:tc>
        <w:tc>
          <w:tcPr>
            <w:tcW w:w="2086" w:type="dxa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0.1440</w:t>
            </w:r>
          </w:p>
        </w:tc>
      </w:tr>
    </w:tbl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 w:rsidRPr="00681AF9">
        <w:rPr>
          <w:rFonts w:ascii="Modern No. 20" w:hAnsi="Modern No. 20"/>
          <w:lang w:val="en-GB"/>
        </w:rPr>
        <w:t>Given that the subject is not Caucasian, what is the probability that the subject has a white physician?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67"/>
        <w:gridCol w:w="2267"/>
        <w:gridCol w:w="2266"/>
        <w:gridCol w:w="2266"/>
      </w:tblGrid>
      <w:tr w:rsidR="002366E2" w:rsidTr="000144E2">
        <w:tc>
          <w:tcPr>
            <w:tcW w:w="2394" w:type="dxa"/>
          </w:tcPr>
          <w:p w:rsidR="002366E2" w:rsidRPr="005D52C5" w:rsidRDefault="002366E2" w:rsidP="000144E2">
            <w:pPr>
              <w:pStyle w:val="ListParagraph"/>
              <w:numPr>
                <w:ilvl w:val="0"/>
                <w:numId w:val="23"/>
              </w:numPr>
              <w:tabs>
                <w:tab w:val="left" w:pos="436"/>
              </w:tabs>
              <w:spacing w:line="360" w:lineRule="auto"/>
              <w:rPr>
                <w:rFonts w:ascii="Modern No. 20" w:eastAsiaTheme="minorEastAsia" w:hAnsi="Modern No. 20"/>
                <w:u w:val="single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0.6019</w:t>
            </w:r>
          </w:p>
        </w:tc>
        <w:tc>
          <w:tcPr>
            <w:tcW w:w="2394" w:type="dxa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0.5619</w:t>
            </w:r>
          </w:p>
        </w:tc>
        <w:tc>
          <w:tcPr>
            <w:tcW w:w="2394" w:type="dxa"/>
          </w:tcPr>
          <w:p w:rsidR="002366E2" w:rsidRPr="004E0B94" w:rsidRDefault="002366E2" w:rsidP="000144E2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0.5818</w:t>
            </w:r>
          </w:p>
        </w:tc>
        <w:tc>
          <w:tcPr>
            <w:tcW w:w="2394" w:type="dxa"/>
          </w:tcPr>
          <w:p w:rsidR="002366E2" w:rsidRPr="00C362DC" w:rsidRDefault="002366E2" w:rsidP="000144E2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0.5919</w:t>
            </w:r>
          </w:p>
        </w:tc>
      </w:tr>
    </w:tbl>
    <w:p w:rsidR="002366E2" w:rsidRPr="00681AF9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spacing w:after="0" w:line="360" w:lineRule="auto"/>
        <w:jc w:val="center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**************************************</w:t>
      </w:r>
    </w:p>
    <w:p w:rsidR="006B09F6" w:rsidRDefault="00576181" w:rsidP="00576181">
      <w:pPr>
        <w:spacing w:after="0" w:line="360" w:lineRule="auto"/>
        <w:jc w:val="both"/>
        <w:rPr>
          <w:rFonts w:ascii="Modern No. 20" w:hAnsi="Modern No. 20"/>
          <w:lang w:val="en-GB"/>
        </w:rPr>
      </w:pPr>
      <w:r w:rsidRPr="00576181">
        <w:rPr>
          <w:rFonts w:ascii="Modern No. 20" w:hAnsi="Modern No. 20"/>
          <w:highlight w:val="lightGray"/>
          <w:lang w:val="en-GB"/>
        </w:rPr>
        <w:t>Question (</w:t>
      </w:r>
      <w:r w:rsidR="002366E2">
        <w:rPr>
          <w:rFonts w:ascii="Modern No. 20" w:hAnsi="Modern No. 20"/>
          <w:highlight w:val="lightGray"/>
          <w:lang w:val="en-GB"/>
        </w:rPr>
        <w:t>19</w:t>
      </w:r>
      <w:r w:rsidRPr="00576181">
        <w:rPr>
          <w:rFonts w:ascii="Modern No. 20" w:hAnsi="Modern No. 20"/>
          <w:highlight w:val="lightGray"/>
          <w:lang w:val="en-GB"/>
        </w:rPr>
        <w:t>-</w:t>
      </w:r>
      <w:r w:rsidR="002366E2">
        <w:rPr>
          <w:rFonts w:ascii="Modern No. 20" w:hAnsi="Modern No. 20"/>
          <w:highlight w:val="lightGray"/>
          <w:lang w:val="en-GB"/>
        </w:rPr>
        <w:t>22</w:t>
      </w:r>
      <w:r w:rsidRPr="00576181">
        <w:rPr>
          <w:rFonts w:ascii="Modern No. 20" w:hAnsi="Modern No. 20"/>
          <w:highlight w:val="lightGray"/>
          <w:lang w:val="en-GB"/>
        </w:rPr>
        <w:t>)</w:t>
      </w:r>
      <w:r>
        <w:rPr>
          <w:rFonts w:ascii="Modern No. 20" w:hAnsi="Modern No. 20"/>
          <w:lang w:val="en-GB"/>
        </w:rPr>
        <w:t>:</w:t>
      </w:r>
    </w:p>
    <w:p w:rsidR="00576181" w:rsidRDefault="00576181" w:rsidP="00576181">
      <w:pPr>
        <w:spacing w:after="0" w:line="360" w:lineRule="auto"/>
        <w:jc w:val="both"/>
        <w:rPr>
          <w:rFonts w:ascii="Modern No. 20" w:hAnsi="Modern No. 20"/>
          <w:lang w:val="en-GB"/>
        </w:rPr>
      </w:pPr>
      <w:r w:rsidRPr="00576181">
        <w:rPr>
          <w:rFonts w:ascii="Modern No. 20" w:hAnsi="Modern No. 20"/>
          <w:lang w:val="en-GB"/>
        </w:rPr>
        <w:t>The</w:t>
      </w:r>
      <w:r>
        <w:rPr>
          <w:rFonts w:ascii="Modern No. 20" w:hAnsi="Modern No. 20"/>
          <w:lang w:val="en-GB"/>
        </w:rPr>
        <w:t xml:space="preserve"> </w:t>
      </w:r>
      <w:r w:rsidRPr="00576181">
        <w:rPr>
          <w:rFonts w:ascii="Modern No. 20" w:hAnsi="Modern No. 20"/>
          <w:lang w:val="en-GB"/>
        </w:rPr>
        <w:t>data for measurements of the left ischia tuberosity (in mm Hg) for the SCI and control groups</w:t>
      </w:r>
      <w:r>
        <w:rPr>
          <w:rFonts w:ascii="Modern No. 20" w:hAnsi="Modern No. 20"/>
          <w:lang w:val="en-GB"/>
        </w:rPr>
        <w:t xml:space="preserve"> </w:t>
      </w:r>
      <w:r w:rsidRPr="00576181">
        <w:rPr>
          <w:rFonts w:ascii="Modern No. 20" w:hAnsi="Modern No. 20"/>
          <w:lang w:val="en-GB"/>
        </w:rPr>
        <w:t>are shown below.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870"/>
        <w:gridCol w:w="870"/>
        <w:gridCol w:w="870"/>
        <w:gridCol w:w="869"/>
        <w:gridCol w:w="870"/>
      </w:tblGrid>
      <w:tr w:rsidR="00CA4052" w:rsidTr="00CA4052">
        <w:trPr>
          <w:jc w:val="center"/>
        </w:trPr>
        <w:tc>
          <w:tcPr>
            <w:tcW w:w="8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Control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131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115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124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131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122</w:t>
            </w:r>
          </w:p>
        </w:tc>
      </w:tr>
      <w:tr w:rsidR="00CA4052" w:rsidTr="00CA4052">
        <w:trPr>
          <w:jc w:val="center"/>
        </w:trPr>
        <w:tc>
          <w:tcPr>
            <w:tcW w:w="8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SCI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60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130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180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4052" w:rsidRDefault="00CA4052" w:rsidP="00C73237">
            <w:pPr>
              <w:spacing w:line="360" w:lineRule="auto"/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163</w:t>
            </w:r>
          </w:p>
        </w:tc>
      </w:tr>
    </w:tbl>
    <w:p w:rsidR="00576181" w:rsidRDefault="00576181" w:rsidP="00576181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C362DC" w:rsidRDefault="00C73237" w:rsidP="008F6E5F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The mean for the control</w:t>
      </w:r>
      <w:r w:rsidR="008F6E5F">
        <w:rPr>
          <w:rFonts w:ascii="Modern No. 20" w:hAnsi="Modern No. 20"/>
          <w:lang w:val="en-GB"/>
        </w:rPr>
        <w:t xml:space="preserve"> group</w:t>
      </w:r>
      <w:r w:rsidR="005A584E">
        <w:rPr>
          <w:rFonts w:ascii="Modern No. 20" w:hAnsi="Modern No. 20"/>
          <w:lang w:val="en-GB"/>
        </w:rPr>
        <w:t xml:space="preserve"> is …………….</w:t>
      </w:r>
      <w:r>
        <w:rPr>
          <w:rFonts w:ascii="Modern No. 20" w:hAnsi="Modern No. 20"/>
          <w:lang w:val="en-GB"/>
        </w:rPr>
        <w:t xml:space="preserve"> 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67"/>
        <w:gridCol w:w="2267"/>
        <w:gridCol w:w="2266"/>
        <w:gridCol w:w="2266"/>
      </w:tblGrid>
      <w:tr w:rsidR="005A584E" w:rsidTr="00AE0683">
        <w:tc>
          <w:tcPr>
            <w:tcW w:w="2394" w:type="dxa"/>
          </w:tcPr>
          <w:p w:rsidR="005A584E" w:rsidRPr="005D52C5" w:rsidRDefault="005A584E" w:rsidP="00B35960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Modern No. 20" w:eastAsiaTheme="minorEastAsia" w:hAnsi="Modern No. 20"/>
                <w:u w:val="single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125.10</w:t>
            </w:r>
          </w:p>
        </w:tc>
        <w:tc>
          <w:tcPr>
            <w:tcW w:w="2394" w:type="dxa"/>
          </w:tcPr>
          <w:p w:rsidR="005A584E" w:rsidRDefault="005A584E" w:rsidP="00B35960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128.10</w:t>
            </w:r>
          </w:p>
        </w:tc>
        <w:tc>
          <w:tcPr>
            <w:tcW w:w="2394" w:type="dxa"/>
          </w:tcPr>
          <w:p w:rsidR="005A584E" w:rsidRPr="008F6E5F" w:rsidRDefault="00EC4AC4" w:rsidP="00B35960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124.60</w:t>
            </w:r>
          </w:p>
        </w:tc>
        <w:tc>
          <w:tcPr>
            <w:tcW w:w="2394" w:type="dxa"/>
          </w:tcPr>
          <w:p w:rsidR="005A584E" w:rsidRPr="00C362DC" w:rsidRDefault="005A584E" w:rsidP="00B35960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127.10</w:t>
            </w:r>
          </w:p>
        </w:tc>
      </w:tr>
    </w:tbl>
    <w:p w:rsidR="00C73237" w:rsidRDefault="00C73237" w:rsidP="00C73237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C36229" w:rsidRPr="00C36229" w:rsidRDefault="004C6406" w:rsidP="00B35960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The variance of the SCI group</w:t>
      </w:r>
      <w:r w:rsidR="00C36229">
        <w:rPr>
          <w:rFonts w:ascii="Modern No. 20" w:hAnsi="Modern No. 20"/>
          <w:lang w:val="en-GB"/>
        </w:rPr>
        <w:t xml:space="preserve"> is ………….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40"/>
        <w:gridCol w:w="2266"/>
        <w:gridCol w:w="2280"/>
        <w:gridCol w:w="2280"/>
      </w:tblGrid>
      <w:tr w:rsidR="00B109B9" w:rsidTr="00AE0683">
        <w:tc>
          <w:tcPr>
            <w:tcW w:w="2394" w:type="dxa"/>
          </w:tcPr>
          <w:p w:rsidR="00C36229" w:rsidRPr="005D52C5" w:rsidRDefault="00EC4AC4" w:rsidP="00B35960">
            <w:pPr>
              <w:pStyle w:val="ListParagraph"/>
              <w:numPr>
                <w:ilvl w:val="0"/>
                <w:numId w:val="14"/>
              </w:numPr>
              <w:tabs>
                <w:tab w:val="left" w:pos="436"/>
              </w:tabs>
              <w:spacing w:line="360" w:lineRule="auto"/>
              <w:ind w:left="166" w:hanging="166"/>
              <w:rPr>
                <w:rFonts w:ascii="Modern No. 20" w:eastAsiaTheme="minorEastAsia" w:hAnsi="Modern No. 20"/>
                <w:u w:val="single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</w:t>
            </w:r>
            <w:r w:rsidR="00EB4763">
              <w:rPr>
                <w:rFonts w:ascii="Modern No. 20" w:hAnsi="Modern No. 20"/>
                <w:lang w:val="en-GB"/>
              </w:rPr>
              <w:t>0</w:t>
            </w:r>
            <w:r w:rsidR="00C36229">
              <w:rPr>
                <w:rFonts w:ascii="Modern No. 20" w:hAnsi="Modern No. 20"/>
                <w:lang w:val="en-GB"/>
              </w:rPr>
              <w:t>25.10</w:t>
            </w:r>
          </w:p>
        </w:tc>
        <w:tc>
          <w:tcPr>
            <w:tcW w:w="2394" w:type="dxa"/>
          </w:tcPr>
          <w:p w:rsidR="00C36229" w:rsidRPr="008F6E5F" w:rsidRDefault="00EC4AC4" w:rsidP="00B35960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color w:val="FF0000"/>
                <w:lang w:val="en-GB"/>
              </w:rPr>
              <w:t>2167.8</w:t>
            </w:r>
          </w:p>
        </w:tc>
        <w:tc>
          <w:tcPr>
            <w:tcW w:w="2394" w:type="dxa"/>
          </w:tcPr>
          <w:p w:rsidR="00C36229" w:rsidRPr="004E0B94" w:rsidRDefault="00EC4AC4" w:rsidP="00B35960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hAnsi="Modern No. 20"/>
                <w:lang w:val="en-GB"/>
              </w:rPr>
              <w:t>2</w:t>
            </w:r>
            <w:r w:rsidR="00EB4763" w:rsidRPr="00281700">
              <w:rPr>
                <w:rFonts w:ascii="Modern No. 20" w:hAnsi="Modern No. 20"/>
                <w:lang w:val="en-GB"/>
              </w:rPr>
              <w:t>0</w:t>
            </w:r>
            <w:r w:rsidR="00C36229" w:rsidRPr="00281700">
              <w:rPr>
                <w:rFonts w:ascii="Modern No. 20" w:hAnsi="Modern No. 20"/>
                <w:lang w:val="en-GB"/>
              </w:rPr>
              <w:t>26.10</w:t>
            </w:r>
          </w:p>
        </w:tc>
        <w:tc>
          <w:tcPr>
            <w:tcW w:w="2394" w:type="dxa"/>
          </w:tcPr>
          <w:p w:rsidR="00C36229" w:rsidRPr="00C362DC" w:rsidRDefault="00EC4AC4" w:rsidP="00B35960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</w:t>
            </w:r>
            <w:r w:rsidR="00B109B9">
              <w:rPr>
                <w:rFonts w:ascii="Modern No. 20" w:hAnsi="Modern No. 20"/>
                <w:lang w:val="en-GB"/>
              </w:rPr>
              <w:t>03</w:t>
            </w:r>
            <w:r w:rsidR="00C36229">
              <w:rPr>
                <w:rFonts w:ascii="Modern No. 20" w:hAnsi="Modern No. 20"/>
                <w:lang w:val="en-GB"/>
              </w:rPr>
              <w:t>7.10</w:t>
            </w:r>
          </w:p>
        </w:tc>
      </w:tr>
    </w:tbl>
    <w:p w:rsidR="00C73237" w:rsidRDefault="00C73237" w:rsidP="00C73237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C73237" w:rsidRPr="00342548" w:rsidRDefault="00342548" w:rsidP="00EC4AC4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 xml:space="preserve"> </w:t>
      </w:r>
      <w:r w:rsidR="00EC4AC4">
        <w:rPr>
          <w:rFonts w:ascii="Modern No. 20" w:hAnsi="Modern No. 20"/>
          <w:lang w:val="en-GB"/>
        </w:rPr>
        <w:t>The unit of coefficient of variation for SCI group is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41"/>
        <w:gridCol w:w="2265"/>
        <w:gridCol w:w="2272"/>
        <w:gridCol w:w="2288"/>
      </w:tblGrid>
      <w:tr w:rsidR="006B2FBE" w:rsidTr="00AE0683">
        <w:tc>
          <w:tcPr>
            <w:tcW w:w="2394" w:type="dxa"/>
          </w:tcPr>
          <w:p w:rsidR="00342548" w:rsidRPr="00EC4AC4" w:rsidRDefault="00EC4AC4" w:rsidP="00B35960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436" w:hanging="436"/>
              <w:rPr>
                <w:rFonts w:ascii="Modern No. 20" w:eastAsiaTheme="minorEastAsia" w:hAnsi="Modern No. 20"/>
                <w:lang w:val="en-GB"/>
              </w:rPr>
            </w:pPr>
            <w:r w:rsidRPr="00EC4AC4">
              <w:rPr>
                <w:rFonts w:ascii="Modern No. 20" w:eastAsiaTheme="minorEastAsia" w:hAnsi="Modern No. 20"/>
                <w:lang w:val="en-GB"/>
              </w:rPr>
              <w:t>mm Hg</w:t>
            </w:r>
          </w:p>
        </w:tc>
        <w:tc>
          <w:tcPr>
            <w:tcW w:w="2394" w:type="dxa"/>
          </w:tcPr>
          <w:p w:rsidR="00342548" w:rsidRDefault="00EC4AC4" w:rsidP="00B35960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Hg</w:t>
            </w:r>
          </w:p>
        </w:tc>
        <w:tc>
          <w:tcPr>
            <w:tcW w:w="2394" w:type="dxa"/>
          </w:tcPr>
          <w:p w:rsidR="00342548" w:rsidRDefault="00342548" w:rsidP="00EC4AC4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 xml:space="preserve"> </w:t>
            </w:r>
            <w:r w:rsidR="00EC4AC4">
              <w:rPr>
                <w:rFonts w:ascii="Modern No. 20" w:eastAsiaTheme="minorEastAsia" w:hAnsi="Modern No. 20"/>
                <w:lang w:val="en-GB"/>
              </w:rPr>
              <w:t>mm</w:t>
            </w:r>
            <w:r>
              <w:rPr>
                <w:rFonts w:ascii="Modern No. 20" w:eastAsiaTheme="minorEastAsia" w:hAnsi="Modern No. 20"/>
                <w:lang w:val="en-GB"/>
              </w:rPr>
              <w:t xml:space="preserve"> </w:t>
            </w:r>
          </w:p>
        </w:tc>
        <w:tc>
          <w:tcPr>
            <w:tcW w:w="2394" w:type="dxa"/>
          </w:tcPr>
          <w:p w:rsidR="00342548" w:rsidRPr="008F6E5F" w:rsidRDefault="00F448D1" w:rsidP="00B35960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U</w:t>
            </w:r>
            <w:r w:rsidR="006B2FBE" w:rsidRPr="00281700">
              <w:rPr>
                <w:rFonts w:ascii="Modern No. 20" w:eastAsiaTheme="minorEastAsia" w:hAnsi="Modern No. 20"/>
                <w:color w:val="FF0000"/>
                <w:lang w:val="en-GB"/>
              </w:rPr>
              <w:t>nit</w:t>
            </w: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-</w:t>
            </w:r>
            <w:r w:rsidR="006B2FBE" w:rsidRPr="00281700">
              <w:rPr>
                <w:rFonts w:ascii="Modern No. 20" w:eastAsiaTheme="minorEastAsia" w:hAnsi="Modern No. 20"/>
                <w:color w:val="FF0000"/>
                <w:lang w:val="en-GB"/>
              </w:rPr>
              <w:t>less</w:t>
            </w:r>
          </w:p>
        </w:tc>
      </w:tr>
    </w:tbl>
    <w:p w:rsidR="00C73237" w:rsidRDefault="00C73237" w:rsidP="00C73237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4E0B94" w:rsidRDefault="006B2FBE" w:rsidP="004C6406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 xml:space="preserve">Which group </w:t>
      </w:r>
      <w:r w:rsidR="004C6406">
        <w:rPr>
          <w:rFonts w:ascii="Modern No. 20" w:hAnsi="Modern No. 20"/>
          <w:lang w:val="en-GB"/>
        </w:rPr>
        <w:t>has</w:t>
      </w:r>
      <w:r>
        <w:rPr>
          <w:rFonts w:ascii="Modern No. 20" w:hAnsi="Modern No. 20"/>
          <w:lang w:val="en-GB"/>
        </w:rPr>
        <w:t xml:space="preserve"> more variation</w:t>
      </w:r>
    </w:p>
    <w:tbl>
      <w:tblPr>
        <w:tblStyle w:val="TableGrid"/>
        <w:tblW w:w="9208" w:type="dxa"/>
        <w:tblInd w:w="284" w:type="dxa"/>
        <w:tblLook w:val="04A0" w:firstRow="1" w:lastRow="0" w:firstColumn="1" w:lastColumn="0" w:noHBand="0" w:noVBand="1"/>
      </w:tblPr>
      <w:tblGrid>
        <w:gridCol w:w="1647"/>
        <w:gridCol w:w="1867"/>
        <w:gridCol w:w="3428"/>
        <w:gridCol w:w="2266"/>
      </w:tblGrid>
      <w:tr w:rsidR="004C6406" w:rsidTr="00F448D1">
        <w:tc>
          <w:tcPr>
            <w:tcW w:w="0" w:type="auto"/>
          </w:tcPr>
          <w:p w:rsidR="00B3309C" w:rsidRPr="00B3309C" w:rsidRDefault="006B2FBE" w:rsidP="00B35960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436" w:hanging="450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lastRenderedPageBreak/>
              <w:t>Control group</w:t>
            </w:r>
          </w:p>
        </w:tc>
        <w:tc>
          <w:tcPr>
            <w:tcW w:w="1867" w:type="dxa"/>
          </w:tcPr>
          <w:p w:rsidR="00F448D1" w:rsidRPr="00281700" w:rsidRDefault="006B2FBE" w:rsidP="00B35960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Modern No. 20" w:eastAsiaTheme="minorEastAsia" w:hAnsi="Modern No. 20"/>
                <w:color w:val="FF000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SCI</w:t>
            </w:r>
          </w:p>
          <w:p w:rsidR="00B3309C" w:rsidRPr="008F6E5F" w:rsidRDefault="006B2FBE" w:rsidP="00F448D1">
            <w:pPr>
              <w:pStyle w:val="ListParagraph"/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 xml:space="preserve"> group</w:t>
            </w:r>
          </w:p>
        </w:tc>
        <w:tc>
          <w:tcPr>
            <w:tcW w:w="3428" w:type="dxa"/>
          </w:tcPr>
          <w:p w:rsidR="00B3309C" w:rsidRDefault="00B3309C" w:rsidP="006B2FBE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 xml:space="preserve"> </w:t>
            </w:r>
            <w:r w:rsidR="006B2FBE">
              <w:rPr>
                <w:rFonts w:ascii="Modern No. 20" w:eastAsiaTheme="minorEastAsia" w:hAnsi="Modern No. 20"/>
                <w:lang w:val="en-GB"/>
              </w:rPr>
              <w:t xml:space="preserve">Both </w:t>
            </w:r>
            <w:r w:rsidR="004C6406">
              <w:rPr>
                <w:rFonts w:ascii="Modern No. 20" w:eastAsiaTheme="minorEastAsia" w:hAnsi="Modern No. 20"/>
                <w:lang w:val="en-GB"/>
              </w:rPr>
              <w:t xml:space="preserve">groups </w:t>
            </w:r>
            <w:r w:rsidR="006B2FBE">
              <w:rPr>
                <w:rFonts w:ascii="Modern No. 20" w:eastAsiaTheme="minorEastAsia" w:hAnsi="Modern No. 20"/>
                <w:lang w:val="en-GB"/>
              </w:rPr>
              <w:t>have the same variation</w:t>
            </w:r>
            <w:r>
              <w:rPr>
                <w:rFonts w:ascii="Modern No. 20" w:eastAsiaTheme="minorEastAsia" w:hAnsi="Modern No. 20"/>
                <w:lang w:val="en-GB"/>
              </w:rPr>
              <w:t xml:space="preserve"> </w:t>
            </w:r>
          </w:p>
        </w:tc>
        <w:tc>
          <w:tcPr>
            <w:tcW w:w="2266" w:type="dxa"/>
          </w:tcPr>
          <w:p w:rsidR="00B3309C" w:rsidRDefault="00976D82" w:rsidP="004C6406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448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Can</w:t>
            </w:r>
            <w:r w:rsidR="006B2FBE">
              <w:rPr>
                <w:rFonts w:ascii="Modern No. 20" w:eastAsiaTheme="minorEastAsia" w:hAnsi="Modern No. 20"/>
                <w:lang w:val="en-GB"/>
              </w:rPr>
              <w:t>not compare between their variations</w:t>
            </w:r>
          </w:p>
        </w:tc>
      </w:tr>
    </w:tbl>
    <w:p w:rsidR="004E0B94" w:rsidRDefault="004E0B94" w:rsidP="004E0B94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772B43" w:rsidRDefault="00772B43" w:rsidP="004C6406">
      <w:pPr>
        <w:spacing w:after="0" w:line="360" w:lineRule="auto"/>
        <w:jc w:val="center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******************************</w:t>
      </w:r>
    </w:p>
    <w:p w:rsidR="00E52C0E" w:rsidRDefault="004E4282" w:rsidP="004E4282">
      <w:pPr>
        <w:spacing w:after="0" w:line="360" w:lineRule="auto"/>
        <w:jc w:val="both"/>
        <w:rPr>
          <w:rFonts w:ascii="Modern No. 20" w:hAnsi="Modern No. 20"/>
          <w:lang w:val="en-GB"/>
        </w:rPr>
      </w:pPr>
      <w:r w:rsidRPr="00576181">
        <w:rPr>
          <w:rFonts w:ascii="Modern No. 20" w:hAnsi="Modern No. 20"/>
          <w:highlight w:val="lightGray"/>
          <w:lang w:val="en-GB"/>
        </w:rPr>
        <w:t>Question (</w:t>
      </w:r>
      <w:r w:rsidR="002366E2">
        <w:rPr>
          <w:rFonts w:ascii="Modern No. 20" w:hAnsi="Modern No. 20"/>
          <w:highlight w:val="lightGray"/>
          <w:lang w:val="en-GB"/>
        </w:rPr>
        <w:t>23</w:t>
      </w:r>
      <w:r w:rsidRPr="00576181">
        <w:rPr>
          <w:rFonts w:ascii="Modern No. 20" w:hAnsi="Modern No. 20"/>
          <w:highlight w:val="lightGray"/>
          <w:lang w:val="en-GB"/>
        </w:rPr>
        <w:t>-</w:t>
      </w:r>
      <w:r w:rsidR="002366E2">
        <w:rPr>
          <w:rFonts w:ascii="Modern No. 20" w:hAnsi="Modern No. 20"/>
          <w:highlight w:val="lightGray"/>
          <w:lang w:val="en-GB"/>
        </w:rPr>
        <w:t>27</w:t>
      </w:r>
      <w:r w:rsidRPr="00576181">
        <w:rPr>
          <w:rFonts w:ascii="Modern No. 20" w:hAnsi="Modern No. 20"/>
          <w:highlight w:val="lightGray"/>
          <w:lang w:val="en-GB"/>
        </w:rPr>
        <w:t>)</w:t>
      </w:r>
      <w:r>
        <w:rPr>
          <w:rFonts w:ascii="Modern No. 20" w:hAnsi="Modern No. 20"/>
          <w:lang w:val="en-GB"/>
        </w:rPr>
        <w:t xml:space="preserve">: </w:t>
      </w:r>
      <w:r w:rsidRPr="004E4282">
        <w:rPr>
          <w:rFonts w:ascii="Modern No. 20" w:hAnsi="Modern No. 20"/>
          <w:lang w:val="en-GB"/>
        </w:rPr>
        <w:t>Some physicians performed a retrospective study of 71 knees scanned by MRI. One of the</w:t>
      </w:r>
      <w:r>
        <w:rPr>
          <w:rFonts w:ascii="Modern No. 20" w:hAnsi="Modern No. 20"/>
          <w:lang w:val="en-GB"/>
        </w:rPr>
        <w:t xml:space="preserve"> </w:t>
      </w:r>
      <w:r w:rsidRPr="004E4282">
        <w:rPr>
          <w:rFonts w:ascii="Modern No. 20" w:hAnsi="Modern No. 20"/>
          <w:lang w:val="en-GB"/>
        </w:rPr>
        <w:t>indicators they examined was the absence of the "bow-tie sign" in the MRI as evidence of a bucket-handle</w:t>
      </w:r>
      <w:r>
        <w:rPr>
          <w:rFonts w:ascii="Modern No. 20" w:hAnsi="Modern No. 20"/>
          <w:lang w:val="en-GB"/>
        </w:rPr>
        <w:t xml:space="preserve"> </w:t>
      </w:r>
      <w:r w:rsidRPr="004E4282">
        <w:rPr>
          <w:rFonts w:ascii="Modern No. 20" w:hAnsi="Modern No. 20"/>
          <w:lang w:val="en-GB"/>
        </w:rPr>
        <w:t>or "bucket-handle type" tears of the meniscus. In the study, surgery confirmed that 43 of the 71 cases were</w:t>
      </w:r>
      <w:r>
        <w:rPr>
          <w:rFonts w:ascii="Modern No. 20" w:hAnsi="Modern No. 20"/>
          <w:lang w:val="en-GB"/>
        </w:rPr>
        <w:t xml:space="preserve"> </w:t>
      </w:r>
      <w:r w:rsidRPr="004E4282">
        <w:rPr>
          <w:rFonts w:ascii="Modern No. 20" w:hAnsi="Modern No. 20"/>
          <w:lang w:val="en-GB"/>
        </w:rPr>
        <w:t>bucket-handle tears. The cases may be cross-classified by "bow-tie sign" status and surgical results as</w:t>
      </w:r>
      <w:r>
        <w:rPr>
          <w:rFonts w:ascii="Modern No. 20" w:hAnsi="Modern No. 20"/>
          <w:lang w:val="en-GB"/>
        </w:rPr>
        <w:t xml:space="preserve"> </w:t>
      </w:r>
      <w:r w:rsidRPr="004E4282">
        <w:rPr>
          <w:rFonts w:ascii="Modern No. 20" w:hAnsi="Modern No. 20"/>
          <w:lang w:val="en-GB"/>
        </w:rPr>
        <w:t>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2636"/>
        <w:gridCol w:w="2742"/>
        <w:gridCol w:w="688"/>
      </w:tblGrid>
      <w:tr w:rsidR="00A513E7" w:rsidTr="00B30B07"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Test Result</w:t>
            </w:r>
          </w:p>
        </w:tc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Tear Surgically Confirmed (D)</w:t>
            </w:r>
          </w:p>
        </w:tc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 xml:space="preserve">Tear Surgically Not Present </w:t>
            </w:r>
            <m:oMath>
              <m:r>
                <w:rPr>
                  <w:rFonts w:ascii="Cambria Math" w:hAnsi="Cambria Math"/>
                  <w:lang w:val="en-GB"/>
                </w:rPr>
                <m:t>(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GB"/>
                    </w:rPr>
                    <m:t>D</m:t>
                  </m:r>
                </m:e>
              </m:acc>
              <m:r>
                <w:rPr>
                  <w:rFonts w:ascii="Cambria Math" w:hAnsi="Cambria Math"/>
                  <w:lang w:val="en-GB"/>
                </w:rPr>
                <m:t>)</m:t>
              </m:r>
            </m:oMath>
          </w:p>
        </w:tc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Total</w:t>
            </w:r>
          </w:p>
        </w:tc>
      </w:tr>
      <w:tr w:rsidR="00A513E7" w:rsidTr="00B30B07">
        <w:tc>
          <w:tcPr>
            <w:tcW w:w="0" w:type="auto"/>
            <w:vAlign w:val="center"/>
          </w:tcPr>
          <w:p w:rsidR="00A513E7" w:rsidRDefault="00B30B0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Positive Test (Absent bow-tie- sign) (T)</w:t>
            </w:r>
          </w:p>
        </w:tc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38</w:t>
            </w:r>
          </w:p>
        </w:tc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10</w:t>
            </w:r>
          </w:p>
        </w:tc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48</w:t>
            </w:r>
          </w:p>
        </w:tc>
      </w:tr>
      <w:tr w:rsidR="00A513E7" w:rsidTr="00B30B07">
        <w:tc>
          <w:tcPr>
            <w:tcW w:w="0" w:type="auto"/>
            <w:vAlign w:val="center"/>
          </w:tcPr>
          <w:p w:rsidR="00A513E7" w:rsidRDefault="00B30B0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Negative Test (bow-tie- sign present) 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GB"/>
                    </w:rPr>
                    <m:t>T</m:t>
                  </m:r>
                </m:e>
              </m:acc>
            </m:oMath>
            <w:r>
              <w:rPr>
                <w:rFonts w:ascii="Modern No. 20" w:hAnsi="Modern No. 20"/>
                <w:lang w:val="en-GB"/>
              </w:rPr>
              <w:t>)</w:t>
            </w:r>
          </w:p>
        </w:tc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5</w:t>
            </w:r>
          </w:p>
        </w:tc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18</w:t>
            </w:r>
          </w:p>
        </w:tc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23</w:t>
            </w:r>
          </w:p>
        </w:tc>
      </w:tr>
      <w:tr w:rsidR="00A513E7" w:rsidTr="00B30B07">
        <w:tc>
          <w:tcPr>
            <w:tcW w:w="0" w:type="auto"/>
            <w:vAlign w:val="center"/>
          </w:tcPr>
          <w:p w:rsidR="00A513E7" w:rsidRDefault="00B30B0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Total</w:t>
            </w:r>
          </w:p>
        </w:tc>
        <w:tc>
          <w:tcPr>
            <w:tcW w:w="0" w:type="auto"/>
            <w:vAlign w:val="center"/>
          </w:tcPr>
          <w:p w:rsidR="00A513E7" w:rsidRDefault="00B30B0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43</w:t>
            </w:r>
          </w:p>
        </w:tc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28</w:t>
            </w:r>
          </w:p>
        </w:tc>
        <w:tc>
          <w:tcPr>
            <w:tcW w:w="0" w:type="auto"/>
            <w:vAlign w:val="center"/>
          </w:tcPr>
          <w:p w:rsidR="00A513E7" w:rsidRDefault="00A513E7" w:rsidP="00B30B07">
            <w:pPr>
              <w:jc w:val="center"/>
              <w:rPr>
                <w:rFonts w:ascii="Modern No. 20" w:hAnsi="Modern No. 20"/>
                <w:lang w:val="en-GB"/>
              </w:rPr>
            </w:pPr>
            <w:r>
              <w:rPr>
                <w:rFonts w:ascii="Modern No. 20" w:hAnsi="Modern No. 20"/>
                <w:lang w:val="en-GB"/>
              </w:rPr>
              <w:t>71</w:t>
            </w:r>
          </w:p>
        </w:tc>
      </w:tr>
    </w:tbl>
    <w:p w:rsidR="00A513E7" w:rsidRDefault="000938F7" w:rsidP="00B35960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 w:rsidRPr="000938F7">
        <w:rPr>
          <w:rFonts w:ascii="Modern No. 20" w:hAnsi="Modern No. 20"/>
          <w:lang w:val="en-GB"/>
        </w:rPr>
        <w:t>Given that the case does not have tear surgically, what is the probability that the test is positive</w:t>
      </w:r>
      <w:r w:rsidR="000A562C">
        <w:rPr>
          <w:rFonts w:ascii="Modern No. 20" w:hAnsi="Modern No. 20"/>
          <w:lang w:val="en-GB"/>
        </w:rPr>
        <w:t xml:space="preserve"> (false positive)</w:t>
      </w:r>
      <w:r w:rsidRPr="000938F7">
        <w:rPr>
          <w:rFonts w:ascii="Modern No. 20" w:hAnsi="Modern No. 20"/>
          <w:lang w:val="en-GB"/>
        </w:rPr>
        <w:t>?</w:t>
      </w:r>
    </w:p>
    <w:tbl>
      <w:tblPr>
        <w:tblStyle w:val="TableGrid"/>
        <w:tblW w:w="9071" w:type="dxa"/>
        <w:tblInd w:w="284" w:type="dxa"/>
        <w:tblLook w:val="04A0" w:firstRow="1" w:lastRow="0" w:firstColumn="1" w:lastColumn="0" w:noHBand="0" w:noVBand="1"/>
      </w:tblPr>
      <w:tblGrid>
        <w:gridCol w:w="2423"/>
        <w:gridCol w:w="2423"/>
        <w:gridCol w:w="2139"/>
        <w:gridCol w:w="2086"/>
      </w:tblGrid>
      <w:tr w:rsidR="000938F7" w:rsidTr="000E3A09">
        <w:tc>
          <w:tcPr>
            <w:tcW w:w="0" w:type="auto"/>
          </w:tcPr>
          <w:p w:rsidR="000938F7" w:rsidRPr="008F6E5F" w:rsidRDefault="000938F7" w:rsidP="00B35960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0.3571</w:t>
            </w:r>
          </w:p>
        </w:tc>
        <w:tc>
          <w:tcPr>
            <w:tcW w:w="0" w:type="auto"/>
          </w:tcPr>
          <w:p w:rsidR="000938F7" w:rsidRPr="003D1ADC" w:rsidRDefault="000938F7" w:rsidP="00B35960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0.7135</w:t>
            </w:r>
          </w:p>
        </w:tc>
        <w:tc>
          <w:tcPr>
            <w:tcW w:w="0" w:type="auto"/>
          </w:tcPr>
          <w:p w:rsidR="000938F7" w:rsidRPr="00D73DF1" w:rsidRDefault="000938F7" w:rsidP="00B35960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546" w:hanging="450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0.7153</w:t>
            </w:r>
          </w:p>
        </w:tc>
        <w:tc>
          <w:tcPr>
            <w:tcW w:w="2086" w:type="dxa"/>
          </w:tcPr>
          <w:p w:rsidR="000938F7" w:rsidRPr="00C94204" w:rsidRDefault="000938F7" w:rsidP="00B35960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C94204">
              <w:rPr>
                <w:rFonts w:ascii="Modern No. 20" w:eastAsiaTheme="minorEastAsia" w:hAnsi="Modern No. 20"/>
                <w:lang w:val="en-GB"/>
              </w:rPr>
              <w:t>0.</w:t>
            </w:r>
            <w:r>
              <w:rPr>
                <w:rFonts w:ascii="Modern No. 20" w:eastAsiaTheme="minorEastAsia" w:hAnsi="Modern No. 20"/>
                <w:lang w:val="en-GB"/>
              </w:rPr>
              <w:t>3157</w:t>
            </w:r>
          </w:p>
        </w:tc>
      </w:tr>
    </w:tbl>
    <w:p w:rsidR="000938F7" w:rsidRPr="000938F7" w:rsidRDefault="000938F7" w:rsidP="000938F7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E52C0E" w:rsidRDefault="007B78B1" w:rsidP="00B35960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 w:rsidRPr="007B78B1">
        <w:rPr>
          <w:rFonts w:ascii="Modern No. 20" w:hAnsi="Modern No. 20"/>
          <w:lang w:val="en-GB"/>
        </w:rPr>
        <w:t>Given that the case has a tear surgically, what is the probability that the test is negative</w:t>
      </w:r>
      <w:r w:rsidR="000A562C">
        <w:rPr>
          <w:rFonts w:ascii="Modern No. 20" w:hAnsi="Modern No. 20"/>
          <w:lang w:val="en-GB"/>
        </w:rPr>
        <w:t xml:space="preserve"> (false negative)</w:t>
      </w:r>
      <w:r w:rsidRPr="007B78B1">
        <w:rPr>
          <w:rFonts w:ascii="Modern No. 20" w:hAnsi="Modern No. 20"/>
          <w:lang w:val="en-GB"/>
        </w:rPr>
        <w:t>?</w:t>
      </w:r>
    </w:p>
    <w:tbl>
      <w:tblPr>
        <w:tblStyle w:val="TableGrid"/>
        <w:tblW w:w="9071" w:type="dxa"/>
        <w:tblInd w:w="284" w:type="dxa"/>
        <w:tblLook w:val="04A0" w:firstRow="1" w:lastRow="0" w:firstColumn="1" w:lastColumn="0" w:noHBand="0" w:noVBand="1"/>
      </w:tblPr>
      <w:tblGrid>
        <w:gridCol w:w="2423"/>
        <w:gridCol w:w="2423"/>
        <w:gridCol w:w="2139"/>
        <w:gridCol w:w="2086"/>
      </w:tblGrid>
      <w:tr w:rsidR="007B78B1" w:rsidTr="000E3A09">
        <w:tc>
          <w:tcPr>
            <w:tcW w:w="0" w:type="auto"/>
          </w:tcPr>
          <w:p w:rsidR="007B78B1" w:rsidRPr="007B78B1" w:rsidRDefault="007B78B1" w:rsidP="00B35960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7B78B1">
              <w:rPr>
                <w:rFonts w:ascii="Modern No. 20" w:eastAsiaTheme="minorEastAsia" w:hAnsi="Modern No. 20"/>
                <w:lang w:val="en-GB"/>
              </w:rPr>
              <w:t>0.1613</w:t>
            </w:r>
          </w:p>
        </w:tc>
        <w:tc>
          <w:tcPr>
            <w:tcW w:w="0" w:type="auto"/>
          </w:tcPr>
          <w:p w:rsidR="007B78B1" w:rsidRPr="008F6E5F" w:rsidRDefault="007B78B1" w:rsidP="00B35960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0.1163</w:t>
            </w:r>
          </w:p>
        </w:tc>
        <w:tc>
          <w:tcPr>
            <w:tcW w:w="0" w:type="auto"/>
          </w:tcPr>
          <w:p w:rsidR="007B78B1" w:rsidRPr="00D73DF1" w:rsidRDefault="007B78B1" w:rsidP="00B35960">
            <w:pPr>
              <w:pStyle w:val="ListParagraph"/>
              <w:numPr>
                <w:ilvl w:val="0"/>
                <w:numId w:val="28"/>
              </w:numPr>
              <w:spacing w:line="360" w:lineRule="auto"/>
              <w:ind w:left="546" w:hanging="450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0.6311</w:t>
            </w:r>
          </w:p>
        </w:tc>
        <w:tc>
          <w:tcPr>
            <w:tcW w:w="2086" w:type="dxa"/>
          </w:tcPr>
          <w:p w:rsidR="007B78B1" w:rsidRPr="00C94204" w:rsidRDefault="007B78B1" w:rsidP="00B35960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C94204">
              <w:rPr>
                <w:rFonts w:ascii="Modern No. 20" w:eastAsiaTheme="minorEastAsia" w:hAnsi="Modern No. 20"/>
                <w:lang w:val="en-GB"/>
              </w:rPr>
              <w:t>0.</w:t>
            </w:r>
            <w:r>
              <w:rPr>
                <w:rFonts w:ascii="Modern No. 20" w:eastAsiaTheme="minorEastAsia" w:hAnsi="Modern No. 20"/>
                <w:lang w:val="en-GB"/>
              </w:rPr>
              <w:t>3157</w:t>
            </w:r>
          </w:p>
        </w:tc>
      </w:tr>
    </w:tbl>
    <w:p w:rsidR="007B78B1" w:rsidRPr="007B78B1" w:rsidRDefault="007B78B1" w:rsidP="007B78B1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E52C0E" w:rsidRDefault="000A562C" w:rsidP="00B35960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 w:rsidRPr="000A562C">
        <w:rPr>
          <w:rFonts w:ascii="Modern No. 20" w:hAnsi="Modern No. 20"/>
          <w:lang w:val="en-GB"/>
        </w:rPr>
        <w:t>Given that the case has a tear surgically, what is the probability that the test is positive</w:t>
      </w:r>
      <w:r>
        <w:rPr>
          <w:rFonts w:ascii="Modern No. 20" w:hAnsi="Modern No. 20"/>
          <w:lang w:val="en-GB"/>
        </w:rPr>
        <w:t xml:space="preserve"> (sensitivity)</w:t>
      </w:r>
      <w:r w:rsidRPr="000A562C">
        <w:rPr>
          <w:rFonts w:ascii="Modern No. 20" w:hAnsi="Modern No. 20"/>
          <w:lang w:val="en-GB"/>
        </w:rPr>
        <w:t>?</w:t>
      </w:r>
    </w:p>
    <w:tbl>
      <w:tblPr>
        <w:tblStyle w:val="TableGrid"/>
        <w:tblW w:w="9071" w:type="dxa"/>
        <w:tblInd w:w="284" w:type="dxa"/>
        <w:tblLook w:val="04A0" w:firstRow="1" w:lastRow="0" w:firstColumn="1" w:lastColumn="0" w:noHBand="0" w:noVBand="1"/>
      </w:tblPr>
      <w:tblGrid>
        <w:gridCol w:w="2423"/>
        <w:gridCol w:w="2423"/>
        <w:gridCol w:w="2139"/>
        <w:gridCol w:w="2086"/>
      </w:tblGrid>
      <w:tr w:rsidR="00AD021B" w:rsidTr="000E3A09">
        <w:tc>
          <w:tcPr>
            <w:tcW w:w="0" w:type="auto"/>
          </w:tcPr>
          <w:p w:rsidR="00AD021B" w:rsidRPr="007B78B1" w:rsidRDefault="00AD021B" w:rsidP="00B35960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0.3878</w:t>
            </w:r>
          </w:p>
        </w:tc>
        <w:tc>
          <w:tcPr>
            <w:tcW w:w="0" w:type="auto"/>
          </w:tcPr>
          <w:p w:rsidR="00AD021B" w:rsidRPr="00AD021B" w:rsidRDefault="00AD021B" w:rsidP="00B35960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AD021B">
              <w:rPr>
                <w:rFonts w:ascii="Modern No. 20" w:eastAsiaTheme="minorEastAsia" w:hAnsi="Modern No. 20"/>
                <w:lang w:val="en-GB"/>
              </w:rPr>
              <w:t>0.3788</w:t>
            </w:r>
          </w:p>
        </w:tc>
        <w:tc>
          <w:tcPr>
            <w:tcW w:w="0" w:type="auto"/>
          </w:tcPr>
          <w:p w:rsidR="00AD021B" w:rsidRPr="008F6E5F" w:rsidRDefault="00AD021B" w:rsidP="00B35960">
            <w:pPr>
              <w:pStyle w:val="ListParagraph"/>
              <w:numPr>
                <w:ilvl w:val="0"/>
                <w:numId w:val="29"/>
              </w:numPr>
              <w:spacing w:line="360" w:lineRule="auto"/>
              <w:ind w:left="546" w:hanging="450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0.8837</w:t>
            </w:r>
          </w:p>
        </w:tc>
        <w:tc>
          <w:tcPr>
            <w:tcW w:w="2086" w:type="dxa"/>
          </w:tcPr>
          <w:p w:rsidR="00AD021B" w:rsidRPr="00C94204" w:rsidRDefault="00AD021B" w:rsidP="00B35960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0.8387</w:t>
            </w:r>
          </w:p>
        </w:tc>
      </w:tr>
    </w:tbl>
    <w:p w:rsidR="00AD021B" w:rsidRPr="00AD021B" w:rsidRDefault="00AD021B" w:rsidP="00AD021B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812039" w:rsidRPr="00812039" w:rsidRDefault="00812039" w:rsidP="00B35960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 w:rsidRPr="00812039">
        <w:rPr>
          <w:rFonts w:ascii="Modern No. 20" w:hAnsi="Modern No. 20"/>
          <w:lang w:val="en-GB"/>
        </w:rPr>
        <w:t>Given that the test is positive, what is the probability that the case has a tear surgically</w:t>
      </w:r>
      <w:r>
        <w:rPr>
          <w:rFonts w:ascii="Modern No. 20" w:hAnsi="Modern No. 20"/>
          <w:lang w:val="en-GB"/>
        </w:rPr>
        <w:t xml:space="preserve"> (</w:t>
      </w:r>
      <w:r w:rsidRPr="00C60974">
        <w:rPr>
          <w:rFonts w:ascii="Modern No. 20" w:hAnsi="Modern No. 20"/>
          <w:lang w:val="en-GB"/>
        </w:rPr>
        <w:t>predictive value positive of the test</w:t>
      </w:r>
      <w:r>
        <w:rPr>
          <w:rFonts w:ascii="Modern No. 20" w:hAnsi="Modern No. 20"/>
          <w:lang w:val="en-GB"/>
        </w:rPr>
        <w:t>)</w:t>
      </w:r>
      <w:r w:rsidRPr="00812039">
        <w:rPr>
          <w:rFonts w:ascii="Modern No. 20" w:hAnsi="Modern No. 20"/>
          <w:lang w:val="en-GB"/>
        </w:rPr>
        <w:t>? [Take the rate of tear surgically, i.e.,</w:t>
      </w:r>
      <m:oMath>
        <m:r>
          <w:rPr>
            <w:rFonts w:ascii="Cambria Math" w:hAnsi="Cambria Math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D</m:t>
            </m:r>
          </m:e>
        </m:d>
        <m:r>
          <w:rPr>
            <w:rFonts w:ascii="Cambria Math" w:hAnsi="Cambria Math"/>
            <w:lang w:val="en-GB"/>
          </w:rPr>
          <m:t>=0.11</m:t>
        </m:r>
      </m:oMath>
      <w:r>
        <w:rPr>
          <w:rFonts w:ascii="Modern No. 20" w:eastAsiaTheme="minorEastAsia" w:hAnsi="Modern No. 20"/>
          <w:lang w:val="en-GB"/>
        </w:rPr>
        <w:t xml:space="preserve"> ]</w:t>
      </w:r>
    </w:p>
    <w:tbl>
      <w:tblPr>
        <w:tblStyle w:val="TableGrid"/>
        <w:tblW w:w="9071" w:type="dxa"/>
        <w:tblInd w:w="284" w:type="dxa"/>
        <w:tblLook w:val="04A0" w:firstRow="1" w:lastRow="0" w:firstColumn="1" w:lastColumn="0" w:noHBand="0" w:noVBand="1"/>
      </w:tblPr>
      <w:tblGrid>
        <w:gridCol w:w="2423"/>
        <w:gridCol w:w="2423"/>
        <w:gridCol w:w="2139"/>
        <w:gridCol w:w="2086"/>
      </w:tblGrid>
      <w:tr w:rsidR="00812039" w:rsidTr="000E3A09">
        <w:tc>
          <w:tcPr>
            <w:tcW w:w="0" w:type="auto"/>
          </w:tcPr>
          <w:p w:rsidR="00812039" w:rsidRPr="007B78B1" w:rsidRDefault="00A11ED8" w:rsidP="00B35960">
            <w:pPr>
              <w:pStyle w:val="ListParagraph"/>
              <w:numPr>
                <w:ilvl w:val="0"/>
                <w:numId w:val="30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0.2342</w:t>
            </w:r>
          </w:p>
        </w:tc>
        <w:tc>
          <w:tcPr>
            <w:tcW w:w="0" w:type="auto"/>
          </w:tcPr>
          <w:p w:rsidR="00812039" w:rsidRPr="008F6E5F" w:rsidRDefault="00812039" w:rsidP="00B35960">
            <w:pPr>
              <w:pStyle w:val="ListParagraph"/>
              <w:numPr>
                <w:ilvl w:val="0"/>
                <w:numId w:val="30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8F6E5F">
              <w:rPr>
                <w:rFonts w:ascii="Modern No. 20" w:eastAsiaTheme="minorEastAsia" w:hAnsi="Modern No. 20"/>
                <w:lang w:val="en-GB"/>
              </w:rPr>
              <w:t>0.215</w:t>
            </w:r>
            <w:r w:rsidR="004E5099">
              <w:rPr>
                <w:rFonts w:ascii="Modern No. 20" w:eastAsiaTheme="minorEastAsia" w:hAnsi="Modern No. 20"/>
                <w:lang w:val="en-GB"/>
              </w:rPr>
              <w:t>2</w:t>
            </w:r>
          </w:p>
        </w:tc>
        <w:tc>
          <w:tcPr>
            <w:tcW w:w="0" w:type="auto"/>
          </w:tcPr>
          <w:p w:rsidR="00812039" w:rsidRPr="00812039" w:rsidRDefault="00812039" w:rsidP="00B35960">
            <w:pPr>
              <w:pStyle w:val="ListParagraph"/>
              <w:numPr>
                <w:ilvl w:val="0"/>
                <w:numId w:val="30"/>
              </w:numPr>
              <w:spacing w:line="360" w:lineRule="auto"/>
              <w:ind w:left="546" w:hanging="450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0.512</w:t>
            </w:r>
            <w:r w:rsidR="004E5099">
              <w:rPr>
                <w:rFonts w:ascii="Modern No. 20" w:eastAsiaTheme="minorEastAsia" w:hAnsi="Modern No. 20"/>
                <w:lang w:val="en-GB"/>
              </w:rPr>
              <w:t>5</w:t>
            </w:r>
          </w:p>
        </w:tc>
        <w:tc>
          <w:tcPr>
            <w:tcW w:w="2086" w:type="dxa"/>
          </w:tcPr>
          <w:p w:rsidR="00812039" w:rsidRPr="00C94204" w:rsidRDefault="00812039" w:rsidP="00B35960">
            <w:pPr>
              <w:pStyle w:val="ListParagraph"/>
              <w:numPr>
                <w:ilvl w:val="0"/>
                <w:numId w:val="30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0.125</w:t>
            </w:r>
            <w:r w:rsidR="004E5099">
              <w:rPr>
                <w:rFonts w:ascii="Modern No. 20" w:eastAsiaTheme="minorEastAsia" w:hAnsi="Modern No. 20"/>
                <w:lang w:val="en-GB"/>
              </w:rPr>
              <w:t>1</w:t>
            </w:r>
          </w:p>
        </w:tc>
      </w:tr>
    </w:tbl>
    <w:p w:rsidR="00E52C0E" w:rsidRDefault="00E52C0E" w:rsidP="00C73237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E52C0E" w:rsidRPr="00C60974" w:rsidRDefault="00C60974" w:rsidP="00B35960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Modern No. 20" w:hAnsi="Modern No. 20"/>
          <w:lang w:val="en-GB"/>
        </w:rPr>
      </w:pPr>
      <w:r w:rsidRPr="00C60974">
        <w:rPr>
          <w:rFonts w:ascii="Modern No. 20" w:hAnsi="Modern No. 20"/>
          <w:lang w:val="en-GB"/>
        </w:rPr>
        <w:t>Given that the test is negative, what is the probability that the case does not have a tear surgically</w:t>
      </w:r>
      <w:r>
        <w:rPr>
          <w:rFonts w:ascii="Modern No. 20" w:hAnsi="Modern No. 20"/>
          <w:lang w:val="en-GB"/>
        </w:rPr>
        <w:t xml:space="preserve"> (</w:t>
      </w:r>
      <w:r w:rsidRPr="00C60974">
        <w:rPr>
          <w:rFonts w:ascii="Modern No. 20" w:hAnsi="Modern No. 20"/>
          <w:lang w:val="en-GB"/>
        </w:rPr>
        <w:t>predictive value negative of the test</w:t>
      </w:r>
      <w:r>
        <w:rPr>
          <w:rFonts w:ascii="Modern No. 20" w:hAnsi="Modern No. 20"/>
          <w:lang w:val="en-GB"/>
        </w:rPr>
        <w:t>)</w:t>
      </w:r>
      <w:r w:rsidRPr="00C60974">
        <w:rPr>
          <w:rFonts w:ascii="Modern No. 20" w:hAnsi="Modern No. 20"/>
          <w:lang w:val="en-GB"/>
        </w:rPr>
        <w:t>?</w:t>
      </w:r>
    </w:p>
    <w:tbl>
      <w:tblPr>
        <w:tblStyle w:val="TableGrid"/>
        <w:tblW w:w="9071" w:type="dxa"/>
        <w:tblInd w:w="284" w:type="dxa"/>
        <w:tblLook w:val="04A0" w:firstRow="1" w:lastRow="0" w:firstColumn="1" w:lastColumn="0" w:noHBand="0" w:noVBand="1"/>
      </w:tblPr>
      <w:tblGrid>
        <w:gridCol w:w="2423"/>
        <w:gridCol w:w="2423"/>
        <w:gridCol w:w="2139"/>
        <w:gridCol w:w="2086"/>
      </w:tblGrid>
      <w:tr w:rsidR="00C60974" w:rsidTr="000E3A09">
        <w:tc>
          <w:tcPr>
            <w:tcW w:w="0" w:type="auto"/>
          </w:tcPr>
          <w:p w:rsidR="00C60974" w:rsidRPr="007B78B1" w:rsidRDefault="00C60974" w:rsidP="00B35960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0.089</w:t>
            </w:r>
            <w:r w:rsidR="00A11ED8">
              <w:rPr>
                <w:rFonts w:ascii="Modern No. 20" w:eastAsiaTheme="minorEastAsia" w:hAnsi="Modern No. 20"/>
                <w:lang w:val="en-GB"/>
              </w:rPr>
              <w:t>5</w:t>
            </w:r>
          </w:p>
        </w:tc>
        <w:tc>
          <w:tcPr>
            <w:tcW w:w="0" w:type="auto"/>
          </w:tcPr>
          <w:p w:rsidR="00C60974" w:rsidRPr="00B35960" w:rsidRDefault="00C60974" w:rsidP="00B35960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B35960">
              <w:rPr>
                <w:rFonts w:ascii="Modern No. 20" w:eastAsiaTheme="minorEastAsia" w:hAnsi="Modern No. 20"/>
                <w:lang w:val="en-GB"/>
              </w:rPr>
              <w:t>0.908</w:t>
            </w:r>
            <w:r w:rsidR="00A11ED8">
              <w:rPr>
                <w:rFonts w:ascii="Modern No. 20" w:eastAsiaTheme="minorEastAsia" w:hAnsi="Modern No. 20"/>
                <w:lang w:val="en-GB"/>
              </w:rPr>
              <w:t>1</w:t>
            </w:r>
          </w:p>
        </w:tc>
        <w:tc>
          <w:tcPr>
            <w:tcW w:w="0" w:type="auto"/>
          </w:tcPr>
          <w:p w:rsidR="00C60974" w:rsidRPr="00812039" w:rsidRDefault="00C60974" w:rsidP="00B35960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546" w:hanging="450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0.890</w:t>
            </w:r>
            <w:r w:rsidR="00A11ED8">
              <w:rPr>
                <w:rFonts w:ascii="Modern No. 20" w:eastAsiaTheme="minorEastAsia" w:hAnsi="Modern No. 20"/>
                <w:lang w:val="en-GB"/>
              </w:rPr>
              <w:t>3</w:t>
            </w:r>
          </w:p>
        </w:tc>
        <w:tc>
          <w:tcPr>
            <w:tcW w:w="2086" w:type="dxa"/>
          </w:tcPr>
          <w:p w:rsidR="00C60974" w:rsidRPr="008F6E5F" w:rsidRDefault="00A11ED8" w:rsidP="00B35960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0.9781</w:t>
            </w:r>
          </w:p>
        </w:tc>
      </w:tr>
    </w:tbl>
    <w:p w:rsidR="00E52C0E" w:rsidRDefault="00E52C0E" w:rsidP="00C73237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highlight w:val="lightGray"/>
          <w:lang w:val="en-GB"/>
        </w:rPr>
      </w:pPr>
    </w:p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highlight w:val="lightGray"/>
          <w:lang w:val="en-GB"/>
        </w:rPr>
      </w:pPr>
    </w:p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highlight w:val="lightGray"/>
          <w:lang w:val="en-GB"/>
        </w:rPr>
      </w:pPr>
    </w:p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highlight w:val="lightGray"/>
          <w:lang w:val="en-GB"/>
        </w:rPr>
      </w:pPr>
    </w:p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highlight w:val="lightGray"/>
          <w:lang w:val="en-GB"/>
        </w:rPr>
      </w:pPr>
    </w:p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  <w:r w:rsidRPr="005D52C5">
        <w:rPr>
          <w:rFonts w:ascii="Modern No. 20" w:hAnsi="Modern No. 20"/>
          <w:highlight w:val="lightGray"/>
          <w:lang w:val="en-GB"/>
        </w:rPr>
        <w:t>Question (</w:t>
      </w:r>
      <w:r>
        <w:rPr>
          <w:rFonts w:ascii="Modern No. 20" w:hAnsi="Modern No. 20"/>
          <w:highlight w:val="lightGray"/>
          <w:lang w:val="en-GB"/>
        </w:rPr>
        <w:t>28</w:t>
      </w:r>
      <w:r w:rsidRPr="005D52C5">
        <w:rPr>
          <w:rFonts w:ascii="Modern No. 20" w:hAnsi="Modern No. 20"/>
          <w:highlight w:val="lightGray"/>
          <w:lang w:val="en-GB"/>
        </w:rPr>
        <w:t>-3</w:t>
      </w:r>
      <w:r>
        <w:rPr>
          <w:rFonts w:ascii="Modern No. 20" w:hAnsi="Modern No. 20"/>
          <w:highlight w:val="lightGray"/>
          <w:lang w:val="en-GB"/>
        </w:rPr>
        <w:t>0</w:t>
      </w:r>
      <w:r w:rsidRPr="005D52C5">
        <w:rPr>
          <w:rFonts w:ascii="Modern No. 20" w:hAnsi="Modern No. 20"/>
          <w:highlight w:val="lightGray"/>
          <w:lang w:val="en-GB"/>
        </w:rPr>
        <w:t>)</w:t>
      </w:r>
      <w:r>
        <w:rPr>
          <w:rFonts w:ascii="Modern No. 20" w:hAnsi="Modern No. 20"/>
          <w:lang w:val="en-GB"/>
        </w:rPr>
        <w:t xml:space="preserve">: </w:t>
      </w:r>
    </w:p>
    <w:p w:rsidR="002366E2" w:rsidRDefault="002366E2" w:rsidP="002366E2">
      <w:pPr>
        <w:autoSpaceDE w:val="0"/>
        <w:autoSpaceDN w:val="0"/>
        <w:adjustRightInd w:val="0"/>
        <w:spacing w:after="0" w:line="240" w:lineRule="auto"/>
        <w:jc w:val="both"/>
        <w:rPr>
          <w:rFonts w:ascii="Modern No. 20" w:hAnsi="Modern No. 20"/>
          <w:sz w:val="24"/>
          <w:szCs w:val="24"/>
          <w:lang w:val="en-GB"/>
        </w:rPr>
      </w:pPr>
      <w:r w:rsidRPr="001E1DDA">
        <w:rPr>
          <w:rFonts w:ascii="Modern No. 20" w:hAnsi="Modern No. 20"/>
          <w:sz w:val="24"/>
          <w:szCs w:val="24"/>
          <w:lang w:val="en-GB"/>
        </w:rPr>
        <w:t>A study of 250 patients admitted to a hospital during the past year revealed that, on</w:t>
      </w:r>
      <w:r>
        <w:rPr>
          <w:rFonts w:ascii="Modern No. 20" w:hAnsi="Modern No. 20"/>
          <w:sz w:val="24"/>
          <w:szCs w:val="24"/>
          <w:lang w:val="en-GB"/>
        </w:rPr>
        <w:t xml:space="preserve"> </w:t>
      </w:r>
      <w:r w:rsidRPr="001E1DDA">
        <w:rPr>
          <w:rFonts w:ascii="Modern No. 20" w:hAnsi="Modern No. 20"/>
          <w:sz w:val="24"/>
          <w:szCs w:val="24"/>
          <w:lang w:val="en-GB"/>
        </w:rPr>
        <w:t>the average</w:t>
      </w:r>
      <w:r>
        <w:rPr>
          <w:rFonts w:ascii="Modern No. 20" w:hAnsi="Modern No. 20"/>
          <w:sz w:val="24"/>
          <w:szCs w:val="24"/>
          <w:lang w:val="en-GB"/>
        </w:rPr>
        <w:t xml:space="preserve"> (mean)</w:t>
      </w:r>
      <w:r w:rsidRPr="001E1DDA">
        <w:rPr>
          <w:rFonts w:ascii="Modern No. 20" w:hAnsi="Modern No. 20"/>
          <w:sz w:val="24"/>
          <w:szCs w:val="24"/>
          <w:lang w:val="en-GB"/>
        </w:rPr>
        <w:t>, the patients lived 15 miles from the hospital.</w:t>
      </w:r>
    </w:p>
    <w:p w:rsidR="002366E2" w:rsidRDefault="002366E2" w:rsidP="002366E2">
      <w:pPr>
        <w:autoSpaceDE w:val="0"/>
        <w:autoSpaceDN w:val="0"/>
        <w:adjustRightInd w:val="0"/>
        <w:spacing w:after="0" w:line="240" w:lineRule="auto"/>
        <w:jc w:val="both"/>
        <w:rPr>
          <w:rFonts w:ascii="Modern No. 20" w:hAnsi="Modern No. 20"/>
          <w:sz w:val="24"/>
          <w:szCs w:val="24"/>
          <w:lang w:val="en-GB"/>
        </w:rPr>
      </w:pPr>
    </w:p>
    <w:p w:rsidR="002366E2" w:rsidRPr="001E1DDA" w:rsidRDefault="002366E2" w:rsidP="002366E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Modern No. 20" w:hAnsi="Modern No. 20"/>
          <w:sz w:val="24"/>
          <w:szCs w:val="24"/>
          <w:lang w:val="en-GB"/>
        </w:rPr>
      </w:pPr>
      <w:r w:rsidRPr="001E1DDA">
        <w:rPr>
          <w:rFonts w:ascii="Modern No. 20" w:hAnsi="Modern No. 20"/>
          <w:sz w:val="24"/>
          <w:szCs w:val="24"/>
          <w:lang w:val="en-GB"/>
        </w:rPr>
        <w:t>The sample in the study is ………….</w:t>
      </w:r>
    </w:p>
    <w:p w:rsidR="002366E2" w:rsidRDefault="002366E2" w:rsidP="002366E2">
      <w:pPr>
        <w:autoSpaceDE w:val="0"/>
        <w:autoSpaceDN w:val="0"/>
        <w:adjustRightInd w:val="0"/>
        <w:spacing w:after="0" w:line="240" w:lineRule="auto"/>
        <w:jc w:val="both"/>
        <w:rPr>
          <w:rFonts w:ascii="Modern No. 20" w:hAnsi="Modern No. 20"/>
          <w:sz w:val="24"/>
          <w:szCs w:val="24"/>
          <w:lang w:val="en-GB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76"/>
        <w:gridCol w:w="2291"/>
        <w:gridCol w:w="2258"/>
        <w:gridCol w:w="2241"/>
      </w:tblGrid>
      <w:tr w:rsidR="002366E2" w:rsidTr="000144E2">
        <w:tc>
          <w:tcPr>
            <w:tcW w:w="2394" w:type="dxa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250 patients</w:t>
            </w:r>
          </w:p>
        </w:tc>
        <w:tc>
          <w:tcPr>
            <w:tcW w:w="2394" w:type="dxa"/>
          </w:tcPr>
          <w:p w:rsidR="002366E2" w:rsidRDefault="002366E2" w:rsidP="000144E2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250 hospitals</w:t>
            </w:r>
          </w:p>
        </w:tc>
        <w:tc>
          <w:tcPr>
            <w:tcW w:w="2394" w:type="dxa"/>
          </w:tcPr>
          <w:p w:rsidR="002366E2" w:rsidRDefault="002366E2" w:rsidP="000144E2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 xml:space="preserve"> 250 houses </w:t>
            </w:r>
          </w:p>
        </w:tc>
        <w:tc>
          <w:tcPr>
            <w:tcW w:w="2394" w:type="dxa"/>
          </w:tcPr>
          <w:p w:rsidR="002366E2" w:rsidRDefault="002366E2" w:rsidP="000144E2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15 miles</w:t>
            </w:r>
          </w:p>
        </w:tc>
      </w:tr>
    </w:tbl>
    <w:p w:rsidR="002366E2" w:rsidRPr="001E1DDA" w:rsidRDefault="002366E2" w:rsidP="002366E2">
      <w:pPr>
        <w:autoSpaceDE w:val="0"/>
        <w:autoSpaceDN w:val="0"/>
        <w:adjustRightInd w:val="0"/>
        <w:spacing w:after="0" w:line="240" w:lineRule="auto"/>
        <w:jc w:val="both"/>
        <w:rPr>
          <w:rFonts w:ascii="Modern No. 20" w:hAnsi="Modern No. 20"/>
          <w:sz w:val="24"/>
          <w:szCs w:val="24"/>
          <w:lang w:val="en-GB"/>
        </w:rPr>
      </w:pPr>
    </w:p>
    <w:p w:rsidR="002366E2" w:rsidRPr="00A577CD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270" w:hanging="27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T</w:t>
      </w:r>
      <w:r w:rsidRPr="00A577CD">
        <w:rPr>
          <w:rFonts w:ascii="Modern No. 20" w:hAnsi="Modern No. 20"/>
          <w:lang w:val="en-GB"/>
        </w:rPr>
        <w:t>he population</w:t>
      </w:r>
      <w:r>
        <w:rPr>
          <w:rFonts w:ascii="Modern No. 20" w:hAnsi="Modern No. 20"/>
          <w:lang w:val="en-GB"/>
        </w:rPr>
        <w:t xml:space="preserve"> in this study is ………… 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67"/>
        <w:gridCol w:w="2267"/>
        <w:gridCol w:w="2266"/>
        <w:gridCol w:w="2266"/>
      </w:tblGrid>
      <w:tr w:rsidR="002366E2" w:rsidTr="000144E2">
        <w:tc>
          <w:tcPr>
            <w:tcW w:w="2394" w:type="dxa"/>
          </w:tcPr>
          <w:p w:rsidR="002366E2" w:rsidRPr="00A577CD" w:rsidRDefault="002366E2" w:rsidP="000144E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Some</w:t>
            </w:r>
            <w:r w:rsidRPr="00A577CD">
              <w:rPr>
                <w:rFonts w:ascii="Modern No. 20" w:eastAsiaTheme="minorEastAsia" w:hAnsi="Modern No. 20"/>
                <w:lang w:val="en-GB"/>
              </w:rPr>
              <w:t xml:space="preserve"> patients admitted to the hospital during the past year</w:t>
            </w:r>
          </w:p>
        </w:tc>
        <w:tc>
          <w:tcPr>
            <w:tcW w:w="2394" w:type="dxa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>all patients admitted to the hospital during the past year</w:t>
            </w:r>
          </w:p>
        </w:tc>
        <w:tc>
          <w:tcPr>
            <w:tcW w:w="2394" w:type="dxa"/>
          </w:tcPr>
          <w:p w:rsidR="002366E2" w:rsidRDefault="002366E2" w:rsidP="000144E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 xml:space="preserve"> 250</w:t>
            </w:r>
            <w:r w:rsidRPr="00A577CD">
              <w:rPr>
                <w:rFonts w:ascii="Modern No. 20" w:eastAsiaTheme="minorEastAsia" w:hAnsi="Modern No. 20"/>
                <w:lang w:val="en-GB"/>
              </w:rPr>
              <w:t xml:space="preserve"> patients admitted to the hospital during the past year</w:t>
            </w:r>
          </w:p>
        </w:tc>
        <w:tc>
          <w:tcPr>
            <w:tcW w:w="2394" w:type="dxa"/>
          </w:tcPr>
          <w:p w:rsidR="002366E2" w:rsidRDefault="002366E2" w:rsidP="000144E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500</w:t>
            </w:r>
            <w:r w:rsidRPr="00A577CD">
              <w:rPr>
                <w:rFonts w:ascii="Modern No. 20" w:eastAsiaTheme="minorEastAsia" w:hAnsi="Modern No. 20"/>
                <w:lang w:val="en-GB"/>
              </w:rPr>
              <w:t xml:space="preserve"> patients admitted to the hospital during the past year</w:t>
            </w:r>
          </w:p>
        </w:tc>
      </w:tr>
    </w:tbl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Pr="0081408A" w:rsidRDefault="002366E2" w:rsidP="002366E2">
      <w:pPr>
        <w:pStyle w:val="ListParagraph"/>
        <w:numPr>
          <w:ilvl w:val="0"/>
          <w:numId w:val="2"/>
        </w:numPr>
        <w:spacing w:after="0" w:line="360" w:lineRule="auto"/>
        <w:ind w:left="270" w:hanging="270"/>
        <w:jc w:val="both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 xml:space="preserve">The </w:t>
      </w:r>
      <w:r w:rsidRPr="0081408A">
        <w:rPr>
          <w:rFonts w:ascii="Modern No. 20" w:hAnsi="Modern No. 20"/>
          <w:lang w:val="en-GB"/>
        </w:rPr>
        <w:t>variable of interest</w:t>
      </w:r>
      <w:r>
        <w:rPr>
          <w:rFonts w:ascii="Modern No. 20" w:hAnsi="Modern No. 20"/>
          <w:lang w:val="en-GB"/>
        </w:rPr>
        <w:t xml:space="preserve"> is of </w:t>
      </w:r>
      <w:proofErr w:type="gramStart"/>
      <w:r>
        <w:rPr>
          <w:rFonts w:ascii="Modern No. 20" w:hAnsi="Modern No. 20"/>
          <w:lang w:val="en-GB"/>
        </w:rPr>
        <w:t>type  …</w:t>
      </w:r>
      <w:proofErr w:type="gramEnd"/>
      <w:r>
        <w:rPr>
          <w:rFonts w:ascii="Modern No. 20" w:hAnsi="Modern No. 20"/>
          <w:lang w:val="en-GB"/>
        </w:rPr>
        <w:t>………</w:t>
      </w:r>
      <w:r w:rsidR="00D15DF9">
        <w:rPr>
          <w:rFonts w:ascii="Modern No. 20" w:hAnsi="Modern No. 20"/>
          <w:lang w:val="en-GB"/>
        </w:rPr>
        <w:t xml:space="preserve"> </w:t>
      </w:r>
    </w:p>
    <w:tbl>
      <w:tblPr>
        <w:tblStyle w:val="TableGrid"/>
        <w:tblW w:w="9724" w:type="dxa"/>
        <w:tblInd w:w="284" w:type="dxa"/>
        <w:tblLook w:val="04A0" w:firstRow="1" w:lastRow="0" w:firstColumn="1" w:lastColumn="0" w:noHBand="0" w:noVBand="1"/>
      </w:tblPr>
      <w:tblGrid>
        <w:gridCol w:w="2372"/>
        <w:gridCol w:w="2325"/>
        <w:gridCol w:w="2219"/>
        <w:gridCol w:w="2808"/>
      </w:tblGrid>
      <w:tr w:rsidR="002366E2" w:rsidTr="000144E2">
        <w:tc>
          <w:tcPr>
            <w:tcW w:w="2372" w:type="dxa"/>
          </w:tcPr>
          <w:p w:rsidR="002366E2" w:rsidRPr="008F6E5F" w:rsidRDefault="002366E2" w:rsidP="000144E2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 w:rsidRPr="00281700">
              <w:rPr>
                <w:rFonts w:ascii="Modern No. 20" w:eastAsiaTheme="minorEastAsia" w:hAnsi="Modern No. 20"/>
                <w:color w:val="FF0000"/>
                <w:lang w:val="en-GB"/>
              </w:rPr>
              <w:t xml:space="preserve">continuous </w:t>
            </w:r>
          </w:p>
        </w:tc>
        <w:tc>
          <w:tcPr>
            <w:tcW w:w="2325" w:type="dxa"/>
          </w:tcPr>
          <w:p w:rsidR="002366E2" w:rsidRPr="00A44E0E" w:rsidRDefault="002366E2" w:rsidP="000144E2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discrete</w:t>
            </w:r>
          </w:p>
        </w:tc>
        <w:tc>
          <w:tcPr>
            <w:tcW w:w="2219" w:type="dxa"/>
          </w:tcPr>
          <w:p w:rsidR="002366E2" w:rsidRPr="00FD5BC7" w:rsidRDefault="002366E2" w:rsidP="000144E2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 xml:space="preserve"> </w:t>
            </w:r>
            <w:r w:rsidRPr="00FD5BC7">
              <w:rPr>
                <w:rFonts w:ascii="Modern No. 20" w:eastAsiaTheme="minorEastAsia" w:hAnsi="Modern No. 20"/>
                <w:lang w:val="en-GB"/>
              </w:rPr>
              <w:t>nominal</w:t>
            </w:r>
          </w:p>
        </w:tc>
        <w:tc>
          <w:tcPr>
            <w:tcW w:w="2808" w:type="dxa"/>
          </w:tcPr>
          <w:p w:rsidR="002366E2" w:rsidRDefault="002366E2" w:rsidP="000144E2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Modern No. 20" w:eastAsiaTheme="minorEastAsia" w:hAnsi="Modern No. 20"/>
                <w:lang w:val="en-GB"/>
              </w:rPr>
            </w:pPr>
            <w:r>
              <w:rPr>
                <w:rFonts w:ascii="Modern No. 20" w:eastAsiaTheme="minorEastAsia" w:hAnsi="Modern No. 20"/>
                <w:lang w:val="en-GB"/>
              </w:rPr>
              <w:t>Qualitative ordinal</w:t>
            </w:r>
          </w:p>
        </w:tc>
      </w:tr>
    </w:tbl>
    <w:p w:rsidR="002366E2" w:rsidRDefault="002366E2" w:rsidP="002366E2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p w:rsidR="002366E2" w:rsidRDefault="002366E2" w:rsidP="002366E2">
      <w:pPr>
        <w:spacing w:after="0" w:line="360" w:lineRule="auto"/>
        <w:jc w:val="center"/>
        <w:rPr>
          <w:rFonts w:ascii="Modern No. 20" w:hAnsi="Modern No. 20"/>
          <w:lang w:val="en-GB"/>
        </w:rPr>
      </w:pPr>
      <w:r>
        <w:rPr>
          <w:rFonts w:ascii="Modern No. 20" w:hAnsi="Modern No. 20"/>
          <w:lang w:val="en-GB"/>
        </w:rPr>
        <w:t>*******************************</w:t>
      </w:r>
    </w:p>
    <w:p w:rsidR="00E52C0E" w:rsidRDefault="00E52C0E" w:rsidP="00C73237">
      <w:pPr>
        <w:spacing w:after="0" w:line="360" w:lineRule="auto"/>
        <w:jc w:val="both"/>
        <w:rPr>
          <w:rFonts w:ascii="Modern No. 20" w:hAnsi="Modern No. 20"/>
          <w:lang w:val="en-GB"/>
        </w:rPr>
      </w:pPr>
    </w:p>
    <w:sectPr w:rsidR="00E52C0E" w:rsidSect="00A623D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74D" w:rsidRDefault="00B5274D" w:rsidP="00E50068">
      <w:pPr>
        <w:spacing w:after="0" w:line="240" w:lineRule="auto"/>
      </w:pPr>
      <w:r>
        <w:separator/>
      </w:r>
    </w:p>
  </w:endnote>
  <w:endnote w:type="continuationSeparator" w:id="0">
    <w:p w:rsidR="00B5274D" w:rsidRDefault="00B5274D" w:rsidP="00E50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9718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0068" w:rsidRDefault="00E500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4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50068" w:rsidRDefault="00E500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74D" w:rsidRDefault="00B5274D" w:rsidP="00E50068">
      <w:pPr>
        <w:spacing w:after="0" w:line="240" w:lineRule="auto"/>
      </w:pPr>
      <w:r>
        <w:separator/>
      </w:r>
    </w:p>
  </w:footnote>
  <w:footnote w:type="continuationSeparator" w:id="0">
    <w:p w:rsidR="00B5274D" w:rsidRDefault="00B5274D" w:rsidP="00E50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66566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83162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F430D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11413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241D5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C35F8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87DDE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A64CD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B6A62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52598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B0060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83C7B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72DBB"/>
    <w:multiLevelType w:val="hybridMultilevel"/>
    <w:tmpl w:val="ABC64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D6041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46406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B49D0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E760C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A1BB0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B198C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D1D19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7514E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B4805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A7A8A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90CBE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714D0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12343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336D01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C634E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C5334D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629D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74249F"/>
    <w:multiLevelType w:val="hybridMultilevel"/>
    <w:tmpl w:val="511ADB1A"/>
    <w:lvl w:ilvl="0" w:tplc="809A23A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2"/>
  </w:num>
  <w:num w:numId="3">
    <w:abstractNumId w:val="1"/>
  </w:num>
  <w:num w:numId="4">
    <w:abstractNumId w:val="30"/>
  </w:num>
  <w:num w:numId="5">
    <w:abstractNumId w:val="29"/>
  </w:num>
  <w:num w:numId="6">
    <w:abstractNumId w:val="16"/>
  </w:num>
  <w:num w:numId="7">
    <w:abstractNumId w:val="0"/>
  </w:num>
  <w:num w:numId="8">
    <w:abstractNumId w:val="11"/>
  </w:num>
  <w:num w:numId="9">
    <w:abstractNumId w:val="14"/>
  </w:num>
  <w:num w:numId="10">
    <w:abstractNumId w:val="20"/>
  </w:num>
  <w:num w:numId="11">
    <w:abstractNumId w:val="3"/>
  </w:num>
  <w:num w:numId="12">
    <w:abstractNumId w:val="24"/>
  </w:num>
  <w:num w:numId="13">
    <w:abstractNumId w:val="25"/>
  </w:num>
  <w:num w:numId="14">
    <w:abstractNumId w:val="6"/>
  </w:num>
  <w:num w:numId="15">
    <w:abstractNumId w:val="21"/>
  </w:num>
  <w:num w:numId="16">
    <w:abstractNumId w:val="9"/>
  </w:num>
  <w:num w:numId="17">
    <w:abstractNumId w:val="10"/>
  </w:num>
  <w:num w:numId="18">
    <w:abstractNumId w:val="5"/>
  </w:num>
  <w:num w:numId="19">
    <w:abstractNumId w:val="19"/>
  </w:num>
  <w:num w:numId="20">
    <w:abstractNumId w:val="18"/>
  </w:num>
  <w:num w:numId="21">
    <w:abstractNumId w:val="2"/>
  </w:num>
  <w:num w:numId="22">
    <w:abstractNumId w:val="26"/>
  </w:num>
  <w:num w:numId="23">
    <w:abstractNumId w:val="23"/>
  </w:num>
  <w:num w:numId="24">
    <w:abstractNumId w:val="8"/>
  </w:num>
  <w:num w:numId="25">
    <w:abstractNumId w:val="22"/>
  </w:num>
  <w:num w:numId="26">
    <w:abstractNumId w:val="7"/>
  </w:num>
  <w:num w:numId="27">
    <w:abstractNumId w:val="15"/>
  </w:num>
  <w:num w:numId="28">
    <w:abstractNumId w:val="27"/>
  </w:num>
  <w:num w:numId="29">
    <w:abstractNumId w:val="17"/>
  </w:num>
  <w:num w:numId="30">
    <w:abstractNumId w:val="13"/>
  </w:num>
  <w:num w:numId="31">
    <w:abstractNumId w:val="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5D"/>
    <w:rsid w:val="00001E41"/>
    <w:rsid w:val="00004C07"/>
    <w:rsid w:val="0003799B"/>
    <w:rsid w:val="00043865"/>
    <w:rsid w:val="00082459"/>
    <w:rsid w:val="0008738B"/>
    <w:rsid w:val="000938F7"/>
    <w:rsid w:val="000A24F4"/>
    <w:rsid w:val="000A562C"/>
    <w:rsid w:val="001179B8"/>
    <w:rsid w:val="00150AC4"/>
    <w:rsid w:val="001A58E9"/>
    <w:rsid w:val="001E1DDA"/>
    <w:rsid w:val="00204D14"/>
    <w:rsid w:val="002366E2"/>
    <w:rsid w:val="00241C67"/>
    <w:rsid w:val="00253B0A"/>
    <w:rsid w:val="00266C53"/>
    <w:rsid w:val="00277D21"/>
    <w:rsid w:val="00281700"/>
    <w:rsid w:val="002A1C87"/>
    <w:rsid w:val="002B4443"/>
    <w:rsid w:val="002F4E08"/>
    <w:rsid w:val="00313FDD"/>
    <w:rsid w:val="00314710"/>
    <w:rsid w:val="00342548"/>
    <w:rsid w:val="00373816"/>
    <w:rsid w:val="0038592A"/>
    <w:rsid w:val="00393FA8"/>
    <w:rsid w:val="003D1ADC"/>
    <w:rsid w:val="003D23C7"/>
    <w:rsid w:val="003D4DC4"/>
    <w:rsid w:val="004327FB"/>
    <w:rsid w:val="00471542"/>
    <w:rsid w:val="004A6D56"/>
    <w:rsid w:val="004C6406"/>
    <w:rsid w:val="004E0B94"/>
    <w:rsid w:val="004E4282"/>
    <w:rsid w:val="004E5099"/>
    <w:rsid w:val="00521429"/>
    <w:rsid w:val="00521ECF"/>
    <w:rsid w:val="00542BB9"/>
    <w:rsid w:val="00576181"/>
    <w:rsid w:val="005A584E"/>
    <w:rsid w:val="005A65B9"/>
    <w:rsid w:val="005D52C5"/>
    <w:rsid w:val="005F305D"/>
    <w:rsid w:val="00613A23"/>
    <w:rsid w:val="00637766"/>
    <w:rsid w:val="00642D47"/>
    <w:rsid w:val="006616F8"/>
    <w:rsid w:val="00681AF9"/>
    <w:rsid w:val="006B09F6"/>
    <w:rsid w:val="006B2FBE"/>
    <w:rsid w:val="006D19EC"/>
    <w:rsid w:val="006F3D66"/>
    <w:rsid w:val="007003C5"/>
    <w:rsid w:val="00772B43"/>
    <w:rsid w:val="007A3585"/>
    <w:rsid w:val="007B3D05"/>
    <w:rsid w:val="007B78B1"/>
    <w:rsid w:val="00812039"/>
    <w:rsid w:val="0081408A"/>
    <w:rsid w:val="00816ACF"/>
    <w:rsid w:val="0086452C"/>
    <w:rsid w:val="00884D63"/>
    <w:rsid w:val="00891168"/>
    <w:rsid w:val="0089136C"/>
    <w:rsid w:val="008A0529"/>
    <w:rsid w:val="008A46EF"/>
    <w:rsid w:val="008D7F99"/>
    <w:rsid w:val="008E24E8"/>
    <w:rsid w:val="008F6E5F"/>
    <w:rsid w:val="00906288"/>
    <w:rsid w:val="00906C24"/>
    <w:rsid w:val="009557ED"/>
    <w:rsid w:val="00976D82"/>
    <w:rsid w:val="009A14DF"/>
    <w:rsid w:val="009A7E10"/>
    <w:rsid w:val="009F25EB"/>
    <w:rsid w:val="00A05964"/>
    <w:rsid w:val="00A11ED8"/>
    <w:rsid w:val="00A44E0E"/>
    <w:rsid w:val="00A513E7"/>
    <w:rsid w:val="00A521E4"/>
    <w:rsid w:val="00A577CD"/>
    <w:rsid w:val="00A623D3"/>
    <w:rsid w:val="00AD021B"/>
    <w:rsid w:val="00AE0683"/>
    <w:rsid w:val="00AE27BF"/>
    <w:rsid w:val="00B109B9"/>
    <w:rsid w:val="00B22DCB"/>
    <w:rsid w:val="00B30B07"/>
    <w:rsid w:val="00B3309C"/>
    <w:rsid w:val="00B35960"/>
    <w:rsid w:val="00B5274D"/>
    <w:rsid w:val="00B97512"/>
    <w:rsid w:val="00C31DBC"/>
    <w:rsid w:val="00C36229"/>
    <w:rsid w:val="00C362DC"/>
    <w:rsid w:val="00C536E2"/>
    <w:rsid w:val="00C60974"/>
    <w:rsid w:val="00C73237"/>
    <w:rsid w:val="00C94204"/>
    <w:rsid w:val="00CA4052"/>
    <w:rsid w:val="00CB64E7"/>
    <w:rsid w:val="00D15DF9"/>
    <w:rsid w:val="00D37C53"/>
    <w:rsid w:val="00D530A8"/>
    <w:rsid w:val="00D73DF1"/>
    <w:rsid w:val="00DB0378"/>
    <w:rsid w:val="00DD0A55"/>
    <w:rsid w:val="00DE2780"/>
    <w:rsid w:val="00E32D84"/>
    <w:rsid w:val="00E44799"/>
    <w:rsid w:val="00E50068"/>
    <w:rsid w:val="00E52C0E"/>
    <w:rsid w:val="00E6440B"/>
    <w:rsid w:val="00EB0596"/>
    <w:rsid w:val="00EB4763"/>
    <w:rsid w:val="00EC4AC4"/>
    <w:rsid w:val="00EC6B0D"/>
    <w:rsid w:val="00F448D1"/>
    <w:rsid w:val="00F61860"/>
    <w:rsid w:val="00FC56C2"/>
    <w:rsid w:val="00FD5BC7"/>
    <w:rsid w:val="00FD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02552F-15C9-46DA-A371-F45595A5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2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52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2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50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068"/>
  </w:style>
  <w:style w:type="paragraph" w:styleId="Footer">
    <w:name w:val="footer"/>
    <w:basedOn w:val="Normal"/>
    <w:link w:val="FooterChar"/>
    <w:uiPriority w:val="99"/>
    <w:unhideWhenUsed/>
    <w:rsid w:val="00E50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g_%20tomas\Downloads\Stat145.firstmidterm143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Stat145.firstmidterm1435</Template>
  <TotalTime>10</TotalTime>
  <Pages>6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</cp:lastModifiedBy>
  <cp:revision>7</cp:revision>
  <cp:lastPrinted>2015-02-06T15:55:00Z</cp:lastPrinted>
  <dcterms:created xsi:type="dcterms:W3CDTF">2015-03-15T14:06:00Z</dcterms:created>
  <dcterms:modified xsi:type="dcterms:W3CDTF">2017-10-07T07:56:00Z</dcterms:modified>
</cp:coreProperties>
</file>