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4C34B" w14:textId="77777777" w:rsidR="00A313C4" w:rsidRDefault="00BF7A9C" w:rsidP="00A313C4">
      <w:pPr>
        <w:pStyle w:val="Title"/>
      </w:pPr>
      <w:r>
        <w:t>‍‍</w:t>
      </w:r>
      <w:sdt>
        <w:sdtPr>
          <w:rPr>
            <w:b/>
            <w:bCs/>
            <w:szCs w:val="52"/>
          </w:rPr>
          <w:alias w:val="Your Name"/>
          <w:tag w:val=""/>
          <w:id w:val="1246310863"/>
          <w:placeholder>
            <w:docPart w:val="C11D1A50337A483F9019A064B5C60F57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A313C4" w:rsidRPr="004031AE">
            <w:rPr>
              <w:b/>
              <w:bCs/>
              <w:szCs w:val="52"/>
            </w:rPr>
            <w:t>curriculum vitae</w:t>
          </w:r>
        </w:sdtContent>
      </w:sdt>
    </w:p>
    <w:p w14:paraId="77B51A97" w14:textId="33446300" w:rsidR="00A313C4" w:rsidRPr="004031AE" w:rsidRDefault="00BD266E" w:rsidP="00A313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Personal D</w:t>
      </w:r>
      <w:r w:rsidR="00A313C4" w:rsidRPr="004031AE">
        <w:rPr>
          <w:b/>
          <w:bCs/>
          <w:sz w:val="28"/>
          <w:szCs w:val="28"/>
        </w:rPr>
        <w:t>ata</w:t>
      </w:r>
      <w:r w:rsidR="00AA2EB6">
        <w:rPr>
          <w:b/>
          <w:bCs/>
          <w:sz w:val="28"/>
          <w:szCs w:val="28"/>
        </w:rPr>
        <w:t>:</w:t>
      </w:r>
    </w:p>
    <w:p w14:paraId="79CA06EB" w14:textId="52ED5273" w:rsidR="00A313C4" w:rsidRPr="0041759F" w:rsidRDefault="001802FF" w:rsidP="00A313C4">
      <w:pPr>
        <w:rPr>
          <w:rFonts w:asciiTheme="majorBidi" w:hAnsiTheme="majorBidi" w:cstheme="majorBidi"/>
          <w:sz w:val="28"/>
          <w:szCs w:val="28"/>
        </w:rPr>
      </w:pPr>
      <w:r>
        <w:rPr>
          <w:sz w:val="24"/>
          <w:szCs w:val="24"/>
        </w:rPr>
        <w:t xml:space="preserve">Name: </w:t>
      </w:r>
      <w:r w:rsidRPr="0041759F">
        <w:rPr>
          <w:rFonts w:asciiTheme="majorBidi" w:hAnsiTheme="majorBidi" w:cstheme="majorBidi"/>
          <w:b/>
          <w:i/>
          <w:sz w:val="28"/>
          <w:szCs w:val="28"/>
        </w:rPr>
        <w:t xml:space="preserve">Fatimah Saad Abdullah </w:t>
      </w:r>
      <w:r w:rsidR="00E7604F" w:rsidRPr="0041759F">
        <w:rPr>
          <w:rFonts w:asciiTheme="majorBidi" w:hAnsiTheme="majorBidi" w:cstheme="majorBidi"/>
          <w:b/>
          <w:i/>
          <w:sz w:val="28"/>
          <w:szCs w:val="28"/>
        </w:rPr>
        <w:t>AL-Shahrani</w:t>
      </w:r>
      <w:bookmarkStart w:id="0" w:name="_GoBack"/>
      <w:bookmarkEnd w:id="0"/>
    </w:p>
    <w:p w14:paraId="56784D25" w14:textId="77777777" w:rsidR="00A313C4" w:rsidRPr="004031AE" w:rsidRDefault="00A313C4" w:rsidP="00A313C4">
      <w:pPr>
        <w:rPr>
          <w:sz w:val="24"/>
          <w:szCs w:val="24"/>
        </w:rPr>
      </w:pPr>
      <w:r w:rsidRPr="004031AE">
        <w:rPr>
          <w:sz w:val="24"/>
          <w:szCs w:val="24"/>
        </w:rPr>
        <w:t>Nationality: Saudi</w:t>
      </w:r>
    </w:p>
    <w:p w14:paraId="6034744F" w14:textId="77777777" w:rsidR="00A313C4" w:rsidRPr="004031AE" w:rsidRDefault="00A313C4" w:rsidP="00A313C4">
      <w:pPr>
        <w:rPr>
          <w:sz w:val="24"/>
          <w:szCs w:val="24"/>
        </w:rPr>
      </w:pPr>
      <w:r w:rsidRPr="004031AE">
        <w:rPr>
          <w:sz w:val="24"/>
          <w:szCs w:val="24"/>
        </w:rPr>
        <w:t>Date of birth: 20-11-1982</w:t>
      </w:r>
    </w:p>
    <w:p w14:paraId="6D235742" w14:textId="77777777" w:rsidR="00A313C4" w:rsidRPr="004031AE" w:rsidRDefault="00DB0978" w:rsidP="00A313C4">
      <w:pPr>
        <w:rPr>
          <w:sz w:val="24"/>
          <w:szCs w:val="24"/>
        </w:rPr>
      </w:pPr>
      <w:r>
        <w:rPr>
          <w:sz w:val="24"/>
          <w:szCs w:val="24"/>
        </w:rPr>
        <w:t xml:space="preserve">Address: Riyadh-Saudi Arabia </w:t>
      </w:r>
    </w:p>
    <w:p w14:paraId="7FD76E9E" w14:textId="6DE99964" w:rsidR="00A313C4" w:rsidRPr="004031AE" w:rsidRDefault="0041759F" w:rsidP="00A313C4">
      <w:pPr>
        <w:rPr>
          <w:sz w:val="24"/>
          <w:szCs w:val="24"/>
        </w:rPr>
      </w:pPr>
      <w:r>
        <w:rPr>
          <w:sz w:val="24"/>
          <w:szCs w:val="24"/>
        </w:rPr>
        <w:t>Contact no.: mobile +</w:t>
      </w:r>
      <w:r w:rsidR="00A313C4" w:rsidRPr="004031AE">
        <w:rPr>
          <w:sz w:val="24"/>
          <w:szCs w:val="24"/>
        </w:rPr>
        <w:t>966503277824</w:t>
      </w:r>
    </w:p>
    <w:p w14:paraId="06BB961E" w14:textId="6C454991" w:rsidR="00A313C4" w:rsidRPr="004031AE" w:rsidRDefault="00A313C4" w:rsidP="0041759F">
      <w:pPr>
        <w:rPr>
          <w:sz w:val="24"/>
          <w:szCs w:val="24"/>
        </w:rPr>
      </w:pPr>
      <w:r w:rsidRPr="004031AE">
        <w:rPr>
          <w:sz w:val="24"/>
          <w:szCs w:val="24"/>
        </w:rPr>
        <w:t xml:space="preserve">Email: </w:t>
      </w:r>
      <w:r w:rsidR="00C06EE9" w:rsidRPr="004031AE">
        <w:rPr>
          <w:sz w:val="24"/>
          <w:szCs w:val="24"/>
        </w:rPr>
        <w:t>fatimah_med@hotmail.com</w:t>
      </w:r>
    </w:p>
    <w:p w14:paraId="657AB3F8" w14:textId="77777777" w:rsidR="00F00B77" w:rsidRDefault="00C06EE9" w:rsidP="00F00B77">
      <w:pPr>
        <w:rPr>
          <w:sz w:val="24"/>
          <w:szCs w:val="24"/>
          <w:rtl/>
        </w:rPr>
      </w:pPr>
      <w:r w:rsidRPr="004031AE">
        <w:rPr>
          <w:sz w:val="24"/>
          <w:szCs w:val="24"/>
        </w:rPr>
        <w:t>Registration number in S</w:t>
      </w:r>
      <w:r w:rsidR="004031AE">
        <w:rPr>
          <w:sz w:val="24"/>
          <w:szCs w:val="24"/>
        </w:rPr>
        <w:t xml:space="preserve">audi </w:t>
      </w:r>
      <w:r w:rsidRPr="004031AE">
        <w:rPr>
          <w:sz w:val="24"/>
          <w:szCs w:val="24"/>
        </w:rPr>
        <w:t>C</w:t>
      </w:r>
      <w:r w:rsidR="004031AE">
        <w:rPr>
          <w:sz w:val="24"/>
          <w:szCs w:val="24"/>
        </w:rPr>
        <w:t>ouncil o</w:t>
      </w:r>
      <w:r w:rsidR="004031AE" w:rsidRPr="004031AE">
        <w:rPr>
          <w:sz w:val="24"/>
          <w:szCs w:val="24"/>
        </w:rPr>
        <w:t>f</w:t>
      </w:r>
      <w:r w:rsidR="004031AE">
        <w:rPr>
          <w:sz w:val="24"/>
          <w:szCs w:val="24"/>
        </w:rPr>
        <w:t xml:space="preserve"> </w:t>
      </w:r>
      <w:r w:rsidRPr="004031AE">
        <w:rPr>
          <w:sz w:val="24"/>
          <w:szCs w:val="24"/>
        </w:rPr>
        <w:t>H</w:t>
      </w:r>
      <w:r w:rsidR="004031AE">
        <w:rPr>
          <w:sz w:val="24"/>
          <w:szCs w:val="24"/>
        </w:rPr>
        <w:t xml:space="preserve">ealth </w:t>
      </w:r>
      <w:r w:rsidR="004031AE" w:rsidRPr="004031AE">
        <w:rPr>
          <w:sz w:val="24"/>
          <w:szCs w:val="24"/>
        </w:rPr>
        <w:t>S</w:t>
      </w:r>
      <w:r w:rsidR="004031AE">
        <w:rPr>
          <w:sz w:val="24"/>
          <w:szCs w:val="24"/>
        </w:rPr>
        <w:t>pecialty</w:t>
      </w:r>
      <w:r w:rsidRPr="004031AE">
        <w:rPr>
          <w:sz w:val="24"/>
          <w:szCs w:val="24"/>
        </w:rPr>
        <w:t xml:space="preserve">: </w:t>
      </w:r>
      <w:r w:rsidR="00F00B77">
        <w:rPr>
          <w:rFonts w:hint="cs"/>
          <w:sz w:val="24"/>
          <w:szCs w:val="24"/>
          <w:rtl/>
        </w:rPr>
        <w:t>2015021128585</w:t>
      </w:r>
    </w:p>
    <w:p w14:paraId="57A32F8D" w14:textId="77777777" w:rsidR="002D3D98" w:rsidRDefault="001802FF" w:rsidP="00F00B77">
      <w:pPr>
        <w:rPr>
          <w:sz w:val="24"/>
          <w:szCs w:val="24"/>
        </w:rPr>
      </w:pPr>
      <w:r w:rsidRPr="0095149D">
        <w:rPr>
          <w:b/>
          <w:bCs/>
          <w:sz w:val="28"/>
          <w:szCs w:val="28"/>
        </w:rPr>
        <w:t>Current position:</w:t>
      </w:r>
      <w:r>
        <w:rPr>
          <w:sz w:val="24"/>
          <w:szCs w:val="24"/>
        </w:rPr>
        <w:t xml:space="preserve"> </w:t>
      </w:r>
    </w:p>
    <w:p w14:paraId="2F571E57" w14:textId="38FEA642" w:rsidR="00F00B77" w:rsidRDefault="0041759F" w:rsidP="00F00B77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41759F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Year Fellowship in Adult Infectious Disease Program of Saudi Council.</w:t>
      </w:r>
    </w:p>
    <w:p w14:paraId="3C33C300" w14:textId="09F31E32" w:rsidR="00F00B77" w:rsidRDefault="00BD266E" w:rsidP="0041759F">
      <w:pPr>
        <w:rPr>
          <w:sz w:val="24"/>
          <w:szCs w:val="24"/>
        </w:rPr>
      </w:pPr>
      <w:r>
        <w:rPr>
          <w:sz w:val="24"/>
          <w:szCs w:val="24"/>
        </w:rPr>
        <w:t>K</w:t>
      </w:r>
      <w:r w:rsidR="00F00B77">
        <w:rPr>
          <w:sz w:val="24"/>
          <w:szCs w:val="24"/>
        </w:rPr>
        <w:t xml:space="preserve">ing </w:t>
      </w:r>
      <w:r>
        <w:rPr>
          <w:sz w:val="24"/>
          <w:szCs w:val="24"/>
        </w:rPr>
        <w:t>K</w:t>
      </w:r>
      <w:r w:rsidR="00915C7F">
        <w:rPr>
          <w:sz w:val="24"/>
          <w:szCs w:val="24"/>
        </w:rPr>
        <w:t>halid</w:t>
      </w:r>
      <w:r>
        <w:rPr>
          <w:sz w:val="24"/>
          <w:szCs w:val="24"/>
        </w:rPr>
        <w:t xml:space="preserve"> U</w:t>
      </w:r>
      <w:r w:rsidR="00F00B77">
        <w:rPr>
          <w:sz w:val="24"/>
          <w:szCs w:val="24"/>
        </w:rPr>
        <w:t xml:space="preserve">niversity </w:t>
      </w:r>
      <w:r>
        <w:rPr>
          <w:sz w:val="24"/>
          <w:szCs w:val="24"/>
        </w:rPr>
        <w:t>H</w:t>
      </w:r>
      <w:r w:rsidR="00915C7F">
        <w:rPr>
          <w:sz w:val="24"/>
          <w:szCs w:val="24"/>
        </w:rPr>
        <w:t>ospital</w:t>
      </w:r>
      <w:r w:rsidR="0036033D">
        <w:rPr>
          <w:sz w:val="24"/>
          <w:szCs w:val="24"/>
        </w:rPr>
        <w:t xml:space="preserve"> of King Saud University. </w:t>
      </w:r>
    </w:p>
    <w:p w14:paraId="28CCB736" w14:textId="7ABACB9D" w:rsidR="00A12030" w:rsidRPr="00AA2EB6" w:rsidRDefault="00BF7A9C" w:rsidP="0041759F">
      <w:pPr>
        <w:rPr>
          <w:b/>
          <w:bCs/>
          <w:sz w:val="28"/>
          <w:szCs w:val="28"/>
        </w:rPr>
      </w:pPr>
      <w:r w:rsidRPr="00AA2EB6">
        <w:rPr>
          <w:b/>
          <w:bCs/>
          <w:sz w:val="28"/>
          <w:szCs w:val="28"/>
        </w:rPr>
        <w:t>Objective</w:t>
      </w:r>
      <w:r w:rsidR="0041759F">
        <w:rPr>
          <w:b/>
          <w:bCs/>
          <w:sz w:val="28"/>
          <w:szCs w:val="28"/>
        </w:rPr>
        <w:t>s:</w:t>
      </w:r>
    </w:p>
    <w:p w14:paraId="698C4D49" w14:textId="134BAF39" w:rsidR="002D3D98" w:rsidRDefault="0041759F" w:rsidP="0041759F">
      <w:pPr>
        <w:pStyle w:val="ListBullet"/>
        <w:numPr>
          <w:ilvl w:val="0"/>
          <w:numId w:val="0"/>
        </w:numPr>
        <w:ind w:left="144" w:hanging="144"/>
        <w:rPr>
          <w:sz w:val="24"/>
          <w:szCs w:val="24"/>
        </w:rPr>
      </w:pPr>
      <w:r>
        <w:rPr>
          <w:sz w:val="24"/>
          <w:szCs w:val="24"/>
        </w:rPr>
        <w:t>To</w:t>
      </w:r>
      <w:r w:rsidR="00AA2EB6">
        <w:rPr>
          <w:sz w:val="24"/>
          <w:szCs w:val="24"/>
        </w:rPr>
        <w:t xml:space="preserve"> obtain </w:t>
      </w:r>
      <w:r>
        <w:rPr>
          <w:sz w:val="24"/>
          <w:szCs w:val="24"/>
        </w:rPr>
        <w:t>knowledge and</w:t>
      </w:r>
      <w:r w:rsidR="002D3D98">
        <w:rPr>
          <w:sz w:val="24"/>
          <w:szCs w:val="24"/>
        </w:rPr>
        <w:t xml:space="preserve"> </w:t>
      </w:r>
      <w:r w:rsidR="00AA2EB6">
        <w:rPr>
          <w:sz w:val="24"/>
          <w:szCs w:val="24"/>
        </w:rPr>
        <w:t>experience</w:t>
      </w:r>
      <w:r>
        <w:rPr>
          <w:sz w:val="24"/>
          <w:szCs w:val="24"/>
        </w:rPr>
        <w:t xml:space="preserve"> in infectious diseases and</w:t>
      </w:r>
      <w:r w:rsidR="00AA2E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 w:rsidR="00AA2EB6">
        <w:rPr>
          <w:sz w:val="24"/>
          <w:szCs w:val="24"/>
        </w:rPr>
        <w:t xml:space="preserve">apply it </w:t>
      </w:r>
      <w:r>
        <w:rPr>
          <w:sz w:val="24"/>
          <w:szCs w:val="24"/>
        </w:rPr>
        <w:t>to</w:t>
      </w:r>
      <w:r w:rsidR="00AA2EB6">
        <w:rPr>
          <w:sz w:val="24"/>
          <w:szCs w:val="24"/>
        </w:rPr>
        <w:t xml:space="preserve"> my practice</w:t>
      </w:r>
      <w:r>
        <w:rPr>
          <w:sz w:val="24"/>
          <w:szCs w:val="24"/>
        </w:rPr>
        <w:t xml:space="preserve"> helping me elevate the level of patient care to the best they deserve      </w:t>
      </w:r>
    </w:p>
    <w:p w14:paraId="46452A20" w14:textId="77777777" w:rsidR="00842FBD" w:rsidRDefault="00842FBD" w:rsidP="00842FBD">
      <w:pPr>
        <w:pStyle w:val="ListBullet"/>
        <w:numPr>
          <w:ilvl w:val="0"/>
          <w:numId w:val="0"/>
        </w:numPr>
        <w:rPr>
          <w:sz w:val="24"/>
          <w:szCs w:val="24"/>
        </w:rPr>
      </w:pPr>
    </w:p>
    <w:p w14:paraId="24883A11" w14:textId="77777777" w:rsidR="00F00B77" w:rsidRDefault="00F00B77" w:rsidP="00F00B77">
      <w:pPr>
        <w:rPr>
          <w:b/>
          <w:bCs/>
          <w:sz w:val="28"/>
          <w:szCs w:val="28"/>
        </w:rPr>
      </w:pPr>
    </w:p>
    <w:p w14:paraId="67A7CBB1" w14:textId="77777777" w:rsidR="00AB0C4D" w:rsidRDefault="00F00B77" w:rsidP="00F00B77">
      <w:pPr>
        <w:rPr>
          <w:b/>
          <w:bCs/>
          <w:sz w:val="28"/>
          <w:szCs w:val="28"/>
        </w:rPr>
      </w:pPr>
      <w:r w:rsidRPr="00F00B77">
        <w:rPr>
          <w:b/>
          <w:bCs/>
          <w:sz w:val="28"/>
          <w:szCs w:val="28"/>
        </w:rPr>
        <w:t>Awards</w:t>
      </w:r>
      <w:r w:rsidR="00AB0C4D">
        <w:rPr>
          <w:b/>
          <w:bCs/>
          <w:sz w:val="28"/>
          <w:szCs w:val="28"/>
        </w:rPr>
        <w:t>:</w:t>
      </w:r>
    </w:p>
    <w:p w14:paraId="0A729B25" w14:textId="62EED802" w:rsidR="0041759F" w:rsidRPr="00AB0C4D" w:rsidRDefault="0041759F" w:rsidP="0041759F">
      <w:pPr>
        <w:rPr>
          <w:b/>
          <w:bCs/>
          <w:sz w:val="28"/>
          <w:szCs w:val="28"/>
        </w:rPr>
      </w:pPr>
      <w:r>
        <w:rPr>
          <w:sz w:val="24"/>
          <w:szCs w:val="24"/>
        </w:rPr>
        <w:t>Postgraduate Department of King Khalid University Hospital:</w:t>
      </w:r>
    </w:p>
    <w:p w14:paraId="40322765" w14:textId="19077905" w:rsidR="00F00B77" w:rsidRPr="00AB0C4D" w:rsidRDefault="0041759F" w:rsidP="0041759F">
      <w:pPr>
        <w:rPr>
          <w:b/>
          <w:bCs/>
          <w:sz w:val="28"/>
          <w:szCs w:val="28"/>
        </w:rPr>
      </w:pPr>
      <w:r>
        <w:rPr>
          <w:sz w:val="24"/>
          <w:szCs w:val="24"/>
        </w:rPr>
        <w:t xml:space="preserve">Fellow of the Year </w:t>
      </w:r>
      <w:r w:rsidR="00AB0C4D">
        <w:rPr>
          <w:sz w:val="24"/>
          <w:szCs w:val="24"/>
        </w:rPr>
        <w:t>2015</w:t>
      </w:r>
    </w:p>
    <w:p w14:paraId="20305CFD" w14:textId="2FB37B68" w:rsidR="00915C7F" w:rsidRPr="00AB0C4D" w:rsidRDefault="00915C7F" w:rsidP="00AB0C4D">
      <w:pPr>
        <w:pStyle w:val="SectionHeading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Certificate</w:t>
      </w:r>
      <w:r w:rsidR="00AB0C4D">
        <w:rPr>
          <w:color w:val="auto"/>
          <w:sz w:val="28"/>
          <w:szCs w:val="28"/>
        </w:rPr>
        <w:t>s:</w:t>
      </w:r>
    </w:p>
    <w:p w14:paraId="7A6C22C9" w14:textId="382A136F" w:rsidR="00915C7F" w:rsidRDefault="00915C7F" w:rsidP="00915C7F">
      <w:pPr>
        <w:rPr>
          <w:sz w:val="24"/>
          <w:szCs w:val="24"/>
        </w:rPr>
      </w:pPr>
      <w:r w:rsidRPr="004031AE">
        <w:rPr>
          <w:sz w:val="24"/>
          <w:szCs w:val="24"/>
        </w:rPr>
        <w:t xml:space="preserve">King </w:t>
      </w:r>
      <w:r w:rsidR="00AB0C4D" w:rsidRPr="004031AE">
        <w:rPr>
          <w:sz w:val="24"/>
          <w:szCs w:val="24"/>
        </w:rPr>
        <w:t>Saud</w:t>
      </w:r>
      <w:r w:rsidR="00AB0C4D">
        <w:rPr>
          <w:sz w:val="24"/>
          <w:szCs w:val="24"/>
        </w:rPr>
        <w:t xml:space="preserve"> University Board in Internal M</w:t>
      </w:r>
      <w:r w:rsidRPr="004031AE">
        <w:rPr>
          <w:sz w:val="24"/>
          <w:szCs w:val="24"/>
        </w:rPr>
        <w:t>edicine,</w:t>
      </w:r>
      <w:r w:rsidR="00AB0C4D">
        <w:rPr>
          <w:sz w:val="24"/>
          <w:szCs w:val="24"/>
        </w:rPr>
        <w:t xml:space="preserve"> </w:t>
      </w:r>
      <w:r w:rsidRPr="004031AE">
        <w:rPr>
          <w:sz w:val="24"/>
          <w:szCs w:val="24"/>
        </w:rPr>
        <w:t>2014</w:t>
      </w:r>
      <w:r w:rsidR="00AB0C4D">
        <w:rPr>
          <w:sz w:val="24"/>
          <w:szCs w:val="24"/>
        </w:rPr>
        <w:t>.</w:t>
      </w:r>
    </w:p>
    <w:p w14:paraId="217F60CC" w14:textId="16EA0494" w:rsidR="00915C7F" w:rsidRPr="004031AE" w:rsidRDefault="00915C7F" w:rsidP="00915C7F">
      <w:pPr>
        <w:rPr>
          <w:sz w:val="24"/>
          <w:szCs w:val="24"/>
        </w:rPr>
      </w:pPr>
      <w:r w:rsidRPr="004031AE">
        <w:rPr>
          <w:sz w:val="24"/>
          <w:szCs w:val="24"/>
        </w:rPr>
        <w:t>M.B.B.S Degre</w:t>
      </w:r>
      <w:r w:rsidR="00AB0C4D">
        <w:rPr>
          <w:sz w:val="24"/>
          <w:szCs w:val="24"/>
        </w:rPr>
        <w:t>e at 2008 (GPA 3.21 OUT OF 5), College of Medicine, King Saud U</w:t>
      </w:r>
      <w:r w:rsidRPr="004031AE">
        <w:rPr>
          <w:sz w:val="24"/>
          <w:szCs w:val="24"/>
        </w:rPr>
        <w:t>niversity, Riyadh, Saudi Arabia</w:t>
      </w:r>
      <w:r w:rsidR="00AB0C4D">
        <w:rPr>
          <w:sz w:val="24"/>
          <w:szCs w:val="24"/>
        </w:rPr>
        <w:t>.</w:t>
      </w:r>
    </w:p>
    <w:p w14:paraId="4C28CC98" w14:textId="543DC42D" w:rsidR="00AB0C4D" w:rsidRDefault="00AB0C4D" w:rsidP="00915C7F">
      <w:pPr>
        <w:rPr>
          <w:sz w:val="24"/>
          <w:szCs w:val="24"/>
        </w:rPr>
      </w:pPr>
      <w:r w:rsidRPr="002A4476">
        <w:rPr>
          <w:sz w:val="24"/>
          <w:szCs w:val="24"/>
        </w:rPr>
        <w:lastRenderedPageBreak/>
        <w:t>BLS 2015</w:t>
      </w:r>
    </w:p>
    <w:p w14:paraId="2EB13B9E" w14:textId="77777777" w:rsidR="00915C7F" w:rsidRPr="002A4476" w:rsidRDefault="002A4476" w:rsidP="00915C7F">
      <w:pPr>
        <w:rPr>
          <w:sz w:val="24"/>
          <w:szCs w:val="24"/>
        </w:rPr>
      </w:pPr>
      <w:r w:rsidRPr="002A4476">
        <w:rPr>
          <w:sz w:val="24"/>
          <w:szCs w:val="24"/>
        </w:rPr>
        <w:t>ACLS, BLS 2011</w:t>
      </w:r>
    </w:p>
    <w:p w14:paraId="65726980" w14:textId="54345C43" w:rsidR="00A12030" w:rsidRPr="004031AE" w:rsidRDefault="00AB0C4D">
      <w:pPr>
        <w:pStyle w:val="SectionHeading"/>
        <w:rPr>
          <w:color w:val="auto"/>
          <w:sz w:val="28"/>
          <w:szCs w:val="28"/>
        </w:rPr>
      </w:pPr>
      <w:r w:rsidRPr="004031AE">
        <w:rPr>
          <w:color w:val="auto"/>
          <w:sz w:val="28"/>
          <w:szCs w:val="28"/>
        </w:rPr>
        <w:t>Experience</w:t>
      </w:r>
      <w:r w:rsidR="00C06EE9" w:rsidRPr="004031AE">
        <w:rPr>
          <w:color w:val="auto"/>
          <w:sz w:val="28"/>
          <w:szCs w:val="28"/>
        </w:rPr>
        <w:t>:</w:t>
      </w:r>
    </w:p>
    <w:p w14:paraId="71464324" w14:textId="4D82B231" w:rsidR="00CB50E1" w:rsidRPr="004031AE" w:rsidRDefault="00D42F4E" w:rsidP="0041759F">
      <w:pPr>
        <w:rPr>
          <w:sz w:val="24"/>
          <w:szCs w:val="24"/>
        </w:rPr>
      </w:pPr>
      <w:r>
        <w:rPr>
          <w:sz w:val="24"/>
          <w:szCs w:val="24"/>
        </w:rPr>
        <w:t>Adult Infectious D</w:t>
      </w:r>
      <w:r w:rsidR="00A313C4" w:rsidRPr="004031AE">
        <w:rPr>
          <w:sz w:val="24"/>
          <w:szCs w:val="24"/>
        </w:rPr>
        <w:t>iseases fellowship program</w:t>
      </w:r>
      <w:r>
        <w:rPr>
          <w:sz w:val="24"/>
          <w:szCs w:val="24"/>
        </w:rPr>
        <w:t>,</w:t>
      </w:r>
      <w:r w:rsidR="00A313C4" w:rsidRPr="004031AE">
        <w:rPr>
          <w:sz w:val="24"/>
          <w:szCs w:val="24"/>
        </w:rPr>
        <w:t xml:space="preserve"> </w:t>
      </w:r>
      <w:r w:rsidRPr="004031AE">
        <w:rPr>
          <w:sz w:val="24"/>
          <w:szCs w:val="24"/>
        </w:rPr>
        <w:t>January</w:t>
      </w:r>
      <w:r w:rsidR="00AB0C4D">
        <w:rPr>
          <w:sz w:val="24"/>
          <w:szCs w:val="24"/>
        </w:rPr>
        <w:t xml:space="preserve"> 2015, </w:t>
      </w:r>
      <w:r w:rsidR="0041759F">
        <w:rPr>
          <w:sz w:val="24"/>
          <w:szCs w:val="24"/>
        </w:rPr>
        <w:t>under</w:t>
      </w:r>
      <w:r w:rsidR="00AB0C4D">
        <w:rPr>
          <w:sz w:val="24"/>
          <w:szCs w:val="24"/>
        </w:rPr>
        <w:t xml:space="preserve"> Saudi C</w:t>
      </w:r>
      <w:r w:rsidR="00A313C4" w:rsidRPr="004031AE">
        <w:rPr>
          <w:sz w:val="24"/>
          <w:szCs w:val="24"/>
        </w:rPr>
        <w:t>ouncil</w:t>
      </w:r>
      <w:r w:rsidR="00CB50E1" w:rsidRPr="004031AE">
        <w:rPr>
          <w:sz w:val="24"/>
          <w:szCs w:val="24"/>
        </w:rPr>
        <w:t xml:space="preserve"> of </w:t>
      </w:r>
      <w:r w:rsidR="00AB0C4D">
        <w:rPr>
          <w:sz w:val="24"/>
          <w:szCs w:val="24"/>
        </w:rPr>
        <w:t>H</w:t>
      </w:r>
      <w:r w:rsidR="00A313C4" w:rsidRPr="004031AE">
        <w:rPr>
          <w:sz w:val="24"/>
          <w:szCs w:val="24"/>
        </w:rPr>
        <w:t xml:space="preserve">ealth </w:t>
      </w:r>
      <w:r w:rsidR="00AB0C4D">
        <w:rPr>
          <w:sz w:val="24"/>
          <w:szCs w:val="24"/>
        </w:rPr>
        <w:t>S</w:t>
      </w:r>
      <w:r w:rsidR="00CB50E1" w:rsidRPr="004031AE">
        <w:rPr>
          <w:sz w:val="24"/>
          <w:szCs w:val="24"/>
        </w:rPr>
        <w:t>pecialties.</w:t>
      </w:r>
    </w:p>
    <w:p w14:paraId="2F8AAEA5" w14:textId="29FAECF3" w:rsidR="00CB50E1" w:rsidRPr="004031AE" w:rsidRDefault="00AB0C4D" w:rsidP="00A313C4">
      <w:pPr>
        <w:rPr>
          <w:sz w:val="24"/>
          <w:szCs w:val="24"/>
        </w:rPr>
      </w:pPr>
      <w:r>
        <w:rPr>
          <w:sz w:val="24"/>
          <w:szCs w:val="24"/>
        </w:rPr>
        <w:t>Saudi Board of Internal M</w:t>
      </w:r>
      <w:r w:rsidR="00CB50E1" w:rsidRPr="004031AE">
        <w:rPr>
          <w:sz w:val="24"/>
          <w:szCs w:val="24"/>
        </w:rPr>
        <w:t>edicine 2013</w:t>
      </w:r>
      <w:r w:rsidR="00D42F4E">
        <w:rPr>
          <w:sz w:val="24"/>
          <w:szCs w:val="24"/>
        </w:rPr>
        <w:t>.</w:t>
      </w:r>
    </w:p>
    <w:p w14:paraId="765ABF70" w14:textId="1DE7A652" w:rsidR="00CB50E1" w:rsidRPr="004031AE" w:rsidRDefault="0041759F" w:rsidP="00086218">
      <w:pPr>
        <w:rPr>
          <w:sz w:val="24"/>
          <w:szCs w:val="24"/>
        </w:rPr>
      </w:pPr>
      <w:r>
        <w:rPr>
          <w:sz w:val="24"/>
          <w:szCs w:val="24"/>
        </w:rPr>
        <w:t>Physician</w:t>
      </w:r>
      <w:r w:rsidR="00D42F4E">
        <w:rPr>
          <w:sz w:val="24"/>
          <w:szCs w:val="24"/>
        </w:rPr>
        <w:t xml:space="preserve"> Infectious Disease Unit</w:t>
      </w:r>
      <w:r w:rsidR="00086218">
        <w:rPr>
          <w:sz w:val="24"/>
          <w:szCs w:val="24"/>
        </w:rPr>
        <w:t xml:space="preserve"> </w:t>
      </w:r>
      <w:proofErr w:type="gramStart"/>
      <w:r w:rsidR="00D42F4E" w:rsidRPr="004031AE">
        <w:rPr>
          <w:sz w:val="24"/>
          <w:szCs w:val="24"/>
        </w:rPr>
        <w:t>2014</w:t>
      </w:r>
      <w:r w:rsidR="00CB50E1" w:rsidRPr="004031AE">
        <w:rPr>
          <w:sz w:val="24"/>
          <w:szCs w:val="24"/>
        </w:rPr>
        <w:t xml:space="preserve"> </w:t>
      </w:r>
      <w:r w:rsidR="00F40126">
        <w:rPr>
          <w:sz w:val="24"/>
          <w:szCs w:val="24"/>
        </w:rPr>
        <w:t>.</w:t>
      </w:r>
      <w:proofErr w:type="gramEnd"/>
    </w:p>
    <w:p w14:paraId="126F212E" w14:textId="484B9749" w:rsidR="00CB50E1" w:rsidRPr="004031AE" w:rsidRDefault="00D42F4E" w:rsidP="00A313C4">
      <w:pPr>
        <w:rPr>
          <w:sz w:val="24"/>
          <w:szCs w:val="24"/>
        </w:rPr>
      </w:pPr>
      <w:r>
        <w:rPr>
          <w:sz w:val="24"/>
          <w:szCs w:val="24"/>
        </w:rPr>
        <w:t>Demonstrator in King Saud University, Department of</w:t>
      </w:r>
      <w:r w:rsidR="0036033D">
        <w:rPr>
          <w:sz w:val="24"/>
          <w:szCs w:val="24"/>
        </w:rPr>
        <w:t xml:space="preserve"> Medicine, Infectious Diseases 2008.</w:t>
      </w:r>
    </w:p>
    <w:p w14:paraId="4C588DFE" w14:textId="77777777" w:rsidR="004031AE" w:rsidRPr="00AB0C4D" w:rsidRDefault="002A4476" w:rsidP="00AB0C4D">
      <w:pPr>
        <w:pStyle w:val="SectionHeading"/>
        <w:rPr>
          <w:color w:val="auto"/>
          <w:sz w:val="28"/>
          <w:szCs w:val="28"/>
        </w:rPr>
      </w:pPr>
      <w:r w:rsidRPr="00AB0C4D">
        <w:rPr>
          <w:color w:val="auto"/>
          <w:sz w:val="28"/>
          <w:szCs w:val="28"/>
        </w:rPr>
        <w:t>Memberships:</w:t>
      </w:r>
    </w:p>
    <w:p w14:paraId="7C4C3085" w14:textId="104B15F5" w:rsidR="00CB50E1" w:rsidRPr="004031AE" w:rsidRDefault="00D42F4E" w:rsidP="00AB0C4D">
      <w:pPr>
        <w:pStyle w:val="ListBullet"/>
        <w:numPr>
          <w:ilvl w:val="0"/>
          <w:numId w:val="0"/>
        </w:numPr>
        <w:ind w:left="144" w:hanging="144"/>
        <w:rPr>
          <w:sz w:val="24"/>
          <w:szCs w:val="24"/>
        </w:rPr>
      </w:pPr>
      <w:r>
        <w:rPr>
          <w:sz w:val="24"/>
          <w:szCs w:val="24"/>
        </w:rPr>
        <w:t>Saudi Society of Infectious D</w:t>
      </w:r>
      <w:r w:rsidR="00CB50E1" w:rsidRPr="004031AE">
        <w:rPr>
          <w:sz w:val="24"/>
          <w:szCs w:val="24"/>
        </w:rPr>
        <w:t>iseases</w:t>
      </w:r>
      <w:r w:rsidR="001D10CA">
        <w:rPr>
          <w:sz w:val="24"/>
          <w:szCs w:val="24"/>
        </w:rPr>
        <w:t>.</w:t>
      </w:r>
    </w:p>
    <w:p w14:paraId="11EE6A10" w14:textId="42FB107F" w:rsidR="00CB50E1" w:rsidRPr="004031AE" w:rsidRDefault="00D42F4E" w:rsidP="00AB0C4D">
      <w:pPr>
        <w:pStyle w:val="ListBullet"/>
        <w:numPr>
          <w:ilvl w:val="0"/>
          <w:numId w:val="0"/>
        </w:numPr>
        <w:ind w:left="144" w:hanging="144"/>
        <w:rPr>
          <w:sz w:val="24"/>
          <w:szCs w:val="24"/>
        </w:rPr>
      </w:pPr>
      <w:r>
        <w:rPr>
          <w:sz w:val="24"/>
          <w:szCs w:val="24"/>
        </w:rPr>
        <w:t>Saudi Society of Internal M</w:t>
      </w:r>
      <w:r w:rsidR="002A4476">
        <w:rPr>
          <w:sz w:val="24"/>
          <w:szCs w:val="24"/>
        </w:rPr>
        <w:t>edicine</w:t>
      </w:r>
    </w:p>
    <w:p w14:paraId="02679227" w14:textId="77777777" w:rsidR="00A12030" w:rsidRDefault="00A12030" w:rsidP="00C06EE9">
      <w:pPr>
        <w:pStyle w:val="ListBullet"/>
        <w:numPr>
          <w:ilvl w:val="0"/>
          <w:numId w:val="0"/>
        </w:numPr>
        <w:ind w:left="144"/>
      </w:pPr>
    </w:p>
    <w:sdt>
      <w:sdtPr>
        <w:rPr>
          <w:b w:val="0"/>
          <w:bCs w:val="0"/>
          <w:caps w:val="0"/>
          <w:color w:val="404040" w:themeColor="text1" w:themeTint="BF"/>
        </w:rPr>
        <w:id w:val="-1106653387"/>
      </w:sdtPr>
      <w:sdtEndPr>
        <w:rPr>
          <w:b/>
          <w:bCs/>
          <w:caps/>
          <w:sz w:val="24"/>
          <w:szCs w:val="24"/>
        </w:rPr>
      </w:sdtEndPr>
      <w:sdtContent>
        <w:sdt>
          <w:sdtPr>
            <w:rPr>
              <w:b w:val="0"/>
              <w:bCs w:val="0"/>
              <w:caps w:val="0"/>
              <w:color w:val="404040" w:themeColor="text1" w:themeTint="BF"/>
            </w:rPr>
            <w:id w:val="-514004892"/>
          </w:sdtPr>
          <w:sdtEndPr>
            <w:rPr>
              <w:b/>
              <w:bCs/>
              <w:caps/>
              <w:sz w:val="24"/>
              <w:szCs w:val="24"/>
            </w:rPr>
          </w:sdtEndPr>
          <w:sdtContent>
            <w:p w14:paraId="5A5E8755" w14:textId="3D92A8DC" w:rsidR="00E874F2" w:rsidRPr="00690D75" w:rsidRDefault="00AB0C4D" w:rsidP="00C06EE9">
              <w:pPr>
                <w:pStyle w:val="Subsection"/>
                <w:rPr>
                  <w:b w:val="0"/>
                  <w:bCs w:val="0"/>
                  <w:caps w:val="0"/>
                  <w:color w:val="404040" w:themeColor="text1" w:themeTint="BF"/>
                </w:rPr>
              </w:pPr>
              <w:r>
                <w:rPr>
                  <w:bCs w:val="0"/>
                  <w:caps w:val="0"/>
                  <w:color w:val="404040" w:themeColor="text1" w:themeTint="BF"/>
                  <w:sz w:val="28"/>
                  <w:szCs w:val="28"/>
                </w:rPr>
                <w:t>Symposiums &amp; Workshops A</w:t>
              </w:r>
              <w:r w:rsidR="00C06EE9" w:rsidRPr="004031AE">
                <w:rPr>
                  <w:bCs w:val="0"/>
                  <w:caps w:val="0"/>
                  <w:color w:val="404040" w:themeColor="text1" w:themeTint="BF"/>
                  <w:sz w:val="28"/>
                  <w:szCs w:val="28"/>
                </w:rPr>
                <w:t>ttended:</w:t>
              </w:r>
            </w:p>
            <w:p w14:paraId="55F75C76" w14:textId="68F06E91" w:rsidR="0036033D" w:rsidRPr="0036033D" w:rsidRDefault="0036033D" w:rsidP="0036033D">
              <w:pPr>
                <w:pStyle w:val="Subsection"/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</w:pPr>
              <w:r w:rsidRPr="00F40126">
                <w:rPr>
                  <w:b w:val="0"/>
                  <w:caps w:val="0"/>
                  <w:color w:val="404040" w:themeColor="text1" w:themeTint="BF"/>
                  <w:sz w:val="24"/>
                  <w:szCs w:val="24"/>
                  <w:u w:val="single"/>
                </w:rPr>
                <w:t xml:space="preserve">Writing a research </w:t>
              </w:r>
              <w:r w:rsidR="00F40126" w:rsidRPr="00F40126">
                <w:rPr>
                  <w:b w:val="0"/>
                  <w:caps w:val="0"/>
                  <w:color w:val="404040" w:themeColor="text1" w:themeTint="BF"/>
                  <w:sz w:val="24"/>
                  <w:szCs w:val="24"/>
                  <w:u w:val="single"/>
                </w:rPr>
                <w:t>proposal</w:t>
              </w:r>
              <w:r w:rsidR="00F40126"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  <w:t>, KFSH</w:t>
              </w:r>
              <w:r w:rsidR="00F40126" w:rsidRPr="0036033D"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  <w:t>, Riyadh</w:t>
              </w:r>
              <w:r w:rsidRPr="0036033D"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  <w:t xml:space="preserve"> on 28-29 may 2016.</w:t>
              </w:r>
            </w:p>
            <w:p w14:paraId="418F605F" w14:textId="230D1D4D" w:rsidR="0036033D" w:rsidRPr="0036033D" w:rsidRDefault="0036033D" w:rsidP="0036033D">
              <w:pPr>
                <w:pStyle w:val="Subsection"/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</w:pPr>
              <w:r w:rsidRPr="00F40126">
                <w:rPr>
                  <w:b w:val="0"/>
                  <w:caps w:val="0"/>
                  <w:color w:val="404040" w:themeColor="text1" w:themeTint="BF"/>
                  <w:sz w:val="24"/>
                  <w:szCs w:val="24"/>
                  <w:u w:val="single"/>
                </w:rPr>
                <w:t>First gulf congress of clinical microbiology and infectious diseases</w:t>
              </w:r>
              <w:r w:rsidRPr="0036033D">
                <w:rPr>
                  <w:b w:val="0"/>
                  <w:caps w:val="0"/>
                  <w:color w:val="404040" w:themeColor="text1" w:themeTint="BF"/>
                  <w:sz w:val="24"/>
                  <w:szCs w:val="24"/>
                </w:rPr>
                <w:t xml:space="preserve"> 4-7 may 2016.</w:t>
              </w:r>
            </w:p>
            <w:p w14:paraId="777AA550" w14:textId="30272F12" w:rsidR="00E874F2" w:rsidRDefault="00E874F2" w:rsidP="00E874F2">
              <w:pPr>
                <w:rPr>
                  <w:sz w:val="24"/>
                  <w:szCs w:val="24"/>
                </w:rPr>
              </w:pPr>
              <w:r w:rsidRPr="00D42F4E">
                <w:rPr>
                  <w:sz w:val="24"/>
                  <w:szCs w:val="24"/>
                  <w:u w:val="single"/>
                </w:rPr>
                <w:t xml:space="preserve">Emerging Infectious Diseases </w:t>
              </w:r>
              <w:r w:rsidR="00D42F4E" w:rsidRPr="00D42F4E">
                <w:rPr>
                  <w:sz w:val="24"/>
                  <w:szCs w:val="24"/>
                  <w:u w:val="single"/>
                </w:rPr>
                <w:t>Conference</w:t>
              </w:r>
              <w:r w:rsidR="00D42F4E">
                <w:rPr>
                  <w:sz w:val="24"/>
                  <w:szCs w:val="24"/>
                  <w:u w:val="single"/>
                </w:rPr>
                <w:t>,</w:t>
              </w:r>
              <w:r w:rsidR="00D42F4E">
                <w:rPr>
                  <w:sz w:val="24"/>
                  <w:szCs w:val="24"/>
                </w:rPr>
                <w:t xml:space="preserve"> 18-19 January 2016, Military H</w:t>
              </w:r>
              <w:r>
                <w:rPr>
                  <w:sz w:val="24"/>
                  <w:szCs w:val="24"/>
                </w:rPr>
                <w:t>ospital, Riyadh.</w:t>
              </w:r>
            </w:p>
            <w:p w14:paraId="3724F250" w14:textId="6CE65B12" w:rsidR="00E874F2" w:rsidRDefault="00E874F2" w:rsidP="00E874F2">
              <w:pPr>
                <w:rPr>
                  <w:sz w:val="24"/>
                  <w:szCs w:val="24"/>
                </w:rPr>
              </w:pPr>
              <w:r w:rsidRPr="00E045BC">
                <w:rPr>
                  <w:sz w:val="24"/>
                  <w:szCs w:val="24"/>
                  <w:u w:val="single"/>
                </w:rPr>
                <w:t>12</w:t>
              </w:r>
              <w:r w:rsidRPr="00E045BC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="00D500F6">
                <w:rPr>
                  <w:sz w:val="24"/>
                  <w:szCs w:val="24"/>
                  <w:u w:val="single"/>
                </w:rPr>
                <w:t xml:space="preserve"> Annual AIDS W</w:t>
              </w:r>
              <w:r w:rsidRPr="00E045BC">
                <w:rPr>
                  <w:sz w:val="24"/>
                  <w:szCs w:val="24"/>
                  <w:u w:val="single"/>
                </w:rPr>
                <w:t>orkshop</w:t>
              </w:r>
              <w:r w:rsidR="00D42F4E">
                <w:rPr>
                  <w:sz w:val="24"/>
                  <w:szCs w:val="24"/>
                  <w:u w:val="single"/>
                </w:rPr>
                <w:t>,</w:t>
              </w:r>
              <w:r w:rsidR="00D42F4E">
                <w:rPr>
                  <w:sz w:val="24"/>
                  <w:szCs w:val="24"/>
                </w:rPr>
                <w:t xml:space="preserve"> 28-29 November </w:t>
              </w:r>
              <w:r w:rsidRPr="004031AE">
                <w:rPr>
                  <w:sz w:val="24"/>
                  <w:szCs w:val="24"/>
                </w:rPr>
                <w:t xml:space="preserve">2015, </w:t>
              </w:r>
              <w:r>
                <w:rPr>
                  <w:sz w:val="24"/>
                  <w:szCs w:val="24"/>
                </w:rPr>
                <w:t>Jeddah.</w:t>
              </w:r>
            </w:p>
            <w:p w14:paraId="1F70B178" w14:textId="13EE43B6" w:rsidR="00E874F2" w:rsidRPr="00711F2E" w:rsidRDefault="00D42F4E" w:rsidP="00E874F2">
              <w:r>
                <w:rPr>
                  <w:sz w:val="24"/>
                  <w:szCs w:val="24"/>
                  <w:u w:val="single"/>
                </w:rPr>
                <w:t>Infectious Diseases R</w:t>
              </w:r>
              <w:r w:rsidR="00E874F2" w:rsidRPr="00E045BC">
                <w:rPr>
                  <w:sz w:val="24"/>
                  <w:szCs w:val="24"/>
                  <w:u w:val="single"/>
                </w:rPr>
                <w:t xml:space="preserve">eview </w:t>
              </w:r>
              <w:r w:rsidRPr="00E045BC">
                <w:rPr>
                  <w:sz w:val="24"/>
                  <w:szCs w:val="24"/>
                  <w:u w:val="single"/>
                </w:rPr>
                <w:t>course</w:t>
              </w:r>
              <w:r w:rsidRPr="004031AE">
                <w:rPr>
                  <w:sz w:val="24"/>
                  <w:szCs w:val="24"/>
                </w:rPr>
                <w:t>, 11</w:t>
              </w:r>
              <w:r w:rsidR="00E874F2" w:rsidRPr="004031AE">
                <w:rPr>
                  <w:sz w:val="24"/>
                  <w:szCs w:val="24"/>
                </w:rPr>
                <w:t>-12 September 2015,</w:t>
              </w:r>
              <w:r>
                <w:rPr>
                  <w:sz w:val="24"/>
                  <w:szCs w:val="24"/>
                </w:rPr>
                <w:t xml:space="preserve"> King Faisal Specialist H</w:t>
              </w:r>
              <w:r w:rsidR="00E874F2">
                <w:rPr>
                  <w:sz w:val="24"/>
                  <w:szCs w:val="24"/>
                </w:rPr>
                <w:t>ospital,</w:t>
              </w:r>
              <w:r w:rsidR="00E874F2" w:rsidRPr="004031AE">
                <w:rPr>
                  <w:sz w:val="24"/>
                  <w:szCs w:val="24"/>
                </w:rPr>
                <w:t xml:space="preserve"> </w:t>
              </w:r>
              <w:r w:rsidR="00E874F2">
                <w:rPr>
                  <w:sz w:val="24"/>
                  <w:szCs w:val="24"/>
                </w:rPr>
                <w:t>Riyadh.</w:t>
              </w:r>
            </w:p>
            <w:p w14:paraId="41550A3B" w14:textId="26EF0D0D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D42F4E">
                <w:rPr>
                  <w:sz w:val="24"/>
                  <w:szCs w:val="24"/>
                  <w:u w:val="single"/>
                </w:rPr>
                <w:t xml:space="preserve">Infectious </w:t>
              </w:r>
              <w:r w:rsidR="00D42F4E">
                <w:rPr>
                  <w:sz w:val="24"/>
                  <w:szCs w:val="24"/>
                  <w:u w:val="single"/>
                </w:rPr>
                <w:t>D</w:t>
              </w:r>
              <w:r w:rsidRPr="00D42F4E">
                <w:rPr>
                  <w:sz w:val="24"/>
                  <w:szCs w:val="24"/>
                  <w:u w:val="single"/>
                </w:rPr>
                <w:t xml:space="preserve">iseases </w:t>
              </w:r>
              <w:r w:rsidR="00D42F4E">
                <w:rPr>
                  <w:sz w:val="24"/>
                  <w:szCs w:val="24"/>
                  <w:u w:val="single"/>
                </w:rPr>
                <w:t>B</w:t>
              </w:r>
              <w:r w:rsidRPr="00D42F4E">
                <w:rPr>
                  <w:sz w:val="24"/>
                  <w:szCs w:val="24"/>
                  <w:u w:val="single"/>
                </w:rPr>
                <w:t xml:space="preserve">oard </w:t>
              </w:r>
              <w:r w:rsidR="00D42F4E">
                <w:rPr>
                  <w:sz w:val="24"/>
                  <w:szCs w:val="24"/>
                  <w:u w:val="single"/>
                </w:rPr>
                <w:t>R</w:t>
              </w:r>
              <w:r w:rsidRPr="00D42F4E">
                <w:rPr>
                  <w:sz w:val="24"/>
                  <w:szCs w:val="24"/>
                  <w:u w:val="single"/>
                </w:rPr>
                <w:t>eview</w:t>
              </w:r>
              <w:r>
                <w:rPr>
                  <w:sz w:val="24"/>
                  <w:szCs w:val="24"/>
                </w:rPr>
                <w:t>,</w:t>
              </w:r>
              <w:r w:rsidRPr="004031AE">
                <w:rPr>
                  <w:sz w:val="24"/>
                  <w:szCs w:val="24"/>
                </w:rPr>
                <w:t xml:space="preserve"> </w:t>
              </w:r>
              <w:r>
                <w:rPr>
                  <w:sz w:val="24"/>
                  <w:szCs w:val="24"/>
                </w:rPr>
                <w:t>29</w:t>
              </w:r>
              <w:r>
                <w:rPr>
                  <w:rFonts w:hint="cs"/>
                  <w:sz w:val="24"/>
                  <w:szCs w:val="24"/>
                  <w:rtl/>
                </w:rPr>
                <w:t xml:space="preserve"> </w:t>
              </w:r>
              <w:r w:rsidR="00D500F6">
                <w:rPr>
                  <w:sz w:val="24"/>
                  <w:szCs w:val="24"/>
                </w:rPr>
                <w:t>A</w:t>
              </w:r>
              <w:r>
                <w:rPr>
                  <w:sz w:val="24"/>
                  <w:szCs w:val="24"/>
                </w:rPr>
                <w:t>ugust</w:t>
              </w:r>
              <w:r>
                <w:rPr>
                  <w:rFonts w:hint="cs"/>
                  <w:sz w:val="24"/>
                  <w:szCs w:val="24"/>
                  <w:rtl/>
                </w:rPr>
                <w:t xml:space="preserve"> </w:t>
              </w:r>
              <w:r>
                <w:rPr>
                  <w:sz w:val="24"/>
                  <w:szCs w:val="24"/>
                </w:rPr>
                <w:t>-2</w:t>
              </w:r>
              <w:r>
                <w:rPr>
                  <w:rFonts w:hint="cs"/>
                  <w:sz w:val="24"/>
                  <w:szCs w:val="24"/>
                  <w:rtl/>
                </w:rPr>
                <w:t xml:space="preserve"> </w:t>
              </w:r>
              <w:r w:rsidRPr="004031AE">
                <w:rPr>
                  <w:sz w:val="24"/>
                  <w:szCs w:val="24"/>
                </w:rPr>
                <w:t>September 2015</w:t>
              </w:r>
              <w:r>
                <w:rPr>
                  <w:sz w:val="24"/>
                  <w:szCs w:val="24"/>
                </w:rPr>
                <w:t>,</w:t>
              </w:r>
              <w:r w:rsidRPr="00711F2E">
                <w:rPr>
                  <w:sz w:val="24"/>
                  <w:szCs w:val="24"/>
                </w:rPr>
                <w:t xml:space="preserve"> </w:t>
              </w:r>
              <w:r w:rsidRPr="004031AE">
                <w:rPr>
                  <w:sz w:val="24"/>
                  <w:szCs w:val="24"/>
                </w:rPr>
                <w:t xml:space="preserve">Washington </w:t>
              </w:r>
              <w:r w:rsidR="00D500F6">
                <w:rPr>
                  <w:sz w:val="24"/>
                  <w:szCs w:val="24"/>
                </w:rPr>
                <w:t>DC, United S</w:t>
              </w:r>
              <w:r w:rsidRPr="004031AE">
                <w:rPr>
                  <w:sz w:val="24"/>
                  <w:szCs w:val="24"/>
                </w:rPr>
                <w:t>tates of America</w:t>
              </w:r>
              <w:r>
                <w:rPr>
                  <w:sz w:val="24"/>
                  <w:szCs w:val="24"/>
                </w:rPr>
                <w:t>.</w:t>
              </w:r>
            </w:p>
            <w:p w14:paraId="767657C4" w14:textId="0A51C8C2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Introduction to Clinical R</w:t>
              </w:r>
              <w:r w:rsidR="00E874F2" w:rsidRPr="00E045BC">
                <w:rPr>
                  <w:sz w:val="24"/>
                  <w:szCs w:val="24"/>
                  <w:u w:val="single"/>
                </w:rPr>
                <w:t>esearch</w:t>
              </w:r>
              <w:r>
                <w:rPr>
                  <w:sz w:val="24"/>
                  <w:szCs w:val="24"/>
                  <w:u w:val="single"/>
                </w:rPr>
                <w:t>,</w:t>
              </w:r>
              <w:r>
                <w:rPr>
                  <w:sz w:val="24"/>
                  <w:szCs w:val="24"/>
                </w:rPr>
                <w:t xml:space="preserve"> 13-14 June </w:t>
              </w:r>
              <w:r w:rsidR="00E874F2" w:rsidRPr="004031AE">
                <w:rPr>
                  <w:sz w:val="24"/>
                  <w:szCs w:val="24"/>
                </w:rPr>
                <w:t>2015</w:t>
              </w:r>
              <w:r>
                <w:rPr>
                  <w:sz w:val="24"/>
                  <w:szCs w:val="24"/>
                </w:rPr>
                <w:t>, National Guard H</w:t>
              </w:r>
              <w:r w:rsidR="00E874F2">
                <w:rPr>
                  <w:sz w:val="24"/>
                  <w:szCs w:val="24"/>
                </w:rPr>
                <w:t>ospital, Riyadh.</w:t>
              </w:r>
            </w:p>
            <w:p w14:paraId="3511EE58" w14:textId="5B3976B7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E045BC">
                <w:rPr>
                  <w:sz w:val="24"/>
                  <w:szCs w:val="24"/>
                  <w:u w:val="single"/>
                </w:rPr>
                <w:t>The 9</w:t>
              </w:r>
              <w:r w:rsidRPr="00E045BC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="00D500F6">
                <w:rPr>
                  <w:sz w:val="24"/>
                  <w:szCs w:val="24"/>
                  <w:u w:val="single"/>
                </w:rPr>
                <w:t xml:space="preserve"> Annual Conference of Saudi Society of Medical Microbiology and Infectious D</w:t>
              </w:r>
              <w:r w:rsidRPr="00E045BC">
                <w:rPr>
                  <w:sz w:val="24"/>
                  <w:szCs w:val="24"/>
                  <w:u w:val="single"/>
                </w:rPr>
                <w:t>iseases</w:t>
              </w:r>
              <w:r w:rsidR="00D500F6">
                <w:rPr>
                  <w:sz w:val="24"/>
                  <w:szCs w:val="24"/>
                </w:rPr>
                <w:t xml:space="preserve">, 30 March -1 April </w:t>
              </w:r>
              <w:r>
                <w:rPr>
                  <w:sz w:val="24"/>
                  <w:szCs w:val="24"/>
                </w:rPr>
                <w:t>2015, Jeddah.</w:t>
              </w:r>
            </w:p>
            <w:p w14:paraId="0BF16E6E" w14:textId="4876AB6B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Infections in Critically I</w:t>
              </w:r>
              <w:r w:rsidR="00E874F2" w:rsidRPr="00E045BC">
                <w:rPr>
                  <w:sz w:val="24"/>
                  <w:szCs w:val="24"/>
                  <w:u w:val="single"/>
                </w:rPr>
                <w:t>l</w:t>
              </w:r>
              <w:r>
                <w:rPr>
                  <w:sz w:val="24"/>
                  <w:szCs w:val="24"/>
                  <w:u w:val="single"/>
                </w:rPr>
                <w:t>l P</w:t>
              </w:r>
              <w:r w:rsidR="00E874F2" w:rsidRPr="00E045BC">
                <w:rPr>
                  <w:sz w:val="24"/>
                  <w:szCs w:val="24"/>
                  <w:u w:val="single"/>
                </w:rPr>
                <w:t>atients</w:t>
              </w:r>
              <w:r w:rsidR="00E874F2" w:rsidRPr="004031AE">
                <w:rPr>
                  <w:sz w:val="24"/>
                  <w:szCs w:val="24"/>
                </w:rPr>
                <w:t xml:space="preserve">, </w:t>
              </w:r>
              <w:r>
                <w:rPr>
                  <w:sz w:val="24"/>
                  <w:szCs w:val="24"/>
                </w:rPr>
                <w:t>12 M</w:t>
              </w:r>
              <w:r w:rsidR="00E874F2" w:rsidRPr="004031AE">
                <w:rPr>
                  <w:sz w:val="24"/>
                  <w:szCs w:val="24"/>
                </w:rPr>
                <w:t>arch</w:t>
              </w:r>
              <w:r>
                <w:rPr>
                  <w:sz w:val="24"/>
                  <w:szCs w:val="24"/>
                </w:rPr>
                <w:t xml:space="preserve"> </w:t>
              </w:r>
              <w:r w:rsidR="00E874F2">
                <w:rPr>
                  <w:sz w:val="24"/>
                  <w:szCs w:val="24"/>
                </w:rPr>
                <w:t>2015, Dr. Suleiman A</w:t>
              </w:r>
              <w:r>
                <w:rPr>
                  <w:sz w:val="24"/>
                  <w:szCs w:val="24"/>
                </w:rPr>
                <w:t>L Habib H</w:t>
              </w:r>
              <w:r w:rsidR="00E874F2" w:rsidRPr="004031AE">
                <w:rPr>
                  <w:sz w:val="24"/>
                  <w:szCs w:val="24"/>
                </w:rPr>
                <w:t>ospital</w:t>
              </w:r>
              <w:r>
                <w:rPr>
                  <w:sz w:val="24"/>
                  <w:szCs w:val="24"/>
                </w:rPr>
                <w:t>, Riyadh</w:t>
              </w:r>
              <w:r w:rsidR="00E874F2">
                <w:rPr>
                  <w:sz w:val="24"/>
                  <w:szCs w:val="24"/>
                </w:rPr>
                <w:t>.</w:t>
              </w:r>
            </w:p>
            <w:p w14:paraId="482617E0" w14:textId="58BAB5A2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Advance in Critical Care N</w:t>
              </w:r>
              <w:r w:rsidR="00E874F2" w:rsidRPr="00E045BC">
                <w:rPr>
                  <w:sz w:val="24"/>
                  <w:szCs w:val="24"/>
                  <w:u w:val="single"/>
                </w:rPr>
                <w:t>ephrology</w:t>
              </w:r>
              <w:r>
                <w:rPr>
                  <w:sz w:val="24"/>
                  <w:szCs w:val="24"/>
                  <w:u w:val="single"/>
                </w:rPr>
                <w:t>,</w:t>
              </w:r>
              <w:r>
                <w:rPr>
                  <w:sz w:val="24"/>
                  <w:szCs w:val="24"/>
                </w:rPr>
                <w:t xml:space="preserve"> 1-2 M</w:t>
              </w:r>
              <w:r w:rsidR="00E874F2" w:rsidRPr="004031AE">
                <w:rPr>
                  <w:sz w:val="24"/>
                  <w:szCs w:val="24"/>
                </w:rPr>
                <w:t>arch 2015</w:t>
              </w:r>
            </w:p>
            <w:p w14:paraId="786EC2C4" w14:textId="405BA32C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lastRenderedPageBreak/>
                <w:t>International Collaborative Conference in Clinical Microbiology &amp; I</w:t>
              </w:r>
              <w:r w:rsidR="00E874F2" w:rsidRPr="00E045BC">
                <w:rPr>
                  <w:sz w:val="24"/>
                  <w:szCs w:val="24"/>
                  <w:u w:val="single"/>
                </w:rPr>
                <w:t>nfecti</w:t>
              </w:r>
              <w:r>
                <w:rPr>
                  <w:sz w:val="24"/>
                  <w:szCs w:val="24"/>
                  <w:u w:val="single"/>
                </w:rPr>
                <w:t>ous Di</w:t>
              </w:r>
              <w:r w:rsidR="00E874F2">
                <w:rPr>
                  <w:sz w:val="24"/>
                  <w:szCs w:val="24"/>
                  <w:u w:val="single"/>
                </w:rPr>
                <w:t xml:space="preserve">seases (ICMID), </w:t>
              </w:r>
              <w:r w:rsidR="00E874F2" w:rsidRPr="004031AE">
                <w:rPr>
                  <w:sz w:val="24"/>
                  <w:szCs w:val="24"/>
                </w:rPr>
                <w:t>24,25 &amp;</w:t>
              </w:r>
              <w:r>
                <w:rPr>
                  <w:sz w:val="24"/>
                  <w:szCs w:val="24"/>
                </w:rPr>
                <w:t xml:space="preserve"> </w:t>
              </w:r>
              <w:r w:rsidR="00E874F2" w:rsidRPr="004031AE">
                <w:rPr>
                  <w:sz w:val="24"/>
                  <w:szCs w:val="24"/>
                </w:rPr>
                <w:t>26 Feb</w:t>
              </w:r>
              <w:r w:rsidR="00E874F2">
                <w:rPr>
                  <w:sz w:val="24"/>
                  <w:szCs w:val="24"/>
                </w:rPr>
                <w:t>ruary</w:t>
              </w:r>
              <w:r w:rsidR="00E874F2" w:rsidRPr="004031AE">
                <w:rPr>
                  <w:sz w:val="24"/>
                  <w:szCs w:val="24"/>
                </w:rPr>
                <w:t xml:space="preserve"> 2015</w:t>
              </w:r>
              <w:r w:rsidR="00E874F2">
                <w:rPr>
                  <w:sz w:val="24"/>
                  <w:szCs w:val="24"/>
                </w:rPr>
                <w:t>, B</w:t>
              </w:r>
              <w:r>
                <w:rPr>
                  <w:sz w:val="24"/>
                  <w:szCs w:val="24"/>
                </w:rPr>
                <w:t>ahrain</w:t>
              </w:r>
              <w:r w:rsidR="00E874F2" w:rsidRPr="004031AE">
                <w:rPr>
                  <w:sz w:val="24"/>
                  <w:szCs w:val="24"/>
                </w:rPr>
                <w:t>.</w:t>
              </w:r>
            </w:p>
            <w:p w14:paraId="4C32C39A" w14:textId="76F9CBA0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Colon Cancer S</w:t>
              </w:r>
              <w:r w:rsidR="00E874F2" w:rsidRPr="00E045BC">
                <w:rPr>
                  <w:sz w:val="24"/>
                  <w:szCs w:val="24"/>
                  <w:u w:val="single"/>
                </w:rPr>
                <w:t>ymposium</w:t>
              </w:r>
              <w:r>
                <w:rPr>
                  <w:sz w:val="24"/>
                  <w:szCs w:val="24"/>
                  <w:u w:val="single"/>
                </w:rPr>
                <w:t>,</w:t>
              </w:r>
              <w:r w:rsidR="00E874F2" w:rsidRPr="004031AE">
                <w:rPr>
                  <w:sz w:val="24"/>
                  <w:szCs w:val="24"/>
                </w:rPr>
                <w:t xml:space="preserve"> 3</w:t>
              </w:r>
              <w:r>
                <w:rPr>
                  <w:sz w:val="24"/>
                  <w:szCs w:val="24"/>
                  <w:vertAlign w:val="superscript"/>
                </w:rPr>
                <w:t xml:space="preserve"> </w:t>
              </w:r>
              <w:r>
                <w:rPr>
                  <w:sz w:val="24"/>
                  <w:szCs w:val="24"/>
                </w:rPr>
                <w:t xml:space="preserve">February </w:t>
              </w:r>
              <w:r w:rsidR="00E874F2" w:rsidRPr="004031AE">
                <w:rPr>
                  <w:sz w:val="24"/>
                  <w:szCs w:val="24"/>
                </w:rPr>
                <w:t>2015</w:t>
              </w:r>
              <w:r>
                <w:rPr>
                  <w:sz w:val="24"/>
                  <w:szCs w:val="24"/>
                </w:rPr>
                <w:t>, Riyadh.</w:t>
              </w:r>
            </w:p>
            <w:p w14:paraId="5286C216" w14:textId="1FF9E265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Internal Medicine Review C</w:t>
              </w:r>
              <w:r w:rsidR="00E874F2" w:rsidRPr="00E045BC">
                <w:rPr>
                  <w:sz w:val="24"/>
                  <w:szCs w:val="24"/>
                  <w:u w:val="single"/>
                </w:rPr>
                <w:t>ourse</w:t>
              </w:r>
              <w:r>
                <w:rPr>
                  <w:sz w:val="24"/>
                  <w:szCs w:val="24"/>
                  <w:u w:val="single"/>
                </w:rPr>
                <w:t xml:space="preserve">, </w:t>
              </w:r>
              <w:r w:rsidRPr="004031AE">
                <w:rPr>
                  <w:sz w:val="24"/>
                  <w:szCs w:val="24"/>
                </w:rPr>
                <w:t>14-19 Septem</w:t>
              </w:r>
              <w:r>
                <w:rPr>
                  <w:sz w:val="24"/>
                  <w:szCs w:val="24"/>
                </w:rPr>
                <w:t xml:space="preserve">ber 2014, King Faisal Specialist </w:t>
              </w:r>
              <w:proofErr w:type="gramStart"/>
              <w:r>
                <w:rPr>
                  <w:sz w:val="24"/>
                  <w:szCs w:val="24"/>
                </w:rPr>
                <w:t>Hospital,  Riyadh</w:t>
              </w:r>
              <w:proofErr w:type="gramEnd"/>
              <w:r>
                <w:rPr>
                  <w:sz w:val="24"/>
                  <w:szCs w:val="24"/>
                </w:rPr>
                <w:t>.</w:t>
              </w:r>
            </w:p>
            <w:p w14:paraId="16D0A95A" w14:textId="48658C7B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E045BC">
                <w:rPr>
                  <w:sz w:val="24"/>
                  <w:szCs w:val="24"/>
                  <w:u w:val="single"/>
                </w:rPr>
                <w:t>19</w:t>
              </w:r>
              <w:r w:rsidRPr="00E045BC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="00D500F6">
                <w:rPr>
                  <w:sz w:val="24"/>
                  <w:szCs w:val="24"/>
                  <w:u w:val="single"/>
                </w:rPr>
                <w:t xml:space="preserve"> Intensive Review Clinical Course in Internal M</w:t>
              </w:r>
              <w:r w:rsidRPr="00E045BC">
                <w:rPr>
                  <w:sz w:val="24"/>
                  <w:szCs w:val="24"/>
                  <w:u w:val="single"/>
                </w:rPr>
                <w:t>edicine</w:t>
              </w:r>
              <w:r w:rsidR="00D500F6">
                <w:rPr>
                  <w:sz w:val="24"/>
                  <w:szCs w:val="24"/>
                  <w:u w:val="single"/>
                </w:rPr>
                <w:t>,</w:t>
              </w:r>
              <w:r w:rsidRPr="004031AE">
                <w:rPr>
                  <w:sz w:val="24"/>
                  <w:szCs w:val="24"/>
                </w:rPr>
                <w:t xml:space="preserve"> 10-13 November 2</w:t>
              </w:r>
              <w:r w:rsidR="00D500F6">
                <w:rPr>
                  <w:sz w:val="24"/>
                  <w:szCs w:val="24"/>
                </w:rPr>
                <w:t>013, Qassim.</w:t>
              </w:r>
            </w:p>
            <w:p w14:paraId="5DFD8FA0" w14:textId="50858A0C" w:rsidR="00E874F2" w:rsidRPr="004031AE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Infectious Disease Review C</w:t>
              </w:r>
              <w:r w:rsidR="00E874F2" w:rsidRPr="00E045BC">
                <w:rPr>
                  <w:sz w:val="24"/>
                  <w:szCs w:val="24"/>
                  <w:u w:val="single"/>
                </w:rPr>
                <w:t>ourse</w:t>
              </w:r>
              <w:r>
                <w:rPr>
                  <w:sz w:val="24"/>
                  <w:szCs w:val="24"/>
                  <w:u w:val="single"/>
                </w:rPr>
                <w:t>,</w:t>
              </w:r>
              <w:r>
                <w:rPr>
                  <w:sz w:val="24"/>
                  <w:szCs w:val="24"/>
                </w:rPr>
                <w:t xml:space="preserve"> 3-31 A</w:t>
              </w:r>
              <w:r w:rsidR="00E874F2" w:rsidRPr="004031AE">
                <w:rPr>
                  <w:sz w:val="24"/>
                  <w:szCs w:val="24"/>
                </w:rPr>
                <w:t>ugust 2013, K</w:t>
              </w:r>
              <w:r w:rsidR="00BD266E">
                <w:rPr>
                  <w:sz w:val="24"/>
                  <w:szCs w:val="24"/>
                </w:rPr>
                <w:t xml:space="preserve">ing </w:t>
              </w:r>
              <w:r>
                <w:rPr>
                  <w:sz w:val="24"/>
                  <w:szCs w:val="24"/>
                </w:rPr>
                <w:t>F</w:t>
              </w:r>
              <w:r w:rsidR="00BD266E">
                <w:rPr>
                  <w:sz w:val="24"/>
                  <w:szCs w:val="24"/>
                </w:rPr>
                <w:t xml:space="preserve">aisal </w:t>
              </w:r>
              <w:r>
                <w:rPr>
                  <w:sz w:val="24"/>
                  <w:szCs w:val="24"/>
                </w:rPr>
                <w:t>S</w:t>
              </w:r>
              <w:r w:rsidR="00BD266E">
                <w:rPr>
                  <w:sz w:val="24"/>
                  <w:szCs w:val="24"/>
                </w:rPr>
                <w:t xml:space="preserve">pecialist </w:t>
              </w:r>
              <w:r>
                <w:rPr>
                  <w:sz w:val="24"/>
                  <w:szCs w:val="24"/>
                </w:rPr>
                <w:t>H</w:t>
              </w:r>
              <w:r w:rsidR="00BD266E">
                <w:rPr>
                  <w:sz w:val="24"/>
                  <w:szCs w:val="24"/>
                </w:rPr>
                <w:t>ospital</w:t>
              </w:r>
              <w:r w:rsidR="00E874F2" w:rsidRPr="004031AE">
                <w:rPr>
                  <w:sz w:val="24"/>
                  <w:szCs w:val="24"/>
                </w:rPr>
                <w:t>, Riyadh</w:t>
              </w:r>
              <w:r>
                <w:rPr>
                  <w:sz w:val="24"/>
                  <w:szCs w:val="24"/>
                </w:rPr>
                <w:t>.</w:t>
              </w:r>
            </w:p>
            <w:p w14:paraId="637BD439" w14:textId="3567333C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D708A5">
                <w:rPr>
                  <w:sz w:val="24"/>
                  <w:szCs w:val="24"/>
                  <w:u w:val="single"/>
                </w:rPr>
                <w:t>Du</w:t>
              </w:r>
              <w:r w:rsidR="00D500F6">
                <w:rPr>
                  <w:sz w:val="24"/>
                  <w:szCs w:val="24"/>
                  <w:u w:val="single"/>
                </w:rPr>
                <w:t>bai Gulf Thoracic C</w:t>
              </w:r>
              <w:r w:rsidRPr="00D708A5">
                <w:rPr>
                  <w:sz w:val="24"/>
                  <w:szCs w:val="24"/>
                  <w:u w:val="single"/>
                </w:rPr>
                <w:t>ongress</w:t>
              </w:r>
              <w:r w:rsidR="00D500F6">
                <w:rPr>
                  <w:sz w:val="24"/>
                  <w:szCs w:val="24"/>
                  <w:u w:val="single"/>
                </w:rPr>
                <w:t>,</w:t>
              </w:r>
              <w:r w:rsidR="00D500F6">
                <w:rPr>
                  <w:sz w:val="24"/>
                  <w:szCs w:val="24"/>
                </w:rPr>
                <w:t xml:space="preserve"> 13-16 M</w:t>
              </w:r>
              <w:r w:rsidRPr="004031AE">
                <w:rPr>
                  <w:sz w:val="24"/>
                  <w:szCs w:val="24"/>
                </w:rPr>
                <w:t>arch 2013</w:t>
              </w:r>
              <w:r w:rsidR="00D500F6">
                <w:rPr>
                  <w:sz w:val="24"/>
                  <w:szCs w:val="24"/>
                </w:rPr>
                <w:t>, Dubai, United Arab of E</w:t>
              </w:r>
              <w:r>
                <w:rPr>
                  <w:sz w:val="24"/>
                  <w:szCs w:val="24"/>
                </w:rPr>
                <w:t>mirates.</w:t>
              </w:r>
            </w:p>
            <w:p w14:paraId="20898C84" w14:textId="3EFB95A5" w:rsidR="00E874F2" w:rsidRDefault="00D500F6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Recent T</w:t>
              </w:r>
              <w:r w:rsidR="00E874F2" w:rsidRPr="00D708A5">
                <w:rPr>
                  <w:sz w:val="24"/>
                  <w:szCs w:val="24"/>
                  <w:u w:val="single"/>
                </w:rPr>
                <w:t>rend</w:t>
              </w:r>
              <w:r>
                <w:rPr>
                  <w:sz w:val="24"/>
                  <w:szCs w:val="24"/>
                  <w:u w:val="single"/>
                </w:rPr>
                <w:t>s in A</w:t>
              </w:r>
              <w:r w:rsidR="00BD266E">
                <w:rPr>
                  <w:sz w:val="24"/>
                  <w:szCs w:val="24"/>
                  <w:u w:val="single"/>
                </w:rPr>
                <w:t>ntimicrobial T</w:t>
              </w:r>
              <w:r w:rsidR="00E874F2" w:rsidRPr="00D708A5">
                <w:rPr>
                  <w:sz w:val="24"/>
                  <w:szCs w:val="24"/>
                  <w:u w:val="single"/>
                </w:rPr>
                <w:t>herapy</w:t>
              </w:r>
              <w:r w:rsidR="00BD266E">
                <w:rPr>
                  <w:sz w:val="24"/>
                  <w:szCs w:val="24"/>
                </w:rPr>
                <w:t>, 25-26 September 2012, King Khalid University Hospital</w:t>
              </w:r>
              <w:r w:rsidR="00E874F2" w:rsidRPr="004031AE">
                <w:rPr>
                  <w:sz w:val="24"/>
                  <w:szCs w:val="24"/>
                </w:rPr>
                <w:t>, Riyadh</w:t>
              </w:r>
              <w:r w:rsidR="00BD266E">
                <w:rPr>
                  <w:sz w:val="24"/>
                  <w:szCs w:val="24"/>
                </w:rPr>
                <w:t>.</w:t>
              </w:r>
            </w:p>
            <w:p w14:paraId="57E05674" w14:textId="2A0FAA8B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D708A5">
                <w:rPr>
                  <w:sz w:val="24"/>
                  <w:szCs w:val="24"/>
                  <w:u w:val="single"/>
                </w:rPr>
                <w:t xml:space="preserve">Internal medicine research </w:t>
              </w:r>
              <w:r w:rsidR="00BD266E" w:rsidRPr="00D708A5">
                <w:rPr>
                  <w:sz w:val="24"/>
                  <w:szCs w:val="24"/>
                  <w:u w:val="single"/>
                </w:rPr>
                <w:t>day</w:t>
              </w:r>
              <w:r w:rsidR="00BD266E">
                <w:rPr>
                  <w:sz w:val="24"/>
                  <w:szCs w:val="24"/>
                </w:rPr>
                <w:t>, 7-10 A</w:t>
              </w:r>
              <w:r w:rsidR="00BD266E" w:rsidRPr="004031AE">
                <w:rPr>
                  <w:sz w:val="24"/>
                  <w:szCs w:val="24"/>
                </w:rPr>
                <w:t>pril</w:t>
              </w:r>
              <w:r w:rsidR="00BD266E">
                <w:rPr>
                  <w:sz w:val="24"/>
                  <w:szCs w:val="24"/>
                </w:rPr>
                <w:t xml:space="preserve"> </w:t>
              </w:r>
              <w:r w:rsidR="00BD266E" w:rsidRPr="004031AE">
                <w:rPr>
                  <w:sz w:val="24"/>
                  <w:szCs w:val="24"/>
                </w:rPr>
                <w:t>2012</w:t>
              </w:r>
              <w:r w:rsidR="00BD266E">
                <w:rPr>
                  <w:sz w:val="24"/>
                  <w:szCs w:val="24"/>
                </w:rPr>
                <w:t>, King Khalid U</w:t>
              </w:r>
              <w:r w:rsidRPr="004031AE">
                <w:rPr>
                  <w:sz w:val="24"/>
                  <w:szCs w:val="24"/>
                </w:rPr>
                <w:t>niversi</w:t>
              </w:r>
              <w:r w:rsidR="00BD266E">
                <w:rPr>
                  <w:sz w:val="24"/>
                  <w:szCs w:val="24"/>
                </w:rPr>
                <w:t>ty H</w:t>
              </w:r>
              <w:r w:rsidRPr="004031AE">
                <w:rPr>
                  <w:sz w:val="24"/>
                  <w:szCs w:val="24"/>
                </w:rPr>
                <w:t>ospital, Riyadh</w:t>
              </w:r>
              <w:r w:rsidR="00BD266E">
                <w:rPr>
                  <w:sz w:val="24"/>
                  <w:szCs w:val="24"/>
                </w:rPr>
                <w:t>.</w:t>
              </w:r>
            </w:p>
            <w:p w14:paraId="54618A50" w14:textId="64027AA8" w:rsidR="00E874F2" w:rsidRPr="004031AE" w:rsidRDefault="00AB0C4D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>Internal medicine U</w:t>
              </w:r>
              <w:r w:rsidRPr="00D708A5">
                <w:rPr>
                  <w:sz w:val="24"/>
                  <w:szCs w:val="24"/>
                  <w:u w:val="single"/>
                </w:rPr>
                <w:t>pdate</w:t>
              </w:r>
              <w:r>
                <w:rPr>
                  <w:sz w:val="24"/>
                  <w:szCs w:val="24"/>
                </w:rPr>
                <w:t>,</w:t>
              </w:r>
              <w:r w:rsidR="00BD266E">
                <w:rPr>
                  <w:sz w:val="24"/>
                  <w:szCs w:val="24"/>
                </w:rPr>
                <w:t xml:space="preserve"> 9-11 March 2012, King Khalid University H</w:t>
              </w:r>
              <w:r w:rsidR="00E874F2" w:rsidRPr="004031AE">
                <w:rPr>
                  <w:sz w:val="24"/>
                  <w:szCs w:val="24"/>
                </w:rPr>
                <w:t>ospital, Riyadh</w:t>
              </w:r>
              <w:r w:rsidR="00BD266E">
                <w:rPr>
                  <w:sz w:val="24"/>
                  <w:szCs w:val="24"/>
                </w:rPr>
                <w:t>.</w:t>
              </w:r>
            </w:p>
            <w:p w14:paraId="3D0407AA" w14:textId="121015A7" w:rsidR="00E874F2" w:rsidRDefault="00E874F2" w:rsidP="00E874F2">
              <w:pPr>
                <w:rPr>
                  <w:sz w:val="24"/>
                  <w:szCs w:val="24"/>
                </w:rPr>
              </w:pPr>
              <w:r w:rsidRPr="00D708A5">
                <w:rPr>
                  <w:sz w:val="24"/>
                  <w:szCs w:val="24"/>
                  <w:u w:val="single"/>
                </w:rPr>
                <w:t>The 8</w:t>
              </w:r>
              <w:r w:rsidRPr="00D708A5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="00BD266E">
                <w:rPr>
                  <w:sz w:val="24"/>
                  <w:szCs w:val="24"/>
                  <w:u w:val="single"/>
                </w:rPr>
                <w:t xml:space="preserve"> P</w:t>
              </w:r>
              <w:r w:rsidRPr="00D708A5">
                <w:rPr>
                  <w:sz w:val="24"/>
                  <w:szCs w:val="24"/>
                  <w:u w:val="single"/>
                </w:rPr>
                <w:t xml:space="preserve">an -Arab Conference of Saudi </w:t>
              </w:r>
              <w:r w:rsidRPr="00BD266E">
                <w:rPr>
                  <w:sz w:val="24"/>
                  <w:szCs w:val="24"/>
                  <w:u w:val="single"/>
                </w:rPr>
                <w:t>Gastroenterology</w:t>
              </w:r>
              <w:r w:rsidR="00BD266E" w:rsidRPr="00BD266E">
                <w:rPr>
                  <w:sz w:val="24"/>
                  <w:szCs w:val="24"/>
                  <w:u w:val="single"/>
                </w:rPr>
                <w:t xml:space="preserve"> A</w:t>
              </w:r>
              <w:r w:rsidRPr="00BD266E">
                <w:rPr>
                  <w:sz w:val="24"/>
                  <w:szCs w:val="24"/>
                  <w:u w:val="single"/>
                </w:rPr>
                <w:t>ssociation</w:t>
              </w:r>
              <w:r w:rsidR="00BD266E">
                <w:rPr>
                  <w:sz w:val="24"/>
                  <w:szCs w:val="24"/>
                </w:rPr>
                <w:t>,</w:t>
              </w:r>
              <w:r w:rsidRPr="004031AE">
                <w:rPr>
                  <w:sz w:val="24"/>
                  <w:szCs w:val="24"/>
                </w:rPr>
                <w:t xml:space="preserve"> 8-10 </w:t>
              </w:r>
              <w:r w:rsidR="00BD266E" w:rsidRPr="004031AE">
                <w:rPr>
                  <w:sz w:val="24"/>
                  <w:szCs w:val="24"/>
                </w:rPr>
                <w:t>February</w:t>
              </w:r>
              <w:r w:rsidRPr="004031AE">
                <w:rPr>
                  <w:sz w:val="24"/>
                  <w:szCs w:val="24"/>
                </w:rPr>
                <w:t xml:space="preserve"> 2011, Riya</w:t>
              </w:r>
              <w:r>
                <w:rPr>
                  <w:sz w:val="24"/>
                  <w:szCs w:val="24"/>
                </w:rPr>
                <w:t>dh</w:t>
              </w:r>
              <w:r w:rsidR="00BD266E">
                <w:rPr>
                  <w:sz w:val="24"/>
                  <w:szCs w:val="24"/>
                </w:rPr>
                <w:t>.</w:t>
              </w:r>
            </w:p>
            <w:p w14:paraId="5EA6CE1C" w14:textId="177F6574" w:rsidR="00E874F2" w:rsidRDefault="00BD266E" w:rsidP="00E874F2">
              <w:pPr>
                <w:rPr>
                  <w:sz w:val="24"/>
                  <w:szCs w:val="24"/>
                </w:rPr>
              </w:pPr>
              <w:r>
                <w:rPr>
                  <w:sz w:val="24"/>
                  <w:szCs w:val="24"/>
                  <w:u w:val="single"/>
                </w:rPr>
                <w:t xml:space="preserve">Emergency </w:t>
              </w:r>
              <w:r w:rsidRPr="00BD266E">
                <w:rPr>
                  <w:sz w:val="24"/>
                  <w:szCs w:val="24"/>
                  <w:u w:val="single"/>
                </w:rPr>
                <w:t>R</w:t>
              </w:r>
              <w:r w:rsidR="00E874F2" w:rsidRPr="00BD266E">
                <w:rPr>
                  <w:sz w:val="24"/>
                  <w:szCs w:val="24"/>
                  <w:u w:val="single"/>
                </w:rPr>
                <w:t>adiology</w:t>
              </w:r>
              <w:r w:rsidRPr="00BD266E">
                <w:rPr>
                  <w:sz w:val="24"/>
                  <w:szCs w:val="24"/>
                  <w:u w:val="single"/>
                </w:rPr>
                <w:t xml:space="preserve"> Review D</w:t>
              </w:r>
              <w:r w:rsidR="00E874F2" w:rsidRPr="00BD266E">
                <w:rPr>
                  <w:sz w:val="24"/>
                  <w:szCs w:val="24"/>
                  <w:u w:val="single"/>
                </w:rPr>
                <w:t>ay</w:t>
              </w:r>
              <w:r>
                <w:rPr>
                  <w:sz w:val="24"/>
                  <w:szCs w:val="24"/>
                </w:rPr>
                <w:t>, 26 May 2008, Security F</w:t>
              </w:r>
              <w:r w:rsidR="00E874F2">
                <w:rPr>
                  <w:sz w:val="24"/>
                  <w:szCs w:val="24"/>
                </w:rPr>
                <w:t>orce</w:t>
              </w:r>
              <w:r>
                <w:rPr>
                  <w:sz w:val="24"/>
                  <w:szCs w:val="24"/>
                </w:rPr>
                <w:t>s H</w:t>
              </w:r>
              <w:r w:rsidR="00E874F2">
                <w:rPr>
                  <w:sz w:val="24"/>
                  <w:szCs w:val="24"/>
                </w:rPr>
                <w:t>ospital, Riyadh.</w:t>
              </w:r>
            </w:p>
            <w:p w14:paraId="403E01B5" w14:textId="77777777" w:rsidR="00E874F2" w:rsidRDefault="00E874F2" w:rsidP="00E874F2">
              <w:pPr>
                <w:rPr>
                  <w:sz w:val="24"/>
                  <w:szCs w:val="24"/>
                  <w:u w:val="single"/>
                </w:rPr>
              </w:pPr>
            </w:p>
            <w:p w14:paraId="25D4480F" w14:textId="77777777" w:rsidR="00E874F2" w:rsidRDefault="00E874F2" w:rsidP="00E874F2">
              <w:pPr>
                <w:rPr>
                  <w:sz w:val="24"/>
                  <w:szCs w:val="24"/>
                </w:rPr>
              </w:pPr>
              <w:r w:rsidRPr="00D708A5">
                <w:rPr>
                  <w:sz w:val="24"/>
                  <w:szCs w:val="24"/>
                  <w:u w:val="single"/>
                </w:rPr>
                <w:t>2</w:t>
              </w:r>
              <w:r w:rsidRPr="00D708A5">
                <w:rPr>
                  <w:sz w:val="24"/>
                  <w:szCs w:val="24"/>
                  <w:u w:val="single"/>
                  <w:vertAlign w:val="superscript"/>
                </w:rPr>
                <w:t>nd</w:t>
              </w:r>
              <w:r w:rsidRPr="00D708A5">
                <w:rPr>
                  <w:sz w:val="24"/>
                  <w:szCs w:val="24"/>
                  <w:u w:val="single"/>
                </w:rPr>
                <w:t xml:space="preserve"> annual ECG course and workshop</w:t>
              </w:r>
              <w:r w:rsidRPr="004031AE">
                <w:rPr>
                  <w:sz w:val="24"/>
                  <w:szCs w:val="24"/>
                </w:rPr>
                <w:t xml:space="preserve"> April 23 &amp;24 2008, king khalid university hospital, Riyadh</w:t>
              </w:r>
            </w:p>
            <w:p w14:paraId="5BDD2FFA" w14:textId="77777777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5</w:t>
              </w:r>
              <w:r w:rsidRPr="004031AE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Pr="004031AE">
                <w:rPr>
                  <w:sz w:val="24"/>
                  <w:szCs w:val="24"/>
                  <w:u w:val="single"/>
                </w:rPr>
                <w:t xml:space="preserve"> Internal medicine update</w:t>
              </w:r>
              <w:r w:rsidRPr="004031AE">
                <w:rPr>
                  <w:sz w:val="24"/>
                  <w:szCs w:val="24"/>
                </w:rPr>
                <w:t xml:space="preserve"> 4-6 march, 2008, king khalid university hospital, Riyadh</w:t>
              </w:r>
            </w:p>
            <w:p w14:paraId="4F86836E" w14:textId="77777777" w:rsidR="00E874F2" w:rsidRPr="004031AE" w:rsidRDefault="00E874F2" w:rsidP="00E874F2">
              <w:pPr>
                <w:rPr>
                  <w:sz w:val="24"/>
                  <w:szCs w:val="24"/>
                </w:rPr>
              </w:pPr>
            </w:p>
            <w:p w14:paraId="766CE53B" w14:textId="77777777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D708A5">
                <w:rPr>
                  <w:sz w:val="24"/>
                  <w:szCs w:val="24"/>
                  <w:u w:val="single"/>
                </w:rPr>
                <w:t>5</w:t>
              </w:r>
              <w:r w:rsidRPr="00D708A5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Pr="00D708A5">
                <w:rPr>
                  <w:sz w:val="24"/>
                  <w:szCs w:val="24"/>
                  <w:u w:val="single"/>
                </w:rPr>
                <w:t xml:space="preserve"> annual Acute Coronary Syndrome</w:t>
              </w:r>
              <w:r w:rsidRPr="004031AE">
                <w:rPr>
                  <w:sz w:val="24"/>
                  <w:szCs w:val="24"/>
                </w:rPr>
                <w:t xml:space="preserve"> symposium and workshop </w:t>
              </w:r>
              <w:r>
                <w:rPr>
                  <w:sz w:val="24"/>
                  <w:szCs w:val="24"/>
                </w:rPr>
                <w:t xml:space="preserve">April </w:t>
              </w:r>
              <w:r w:rsidRPr="004031AE">
                <w:rPr>
                  <w:sz w:val="24"/>
                  <w:szCs w:val="24"/>
                </w:rPr>
                <w:t>2008, king khalid university hospital, Riyadh</w:t>
              </w:r>
            </w:p>
            <w:p w14:paraId="4AA2F335" w14:textId="77777777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Toxicology course</w:t>
              </w:r>
              <w:r w:rsidRPr="004031AE">
                <w:rPr>
                  <w:sz w:val="24"/>
                  <w:szCs w:val="24"/>
                </w:rPr>
                <w:t xml:space="preserve"> 20-21 February 2008, king khalid university hospital, Riyadh</w:t>
              </w:r>
            </w:p>
            <w:p w14:paraId="68590BF2" w14:textId="77777777" w:rsidR="00E874F2" w:rsidRPr="004031AE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3</w:t>
              </w:r>
              <w:r w:rsidRPr="004031AE">
                <w:rPr>
                  <w:sz w:val="24"/>
                  <w:szCs w:val="24"/>
                  <w:u w:val="single"/>
                  <w:vertAlign w:val="superscript"/>
                </w:rPr>
                <w:t>rd</w:t>
              </w:r>
              <w:r w:rsidRPr="004031AE">
                <w:rPr>
                  <w:sz w:val="24"/>
                  <w:szCs w:val="24"/>
                  <w:u w:val="single"/>
                </w:rPr>
                <w:t xml:space="preserve"> GCC evidence based clinical practice workshop</w:t>
              </w:r>
              <w:r w:rsidRPr="004031AE">
                <w:rPr>
                  <w:sz w:val="24"/>
                  <w:szCs w:val="24"/>
                </w:rPr>
                <w:t xml:space="preserve"> 1-3 December 2007, king khalid university hospital Riyadh</w:t>
              </w:r>
            </w:p>
            <w:p w14:paraId="3B2C3EFF" w14:textId="77777777" w:rsidR="00E874F2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4</w:t>
              </w:r>
              <w:r w:rsidRPr="004031AE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Pr="004031AE">
                <w:rPr>
                  <w:sz w:val="24"/>
                  <w:szCs w:val="24"/>
                  <w:u w:val="single"/>
                </w:rPr>
                <w:t xml:space="preserve"> annual acute coronary syndrome</w:t>
              </w:r>
              <w:r w:rsidRPr="004031AE">
                <w:rPr>
                  <w:sz w:val="24"/>
                  <w:szCs w:val="24"/>
                </w:rPr>
                <w:t xml:space="preserve"> 25-26 April 2007, king khalid university hospital, Riyadh</w:t>
              </w:r>
            </w:p>
            <w:p w14:paraId="2B798EAF" w14:textId="77777777" w:rsidR="00E874F2" w:rsidRPr="008E077D" w:rsidRDefault="00E874F2" w:rsidP="00E874F2">
              <w:pPr>
                <w:rPr>
                  <w:sz w:val="24"/>
                  <w:szCs w:val="24"/>
                  <w:u w:val="single"/>
                </w:rPr>
              </w:pPr>
              <w:r w:rsidRPr="004031AE">
                <w:rPr>
                  <w:sz w:val="24"/>
                  <w:szCs w:val="24"/>
                  <w:u w:val="single"/>
                </w:rPr>
                <w:lastRenderedPageBreak/>
                <w:t>3</w:t>
              </w:r>
              <w:r w:rsidRPr="004031AE">
                <w:rPr>
                  <w:sz w:val="24"/>
                  <w:szCs w:val="24"/>
                  <w:u w:val="single"/>
                  <w:vertAlign w:val="superscript"/>
                </w:rPr>
                <w:t>rd</w:t>
              </w:r>
              <w:r w:rsidRPr="004031AE">
                <w:rPr>
                  <w:sz w:val="24"/>
                  <w:szCs w:val="24"/>
                  <w:u w:val="single"/>
                </w:rPr>
                <w:t xml:space="preserve"> ECG course</w:t>
              </w:r>
              <w:r w:rsidRPr="004031AE">
                <w:rPr>
                  <w:sz w:val="24"/>
                  <w:szCs w:val="24"/>
                </w:rPr>
                <w:t xml:space="preserve"> 24 April 2007, king khalid university hospital, Riyadh</w:t>
              </w:r>
            </w:p>
            <w:p w14:paraId="7163A570" w14:textId="77777777" w:rsidR="00E874F2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4</w:t>
              </w:r>
              <w:r w:rsidRPr="004031AE">
                <w:rPr>
                  <w:sz w:val="24"/>
                  <w:szCs w:val="24"/>
                  <w:u w:val="single"/>
                  <w:vertAlign w:val="superscript"/>
                </w:rPr>
                <w:t>th</w:t>
              </w:r>
              <w:r w:rsidRPr="004031AE">
                <w:rPr>
                  <w:sz w:val="24"/>
                  <w:szCs w:val="24"/>
                  <w:u w:val="single"/>
                </w:rPr>
                <w:t xml:space="preserve"> internal medicine update symposium</w:t>
              </w:r>
              <w:r w:rsidRPr="004031AE">
                <w:rPr>
                  <w:sz w:val="24"/>
                  <w:szCs w:val="24"/>
                </w:rPr>
                <w:t xml:space="preserve"> 6-8</w:t>
              </w:r>
              <w:r w:rsidRPr="004031AE">
                <w:rPr>
                  <w:sz w:val="24"/>
                  <w:szCs w:val="24"/>
                  <w:vertAlign w:val="superscript"/>
                </w:rPr>
                <w:t>th</w:t>
              </w:r>
              <w:r w:rsidRPr="004031AE">
                <w:rPr>
                  <w:sz w:val="24"/>
                  <w:szCs w:val="24"/>
                </w:rPr>
                <w:t xml:space="preserve"> march, </w:t>
              </w:r>
              <w:r>
                <w:rPr>
                  <w:sz w:val="24"/>
                  <w:szCs w:val="24"/>
                </w:rPr>
                <w:t>2007,</w:t>
              </w:r>
              <w:r w:rsidRPr="004031AE">
                <w:rPr>
                  <w:sz w:val="24"/>
                  <w:szCs w:val="24"/>
                </w:rPr>
                <w:t xml:space="preserve"> king khalid university, Riyadh.</w:t>
              </w:r>
              <w:r>
                <w:rPr>
                  <w:sz w:val="24"/>
                  <w:szCs w:val="24"/>
                </w:rPr>
                <w:t xml:space="preserve"> </w:t>
              </w:r>
            </w:p>
            <w:p w14:paraId="16CEC009" w14:textId="77777777" w:rsidR="00E874F2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First Career day,</w:t>
              </w:r>
              <w:r w:rsidRPr="004031AE">
                <w:rPr>
                  <w:sz w:val="24"/>
                  <w:szCs w:val="24"/>
                </w:rPr>
                <w:t xml:space="preserve"> 1</w:t>
              </w:r>
              <w:r w:rsidRPr="004031AE">
                <w:rPr>
                  <w:sz w:val="24"/>
                  <w:szCs w:val="24"/>
                  <w:vertAlign w:val="superscript"/>
                </w:rPr>
                <w:t>st</w:t>
              </w:r>
              <w:r w:rsidRPr="004031AE">
                <w:rPr>
                  <w:sz w:val="24"/>
                  <w:szCs w:val="24"/>
                </w:rPr>
                <w:t xml:space="preserve"> march, 2007, Jeddah </w:t>
              </w:r>
            </w:p>
            <w:p w14:paraId="14A9E6F9" w14:textId="77777777" w:rsidR="00D47747" w:rsidRPr="00E874F2" w:rsidRDefault="00E874F2" w:rsidP="00E874F2">
              <w:pPr>
                <w:rPr>
                  <w:sz w:val="24"/>
                  <w:szCs w:val="24"/>
                </w:rPr>
              </w:pPr>
              <w:r w:rsidRPr="004031AE">
                <w:rPr>
                  <w:sz w:val="24"/>
                  <w:szCs w:val="24"/>
                  <w:u w:val="single"/>
                </w:rPr>
                <w:t>Communication skills</w:t>
              </w:r>
              <w:r w:rsidRPr="004031AE">
                <w:rPr>
                  <w:sz w:val="24"/>
                  <w:szCs w:val="24"/>
                </w:rPr>
                <w:t xml:space="preserve"> workshop 6 April 2005, King khalid university hospital, Riyadh</w:t>
              </w:r>
            </w:p>
          </w:sdtContent>
        </w:sdt>
      </w:sdtContent>
    </w:sdt>
    <w:p w14:paraId="2003345A" w14:textId="77777777" w:rsidR="00AA2EB6" w:rsidRDefault="00AA2EB6" w:rsidP="00AB0C4D">
      <w:pPr>
        <w:pStyle w:val="Subsection"/>
        <w:rPr>
          <w:bCs w:val="0"/>
          <w:caps w:val="0"/>
          <w:color w:val="404040" w:themeColor="text1" w:themeTint="BF"/>
          <w:sz w:val="28"/>
          <w:szCs w:val="28"/>
        </w:rPr>
      </w:pPr>
    </w:p>
    <w:p w14:paraId="2D151792" w14:textId="77777777" w:rsidR="00A12030" w:rsidRPr="00AB0C4D" w:rsidRDefault="00ED067B" w:rsidP="00AB0C4D">
      <w:pPr>
        <w:pStyle w:val="Subsection"/>
        <w:rPr>
          <w:bCs w:val="0"/>
          <w:caps w:val="0"/>
          <w:color w:val="404040" w:themeColor="text1" w:themeTint="BF"/>
          <w:sz w:val="28"/>
          <w:szCs w:val="28"/>
        </w:rPr>
      </w:pPr>
      <w:r w:rsidRPr="00AB0C4D">
        <w:rPr>
          <w:bCs w:val="0"/>
          <w:caps w:val="0"/>
          <w:color w:val="404040" w:themeColor="text1" w:themeTint="BF"/>
          <w:sz w:val="28"/>
          <w:szCs w:val="28"/>
        </w:rPr>
        <w:t xml:space="preserve">Skills </w:t>
      </w:r>
    </w:p>
    <w:p w14:paraId="1D361A4D" w14:textId="77777777" w:rsidR="00A12030" w:rsidRPr="004031AE" w:rsidRDefault="00ED067B" w:rsidP="00ED067B">
      <w:pPr>
        <w:pStyle w:val="ListBullet"/>
        <w:rPr>
          <w:sz w:val="24"/>
          <w:szCs w:val="24"/>
        </w:rPr>
      </w:pPr>
      <w:r w:rsidRPr="004031AE">
        <w:rPr>
          <w:sz w:val="24"/>
          <w:szCs w:val="24"/>
        </w:rPr>
        <w:t>Organize academic activities in infectious diseases unit</w:t>
      </w:r>
    </w:p>
    <w:p w14:paraId="3F9BC2C8" w14:textId="77777777" w:rsidR="001D10CA" w:rsidRDefault="00ED067B" w:rsidP="00ED067B">
      <w:pPr>
        <w:pStyle w:val="ListBullet"/>
        <w:rPr>
          <w:sz w:val="24"/>
          <w:szCs w:val="24"/>
        </w:rPr>
      </w:pPr>
      <w:r w:rsidRPr="004031AE">
        <w:rPr>
          <w:sz w:val="24"/>
          <w:szCs w:val="24"/>
        </w:rPr>
        <w:t>Teach students in p</w:t>
      </w:r>
      <w:r w:rsidR="001D10CA">
        <w:rPr>
          <w:sz w:val="24"/>
          <w:szCs w:val="24"/>
        </w:rPr>
        <w:t xml:space="preserve">roblem </w:t>
      </w:r>
      <w:r w:rsidRPr="004031AE">
        <w:rPr>
          <w:sz w:val="24"/>
          <w:szCs w:val="24"/>
        </w:rPr>
        <w:t>b</w:t>
      </w:r>
      <w:r w:rsidR="001D10CA">
        <w:rPr>
          <w:sz w:val="24"/>
          <w:szCs w:val="24"/>
        </w:rPr>
        <w:t xml:space="preserve">ased </w:t>
      </w:r>
      <w:r w:rsidRPr="004031AE">
        <w:rPr>
          <w:sz w:val="24"/>
          <w:szCs w:val="24"/>
        </w:rPr>
        <w:t>l</w:t>
      </w:r>
      <w:r w:rsidR="001D10CA">
        <w:rPr>
          <w:sz w:val="24"/>
          <w:szCs w:val="24"/>
        </w:rPr>
        <w:t>earning</w:t>
      </w:r>
      <w:r w:rsidRPr="004031AE">
        <w:rPr>
          <w:sz w:val="24"/>
          <w:szCs w:val="24"/>
        </w:rPr>
        <w:t xml:space="preserve"> sessions for fir</w:t>
      </w:r>
      <w:r w:rsidR="001D10CA">
        <w:rPr>
          <w:sz w:val="24"/>
          <w:szCs w:val="24"/>
        </w:rPr>
        <w:t xml:space="preserve">st and second year students </w:t>
      </w:r>
    </w:p>
    <w:p w14:paraId="0EAB3CB7" w14:textId="39A9C8B3" w:rsidR="00AA2EB6" w:rsidRPr="007A5CFB" w:rsidRDefault="00086218" w:rsidP="007A5CFB">
      <w:pPr>
        <w:pStyle w:val="ListBullet"/>
        <w:rPr>
          <w:sz w:val="24"/>
          <w:szCs w:val="24"/>
        </w:rPr>
      </w:pPr>
      <w:r>
        <w:rPr>
          <w:sz w:val="24"/>
          <w:szCs w:val="24"/>
        </w:rPr>
        <w:t>G</w:t>
      </w:r>
      <w:r w:rsidR="00ED067B" w:rsidRPr="004031AE">
        <w:rPr>
          <w:sz w:val="24"/>
          <w:szCs w:val="24"/>
        </w:rPr>
        <w:t xml:space="preserve">iving clinical bed side sessions for </w:t>
      </w:r>
      <w:r w:rsidR="001D10CA">
        <w:rPr>
          <w:sz w:val="24"/>
          <w:szCs w:val="24"/>
        </w:rPr>
        <w:t xml:space="preserve"> </w:t>
      </w:r>
      <w:r w:rsidR="00ED067B" w:rsidRPr="004031AE">
        <w:rPr>
          <w:sz w:val="24"/>
          <w:szCs w:val="24"/>
        </w:rPr>
        <w:t xml:space="preserve"> 3</w:t>
      </w:r>
      <w:r w:rsidR="00ED067B" w:rsidRPr="004031AE">
        <w:rPr>
          <w:sz w:val="24"/>
          <w:szCs w:val="24"/>
          <w:vertAlign w:val="superscript"/>
        </w:rPr>
        <w:t>rd</w:t>
      </w:r>
      <w:r w:rsidR="00ED067B" w:rsidRPr="004031AE">
        <w:rPr>
          <w:sz w:val="24"/>
          <w:szCs w:val="24"/>
        </w:rPr>
        <w:t xml:space="preserve"> and 5</w:t>
      </w:r>
      <w:r w:rsidR="00ED067B" w:rsidRPr="004031AE">
        <w:rPr>
          <w:sz w:val="24"/>
          <w:szCs w:val="24"/>
          <w:vertAlign w:val="superscript"/>
        </w:rPr>
        <w:t>th</w:t>
      </w:r>
      <w:r w:rsidR="00ED067B" w:rsidRPr="004031AE">
        <w:rPr>
          <w:sz w:val="24"/>
          <w:szCs w:val="24"/>
        </w:rPr>
        <w:t xml:space="preserve"> year medical students.</w:t>
      </w:r>
    </w:p>
    <w:p w14:paraId="005CECF6" w14:textId="1179E8C7" w:rsidR="00A12030" w:rsidRPr="00AB0C4D" w:rsidRDefault="00AB0C4D" w:rsidP="00ED067B">
      <w:pPr>
        <w:pStyle w:val="Subsection"/>
        <w:rPr>
          <w:bCs w:val="0"/>
          <w:caps w:val="0"/>
          <w:color w:val="404040" w:themeColor="text1" w:themeTint="BF"/>
          <w:sz w:val="28"/>
          <w:szCs w:val="28"/>
        </w:rPr>
      </w:pPr>
      <w:r>
        <w:rPr>
          <w:bCs w:val="0"/>
          <w:caps w:val="0"/>
          <w:color w:val="404040" w:themeColor="text1" w:themeTint="BF"/>
          <w:sz w:val="28"/>
          <w:szCs w:val="28"/>
        </w:rPr>
        <w:t>P</w:t>
      </w:r>
      <w:r w:rsidR="00ED067B" w:rsidRPr="00AB0C4D">
        <w:rPr>
          <w:bCs w:val="0"/>
          <w:caps w:val="0"/>
          <w:color w:val="404040" w:themeColor="text1" w:themeTint="BF"/>
          <w:sz w:val="28"/>
          <w:szCs w:val="28"/>
        </w:rPr>
        <w:t>resentations:</w:t>
      </w:r>
    </w:p>
    <w:p w14:paraId="07FB552A" w14:textId="650F6E8F" w:rsidR="00ED067B" w:rsidRDefault="00AB0C4D" w:rsidP="001D10C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Infectious D</w:t>
      </w:r>
      <w:r w:rsidR="001D10CA" w:rsidRPr="001D10CA">
        <w:rPr>
          <w:sz w:val="24"/>
          <w:szCs w:val="24"/>
        </w:rPr>
        <w:t>iseases</w:t>
      </w:r>
      <w:r>
        <w:rPr>
          <w:sz w:val="24"/>
          <w:szCs w:val="24"/>
        </w:rPr>
        <w:t xml:space="preserve"> R</w:t>
      </w:r>
      <w:r w:rsidR="00E874F2">
        <w:rPr>
          <w:sz w:val="24"/>
          <w:szCs w:val="24"/>
        </w:rPr>
        <w:t>iyadh</w:t>
      </w:r>
      <w:r w:rsidR="001D10CA" w:rsidRPr="001D10CA">
        <w:rPr>
          <w:sz w:val="24"/>
          <w:szCs w:val="24"/>
        </w:rPr>
        <w:t xml:space="preserve"> club</w:t>
      </w:r>
      <w:r w:rsidR="00ED067B" w:rsidRPr="001D10CA">
        <w:rPr>
          <w:sz w:val="24"/>
          <w:szCs w:val="24"/>
        </w:rPr>
        <w:t xml:space="preserve"> </w:t>
      </w:r>
      <w:r w:rsidR="001D10CA" w:rsidRPr="001D10CA">
        <w:rPr>
          <w:sz w:val="24"/>
          <w:szCs w:val="24"/>
        </w:rPr>
        <w:t>MEETING APRIL</w:t>
      </w:r>
      <w:r w:rsidR="00ED067B" w:rsidRPr="001D10CA">
        <w:rPr>
          <w:sz w:val="24"/>
          <w:szCs w:val="24"/>
        </w:rPr>
        <w:t xml:space="preserve"> </w:t>
      </w:r>
      <w:r w:rsidR="001D10CA" w:rsidRPr="001D10CA">
        <w:rPr>
          <w:sz w:val="24"/>
          <w:szCs w:val="24"/>
        </w:rPr>
        <w:t>2013,</w:t>
      </w:r>
      <w:r w:rsidR="00ED067B" w:rsidRPr="001D10CA">
        <w:rPr>
          <w:sz w:val="24"/>
          <w:szCs w:val="24"/>
        </w:rPr>
        <w:t xml:space="preserve"> </w:t>
      </w:r>
      <w:r w:rsidR="001D10CA" w:rsidRPr="001D10CA">
        <w:rPr>
          <w:sz w:val="24"/>
          <w:szCs w:val="24"/>
        </w:rPr>
        <w:t>(</w:t>
      </w:r>
      <w:r w:rsidR="00ED067B" w:rsidRPr="001D10CA">
        <w:rPr>
          <w:sz w:val="24"/>
          <w:szCs w:val="24"/>
        </w:rPr>
        <w:t>not all headaches are benign</w:t>
      </w:r>
      <w:r w:rsidR="001D10CA" w:rsidRPr="001D10CA">
        <w:rPr>
          <w:sz w:val="24"/>
          <w:szCs w:val="24"/>
        </w:rPr>
        <w:t>).</w:t>
      </w:r>
    </w:p>
    <w:p w14:paraId="3F6209BD" w14:textId="290D9014" w:rsidR="00F40126" w:rsidRPr="001D10CA" w:rsidRDefault="00F40126" w:rsidP="001D10C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Infectious Disease Riyadh Club Meeting April 2015, (think out of the box).</w:t>
      </w:r>
    </w:p>
    <w:p w14:paraId="4FFEDDC9" w14:textId="6FC43C71" w:rsidR="00ED067B" w:rsidRPr="001D10CA" w:rsidRDefault="00AB0C4D" w:rsidP="001D10CA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Presented</w:t>
      </w:r>
      <w:r w:rsidR="00ED067B" w:rsidRPr="001D10CA">
        <w:rPr>
          <w:sz w:val="24"/>
          <w:szCs w:val="24"/>
        </w:rPr>
        <w:t xml:space="preserve"> a power point presentations every </w:t>
      </w:r>
      <w:r w:rsidR="007A5CFB" w:rsidRPr="001D10CA">
        <w:rPr>
          <w:sz w:val="24"/>
          <w:szCs w:val="24"/>
        </w:rPr>
        <w:t>Tuesday</w:t>
      </w:r>
      <w:r w:rsidR="00ED067B" w:rsidRPr="001D10CA">
        <w:rPr>
          <w:sz w:val="24"/>
          <w:szCs w:val="24"/>
        </w:rPr>
        <w:t xml:space="preserve"> in </w:t>
      </w:r>
      <w:r w:rsidR="001D10CA" w:rsidRPr="001D10CA">
        <w:rPr>
          <w:sz w:val="24"/>
          <w:szCs w:val="24"/>
        </w:rPr>
        <w:t>KKUH,</w:t>
      </w:r>
      <w:r w:rsidR="00ED067B" w:rsidRPr="001D10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ID </w:t>
      </w:r>
      <w:r w:rsidR="001D10CA" w:rsidRPr="001D10CA">
        <w:rPr>
          <w:sz w:val="24"/>
          <w:szCs w:val="24"/>
        </w:rPr>
        <w:t xml:space="preserve">UNIT, these are </w:t>
      </w:r>
      <w:r w:rsidR="00ED067B" w:rsidRPr="001D10CA">
        <w:rPr>
          <w:sz w:val="24"/>
          <w:szCs w:val="24"/>
        </w:rPr>
        <w:t>some of the topics presented</w:t>
      </w:r>
      <w:r w:rsidR="001D10CA" w:rsidRPr="001D10CA">
        <w:rPr>
          <w:sz w:val="24"/>
          <w:szCs w:val="24"/>
        </w:rPr>
        <w:t>:</w:t>
      </w:r>
    </w:p>
    <w:p w14:paraId="7F8F52B4" w14:textId="77777777" w:rsidR="001D10CA" w:rsidRPr="001D10CA" w:rsidRDefault="001D10CA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topic review about staphylococcus lugdonensis</w:t>
      </w:r>
    </w:p>
    <w:p w14:paraId="3864CD7C" w14:textId="77777777" w:rsidR="00ED067B" w:rsidRPr="001D10CA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malaria update</w:t>
      </w:r>
    </w:p>
    <w:p w14:paraId="0E2BDEE6" w14:textId="77777777" w:rsidR="00ED067B" w:rsidRPr="001D10CA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infection control measures</w:t>
      </w:r>
    </w:p>
    <w:p w14:paraId="4412D0A8" w14:textId="77777777" w:rsidR="00ED067B" w:rsidRPr="001D10CA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emerging infectious diseases</w:t>
      </w:r>
    </w:p>
    <w:p w14:paraId="20DB923A" w14:textId="77777777" w:rsidR="00ED067B" w:rsidRPr="001D10CA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herpes virus</w:t>
      </w:r>
      <w:r w:rsidR="001D10CA">
        <w:rPr>
          <w:sz w:val="24"/>
          <w:szCs w:val="24"/>
        </w:rPr>
        <w:t>es and diseases caused by them</w:t>
      </w:r>
    </w:p>
    <w:p w14:paraId="228582B4" w14:textId="77777777" w:rsidR="00ED067B" w:rsidRPr="001D10CA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respiratory viruses</w:t>
      </w:r>
    </w:p>
    <w:p w14:paraId="76F3FFBD" w14:textId="77777777" w:rsidR="00ED067B" w:rsidRDefault="00ED067B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 xml:space="preserve">cmv colitis </w:t>
      </w:r>
    </w:p>
    <w:p w14:paraId="09A6F963" w14:textId="77777777" w:rsidR="001D10CA" w:rsidRPr="001D10CA" w:rsidRDefault="001D10CA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 xml:space="preserve">presented some of </w:t>
      </w:r>
      <w:r w:rsidR="00B979D6">
        <w:rPr>
          <w:sz w:val="24"/>
          <w:szCs w:val="24"/>
        </w:rPr>
        <w:t>IDSA</w:t>
      </w:r>
      <w:r w:rsidRPr="001D10CA">
        <w:rPr>
          <w:sz w:val="24"/>
          <w:szCs w:val="24"/>
        </w:rPr>
        <w:t xml:space="preserve"> guide lines in infectious diseases</w:t>
      </w:r>
    </w:p>
    <w:p w14:paraId="65BA0B07" w14:textId="77777777" w:rsidR="001D10CA" w:rsidRPr="001D10CA" w:rsidRDefault="001D10CA" w:rsidP="001D10CA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1D10CA">
        <w:rPr>
          <w:sz w:val="24"/>
          <w:szCs w:val="24"/>
        </w:rPr>
        <w:t>presented slides on spot diagnosis related to infectious diseases with some questions</w:t>
      </w:r>
    </w:p>
    <w:p w14:paraId="2D45F0FF" w14:textId="7C8E223B" w:rsidR="00A12030" w:rsidRDefault="00B979D6" w:rsidP="00B979D6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presented some cases in details for the</w:t>
      </w:r>
      <w:r w:rsidR="00AB0C4D">
        <w:rPr>
          <w:sz w:val="24"/>
          <w:szCs w:val="24"/>
        </w:rPr>
        <w:t xml:space="preserve"> weekly grand round</w:t>
      </w:r>
    </w:p>
    <w:p w14:paraId="26FAFBD4" w14:textId="77777777" w:rsidR="001803D5" w:rsidRPr="00B979D6" w:rsidRDefault="001803D5" w:rsidP="001803D5">
      <w:pPr>
        <w:pStyle w:val="ListParagraph"/>
        <w:ind w:left="1440"/>
        <w:rPr>
          <w:sz w:val="24"/>
          <w:szCs w:val="24"/>
        </w:rPr>
      </w:pPr>
    </w:p>
    <w:p w14:paraId="6F3B3E3A" w14:textId="0DE0C8D4" w:rsidR="00A12030" w:rsidRPr="00AB0C4D" w:rsidRDefault="00B979D6" w:rsidP="00AB0C4D">
      <w:pPr>
        <w:pStyle w:val="Subsection"/>
        <w:rPr>
          <w:bCs w:val="0"/>
          <w:caps w:val="0"/>
          <w:color w:val="404040" w:themeColor="text1" w:themeTint="BF"/>
          <w:sz w:val="28"/>
          <w:szCs w:val="28"/>
        </w:rPr>
      </w:pPr>
      <w:r w:rsidRPr="00AB0C4D">
        <w:rPr>
          <w:bCs w:val="0"/>
          <w:caps w:val="0"/>
          <w:color w:val="404040" w:themeColor="text1" w:themeTint="BF"/>
          <w:sz w:val="28"/>
          <w:szCs w:val="28"/>
        </w:rPr>
        <w:t>Non-medical</w:t>
      </w:r>
      <w:r w:rsidR="00302EB6" w:rsidRPr="00AB0C4D">
        <w:rPr>
          <w:bCs w:val="0"/>
          <w:caps w:val="0"/>
          <w:color w:val="404040" w:themeColor="text1" w:themeTint="BF"/>
          <w:sz w:val="28"/>
          <w:szCs w:val="28"/>
        </w:rPr>
        <w:t xml:space="preserve"> experience</w:t>
      </w:r>
      <w:r w:rsidR="00AB0C4D">
        <w:rPr>
          <w:bCs w:val="0"/>
          <w:caps w:val="0"/>
          <w:color w:val="404040" w:themeColor="text1" w:themeTint="BF"/>
          <w:sz w:val="28"/>
          <w:szCs w:val="28"/>
        </w:rPr>
        <w:t>:</w:t>
      </w:r>
      <w:r w:rsidR="00302EB6" w:rsidRPr="00AB0C4D">
        <w:rPr>
          <w:bCs w:val="0"/>
          <w:caps w:val="0"/>
          <w:color w:val="404040" w:themeColor="text1" w:themeTint="BF"/>
          <w:sz w:val="28"/>
          <w:szCs w:val="28"/>
        </w:rPr>
        <w:t xml:space="preserve"> </w:t>
      </w:r>
    </w:p>
    <w:p w14:paraId="4ECF1DDF" w14:textId="0385316E" w:rsidR="00302EB6" w:rsidRPr="004031AE" w:rsidRDefault="00302EB6" w:rsidP="00302EB6">
      <w:pPr>
        <w:rPr>
          <w:sz w:val="24"/>
          <w:szCs w:val="24"/>
        </w:rPr>
      </w:pPr>
      <w:r w:rsidRPr="004031AE">
        <w:rPr>
          <w:sz w:val="24"/>
          <w:szCs w:val="24"/>
        </w:rPr>
        <w:t xml:space="preserve">Playing </w:t>
      </w:r>
      <w:r w:rsidR="00B979D6">
        <w:rPr>
          <w:sz w:val="24"/>
          <w:szCs w:val="24"/>
        </w:rPr>
        <w:t xml:space="preserve">and listening to </w:t>
      </w:r>
      <w:r w:rsidRPr="004031AE">
        <w:rPr>
          <w:sz w:val="24"/>
          <w:szCs w:val="24"/>
        </w:rPr>
        <w:t>music</w:t>
      </w:r>
      <w:r w:rsidR="00AB0C4D">
        <w:rPr>
          <w:sz w:val="24"/>
          <w:szCs w:val="24"/>
        </w:rPr>
        <w:t>.</w:t>
      </w:r>
      <w:r w:rsidRPr="004031AE">
        <w:rPr>
          <w:sz w:val="24"/>
          <w:szCs w:val="24"/>
        </w:rPr>
        <w:t xml:space="preserve"> </w:t>
      </w:r>
    </w:p>
    <w:p w14:paraId="3890EB6C" w14:textId="251DE641" w:rsidR="00086218" w:rsidRDefault="00F40126" w:rsidP="00086218">
      <w:pPr>
        <w:rPr>
          <w:sz w:val="24"/>
          <w:szCs w:val="24"/>
        </w:rPr>
      </w:pPr>
      <w:r>
        <w:rPr>
          <w:sz w:val="24"/>
          <w:szCs w:val="24"/>
        </w:rPr>
        <w:t>EL Course</w:t>
      </w:r>
      <w:r w:rsidR="00086218">
        <w:rPr>
          <w:sz w:val="24"/>
          <w:szCs w:val="24"/>
        </w:rPr>
        <w:t xml:space="preserve"> </w:t>
      </w:r>
      <w:r w:rsidR="00BF171C" w:rsidRPr="00BF171C">
        <w:rPr>
          <w:color w:val="auto"/>
          <w:sz w:val="24"/>
          <w:szCs w:val="24"/>
        </w:rPr>
        <w:t>2005</w:t>
      </w:r>
      <w:r>
        <w:rPr>
          <w:color w:val="auto"/>
          <w:sz w:val="24"/>
          <w:szCs w:val="24"/>
        </w:rPr>
        <w:t>.</w:t>
      </w:r>
    </w:p>
    <w:p w14:paraId="3C0BCB61" w14:textId="6044A159" w:rsidR="00302EB6" w:rsidRPr="004031AE" w:rsidRDefault="00086218" w:rsidP="00F40126">
      <w:pPr>
        <w:rPr>
          <w:sz w:val="24"/>
          <w:szCs w:val="24"/>
        </w:rPr>
      </w:pPr>
      <w:r>
        <w:rPr>
          <w:sz w:val="24"/>
          <w:szCs w:val="24"/>
        </w:rPr>
        <w:t>Face painting</w:t>
      </w:r>
      <w:r w:rsidR="00B979D6">
        <w:rPr>
          <w:sz w:val="24"/>
          <w:szCs w:val="24"/>
        </w:rPr>
        <w:t xml:space="preserve"> </w:t>
      </w:r>
      <w:r w:rsidR="00302EB6" w:rsidRPr="004031AE">
        <w:rPr>
          <w:sz w:val="24"/>
          <w:szCs w:val="24"/>
        </w:rPr>
        <w:t>and play</w:t>
      </w:r>
      <w:r>
        <w:rPr>
          <w:sz w:val="24"/>
          <w:szCs w:val="24"/>
        </w:rPr>
        <w:t>ing</w:t>
      </w:r>
      <w:r w:rsidR="00302EB6" w:rsidRPr="004031AE">
        <w:rPr>
          <w:sz w:val="24"/>
          <w:szCs w:val="24"/>
        </w:rPr>
        <w:t xml:space="preserve"> games with my children and their friends</w:t>
      </w:r>
      <w:r w:rsidR="00AB0C4D">
        <w:rPr>
          <w:sz w:val="24"/>
          <w:szCs w:val="24"/>
        </w:rPr>
        <w:t>.</w:t>
      </w:r>
    </w:p>
    <w:p w14:paraId="547FC34E" w14:textId="53B85EE9" w:rsidR="00302EB6" w:rsidRPr="004031AE" w:rsidRDefault="00302EB6" w:rsidP="00BF171C">
      <w:pPr>
        <w:rPr>
          <w:sz w:val="24"/>
          <w:szCs w:val="24"/>
        </w:rPr>
      </w:pPr>
      <w:r w:rsidRPr="004031AE">
        <w:rPr>
          <w:sz w:val="24"/>
          <w:szCs w:val="24"/>
        </w:rPr>
        <w:t xml:space="preserve">Like travelling and explore </w:t>
      </w:r>
      <w:r w:rsidR="00B979D6" w:rsidRPr="004031AE">
        <w:rPr>
          <w:sz w:val="24"/>
          <w:szCs w:val="24"/>
        </w:rPr>
        <w:t>new places</w:t>
      </w:r>
      <w:r w:rsidR="00BF171C">
        <w:rPr>
          <w:sz w:val="24"/>
          <w:szCs w:val="24"/>
        </w:rPr>
        <w:t>.</w:t>
      </w:r>
    </w:p>
    <w:sectPr w:rsidR="00302EB6" w:rsidRPr="004031AE">
      <w:footerReference w:type="default" r:id="rId8"/>
      <w:pgSz w:w="12240" w:h="15840"/>
      <w:pgMar w:top="1296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B84799" w14:textId="77777777" w:rsidR="00E85E52" w:rsidRDefault="00E85E52">
      <w:pPr>
        <w:spacing w:after="0"/>
      </w:pPr>
      <w:r>
        <w:separator/>
      </w:r>
    </w:p>
  </w:endnote>
  <w:endnote w:type="continuationSeparator" w:id="0">
    <w:p w14:paraId="08AAB9FC" w14:textId="77777777" w:rsidR="00E85E52" w:rsidRDefault="00E85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FA457" w14:textId="416B8C03" w:rsidR="00674841" w:rsidRDefault="00674841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7604F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A3F7A" w14:textId="77777777" w:rsidR="00E85E52" w:rsidRDefault="00E85E52">
      <w:pPr>
        <w:spacing w:after="0"/>
      </w:pPr>
      <w:r>
        <w:separator/>
      </w:r>
    </w:p>
  </w:footnote>
  <w:footnote w:type="continuationSeparator" w:id="0">
    <w:p w14:paraId="29E5C274" w14:textId="77777777" w:rsidR="00E85E52" w:rsidRDefault="00E85E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04BE0DFB"/>
    <w:multiLevelType w:val="hybridMultilevel"/>
    <w:tmpl w:val="054697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645682"/>
    <w:multiLevelType w:val="hybridMultilevel"/>
    <w:tmpl w:val="15387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3C4"/>
    <w:rsid w:val="000178E5"/>
    <w:rsid w:val="00031DEA"/>
    <w:rsid w:val="00035CA0"/>
    <w:rsid w:val="00086218"/>
    <w:rsid w:val="001802FF"/>
    <w:rsid w:val="001803D5"/>
    <w:rsid w:val="001931FD"/>
    <w:rsid w:val="001D10CA"/>
    <w:rsid w:val="002A4476"/>
    <w:rsid w:val="002D3D98"/>
    <w:rsid w:val="00302EB6"/>
    <w:rsid w:val="00307CC6"/>
    <w:rsid w:val="0036033D"/>
    <w:rsid w:val="004031AE"/>
    <w:rsid w:val="0041759F"/>
    <w:rsid w:val="004275B0"/>
    <w:rsid w:val="004B12A9"/>
    <w:rsid w:val="004D3098"/>
    <w:rsid w:val="00517DBF"/>
    <w:rsid w:val="0052597C"/>
    <w:rsid w:val="00674841"/>
    <w:rsid w:val="00690D75"/>
    <w:rsid w:val="007A5CFB"/>
    <w:rsid w:val="00835C88"/>
    <w:rsid w:val="00842FBD"/>
    <w:rsid w:val="00915C7F"/>
    <w:rsid w:val="00947ABC"/>
    <w:rsid w:val="00950803"/>
    <w:rsid w:val="0095149D"/>
    <w:rsid w:val="00985F8E"/>
    <w:rsid w:val="009C01E7"/>
    <w:rsid w:val="009D7ED7"/>
    <w:rsid w:val="00A12030"/>
    <w:rsid w:val="00A313C4"/>
    <w:rsid w:val="00A4224A"/>
    <w:rsid w:val="00A50E59"/>
    <w:rsid w:val="00AA2EB6"/>
    <w:rsid w:val="00AB0C4D"/>
    <w:rsid w:val="00AF3912"/>
    <w:rsid w:val="00B979D6"/>
    <w:rsid w:val="00BD266E"/>
    <w:rsid w:val="00BF171C"/>
    <w:rsid w:val="00BF7A9C"/>
    <w:rsid w:val="00C06EE9"/>
    <w:rsid w:val="00C61965"/>
    <w:rsid w:val="00CB50E1"/>
    <w:rsid w:val="00CD40D6"/>
    <w:rsid w:val="00CD5714"/>
    <w:rsid w:val="00D42F4E"/>
    <w:rsid w:val="00D47747"/>
    <w:rsid w:val="00D500F6"/>
    <w:rsid w:val="00D708A5"/>
    <w:rsid w:val="00DB0978"/>
    <w:rsid w:val="00E045BC"/>
    <w:rsid w:val="00E36413"/>
    <w:rsid w:val="00E7604F"/>
    <w:rsid w:val="00E85E52"/>
    <w:rsid w:val="00E874F2"/>
    <w:rsid w:val="00ED067B"/>
    <w:rsid w:val="00F00B77"/>
    <w:rsid w:val="00F4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3983B4"/>
  <w15:docId w15:val="{C6D907AA-005D-4A37-ADEE-80EE69DD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en-US" w:eastAsia="ja-JP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SectionHeading">
    <w:name w:val="Section Heading"/>
    <w:basedOn w:val="Normal"/>
    <w:next w:val="Normal"/>
    <w:uiPriority w:val="1"/>
    <w:qFormat/>
    <w:pPr>
      <w:spacing w:before="500" w:after="100"/>
    </w:pPr>
    <w:rPr>
      <w:rFonts w:asciiTheme="majorHAnsi" w:eastAsiaTheme="majorEastAsia" w:hAnsiTheme="majorHAnsi" w:cstheme="majorBidi"/>
      <w:b/>
      <w:bCs/>
      <w:color w:val="39A5B7" w:themeColor="accent1"/>
      <w:sz w:val="24"/>
    </w:rPr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/>
    </w:pPr>
  </w:style>
  <w:style w:type="paragraph" w:customStyle="1" w:styleId="Subsection">
    <w:name w:val="Subsection"/>
    <w:basedOn w:val="Normal"/>
    <w:uiPriority w:val="1"/>
    <w:qFormat/>
    <w:pPr>
      <w:spacing w:before="280" w:after="120"/>
    </w:pPr>
    <w:rPr>
      <w:b/>
      <w:bCs/>
      <w:caps/>
      <w:color w:val="262626" w:themeColor="text1" w:themeTint="D9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39A5B7" w:themeColor="accent1"/>
    </w:rPr>
  </w:style>
  <w:style w:type="paragraph" w:styleId="Date">
    <w:name w:val="Date"/>
    <w:basedOn w:val="Normal"/>
    <w:next w:val="Normal"/>
    <w:link w:val="DateChar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DateChar">
    <w:name w:val="Date Char"/>
    <w:basedOn w:val="DefaultParagraphFont"/>
    <w:link w:val="Date"/>
    <w:uiPriority w:val="1"/>
    <w:rPr>
      <w:b/>
      <w:bCs/>
      <w:color w:val="0D0D0D" w:themeColor="text1" w:themeTint="F2"/>
    </w:rPr>
  </w:style>
  <w:style w:type="paragraph" w:customStyle="1" w:styleId="Address">
    <w:name w:val="Address"/>
    <w:basedOn w:val="Normal"/>
    <w:uiPriority w:val="1"/>
    <w:qFormat/>
    <w:pPr>
      <w:spacing w:line="336" w:lineRule="auto"/>
      <w:contextualSpacing/>
    </w:pPr>
  </w:style>
  <w:style w:type="paragraph" w:styleId="Salutation">
    <w:name w:val="Salutation"/>
    <w:basedOn w:val="Normal"/>
    <w:next w:val="Normal"/>
    <w:link w:val="SalutationChar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SalutationChar">
    <w:name w:val="Salutation Char"/>
    <w:basedOn w:val="DefaultParagraphFont"/>
    <w:link w:val="Salutation"/>
    <w:uiPriority w:val="2"/>
    <w:rPr>
      <w:b/>
      <w:bCs/>
      <w:color w:val="0D0D0D" w:themeColor="text1" w:themeTint="F2"/>
    </w:rPr>
  </w:style>
  <w:style w:type="paragraph" w:styleId="Closing">
    <w:name w:val="Closing"/>
    <w:basedOn w:val="Normal"/>
    <w:next w:val="Signature"/>
    <w:link w:val="ClosingChar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ClosingChar">
    <w:name w:val="Closing Char"/>
    <w:basedOn w:val="DefaultParagraphFont"/>
    <w:link w:val="Closing"/>
    <w:uiPriority w:val="2"/>
    <w:rPr>
      <w:b/>
      <w:bCs/>
      <w:color w:val="0D0D0D" w:themeColor="text1" w:themeTint="F2"/>
    </w:rPr>
  </w:style>
  <w:style w:type="paragraph" w:styleId="Signature">
    <w:name w:val="Signature"/>
    <w:basedOn w:val="Normal"/>
    <w:link w:val="SignatureChar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SignatureChar">
    <w:name w:val="Signature Char"/>
    <w:basedOn w:val="DefaultParagraphFont"/>
    <w:link w:val="Signature"/>
    <w:uiPriority w:val="2"/>
    <w:rPr>
      <w:b/>
      <w:bCs/>
      <w:color w:val="0D0D0D" w:themeColor="text1" w:themeTint="F2"/>
    </w:rPr>
  </w:style>
  <w:style w:type="character" w:styleId="Hyperlink">
    <w:name w:val="Hyperlink"/>
    <w:basedOn w:val="DefaultParagraphFont"/>
    <w:uiPriority w:val="99"/>
    <w:unhideWhenUsed/>
    <w:rsid w:val="00C06EE9"/>
    <w:rPr>
      <w:color w:val="39A5B7" w:themeColor="hyperlink"/>
      <w:u w:val="single"/>
    </w:rPr>
  </w:style>
  <w:style w:type="paragraph" w:styleId="ListParagraph">
    <w:name w:val="List Paragraph"/>
    <w:basedOn w:val="Normal"/>
    <w:uiPriority w:val="34"/>
    <w:unhideWhenUsed/>
    <w:qFormat/>
    <w:rsid w:val="001D1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sume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11D1A50337A483F9019A064B5C60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3BFC4-869E-420C-85E6-760732E63B24}"/>
      </w:docPartPr>
      <w:docPartBody>
        <w:p w:rsidR="00F41857" w:rsidRDefault="005C4F13">
          <w:pPr>
            <w:pStyle w:val="C11D1A50337A483F9019A064B5C60F57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List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13"/>
    <w:rsid w:val="005C4F13"/>
    <w:rsid w:val="0081230B"/>
    <w:rsid w:val="00AB7034"/>
    <w:rsid w:val="00AD5A30"/>
    <w:rsid w:val="00B85DA1"/>
    <w:rsid w:val="00C44FB7"/>
    <w:rsid w:val="00D1131E"/>
    <w:rsid w:val="00D3107A"/>
    <w:rsid w:val="00F4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1D1A50337A483F9019A064B5C60F57">
    <w:name w:val="C11D1A50337A483F9019A064B5C60F57"/>
  </w:style>
  <w:style w:type="paragraph" w:customStyle="1" w:styleId="FE7FC0E8249E4123B6BD3335AA194828">
    <w:name w:val="FE7FC0E8249E4123B6BD3335AA194828"/>
  </w:style>
  <w:style w:type="paragraph" w:customStyle="1" w:styleId="E336EA2378C74E64B76CB053081F5833">
    <w:name w:val="E336EA2378C74E64B76CB053081F5833"/>
  </w:style>
  <w:style w:type="paragraph" w:customStyle="1" w:styleId="A10643CC0A83497C9A2C501EDD1D8CEB">
    <w:name w:val="A10643CC0A83497C9A2C501EDD1D8CEB"/>
  </w:style>
  <w:style w:type="paragraph" w:customStyle="1" w:styleId="37A6CB98314E40EFAFC36B04DE894945">
    <w:name w:val="37A6CB98314E40EFAFC36B04DE894945"/>
  </w:style>
  <w:style w:type="paragraph" w:customStyle="1" w:styleId="24A251E00A80406FA97B1F04A6E9C8EE">
    <w:name w:val="24A251E00A80406FA97B1F04A6E9C8EE"/>
  </w:style>
  <w:style w:type="paragraph" w:customStyle="1" w:styleId="BB761EFCF5D544D98ED99008F4FEC127">
    <w:name w:val="BB761EFCF5D544D98ED99008F4FEC127"/>
  </w:style>
  <w:style w:type="paragraph" w:customStyle="1" w:styleId="6EDFEFDD38864FFC8EA3350519100997">
    <w:name w:val="6EDFEFDD38864FFC8EA3350519100997"/>
  </w:style>
  <w:style w:type="paragraph" w:customStyle="1" w:styleId="48FBDDC3571445E1A7A5ADC387CD1DFC">
    <w:name w:val="48FBDDC3571445E1A7A5ADC387CD1DFC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54E9491610949E296CF8C65D2D4BB85">
    <w:name w:val="F54E9491610949E296CF8C65D2D4BB85"/>
  </w:style>
  <w:style w:type="paragraph" w:customStyle="1" w:styleId="73BAD9DB5D984C4E9D040A8BB7691D12">
    <w:name w:val="73BAD9DB5D984C4E9D040A8BB7691D12"/>
  </w:style>
  <w:style w:type="paragraph" w:styleId="ListBullet">
    <w:name w:val="List Bullet"/>
    <w:basedOn w:val="Normal"/>
    <w:uiPriority w:val="1"/>
    <w:unhideWhenUsed/>
    <w:qFormat/>
    <w:pPr>
      <w:numPr>
        <w:numId w:val="1"/>
      </w:numPr>
      <w:spacing w:after="80" w:line="240" w:lineRule="auto"/>
    </w:pPr>
    <w:rPr>
      <w:rFonts w:cs="Times New Roman"/>
      <w:color w:val="404040" w:themeColor="text1" w:themeTint="BF"/>
      <w:sz w:val="18"/>
    </w:rPr>
  </w:style>
  <w:style w:type="paragraph" w:customStyle="1" w:styleId="464A4FB3EEDD4DEDB4472D920D111EAC">
    <w:name w:val="464A4FB3EEDD4DEDB4472D920D111EAC"/>
  </w:style>
  <w:style w:type="paragraph" w:customStyle="1" w:styleId="E3F2A2CAEE7047569D4AAD0EF78FE5BB">
    <w:name w:val="E3F2A2CAEE7047569D4AAD0EF78FE5BB"/>
  </w:style>
  <w:style w:type="paragraph" w:customStyle="1" w:styleId="1EFEEB70177541DB8185177B051F6FEB">
    <w:name w:val="1EFEEB70177541DB8185177B051F6FEB"/>
  </w:style>
  <w:style w:type="paragraph" w:customStyle="1" w:styleId="9847565A8F0D4D90AAFE61FFB13841E1">
    <w:name w:val="9847565A8F0D4D90AAFE61FFB13841E1"/>
  </w:style>
  <w:style w:type="paragraph" w:customStyle="1" w:styleId="A53981F0B06C46C4AB95320C645A53DE">
    <w:name w:val="A53981F0B06C46C4AB95320C645A53DE"/>
  </w:style>
  <w:style w:type="paragraph" w:customStyle="1" w:styleId="332D59E06A244C18A0F37499A13A61B4">
    <w:name w:val="332D59E06A244C18A0F37499A13A61B4"/>
  </w:style>
  <w:style w:type="paragraph" w:customStyle="1" w:styleId="855C520775D0441591D122CED026C72A">
    <w:name w:val="855C520775D0441591D122CED026C7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85431C3B-1C29-4CFE-8693-96D0EE286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17</TotalTime>
  <Pages>4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curriculum vitae</dc:creator>
  <cp:keywords/>
  <cp:lastModifiedBy>fatimah AL-Shahrani</cp:lastModifiedBy>
  <cp:revision>6</cp:revision>
  <dcterms:created xsi:type="dcterms:W3CDTF">2016-04-16T22:29:00Z</dcterms:created>
  <dcterms:modified xsi:type="dcterms:W3CDTF">2016-07-23T01:08:00Z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TC029188809991</vt:lpwstr>
  </property>
</Properties>
</file>