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F94E4" w14:textId="77777777" w:rsidR="00B62B22" w:rsidRDefault="00C80E51" w:rsidP="002155AE">
      <w:pPr>
        <w:rPr>
          <w:rtl/>
        </w:rPr>
      </w:pPr>
      <w:r>
        <w:rPr>
          <w:rFonts w:hint="cs"/>
          <w:rtl/>
        </w:rPr>
        <w:t xml:space="preserve">جامعة المبلك سعود </w:t>
      </w:r>
    </w:p>
    <w:p w14:paraId="222FC539" w14:textId="77777777" w:rsidR="00C80E51" w:rsidRDefault="00C80E51" w:rsidP="002155AE">
      <w:pPr>
        <w:rPr>
          <w:rFonts w:ascii="Arial" w:hAnsi="Arial" w:cs="Arial"/>
          <w:b/>
          <w:sz w:val="36"/>
          <w:szCs w:val="36"/>
          <w:rtl/>
        </w:rPr>
      </w:pPr>
      <w:r>
        <w:rPr>
          <w:rFonts w:hint="cs"/>
          <w:rtl/>
        </w:rPr>
        <w:t>كلية الدراسات التطبيقية وخدمة المجتمع</w:t>
      </w:r>
    </w:p>
    <w:p w14:paraId="1DADDFBF" w14:textId="77777777" w:rsidR="00C80E51" w:rsidRDefault="00C80E51" w:rsidP="002155AE">
      <w:pPr>
        <w:rPr>
          <w:rFonts w:ascii="Arial" w:hAnsi="Arial" w:cs="Arial"/>
          <w:b/>
          <w:sz w:val="36"/>
          <w:szCs w:val="36"/>
          <w:rtl/>
        </w:rPr>
      </w:pPr>
    </w:p>
    <w:p w14:paraId="326D532B" w14:textId="77777777" w:rsidR="00B62B22" w:rsidRDefault="00C80E51" w:rsidP="002155AE">
      <w:p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المعلومات</w:t>
      </w:r>
      <w:r w:rsidR="002155AE">
        <w:rPr>
          <w:rFonts w:ascii="Arial" w:hAnsi="Arial" w:cs="Arial" w:hint="cs"/>
          <w:b/>
          <w:sz w:val="36"/>
          <w:szCs w:val="36"/>
          <w:rtl/>
        </w:rPr>
        <w:t xml:space="preserve"> </w:t>
      </w:r>
      <w:r>
        <w:rPr>
          <w:rFonts w:ascii="Arial" w:hAnsi="Arial" w:cs="Arial" w:hint="cs"/>
          <w:b/>
          <w:sz w:val="36"/>
          <w:szCs w:val="36"/>
          <w:rtl/>
        </w:rPr>
        <w:t>العامة:</w:t>
      </w:r>
    </w:p>
    <w:p w14:paraId="271C559D" w14:textId="77777777" w:rsidR="002155AE" w:rsidRDefault="002155AE" w:rsidP="002155AE">
      <w:pPr>
        <w:rPr>
          <w:rFonts w:ascii="Arial" w:hAnsi="Arial" w:cs="Arial"/>
          <w:b/>
          <w:sz w:val="36"/>
          <w:szCs w:val="36"/>
          <w:rtl/>
        </w:rPr>
      </w:pP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2828"/>
        <w:gridCol w:w="2351"/>
      </w:tblGrid>
      <w:tr w:rsidR="002155AE" w14:paraId="3CA509D7" w14:textId="77777777" w:rsidTr="000C2B25">
        <w:tc>
          <w:tcPr>
            <w:tcW w:w="2828" w:type="dxa"/>
          </w:tcPr>
          <w:p w14:paraId="050D3C55" w14:textId="77777777" w:rsidR="002155AE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>اسم استاذة المقرر:مرام المقبل</w:t>
            </w:r>
          </w:p>
        </w:tc>
        <w:tc>
          <w:tcPr>
            <w:tcW w:w="2351" w:type="dxa"/>
          </w:tcPr>
          <w:p w14:paraId="67D0499D" w14:textId="01487DC7" w:rsidR="002155AE" w:rsidRPr="00CD30C7" w:rsidRDefault="002155AE" w:rsidP="0053536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رقم الشعبة: </w:t>
            </w:r>
            <w:r w:rsidR="00535366">
              <w:rPr>
                <w:rFonts w:ascii="Arial" w:hAnsi="Arial" w:cs="Arial" w:hint="cs"/>
                <w:b/>
                <w:sz w:val="28"/>
                <w:szCs w:val="28"/>
                <w:rtl/>
              </w:rPr>
              <w:t>٣٠١</w:t>
            </w:r>
          </w:p>
        </w:tc>
      </w:tr>
      <w:tr w:rsidR="002155AE" w14:paraId="7FB31A4D" w14:textId="77777777" w:rsidTr="000C2B25">
        <w:tc>
          <w:tcPr>
            <w:tcW w:w="2828" w:type="dxa"/>
          </w:tcPr>
          <w:p w14:paraId="227755F9" w14:textId="77777777" w:rsidR="002155AE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>رقم المكتب:١٢٤ الدور الاول مبنى ١</w:t>
            </w:r>
          </w:p>
        </w:tc>
        <w:tc>
          <w:tcPr>
            <w:tcW w:w="2351" w:type="dxa"/>
          </w:tcPr>
          <w:p w14:paraId="5729F544" w14:textId="16D433FE" w:rsidR="002155AE" w:rsidRPr="00CD30C7" w:rsidRDefault="002155AE" w:rsidP="000C2B2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يوم المحاضرة: </w:t>
            </w:r>
            <w:r w:rsidR="000C2B25">
              <w:rPr>
                <w:rFonts w:ascii="Arial" w:hAnsi="Arial" w:cs="Arial" w:hint="cs"/>
                <w:b/>
                <w:sz w:val="28"/>
                <w:szCs w:val="28"/>
                <w:rtl/>
              </w:rPr>
              <w:t>الثلاثاء</w:t>
            </w:r>
          </w:p>
        </w:tc>
      </w:tr>
      <w:tr w:rsidR="002155AE" w14:paraId="46FEA521" w14:textId="77777777" w:rsidTr="000C2B25">
        <w:tc>
          <w:tcPr>
            <w:tcW w:w="2828" w:type="dxa"/>
          </w:tcPr>
          <w:p w14:paraId="1504EBB2" w14:textId="77777777" w:rsidR="002155AE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>اوقات الساعات المكتبية:الثلاثاء ٨-ـ١١</w:t>
            </w:r>
          </w:p>
        </w:tc>
        <w:tc>
          <w:tcPr>
            <w:tcW w:w="2351" w:type="dxa"/>
          </w:tcPr>
          <w:p w14:paraId="78D2B88B" w14:textId="1AC37889" w:rsidR="002155AE" w:rsidRPr="00CD30C7" w:rsidRDefault="000C2B25" w:rsidP="000007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القاعة: مبنى٢ ق </w:t>
            </w:r>
            <w:r w:rsidR="00000744">
              <w:rPr>
                <w:rFonts w:ascii="Arial" w:hAnsi="Arial" w:cs="Arial" w:hint="cs"/>
                <w:b/>
                <w:sz w:val="28"/>
                <w:szCs w:val="28"/>
                <w:rtl/>
              </w:rPr>
              <w:t>٣٠٩</w:t>
            </w:r>
          </w:p>
        </w:tc>
      </w:tr>
      <w:tr w:rsidR="005746E8" w14:paraId="70154533" w14:textId="77777777" w:rsidTr="000C2B25">
        <w:tc>
          <w:tcPr>
            <w:tcW w:w="5179" w:type="dxa"/>
            <w:gridSpan w:val="2"/>
          </w:tcPr>
          <w:p w14:paraId="3211CDEA" w14:textId="77777777" w:rsidR="005746E8" w:rsidRPr="00CD30C7" w:rsidRDefault="005746E8" w:rsidP="005746E8">
            <w:pPr>
              <w:jc w:val="center"/>
              <w:rPr>
                <w:rFonts w:ascii="Arial" w:hAnsi="Arial" w:cs="Arial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الموقع الرسمي: </w:t>
            </w:r>
            <w:r w:rsidRPr="005746E8">
              <w:rPr>
                <w:rFonts w:ascii="Arial" w:hAnsi="Arial" w:cs="Arial"/>
                <w:sz w:val="28"/>
                <w:szCs w:val="28"/>
              </w:rPr>
              <w:t>http://fac.ksu.edu.sa/malmoqbel</w:t>
            </w:r>
          </w:p>
        </w:tc>
      </w:tr>
      <w:tr w:rsidR="0041207F" w14:paraId="2EBEFA0C" w14:textId="77777777" w:rsidTr="000C2B25">
        <w:tc>
          <w:tcPr>
            <w:tcW w:w="5179" w:type="dxa"/>
            <w:gridSpan w:val="2"/>
          </w:tcPr>
          <w:p w14:paraId="7B0CA265" w14:textId="77777777" w:rsidR="0041207F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ايميل: </w:t>
            </w:r>
            <w:r w:rsidRPr="00CD30C7">
              <w:rPr>
                <w:rFonts w:ascii="Arial" w:hAnsi="Arial" w:cs="Arial"/>
                <w:b/>
                <w:sz w:val="28"/>
                <w:szCs w:val="28"/>
                <w:rtl/>
              </w:rPr>
              <w:t>malmoqbel@ksu.edu.sa</w:t>
            </w:r>
          </w:p>
        </w:tc>
      </w:tr>
    </w:tbl>
    <w:p w14:paraId="6F8B73DA" w14:textId="77777777" w:rsidR="002155AE" w:rsidRDefault="002155AE" w:rsidP="002155AE">
      <w:pPr>
        <w:rPr>
          <w:rFonts w:ascii="Arial" w:hAnsi="Arial" w:cs="Arial"/>
          <w:b/>
          <w:sz w:val="36"/>
          <w:szCs w:val="36"/>
          <w:rtl/>
        </w:rPr>
      </w:pPr>
    </w:p>
    <w:p w14:paraId="53E855B3" w14:textId="77777777" w:rsidR="005746E8" w:rsidRDefault="005746E8" w:rsidP="002155AE">
      <w:pPr>
        <w:rPr>
          <w:rFonts w:ascii="Arial" w:hAnsi="Arial" w:cs="Arial"/>
          <w:b/>
          <w:sz w:val="36"/>
          <w:szCs w:val="36"/>
          <w:rtl/>
        </w:rPr>
      </w:pPr>
    </w:p>
    <w:p w14:paraId="132C9643" w14:textId="77777777" w:rsidR="0023763E" w:rsidRDefault="0041207F" w:rsidP="0041207F">
      <w:p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معلومات الخاصة بالمقرر:</w:t>
      </w:r>
    </w:p>
    <w:p w14:paraId="308D40D6" w14:textId="77777777" w:rsidR="0041207F" w:rsidRDefault="0041207F" w:rsidP="0041207F">
      <w:pPr>
        <w:rPr>
          <w:rFonts w:ascii="Arial" w:hAnsi="Arial" w:cs="Arial"/>
          <w:b/>
          <w:sz w:val="36"/>
          <w:szCs w:val="36"/>
          <w:rtl/>
        </w:rPr>
      </w:pPr>
    </w:p>
    <w:p w14:paraId="35FD29EF" w14:textId="77777777" w:rsidR="0041207F" w:rsidRPr="0041207F" w:rsidRDefault="0041207F" w:rsidP="0041207F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 w:rsidRPr="0041207F">
        <w:rPr>
          <w:rFonts w:ascii="Arial" w:hAnsi="Arial" w:cs="Arial" w:hint="cs"/>
          <w:b/>
          <w:sz w:val="36"/>
          <w:szCs w:val="36"/>
          <w:rtl/>
        </w:rPr>
        <w:t>المرجع الاساسي:</w:t>
      </w:r>
    </w:p>
    <w:p w14:paraId="4C3E87A5" w14:textId="77777777" w:rsidR="0023763E" w:rsidRPr="00CD30C7" w:rsidRDefault="0023763E" w:rsidP="0023763E">
      <w:pPr>
        <w:rPr>
          <w:rFonts w:ascii="Arial" w:hAnsi="Arial" w:cs="Arial"/>
          <w:b/>
          <w:sz w:val="28"/>
          <w:szCs w:val="28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 xml:space="preserve">نظم المعلومات المحاسبية مدخل معاصر لدكتور أحمد زكريا زكي عصيمي </w:t>
      </w:r>
    </w:p>
    <w:p w14:paraId="15E6AC45" w14:textId="77777777" w:rsidR="0023763E" w:rsidRPr="00CD30C7" w:rsidRDefault="0023763E" w:rsidP="0023763E">
      <w:pPr>
        <w:rPr>
          <w:rFonts w:ascii="Arial" w:hAnsi="Arial" w:cs="Arial"/>
          <w:b/>
          <w:sz w:val="28"/>
          <w:szCs w:val="28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 xml:space="preserve">*متوفر في دار المريخ </w:t>
      </w:r>
    </w:p>
    <w:p w14:paraId="4D6B990D" w14:textId="77777777" w:rsidR="0041207F" w:rsidRDefault="0041207F" w:rsidP="0023763E">
      <w:pPr>
        <w:rPr>
          <w:rFonts w:ascii="Arial" w:hAnsi="Arial" w:cs="Arial"/>
          <w:b/>
          <w:sz w:val="36"/>
          <w:szCs w:val="36"/>
          <w:rtl/>
        </w:rPr>
      </w:pPr>
    </w:p>
    <w:p w14:paraId="33DB543A" w14:textId="77777777" w:rsidR="0041207F" w:rsidRPr="00CD30C7" w:rsidRDefault="0041207F" w:rsidP="0041207F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هدف المقرر:</w:t>
      </w:r>
    </w:p>
    <w:p w14:paraId="003AFA02" w14:textId="77777777" w:rsidR="0041207F" w:rsidRPr="00CD30C7" w:rsidRDefault="0041207F" w:rsidP="0041207F">
      <w:pPr>
        <w:pStyle w:val="ListParagraph"/>
        <w:rPr>
          <w:rFonts w:ascii="Arial" w:hAnsi="Arial" w:cs="Arial"/>
          <w:b/>
          <w:sz w:val="28"/>
          <w:szCs w:val="28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>يهدف المقررلتوفير طلبة لديهم المام كامل لما يندرج تحت مسمى نظم المعلومات المحاسبية من حيث :</w:t>
      </w:r>
    </w:p>
    <w:p w14:paraId="7195D665" w14:textId="77777777" w:rsidR="0041207F" w:rsidRPr="00CD30C7" w:rsidRDefault="0041207F" w:rsidP="0041207F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8"/>
          <w:szCs w:val="28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>معرفة مالمقصود بالنظم المعلومات المحاسبية؟ ومالغرض أو الهدف منها؟</w:t>
      </w:r>
    </w:p>
    <w:p w14:paraId="1C4EDF53" w14:textId="77777777" w:rsidR="0041207F" w:rsidRPr="00CD30C7" w:rsidRDefault="00F11B9B" w:rsidP="0041207F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8"/>
          <w:szCs w:val="28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>التعرف على الاجراءات الخاصة بها</w:t>
      </w:r>
    </w:p>
    <w:p w14:paraId="18DA33F8" w14:textId="77777777" w:rsidR="00F11B9B" w:rsidRPr="005746E8" w:rsidRDefault="00F11B9B" w:rsidP="005746E8">
      <w:pPr>
        <w:rPr>
          <w:rFonts w:ascii="Arial" w:hAnsi="Arial" w:cs="Arial"/>
          <w:b/>
          <w:sz w:val="28"/>
          <w:szCs w:val="28"/>
          <w:rtl/>
        </w:rPr>
      </w:pPr>
    </w:p>
    <w:p w14:paraId="06086925" w14:textId="77777777" w:rsidR="00CD30C7" w:rsidRPr="005746E8" w:rsidRDefault="00F11B9B" w:rsidP="005746E8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36"/>
          <w:szCs w:val="36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>وصولا لتعرف مدى مواكبتها لتكنولوجيا الحديثة (ثورة العصر)</w:t>
      </w:r>
    </w:p>
    <w:p w14:paraId="0BB65ED3" w14:textId="77777777" w:rsidR="00F11B9B" w:rsidRDefault="005746E8" w:rsidP="00F11B9B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الخطة الاسبوعية:</w:t>
      </w:r>
    </w:p>
    <w:p w14:paraId="6E6088D6" w14:textId="77777777" w:rsidR="00F11B9B" w:rsidRDefault="00F11B9B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086E5ED3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0D38797B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4A991955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6E6DADD0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00B1FFE6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47B2CD6E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317FDB9D" w14:textId="77777777" w:rsidR="00C80E51" w:rsidRDefault="00C80E51" w:rsidP="00C80E51">
      <w:pPr>
        <w:pStyle w:val="ListParagraph"/>
        <w:jc w:val="center"/>
        <w:rPr>
          <w:rFonts w:ascii="Arial" w:hAnsi="Arial" w:cs="Arial"/>
          <w:b/>
          <w:sz w:val="36"/>
          <w:szCs w:val="36"/>
          <w:rtl/>
        </w:rPr>
      </w:pPr>
    </w:p>
    <w:p w14:paraId="0FCF578B" w14:textId="77777777" w:rsidR="000C2B25" w:rsidRDefault="000C2B25" w:rsidP="00C80E51">
      <w:pPr>
        <w:pStyle w:val="ListParagraph"/>
        <w:jc w:val="center"/>
        <w:rPr>
          <w:rFonts w:ascii="Arial" w:hAnsi="Arial" w:cs="Arial"/>
          <w:b/>
          <w:sz w:val="36"/>
          <w:szCs w:val="36"/>
          <w:rtl/>
        </w:rPr>
      </w:pPr>
    </w:p>
    <w:p w14:paraId="205E20A7" w14:textId="77777777" w:rsidR="000C2B25" w:rsidRDefault="000C2B25" w:rsidP="00C80E51">
      <w:pPr>
        <w:pStyle w:val="ListParagraph"/>
        <w:jc w:val="center"/>
        <w:rPr>
          <w:rFonts w:ascii="Arial" w:hAnsi="Arial" w:cs="Arial"/>
          <w:b/>
          <w:sz w:val="36"/>
          <w:szCs w:val="36"/>
          <w:rtl/>
        </w:rPr>
      </w:pPr>
    </w:p>
    <w:p w14:paraId="1118F57F" w14:textId="77777777" w:rsidR="00C80E51" w:rsidRDefault="00C80E51" w:rsidP="00C80E51">
      <w:pPr>
        <w:pStyle w:val="ListParagraph"/>
        <w:jc w:val="center"/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 xml:space="preserve">خطة الدراسية لمقرر نظم معلومات </w:t>
      </w:r>
    </w:p>
    <w:p w14:paraId="058ECC5A" w14:textId="77777777" w:rsidR="005746E8" w:rsidRDefault="00C80E51" w:rsidP="00C80E51">
      <w:pPr>
        <w:pStyle w:val="ListParagraph"/>
        <w:jc w:val="center"/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محاسبية ١٢٥١ حسب</w:t>
      </w:r>
    </w:p>
    <w:p w14:paraId="5242498C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540C6A2F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2520"/>
        <w:gridCol w:w="1350"/>
        <w:gridCol w:w="1309"/>
      </w:tblGrid>
      <w:tr w:rsidR="00F11B9B" w14:paraId="409C83E2" w14:textId="77777777" w:rsidTr="00CD30C7">
        <w:tc>
          <w:tcPr>
            <w:tcW w:w="2520" w:type="dxa"/>
          </w:tcPr>
          <w:p w14:paraId="7B525D3F" w14:textId="77777777" w:rsidR="00F11B9B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 w:hint="cs"/>
                <w:b/>
                <w:sz w:val="36"/>
                <w:szCs w:val="36"/>
                <w:rtl/>
              </w:rPr>
              <w:t>الموضوع</w:t>
            </w:r>
          </w:p>
        </w:tc>
        <w:tc>
          <w:tcPr>
            <w:tcW w:w="1350" w:type="dxa"/>
          </w:tcPr>
          <w:p w14:paraId="21D0215D" w14:textId="77777777" w:rsidR="00F11B9B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 w:hint="cs"/>
                <w:b/>
                <w:sz w:val="36"/>
                <w:szCs w:val="36"/>
                <w:rtl/>
              </w:rPr>
              <w:t>التاريخ</w:t>
            </w:r>
          </w:p>
        </w:tc>
        <w:tc>
          <w:tcPr>
            <w:tcW w:w="1309" w:type="dxa"/>
          </w:tcPr>
          <w:p w14:paraId="489CC0C8" w14:textId="77777777" w:rsidR="00F11B9B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 w:hint="cs"/>
                <w:b/>
                <w:sz w:val="36"/>
                <w:szCs w:val="36"/>
                <w:rtl/>
              </w:rPr>
              <w:t>الاسبوع</w:t>
            </w:r>
          </w:p>
        </w:tc>
      </w:tr>
      <w:tr w:rsidR="00F11B9B" w14:paraId="49F4F480" w14:textId="77777777" w:rsidTr="00CD30C7">
        <w:tc>
          <w:tcPr>
            <w:tcW w:w="2520" w:type="dxa"/>
          </w:tcPr>
          <w:p w14:paraId="4F7C5D07" w14:textId="77777777" w:rsidR="00F11B9B" w:rsidRPr="00CD30C7" w:rsidRDefault="00CD30C7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تعارف وتهيئة</w:t>
            </w:r>
          </w:p>
        </w:tc>
        <w:tc>
          <w:tcPr>
            <w:tcW w:w="1350" w:type="dxa"/>
          </w:tcPr>
          <w:p w14:paraId="7109ACE8" w14:textId="0D1B2C5B" w:rsidR="00F11B9B" w:rsidRPr="00CD30C7" w:rsidRDefault="00000744" w:rsidP="00000744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٢٨/١٢</w:t>
            </w:r>
          </w:p>
        </w:tc>
        <w:tc>
          <w:tcPr>
            <w:tcW w:w="1309" w:type="dxa"/>
          </w:tcPr>
          <w:p w14:paraId="1B3B388B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الاول</w:t>
            </w:r>
          </w:p>
        </w:tc>
      </w:tr>
      <w:tr w:rsidR="00F11B9B" w14:paraId="7322DB16" w14:textId="77777777" w:rsidTr="00CD30C7">
        <w:tc>
          <w:tcPr>
            <w:tcW w:w="2520" w:type="dxa"/>
          </w:tcPr>
          <w:p w14:paraId="5554C1B1" w14:textId="47F52644" w:rsidR="00F11B9B" w:rsidRPr="00CD30C7" w:rsidRDefault="00000744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>
              <w:rPr>
                <w:rFonts w:ascii="Arial" w:hAnsi="Arial" w:cs="Arial" w:hint="cs"/>
                <w:b/>
                <w:rtl/>
              </w:rPr>
              <w:t>طار عام لنظم المعلومات المحاسبية</w:t>
            </w:r>
          </w:p>
        </w:tc>
        <w:tc>
          <w:tcPr>
            <w:tcW w:w="1350" w:type="dxa"/>
          </w:tcPr>
          <w:p w14:paraId="2F97926C" w14:textId="6542CBCD" w:rsidR="00F11B9B" w:rsidRPr="00CD30C7" w:rsidRDefault="00000744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٦/١</w:t>
            </w:r>
          </w:p>
        </w:tc>
        <w:tc>
          <w:tcPr>
            <w:tcW w:w="1309" w:type="dxa"/>
          </w:tcPr>
          <w:p w14:paraId="64D8FB05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الثاني</w:t>
            </w:r>
          </w:p>
        </w:tc>
      </w:tr>
      <w:tr w:rsidR="00F11B9B" w14:paraId="2604ACA1" w14:textId="77777777" w:rsidTr="00CD30C7">
        <w:tc>
          <w:tcPr>
            <w:tcW w:w="2520" w:type="dxa"/>
          </w:tcPr>
          <w:p w14:paraId="1B3BC6E4" w14:textId="1A8EC3D9" w:rsidR="00F11B9B" w:rsidRPr="00CD30C7" w:rsidRDefault="00CD30C7" w:rsidP="0000074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 w:rsidR="00000744">
              <w:rPr>
                <w:rFonts w:ascii="Arial" w:hAnsi="Arial" w:cs="Arial" w:hint="cs"/>
                <w:b/>
                <w:rtl/>
              </w:rPr>
              <w:t>لنظم الفرعية لنظم المعلومات المحاسبية</w:t>
            </w:r>
          </w:p>
        </w:tc>
        <w:tc>
          <w:tcPr>
            <w:tcW w:w="1350" w:type="dxa"/>
          </w:tcPr>
          <w:p w14:paraId="5F49E1E2" w14:textId="6B899D56" w:rsidR="00F11B9B" w:rsidRPr="00CD30C7" w:rsidRDefault="00000744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١٣/١</w:t>
            </w:r>
          </w:p>
        </w:tc>
        <w:tc>
          <w:tcPr>
            <w:tcW w:w="1309" w:type="dxa"/>
          </w:tcPr>
          <w:p w14:paraId="306B78C3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الثالث</w:t>
            </w:r>
          </w:p>
        </w:tc>
      </w:tr>
      <w:tr w:rsidR="00F11B9B" w14:paraId="33E58859" w14:textId="77777777" w:rsidTr="00CD30C7">
        <w:tc>
          <w:tcPr>
            <w:tcW w:w="2520" w:type="dxa"/>
          </w:tcPr>
          <w:p w14:paraId="1C5F6386" w14:textId="6F01E952" w:rsidR="00F11B9B" w:rsidRPr="00CD30C7" w:rsidRDefault="00000744" w:rsidP="0000074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دورة حياة النظم</w:t>
            </w:r>
          </w:p>
        </w:tc>
        <w:tc>
          <w:tcPr>
            <w:tcW w:w="1350" w:type="dxa"/>
          </w:tcPr>
          <w:p w14:paraId="1279C6A7" w14:textId="27D39267" w:rsidR="00F11B9B" w:rsidRPr="00CD30C7" w:rsidRDefault="00000744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٢٠/١</w:t>
            </w:r>
          </w:p>
        </w:tc>
        <w:tc>
          <w:tcPr>
            <w:tcW w:w="1309" w:type="dxa"/>
          </w:tcPr>
          <w:p w14:paraId="64C6A645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الرابع</w:t>
            </w:r>
          </w:p>
        </w:tc>
      </w:tr>
      <w:tr w:rsidR="00F11B9B" w14:paraId="28EA429A" w14:textId="77777777" w:rsidTr="00CD30C7">
        <w:tc>
          <w:tcPr>
            <w:tcW w:w="2520" w:type="dxa"/>
          </w:tcPr>
          <w:p w14:paraId="07AC8BA9" w14:textId="38F67AD3" w:rsidR="00F11B9B" w:rsidRPr="00CD30C7" w:rsidRDefault="00000744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>
              <w:rPr>
                <w:rFonts w:ascii="Arial" w:hAnsi="Arial" w:cs="Arial" w:hint="cs"/>
                <w:b/>
                <w:rtl/>
              </w:rPr>
              <w:t>ختبار الفصلي الاول</w:t>
            </w:r>
          </w:p>
        </w:tc>
        <w:tc>
          <w:tcPr>
            <w:tcW w:w="1350" w:type="dxa"/>
          </w:tcPr>
          <w:p w14:paraId="01769742" w14:textId="1F152863" w:rsidR="00F11B9B" w:rsidRPr="00CD30C7" w:rsidRDefault="00000744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٢٧/١</w:t>
            </w:r>
          </w:p>
        </w:tc>
        <w:tc>
          <w:tcPr>
            <w:tcW w:w="1309" w:type="dxa"/>
          </w:tcPr>
          <w:p w14:paraId="3D956FAE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الخامس</w:t>
            </w:r>
          </w:p>
        </w:tc>
      </w:tr>
      <w:tr w:rsidR="00F11B9B" w14:paraId="61705DE1" w14:textId="77777777" w:rsidTr="00CD30C7">
        <w:tc>
          <w:tcPr>
            <w:tcW w:w="2520" w:type="dxa"/>
          </w:tcPr>
          <w:p w14:paraId="3E09CB76" w14:textId="77777777" w:rsidR="00F11B9B" w:rsidRPr="00CD30C7" w:rsidRDefault="00CD30C7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الخطوات التفصيلية لتصميم نظم المعلومات</w:t>
            </w:r>
          </w:p>
        </w:tc>
        <w:tc>
          <w:tcPr>
            <w:tcW w:w="1350" w:type="dxa"/>
          </w:tcPr>
          <w:p w14:paraId="18CF4C94" w14:textId="3B5149BD" w:rsidR="00F11B9B" w:rsidRPr="00CD30C7" w:rsidRDefault="00000744" w:rsidP="00000744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٤/٢</w:t>
            </w:r>
          </w:p>
        </w:tc>
        <w:tc>
          <w:tcPr>
            <w:tcW w:w="1309" w:type="dxa"/>
          </w:tcPr>
          <w:p w14:paraId="63B99405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السادس</w:t>
            </w:r>
          </w:p>
        </w:tc>
      </w:tr>
      <w:tr w:rsidR="00000744" w14:paraId="3FA1E2F6" w14:textId="77777777" w:rsidTr="00CD30C7">
        <w:tc>
          <w:tcPr>
            <w:tcW w:w="2520" w:type="dxa"/>
          </w:tcPr>
          <w:p w14:paraId="2ECE6751" w14:textId="080EAF7B" w:rsidR="00000744" w:rsidRPr="00CD30C7" w:rsidRDefault="00000744" w:rsidP="0000074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قواعد البيانات</w:t>
            </w:r>
          </w:p>
        </w:tc>
        <w:tc>
          <w:tcPr>
            <w:tcW w:w="1350" w:type="dxa"/>
          </w:tcPr>
          <w:p w14:paraId="3F5E5B74" w14:textId="3095ADD9" w:rsidR="00000744" w:rsidRPr="00CD30C7" w:rsidRDefault="00000744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١١/٢</w:t>
            </w:r>
          </w:p>
        </w:tc>
        <w:tc>
          <w:tcPr>
            <w:tcW w:w="1309" w:type="dxa"/>
          </w:tcPr>
          <w:p w14:paraId="21E7407E" w14:textId="77777777" w:rsidR="00000744" w:rsidRPr="00CD30C7" w:rsidRDefault="00000744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السابع</w:t>
            </w:r>
          </w:p>
        </w:tc>
      </w:tr>
      <w:tr w:rsidR="00000744" w14:paraId="353A1C8D" w14:textId="77777777" w:rsidTr="00CD30C7">
        <w:tc>
          <w:tcPr>
            <w:tcW w:w="2520" w:type="dxa"/>
          </w:tcPr>
          <w:p w14:paraId="408CD241" w14:textId="366EB430" w:rsidR="00000744" w:rsidRPr="00CD30C7" w:rsidRDefault="00000744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التجارة الالكترونية</w:t>
            </w:r>
          </w:p>
        </w:tc>
        <w:tc>
          <w:tcPr>
            <w:tcW w:w="1350" w:type="dxa"/>
          </w:tcPr>
          <w:p w14:paraId="756AEE1D" w14:textId="5907C9BD" w:rsidR="00000744" w:rsidRPr="00CD30C7" w:rsidRDefault="00000744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١٨/٢</w:t>
            </w:r>
          </w:p>
        </w:tc>
        <w:tc>
          <w:tcPr>
            <w:tcW w:w="1309" w:type="dxa"/>
          </w:tcPr>
          <w:p w14:paraId="223DBAF5" w14:textId="77777777" w:rsidR="00000744" w:rsidRPr="00CD30C7" w:rsidRDefault="00000744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 xml:space="preserve">الثامن </w:t>
            </w:r>
          </w:p>
        </w:tc>
      </w:tr>
      <w:tr w:rsidR="00F11B9B" w14:paraId="5308FE0C" w14:textId="77777777" w:rsidTr="00CD30C7">
        <w:tc>
          <w:tcPr>
            <w:tcW w:w="2520" w:type="dxa"/>
          </w:tcPr>
          <w:p w14:paraId="11661502" w14:textId="75C9BAC3" w:rsidR="00F11B9B" w:rsidRPr="00CD30C7" w:rsidRDefault="00000744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مراجعة نظم المعلومات الالية</w:t>
            </w:r>
          </w:p>
        </w:tc>
        <w:tc>
          <w:tcPr>
            <w:tcW w:w="1350" w:type="dxa"/>
          </w:tcPr>
          <w:p w14:paraId="1440A1A8" w14:textId="78AC74D4" w:rsidR="00F11B9B" w:rsidRPr="00CD30C7" w:rsidRDefault="00000744" w:rsidP="00000744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٢٥/٢</w:t>
            </w:r>
          </w:p>
        </w:tc>
        <w:tc>
          <w:tcPr>
            <w:tcW w:w="1309" w:type="dxa"/>
          </w:tcPr>
          <w:p w14:paraId="0E8658CA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التاسع</w:t>
            </w:r>
          </w:p>
        </w:tc>
      </w:tr>
      <w:tr w:rsidR="00F11B9B" w14:paraId="3B9D8740" w14:textId="77777777" w:rsidTr="00CD30C7">
        <w:tc>
          <w:tcPr>
            <w:tcW w:w="2520" w:type="dxa"/>
          </w:tcPr>
          <w:p w14:paraId="1B06E2D6" w14:textId="7AA96757" w:rsidR="00F11B9B" w:rsidRPr="00CD30C7" w:rsidRDefault="00000744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نظم الرقابة والامن والحماية بنظم المعلومات</w:t>
            </w:r>
          </w:p>
        </w:tc>
        <w:tc>
          <w:tcPr>
            <w:tcW w:w="1350" w:type="dxa"/>
          </w:tcPr>
          <w:p w14:paraId="7238E25D" w14:textId="390444BC" w:rsidR="00F11B9B" w:rsidRPr="00CD30C7" w:rsidRDefault="00000744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٣/٣</w:t>
            </w:r>
          </w:p>
        </w:tc>
        <w:tc>
          <w:tcPr>
            <w:tcW w:w="1309" w:type="dxa"/>
          </w:tcPr>
          <w:p w14:paraId="0B50F396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العاشر</w:t>
            </w:r>
          </w:p>
        </w:tc>
      </w:tr>
      <w:tr w:rsidR="00F11B9B" w14:paraId="523DDB33" w14:textId="77777777" w:rsidTr="00CD30C7">
        <w:tc>
          <w:tcPr>
            <w:tcW w:w="2520" w:type="dxa"/>
          </w:tcPr>
          <w:p w14:paraId="255A8036" w14:textId="222A6DAD" w:rsidR="00F11B9B" w:rsidRPr="00CD30C7" w:rsidRDefault="00000744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>
              <w:rPr>
                <w:rFonts w:ascii="Arial" w:hAnsi="Arial" w:cs="Arial" w:hint="cs"/>
                <w:b/>
                <w:rtl/>
              </w:rPr>
              <w:t>ختبار فصلي ثاني</w:t>
            </w:r>
          </w:p>
        </w:tc>
        <w:tc>
          <w:tcPr>
            <w:tcW w:w="1350" w:type="dxa"/>
          </w:tcPr>
          <w:p w14:paraId="1BF568EB" w14:textId="3509124B" w:rsidR="00F11B9B" w:rsidRPr="00CD30C7" w:rsidRDefault="00000744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١٠/٣</w:t>
            </w:r>
          </w:p>
        </w:tc>
        <w:tc>
          <w:tcPr>
            <w:tcW w:w="1309" w:type="dxa"/>
          </w:tcPr>
          <w:p w14:paraId="30C6B5EC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الحادي عشر</w:t>
            </w:r>
          </w:p>
        </w:tc>
      </w:tr>
      <w:tr w:rsidR="00F11B9B" w14:paraId="31859B10" w14:textId="77777777" w:rsidTr="00CD30C7">
        <w:tc>
          <w:tcPr>
            <w:tcW w:w="2520" w:type="dxa"/>
          </w:tcPr>
          <w:p w14:paraId="2A0F23C6" w14:textId="77777777" w:rsidR="00F11B9B" w:rsidRPr="00CD30C7" w:rsidRDefault="00CD30C7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نظم دعم القرار</w:t>
            </w:r>
          </w:p>
        </w:tc>
        <w:tc>
          <w:tcPr>
            <w:tcW w:w="1350" w:type="dxa"/>
          </w:tcPr>
          <w:p w14:paraId="21DC1A27" w14:textId="4BCE8D37" w:rsidR="00F11B9B" w:rsidRPr="00CD30C7" w:rsidRDefault="00000744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١٧/٣</w:t>
            </w:r>
          </w:p>
        </w:tc>
        <w:tc>
          <w:tcPr>
            <w:tcW w:w="1309" w:type="dxa"/>
          </w:tcPr>
          <w:p w14:paraId="13E41EFD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الثاني عشر</w:t>
            </w:r>
          </w:p>
        </w:tc>
      </w:tr>
      <w:tr w:rsidR="00F11B9B" w14:paraId="5A9E1FFE" w14:textId="77777777" w:rsidTr="00CD30C7">
        <w:tc>
          <w:tcPr>
            <w:tcW w:w="2520" w:type="dxa"/>
          </w:tcPr>
          <w:p w14:paraId="6D9A95C4" w14:textId="1282DB6E" w:rsidR="00F11B9B" w:rsidRPr="00CD30C7" w:rsidRDefault="00000744" w:rsidP="0000074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نظم الذكاء الاصطناعي،-نظم الشبكات العصبية،-نظم الخبرة</w:t>
            </w:r>
          </w:p>
        </w:tc>
        <w:tc>
          <w:tcPr>
            <w:tcW w:w="1350" w:type="dxa"/>
          </w:tcPr>
          <w:p w14:paraId="5E70820D" w14:textId="4877261E" w:rsidR="00F11B9B" w:rsidRPr="00CD30C7" w:rsidRDefault="00000744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٢٤/٣</w:t>
            </w:r>
          </w:p>
        </w:tc>
        <w:tc>
          <w:tcPr>
            <w:tcW w:w="1309" w:type="dxa"/>
          </w:tcPr>
          <w:p w14:paraId="1D3A24AF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الثالث عشر</w:t>
            </w:r>
          </w:p>
        </w:tc>
      </w:tr>
      <w:tr w:rsidR="00382370" w14:paraId="34128DE3" w14:textId="77777777" w:rsidTr="00CD30C7">
        <w:tc>
          <w:tcPr>
            <w:tcW w:w="2520" w:type="dxa"/>
          </w:tcPr>
          <w:p w14:paraId="67FB7D84" w14:textId="5A69CE8D" w:rsidR="00382370" w:rsidRDefault="00000744" w:rsidP="00F11B9B">
            <w:pPr>
              <w:pStyle w:val="ListParagraph"/>
              <w:ind w:left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ختبار البديل</w:t>
            </w:r>
          </w:p>
        </w:tc>
        <w:tc>
          <w:tcPr>
            <w:tcW w:w="1350" w:type="dxa"/>
          </w:tcPr>
          <w:p w14:paraId="360B29E3" w14:textId="3A9F6CA4" w:rsidR="00382370" w:rsidRDefault="00000744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١/٤</w:t>
            </w:r>
          </w:p>
        </w:tc>
        <w:tc>
          <w:tcPr>
            <w:tcW w:w="1309" w:type="dxa"/>
          </w:tcPr>
          <w:p w14:paraId="6552C9BF" w14:textId="6460596E" w:rsidR="00382370" w:rsidRPr="00CD30C7" w:rsidRDefault="00382370" w:rsidP="00F11B9B">
            <w:pPr>
              <w:pStyle w:val="ListParagraph"/>
              <w:ind w:left="0"/>
              <w:rPr>
                <w:rFonts w:ascii="Arial" w:hAnsi="Arial" w:cs="Arial"/>
                <w:b/>
                <w:rtl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الرابع عشر</w:t>
            </w:r>
          </w:p>
        </w:tc>
      </w:tr>
      <w:tr w:rsidR="00382370" w14:paraId="03349B19" w14:textId="77777777" w:rsidTr="00CD30C7">
        <w:tc>
          <w:tcPr>
            <w:tcW w:w="2520" w:type="dxa"/>
          </w:tcPr>
          <w:p w14:paraId="51C6862B" w14:textId="2825E4D8" w:rsidR="00382370" w:rsidRDefault="00382370" w:rsidP="00000744">
            <w:pPr>
              <w:pStyle w:val="ListParagraph"/>
              <w:ind w:left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 w:rsidR="00000744">
              <w:rPr>
                <w:rFonts w:ascii="Arial" w:hAnsi="Arial" w:cs="Arial" w:hint="cs"/>
                <w:b/>
                <w:rtl/>
              </w:rPr>
              <w:t>لنهائي</w:t>
            </w:r>
          </w:p>
        </w:tc>
        <w:tc>
          <w:tcPr>
            <w:tcW w:w="1350" w:type="dxa"/>
          </w:tcPr>
          <w:p w14:paraId="48160825" w14:textId="4A6BB592" w:rsidR="00382370" w:rsidRDefault="00382370" w:rsidP="00000744">
            <w:pPr>
              <w:pStyle w:val="ListParagraph"/>
              <w:ind w:left="0"/>
              <w:rPr>
                <w:rFonts w:ascii="Arial" w:hAnsi="Arial" w:cs="Arial"/>
                <w:b/>
                <w:rtl/>
              </w:rPr>
            </w:pPr>
          </w:p>
        </w:tc>
        <w:tc>
          <w:tcPr>
            <w:tcW w:w="1309" w:type="dxa"/>
          </w:tcPr>
          <w:p w14:paraId="10435C32" w14:textId="288723BD" w:rsidR="00382370" w:rsidRPr="00CD30C7" w:rsidRDefault="00382370" w:rsidP="00F11B9B">
            <w:pPr>
              <w:pStyle w:val="ListParagraph"/>
              <w:ind w:left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 xml:space="preserve">الخامس عشر </w:t>
            </w:r>
          </w:p>
        </w:tc>
      </w:tr>
      <w:tr w:rsidR="00F11B9B" w14:paraId="3F609873" w14:textId="77777777" w:rsidTr="00CD30C7">
        <w:tc>
          <w:tcPr>
            <w:tcW w:w="2520" w:type="dxa"/>
          </w:tcPr>
          <w:p w14:paraId="7F3E4BFB" w14:textId="4003166C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1350" w:type="dxa"/>
          </w:tcPr>
          <w:p w14:paraId="13F5CDEE" w14:textId="380C0405" w:rsidR="00F11B9B" w:rsidRPr="00CD30C7" w:rsidRDefault="00F11B9B" w:rsidP="000C2B25">
            <w:pPr>
              <w:pStyle w:val="ListParagraph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9" w:type="dxa"/>
          </w:tcPr>
          <w:p w14:paraId="57E9CCBF" w14:textId="0F11C700" w:rsidR="00F11B9B" w:rsidRPr="00CD30C7" w:rsidRDefault="00F11B9B" w:rsidP="00382370">
            <w:pPr>
              <w:pStyle w:val="ListParagraph"/>
              <w:ind w:left="0"/>
              <w:rPr>
                <w:rFonts w:ascii="Arial" w:hAnsi="Arial" w:cs="Arial"/>
                <w:b/>
              </w:rPr>
            </w:pPr>
          </w:p>
        </w:tc>
      </w:tr>
    </w:tbl>
    <w:p w14:paraId="77C53E2E" w14:textId="77777777" w:rsidR="0041207F" w:rsidRDefault="0041207F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64EF52B6" w14:textId="77777777" w:rsidR="00B62B22" w:rsidRDefault="00B62B22" w:rsidP="00B62B2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طريقة التقييم: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29"/>
        <w:gridCol w:w="2258"/>
      </w:tblGrid>
      <w:tr w:rsidR="00B62B22" w14:paraId="47F5F0AD" w14:textId="77777777" w:rsidTr="00B62B22">
        <w:tc>
          <w:tcPr>
            <w:tcW w:w="2553" w:type="dxa"/>
          </w:tcPr>
          <w:p w14:paraId="4C44EE74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٢٠</w:t>
            </w:r>
          </w:p>
        </w:tc>
        <w:tc>
          <w:tcPr>
            <w:tcW w:w="2554" w:type="dxa"/>
          </w:tcPr>
          <w:p w14:paraId="0B7CA5EB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الاختبار الفصلي الاول</w:t>
            </w:r>
          </w:p>
        </w:tc>
      </w:tr>
      <w:tr w:rsidR="00B62B22" w14:paraId="46762735" w14:textId="77777777" w:rsidTr="00B62B22">
        <w:tc>
          <w:tcPr>
            <w:tcW w:w="2553" w:type="dxa"/>
          </w:tcPr>
          <w:p w14:paraId="411F018D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٢٠</w:t>
            </w:r>
          </w:p>
        </w:tc>
        <w:tc>
          <w:tcPr>
            <w:tcW w:w="2554" w:type="dxa"/>
          </w:tcPr>
          <w:p w14:paraId="5D8B5CDB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الاختبار الفصلي الثاني</w:t>
            </w:r>
          </w:p>
        </w:tc>
      </w:tr>
      <w:tr w:rsidR="00B62B22" w14:paraId="41BB7B60" w14:textId="77777777" w:rsidTr="00B62B22">
        <w:tc>
          <w:tcPr>
            <w:tcW w:w="2553" w:type="dxa"/>
          </w:tcPr>
          <w:p w14:paraId="3DCAFA70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٢٠</w:t>
            </w:r>
          </w:p>
        </w:tc>
        <w:tc>
          <w:tcPr>
            <w:tcW w:w="2554" w:type="dxa"/>
          </w:tcPr>
          <w:p w14:paraId="2EF680E4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الواجبات والمشاركة والعروض</w:t>
            </w:r>
          </w:p>
        </w:tc>
      </w:tr>
      <w:tr w:rsidR="00B62B22" w14:paraId="627691CC" w14:textId="77777777" w:rsidTr="00B62B22">
        <w:tc>
          <w:tcPr>
            <w:tcW w:w="2553" w:type="dxa"/>
          </w:tcPr>
          <w:p w14:paraId="5078F5D4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٤٠</w:t>
            </w:r>
          </w:p>
        </w:tc>
        <w:tc>
          <w:tcPr>
            <w:tcW w:w="2554" w:type="dxa"/>
          </w:tcPr>
          <w:p w14:paraId="4B7BABB1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الاختبار النهائي</w:t>
            </w:r>
          </w:p>
        </w:tc>
      </w:tr>
    </w:tbl>
    <w:p w14:paraId="79C4198B" w14:textId="77777777" w:rsidR="00B62B22" w:rsidRDefault="00B62B22" w:rsidP="00B62B22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7314F2E9" w14:textId="77777777" w:rsidR="00B62B22" w:rsidRDefault="00B62B22" w:rsidP="00B62B2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ملاحظات:</w:t>
      </w:r>
    </w:p>
    <w:p w14:paraId="05B7D9F2" w14:textId="77777777" w:rsidR="00B62B22" w:rsidRPr="005746E8" w:rsidRDefault="00B62B22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الحضور في موعد المحاضرة</w:t>
      </w:r>
    </w:p>
    <w:p w14:paraId="7930D1C8" w14:textId="77777777" w:rsidR="00B62B22" w:rsidRPr="005746E8" w:rsidRDefault="00B62B22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عدم التغييب عن الاختبارات</w:t>
      </w:r>
    </w:p>
    <w:p w14:paraId="60ECE0B0" w14:textId="77777777" w:rsidR="00B62B22" w:rsidRPr="005746E8" w:rsidRDefault="00B62B22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 xml:space="preserve">في حالة التغييب سيتم رصد درجة صفر ولن يتم </w:t>
      </w:r>
      <w:r w:rsidR="005746E8" w:rsidRPr="005746E8">
        <w:rPr>
          <w:rFonts w:ascii="Arial" w:hAnsi="Arial" w:cs="Arial" w:hint="cs"/>
          <w:b/>
          <w:sz w:val="28"/>
          <w:szCs w:val="28"/>
          <w:rtl/>
        </w:rPr>
        <w:t>دخول البديل الا بعد قبول العذر المقدم</w:t>
      </w:r>
    </w:p>
    <w:p w14:paraId="7A74A3AA" w14:textId="77777777" w:rsidR="005746E8" w:rsidRPr="005746E8" w:rsidRDefault="005746E8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سيتم رصد درجة صفر لمن يقوم بالغش</w:t>
      </w:r>
    </w:p>
    <w:p w14:paraId="67B7A7E4" w14:textId="77777777" w:rsidR="005746E8" w:rsidRPr="005746E8" w:rsidRDefault="005746E8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سيتم رفع حرمان لمن تجاوز غيابها ٢٥٪ من اجمالي المحاضرات</w:t>
      </w:r>
    </w:p>
    <w:p w14:paraId="0BB0CED7" w14:textId="77777777" w:rsidR="005746E8" w:rsidRPr="005746E8" w:rsidRDefault="005746E8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الاحترام والالتزام بماهو مطلوب وقت المحاضرة</w:t>
      </w:r>
    </w:p>
    <w:sectPr w:rsidR="005746E8" w:rsidRPr="005746E8" w:rsidSect="00B62B22">
      <w:pgSz w:w="11906" w:h="16838"/>
      <w:pgMar w:top="709" w:right="707" w:bottom="568" w:left="709" w:header="708" w:footer="708" w:gutter="0"/>
      <w:pgBorders>
        <w:top w:val="double" w:sz="4" w:space="1" w:color="auto"/>
        <w:left w:val="double" w:sz="4" w:space="9" w:color="auto"/>
        <w:bottom w:val="double" w:sz="4" w:space="1" w:color="auto"/>
        <w:right w:val="double" w:sz="4" w:space="9" w:color="auto"/>
      </w:pgBorders>
      <w:cols w:num="2"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6E364" w14:textId="77777777" w:rsidR="00EB6B25" w:rsidRDefault="00EB6B25" w:rsidP="00944BBA">
      <w:r>
        <w:separator/>
      </w:r>
    </w:p>
  </w:endnote>
  <w:endnote w:type="continuationSeparator" w:id="0">
    <w:p w14:paraId="079D5B73" w14:textId="77777777" w:rsidR="00EB6B25" w:rsidRDefault="00EB6B25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BCEFF" w14:textId="77777777" w:rsidR="00EB6B25" w:rsidRDefault="00EB6B25" w:rsidP="00944BBA">
      <w:r>
        <w:separator/>
      </w:r>
    </w:p>
  </w:footnote>
  <w:footnote w:type="continuationSeparator" w:id="0">
    <w:p w14:paraId="43D1964A" w14:textId="77777777" w:rsidR="00EB6B25" w:rsidRDefault="00EB6B25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064"/>
    <w:multiLevelType w:val="hybridMultilevel"/>
    <w:tmpl w:val="2362C056"/>
    <w:lvl w:ilvl="0" w:tplc="5BEA88D0">
      <w:start w:val="1"/>
      <w:numFmt w:val="decimal"/>
      <w:lvlText w:val="%1."/>
      <w:lvlJc w:val="left"/>
      <w:pPr>
        <w:ind w:left="154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">
    <w:nsid w:val="115E004B"/>
    <w:multiLevelType w:val="hybridMultilevel"/>
    <w:tmpl w:val="E85CCD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F987607"/>
    <w:multiLevelType w:val="hybridMultilevel"/>
    <w:tmpl w:val="F25C70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3E"/>
    <w:rsid w:val="00000744"/>
    <w:rsid w:val="000C2B25"/>
    <w:rsid w:val="001F4A09"/>
    <w:rsid w:val="002155AE"/>
    <w:rsid w:val="0023763E"/>
    <w:rsid w:val="00382370"/>
    <w:rsid w:val="00390D3E"/>
    <w:rsid w:val="0041207F"/>
    <w:rsid w:val="00535366"/>
    <w:rsid w:val="00554804"/>
    <w:rsid w:val="005746E8"/>
    <w:rsid w:val="005F7FD4"/>
    <w:rsid w:val="00612D8C"/>
    <w:rsid w:val="006C6B3D"/>
    <w:rsid w:val="007274BF"/>
    <w:rsid w:val="00800DE1"/>
    <w:rsid w:val="00812D9B"/>
    <w:rsid w:val="00944BBA"/>
    <w:rsid w:val="00990FF2"/>
    <w:rsid w:val="009A4CEE"/>
    <w:rsid w:val="00A57D95"/>
    <w:rsid w:val="00B62B22"/>
    <w:rsid w:val="00C80E51"/>
    <w:rsid w:val="00CA4DDF"/>
    <w:rsid w:val="00CD30C7"/>
    <w:rsid w:val="00EB6B25"/>
    <w:rsid w:val="00F1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5AE0E5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215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207F"/>
    <w:pPr>
      <w:ind w:left="720"/>
      <w:contextualSpacing/>
    </w:pPr>
  </w:style>
  <w:style w:type="character" w:styleId="Hyperlink">
    <w:name w:val="Hyperlink"/>
    <w:basedOn w:val="DefaultParagraphFont"/>
    <w:rsid w:val="005746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215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207F"/>
    <w:pPr>
      <w:ind w:left="720"/>
      <w:contextualSpacing/>
    </w:pPr>
  </w:style>
  <w:style w:type="character" w:styleId="Hyperlink">
    <w:name w:val="Hyperlink"/>
    <w:basedOn w:val="DefaultParagraphFont"/>
    <w:rsid w:val="005746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BDULAZIZ:Library:Application%20Support:Microsoft:Office:User%20Templates:My%20Templates:arabic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8D682F-8973-794B-B529-FAB9E45FA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arabic.dotm</Template>
  <TotalTime>12</TotalTime>
  <Pages>1</Pages>
  <Words>267</Words>
  <Characters>1525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1789</CharactersWithSpaces>
  <SharedDoc>false</SharedDoc>
  <HyperlinkBase>http://www.ghyoom.com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2016-09-20T04:15:00Z</cp:lastPrinted>
  <dcterms:created xsi:type="dcterms:W3CDTF">2017-02-15T18:29:00Z</dcterms:created>
  <dcterms:modified xsi:type="dcterms:W3CDTF">2017-10-01T04:00:00Z</dcterms:modified>
  <cp:category/>
</cp:coreProperties>
</file>