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EF94E4" w14:textId="77777777" w:rsidR="00B62B22" w:rsidRDefault="00C80E51" w:rsidP="002155AE">
      <w:pPr>
        <w:rPr>
          <w:rtl/>
        </w:rPr>
      </w:pPr>
      <w:r>
        <w:rPr>
          <w:rFonts w:hint="cs"/>
          <w:rtl/>
        </w:rPr>
        <w:t xml:space="preserve">جامعة المبلك سعود </w:t>
      </w:r>
    </w:p>
    <w:p w14:paraId="222FC539" w14:textId="77777777" w:rsidR="00C80E51" w:rsidRDefault="00C80E51" w:rsidP="002155AE">
      <w:pPr>
        <w:rPr>
          <w:rFonts w:ascii="Arial" w:hAnsi="Arial" w:cs="Arial"/>
          <w:b/>
          <w:sz w:val="36"/>
          <w:szCs w:val="36"/>
          <w:rtl/>
        </w:rPr>
      </w:pPr>
      <w:r>
        <w:rPr>
          <w:rFonts w:hint="cs"/>
          <w:rtl/>
        </w:rPr>
        <w:t>كلية الدراسات التطبيقية وخدمة المجتمع</w:t>
      </w:r>
    </w:p>
    <w:p w14:paraId="1DADDFBF" w14:textId="77777777" w:rsidR="00C80E51" w:rsidRDefault="00C80E51" w:rsidP="002155AE">
      <w:pPr>
        <w:rPr>
          <w:rFonts w:ascii="Arial" w:hAnsi="Arial" w:cs="Arial"/>
          <w:b/>
          <w:sz w:val="36"/>
          <w:szCs w:val="36"/>
          <w:rtl/>
        </w:rPr>
      </w:pPr>
    </w:p>
    <w:p w14:paraId="326D532B" w14:textId="77777777" w:rsidR="00B62B22" w:rsidRDefault="00C80E51" w:rsidP="002155AE">
      <w:pPr>
        <w:rPr>
          <w:rFonts w:ascii="Arial" w:hAnsi="Arial" w:cs="Arial"/>
          <w:b/>
          <w:sz w:val="36"/>
          <w:szCs w:val="36"/>
          <w:rtl/>
        </w:rPr>
      </w:pPr>
      <w:r>
        <w:rPr>
          <w:rFonts w:ascii="Arial" w:hAnsi="Arial" w:cs="Arial" w:hint="cs"/>
          <w:b/>
          <w:sz w:val="36"/>
          <w:szCs w:val="36"/>
          <w:rtl/>
        </w:rPr>
        <w:t>المعلومات</w:t>
      </w:r>
      <w:r w:rsidR="002155AE">
        <w:rPr>
          <w:rFonts w:ascii="Arial" w:hAnsi="Arial" w:cs="Arial" w:hint="cs"/>
          <w:b/>
          <w:sz w:val="36"/>
          <w:szCs w:val="36"/>
          <w:rtl/>
        </w:rPr>
        <w:t xml:space="preserve"> </w:t>
      </w:r>
      <w:r>
        <w:rPr>
          <w:rFonts w:ascii="Arial" w:hAnsi="Arial" w:cs="Arial" w:hint="cs"/>
          <w:b/>
          <w:sz w:val="36"/>
          <w:szCs w:val="36"/>
          <w:rtl/>
        </w:rPr>
        <w:t>العامة:</w:t>
      </w:r>
    </w:p>
    <w:p w14:paraId="271C559D" w14:textId="77777777" w:rsidR="002155AE" w:rsidRDefault="002155AE" w:rsidP="002155AE">
      <w:pPr>
        <w:rPr>
          <w:rFonts w:ascii="Arial" w:hAnsi="Arial" w:cs="Arial"/>
          <w:b/>
          <w:sz w:val="36"/>
          <w:szCs w:val="36"/>
          <w:rtl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48"/>
        <w:gridCol w:w="2351"/>
      </w:tblGrid>
      <w:tr w:rsidR="002155AE" w14:paraId="3CA509D7" w14:textId="77777777" w:rsidTr="00B62B22">
        <w:tc>
          <w:tcPr>
            <w:tcW w:w="2648" w:type="dxa"/>
          </w:tcPr>
          <w:p w14:paraId="050D3C55" w14:textId="77777777" w:rsidR="002155AE" w:rsidRPr="00CD30C7" w:rsidRDefault="0041207F" w:rsidP="0041207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D30C7">
              <w:rPr>
                <w:rFonts w:ascii="Arial" w:hAnsi="Arial" w:cs="Arial" w:hint="cs"/>
                <w:b/>
                <w:sz w:val="28"/>
                <w:szCs w:val="28"/>
                <w:rtl/>
              </w:rPr>
              <w:t>اسم استاذة المقرر:مرام المقبل</w:t>
            </w:r>
          </w:p>
        </w:tc>
        <w:tc>
          <w:tcPr>
            <w:tcW w:w="2351" w:type="dxa"/>
          </w:tcPr>
          <w:p w14:paraId="67D0499D" w14:textId="17BE268B" w:rsidR="002155AE" w:rsidRPr="00CD30C7" w:rsidRDefault="002155AE" w:rsidP="00807BD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D30C7"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رقم الشعبة: </w:t>
            </w:r>
            <w:r w:rsidR="00807BDA">
              <w:rPr>
                <w:rFonts w:ascii="Arial" w:hAnsi="Arial" w:cs="Arial"/>
                <w:b/>
                <w:sz w:val="28"/>
                <w:szCs w:val="28"/>
                <w:rtl/>
              </w:rPr>
              <w:t>1611</w:t>
            </w:r>
          </w:p>
        </w:tc>
      </w:tr>
      <w:tr w:rsidR="002155AE" w14:paraId="7FB31A4D" w14:textId="77777777" w:rsidTr="00B62B22">
        <w:tc>
          <w:tcPr>
            <w:tcW w:w="2648" w:type="dxa"/>
          </w:tcPr>
          <w:p w14:paraId="227755F9" w14:textId="77777777" w:rsidR="002155AE" w:rsidRPr="00CD30C7" w:rsidRDefault="0041207F" w:rsidP="0041207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D30C7">
              <w:rPr>
                <w:rFonts w:ascii="Arial" w:hAnsi="Arial" w:cs="Arial" w:hint="cs"/>
                <w:b/>
                <w:sz w:val="28"/>
                <w:szCs w:val="28"/>
                <w:rtl/>
              </w:rPr>
              <w:t>رقم المكتب:١٢٤ الدور الاول مبنى ١</w:t>
            </w:r>
          </w:p>
        </w:tc>
        <w:tc>
          <w:tcPr>
            <w:tcW w:w="2351" w:type="dxa"/>
          </w:tcPr>
          <w:p w14:paraId="5729F544" w14:textId="57CC56F0" w:rsidR="002155AE" w:rsidRPr="00CD30C7" w:rsidRDefault="002155AE" w:rsidP="0047487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D30C7"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يوم المحاضرة: </w:t>
            </w:r>
            <w:r w:rsidR="00EB6B25">
              <w:rPr>
                <w:rFonts w:ascii="Arial" w:hAnsi="Arial" w:cs="Arial" w:hint="cs"/>
                <w:b/>
                <w:sz w:val="28"/>
                <w:szCs w:val="28"/>
                <w:rtl/>
              </w:rPr>
              <w:t>ا</w:t>
            </w:r>
            <w:r w:rsidR="00474878">
              <w:rPr>
                <w:rFonts w:ascii="Arial" w:hAnsi="Arial" w:cs="Arial" w:hint="cs"/>
                <w:b/>
                <w:sz w:val="28"/>
                <w:szCs w:val="28"/>
                <w:rtl/>
              </w:rPr>
              <w:t>لاحد</w:t>
            </w:r>
          </w:p>
        </w:tc>
      </w:tr>
      <w:tr w:rsidR="002155AE" w14:paraId="46FEA521" w14:textId="77777777" w:rsidTr="00B62B22">
        <w:tc>
          <w:tcPr>
            <w:tcW w:w="2648" w:type="dxa"/>
          </w:tcPr>
          <w:p w14:paraId="1504EBB2" w14:textId="77777777" w:rsidR="002155AE" w:rsidRPr="00CD30C7" w:rsidRDefault="0041207F" w:rsidP="0041207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D30C7">
              <w:rPr>
                <w:rFonts w:ascii="Arial" w:hAnsi="Arial" w:cs="Arial" w:hint="cs"/>
                <w:b/>
                <w:sz w:val="28"/>
                <w:szCs w:val="28"/>
                <w:rtl/>
              </w:rPr>
              <w:t>اوقات الساعات المكتبية:الثلاثاء ٨-ـ١١</w:t>
            </w:r>
          </w:p>
        </w:tc>
        <w:tc>
          <w:tcPr>
            <w:tcW w:w="2351" w:type="dxa"/>
          </w:tcPr>
          <w:p w14:paraId="78D2B88B" w14:textId="54395B4C" w:rsidR="002155AE" w:rsidRPr="00CD30C7" w:rsidRDefault="002155AE" w:rsidP="00807BD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D30C7"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القاعة: مبنى٢ قاعة </w:t>
            </w:r>
            <w:r w:rsidR="00807BDA">
              <w:rPr>
                <w:rFonts w:ascii="Arial" w:hAnsi="Arial" w:cs="Arial"/>
                <w:b/>
                <w:sz w:val="28"/>
                <w:szCs w:val="28"/>
                <w:rtl/>
              </w:rPr>
              <w:t>320</w:t>
            </w:r>
          </w:p>
        </w:tc>
      </w:tr>
      <w:tr w:rsidR="005746E8" w14:paraId="70154533" w14:textId="77777777" w:rsidTr="00B62B22">
        <w:tc>
          <w:tcPr>
            <w:tcW w:w="4999" w:type="dxa"/>
            <w:gridSpan w:val="2"/>
          </w:tcPr>
          <w:p w14:paraId="3211CDEA" w14:textId="77777777" w:rsidR="005746E8" w:rsidRPr="00CD30C7" w:rsidRDefault="005746E8" w:rsidP="005746E8">
            <w:pPr>
              <w:jc w:val="center"/>
              <w:rPr>
                <w:rFonts w:ascii="Arial" w:hAnsi="Arial" w:cs="Arial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الموقع الرسمي: </w:t>
            </w:r>
            <w:r w:rsidRPr="005746E8">
              <w:rPr>
                <w:rFonts w:ascii="Arial" w:hAnsi="Arial" w:cs="Arial"/>
                <w:sz w:val="28"/>
                <w:szCs w:val="28"/>
              </w:rPr>
              <w:t>http://fac.ksu.edu.sa/malmoqbel</w:t>
            </w:r>
          </w:p>
        </w:tc>
      </w:tr>
      <w:tr w:rsidR="0041207F" w14:paraId="2EBEFA0C" w14:textId="77777777" w:rsidTr="00B62B22">
        <w:tc>
          <w:tcPr>
            <w:tcW w:w="4999" w:type="dxa"/>
            <w:gridSpan w:val="2"/>
          </w:tcPr>
          <w:p w14:paraId="7B0CA265" w14:textId="77777777" w:rsidR="0041207F" w:rsidRPr="00CD30C7" w:rsidRDefault="0041207F" w:rsidP="0041207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D30C7"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ايميل: </w:t>
            </w:r>
            <w:r w:rsidRPr="00CD30C7">
              <w:rPr>
                <w:rFonts w:ascii="Arial" w:hAnsi="Arial" w:cs="Arial"/>
                <w:b/>
                <w:sz w:val="28"/>
                <w:szCs w:val="28"/>
                <w:rtl/>
              </w:rPr>
              <w:t>malmoqbel@ksu.edu.sa</w:t>
            </w:r>
          </w:p>
        </w:tc>
      </w:tr>
    </w:tbl>
    <w:p w14:paraId="6F8B73DA" w14:textId="77777777" w:rsidR="002155AE" w:rsidRDefault="002155AE" w:rsidP="002155AE">
      <w:pPr>
        <w:rPr>
          <w:rFonts w:ascii="Arial" w:hAnsi="Arial" w:cs="Arial"/>
          <w:b/>
          <w:sz w:val="36"/>
          <w:szCs w:val="36"/>
          <w:rtl/>
        </w:rPr>
      </w:pPr>
    </w:p>
    <w:p w14:paraId="53E855B3" w14:textId="77777777" w:rsidR="005746E8" w:rsidRDefault="005746E8" w:rsidP="002155AE">
      <w:pPr>
        <w:rPr>
          <w:rFonts w:ascii="Arial" w:hAnsi="Arial" w:cs="Arial"/>
          <w:b/>
          <w:sz w:val="36"/>
          <w:szCs w:val="36"/>
          <w:rtl/>
        </w:rPr>
      </w:pPr>
    </w:p>
    <w:p w14:paraId="132C9643" w14:textId="77777777" w:rsidR="0023763E" w:rsidRDefault="0041207F" w:rsidP="0041207F">
      <w:pPr>
        <w:rPr>
          <w:rFonts w:ascii="Arial" w:hAnsi="Arial" w:cs="Arial"/>
          <w:b/>
          <w:sz w:val="36"/>
          <w:szCs w:val="36"/>
          <w:rtl/>
        </w:rPr>
      </w:pPr>
      <w:r>
        <w:rPr>
          <w:rFonts w:ascii="Arial" w:hAnsi="Arial" w:cs="Arial" w:hint="cs"/>
          <w:b/>
          <w:sz w:val="36"/>
          <w:szCs w:val="36"/>
          <w:rtl/>
        </w:rPr>
        <w:t>معلومات الخاصة بالمقرر:</w:t>
      </w:r>
    </w:p>
    <w:p w14:paraId="308D40D6" w14:textId="77777777" w:rsidR="0041207F" w:rsidRDefault="0041207F" w:rsidP="0041207F">
      <w:pPr>
        <w:rPr>
          <w:rFonts w:ascii="Arial" w:hAnsi="Arial" w:cs="Arial"/>
          <w:b/>
          <w:sz w:val="36"/>
          <w:szCs w:val="36"/>
          <w:rtl/>
        </w:rPr>
      </w:pPr>
    </w:p>
    <w:p w14:paraId="35FD29EF" w14:textId="77777777" w:rsidR="0041207F" w:rsidRPr="0041207F" w:rsidRDefault="0041207F" w:rsidP="0041207F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36"/>
          <w:szCs w:val="36"/>
          <w:rtl/>
        </w:rPr>
      </w:pPr>
      <w:r w:rsidRPr="0041207F">
        <w:rPr>
          <w:rFonts w:ascii="Arial" w:hAnsi="Arial" w:cs="Arial" w:hint="cs"/>
          <w:b/>
          <w:sz w:val="36"/>
          <w:szCs w:val="36"/>
          <w:rtl/>
        </w:rPr>
        <w:t>المرجع الاساسي:</w:t>
      </w:r>
    </w:p>
    <w:p w14:paraId="4C3E87A5" w14:textId="77777777" w:rsidR="0023763E" w:rsidRPr="00CD30C7" w:rsidRDefault="0023763E" w:rsidP="0023763E">
      <w:pPr>
        <w:rPr>
          <w:rFonts w:ascii="Arial" w:hAnsi="Arial" w:cs="Arial"/>
          <w:b/>
          <w:sz w:val="28"/>
          <w:szCs w:val="28"/>
          <w:rtl/>
        </w:rPr>
      </w:pPr>
      <w:r w:rsidRPr="00CD30C7">
        <w:rPr>
          <w:rFonts w:ascii="Arial" w:hAnsi="Arial" w:cs="Arial" w:hint="cs"/>
          <w:b/>
          <w:sz w:val="28"/>
          <w:szCs w:val="28"/>
          <w:rtl/>
        </w:rPr>
        <w:t xml:space="preserve">نظم المعلومات المحاسبية مدخل معاصر لدكتور أحمد زكريا زكي عصيمي </w:t>
      </w:r>
    </w:p>
    <w:p w14:paraId="15E6AC45" w14:textId="77777777" w:rsidR="0023763E" w:rsidRPr="00CD30C7" w:rsidRDefault="0023763E" w:rsidP="0023763E">
      <w:pPr>
        <w:rPr>
          <w:rFonts w:ascii="Arial" w:hAnsi="Arial" w:cs="Arial"/>
          <w:b/>
          <w:sz w:val="28"/>
          <w:szCs w:val="28"/>
          <w:rtl/>
        </w:rPr>
      </w:pPr>
      <w:r w:rsidRPr="00CD30C7">
        <w:rPr>
          <w:rFonts w:ascii="Arial" w:hAnsi="Arial" w:cs="Arial" w:hint="cs"/>
          <w:b/>
          <w:sz w:val="28"/>
          <w:szCs w:val="28"/>
          <w:rtl/>
        </w:rPr>
        <w:t xml:space="preserve">*متوفر في دار المريخ </w:t>
      </w:r>
    </w:p>
    <w:p w14:paraId="4D6B990D" w14:textId="77777777" w:rsidR="0041207F" w:rsidRDefault="0041207F" w:rsidP="0023763E">
      <w:pPr>
        <w:rPr>
          <w:rFonts w:ascii="Arial" w:hAnsi="Arial" w:cs="Arial"/>
          <w:b/>
          <w:sz w:val="36"/>
          <w:szCs w:val="36"/>
          <w:rtl/>
        </w:rPr>
      </w:pPr>
    </w:p>
    <w:p w14:paraId="33DB543A" w14:textId="77777777" w:rsidR="0041207F" w:rsidRPr="00CD30C7" w:rsidRDefault="0041207F" w:rsidP="0041207F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36"/>
          <w:szCs w:val="36"/>
          <w:rtl/>
        </w:rPr>
        <w:t>هدف المقرر:</w:t>
      </w:r>
    </w:p>
    <w:p w14:paraId="003AFA02" w14:textId="77777777" w:rsidR="0041207F" w:rsidRPr="00CD30C7" w:rsidRDefault="0041207F" w:rsidP="0041207F">
      <w:pPr>
        <w:pStyle w:val="ListParagraph"/>
        <w:rPr>
          <w:rFonts w:ascii="Arial" w:hAnsi="Arial" w:cs="Arial"/>
          <w:b/>
          <w:sz w:val="28"/>
          <w:szCs w:val="28"/>
          <w:rtl/>
        </w:rPr>
      </w:pPr>
      <w:r w:rsidRPr="00CD30C7">
        <w:rPr>
          <w:rFonts w:ascii="Arial" w:hAnsi="Arial" w:cs="Arial" w:hint="cs"/>
          <w:b/>
          <w:sz w:val="28"/>
          <w:szCs w:val="28"/>
          <w:rtl/>
        </w:rPr>
        <w:t>يهدف المقررلتوفير طلبة لديهم المام كامل لما يندرج تحت مسمى نظم المعلومات المحاسبية من حيث :</w:t>
      </w:r>
    </w:p>
    <w:p w14:paraId="7195D665" w14:textId="77777777" w:rsidR="0041207F" w:rsidRPr="00CD30C7" w:rsidRDefault="0041207F" w:rsidP="0041207F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8"/>
          <w:szCs w:val="28"/>
          <w:rtl/>
        </w:rPr>
      </w:pPr>
      <w:r w:rsidRPr="00CD30C7">
        <w:rPr>
          <w:rFonts w:ascii="Arial" w:hAnsi="Arial" w:cs="Arial" w:hint="cs"/>
          <w:b/>
          <w:sz w:val="28"/>
          <w:szCs w:val="28"/>
          <w:rtl/>
        </w:rPr>
        <w:t>معرفة مالمقصود بالنظم المعلومات المحاسبية؟ ومالغرض أو الهدف منها؟</w:t>
      </w:r>
    </w:p>
    <w:p w14:paraId="1C4EDF53" w14:textId="77777777" w:rsidR="0041207F" w:rsidRPr="00CD30C7" w:rsidRDefault="00F11B9B" w:rsidP="0041207F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8"/>
          <w:szCs w:val="28"/>
          <w:rtl/>
        </w:rPr>
      </w:pPr>
      <w:r w:rsidRPr="00CD30C7">
        <w:rPr>
          <w:rFonts w:ascii="Arial" w:hAnsi="Arial" w:cs="Arial" w:hint="cs"/>
          <w:b/>
          <w:sz w:val="28"/>
          <w:szCs w:val="28"/>
          <w:rtl/>
        </w:rPr>
        <w:t>التعرف على الاجراءات الخاصة بها</w:t>
      </w:r>
    </w:p>
    <w:p w14:paraId="18DA33F8" w14:textId="77777777" w:rsidR="00F11B9B" w:rsidRPr="005746E8" w:rsidRDefault="00F11B9B" w:rsidP="005746E8">
      <w:pPr>
        <w:rPr>
          <w:rFonts w:ascii="Arial" w:hAnsi="Arial" w:cs="Arial"/>
          <w:b/>
          <w:sz w:val="28"/>
          <w:szCs w:val="28"/>
          <w:rtl/>
        </w:rPr>
      </w:pPr>
    </w:p>
    <w:p w14:paraId="06086925" w14:textId="77777777" w:rsidR="00CD30C7" w:rsidRPr="005746E8" w:rsidRDefault="00F11B9B" w:rsidP="005746E8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36"/>
          <w:szCs w:val="36"/>
          <w:rtl/>
        </w:rPr>
      </w:pPr>
      <w:r w:rsidRPr="00CD30C7">
        <w:rPr>
          <w:rFonts w:ascii="Arial" w:hAnsi="Arial" w:cs="Arial" w:hint="cs"/>
          <w:b/>
          <w:sz w:val="28"/>
          <w:szCs w:val="28"/>
          <w:rtl/>
        </w:rPr>
        <w:t>وصولا لتعرف مدى مواكبتها لتكنولوجيا الحديثة (ثورة العصر)</w:t>
      </w:r>
    </w:p>
    <w:p w14:paraId="0BB65ED3" w14:textId="77777777" w:rsidR="00F11B9B" w:rsidRDefault="005746E8" w:rsidP="00F11B9B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36"/>
          <w:szCs w:val="36"/>
          <w:rtl/>
        </w:rPr>
      </w:pPr>
      <w:r>
        <w:rPr>
          <w:rFonts w:ascii="Arial" w:hAnsi="Arial" w:cs="Arial" w:hint="cs"/>
          <w:b/>
          <w:sz w:val="36"/>
          <w:szCs w:val="36"/>
          <w:rtl/>
        </w:rPr>
        <w:t>الخطة الاسبوعية:</w:t>
      </w:r>
    </w:p>
    <w:p w14:paraId="6E6088D6" w14:textId="77777777" w:rsidR="00F11B9B" w:rsidRDefault="00F11B9B" w:rsidP="00F11B9B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086E5ED3" w14:textId="77777777" w:rsidR="005746E8" w:rsidRDefault="005746E8" w:rsidP="00F11B9B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0D38797B" w14:textId="77777777" w:rsidR="005746E8" w:rsidRDefault="005746E8" w:rsidP="00F11B9B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4A991955" w14:textId="77777777" w:rsidR="005746E8" w:rsidRDefault="005746E8" w:rsidP="00F11B9B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6E6DADD0" w14:textId="77777777" w:rsidR="005746E8" w:rsidRDefault="005746E8" w:rsidP="00F11B9B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00B1FFE6" w14:textId="77777777" w:rsidR="005746E8" w:rsidRDefault="005746E8" w:rsidP="00F11B9B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47B2CD6E" w14:textId="77777777" w:rsidR="005746E8" w:rsidRDefault="005746E8" w:rsidP="00F11B9B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317FDB9D" w14:textId="77777777" w:rsidR="00C80E51" w:rsidRDefault="00C80E51" w:rsidP="00C80E51">
      <w:pPr>
        <w:pStyle w:val="ListParagraph"/>
        <w:jc w:val="center"/>
        <w:rPr>
          <w:rFonts w:ascii="Arial" w:hAnsi="Arial" w:cs="Arial"/>
          <w:b/>
          <w:sz w:val="36"/>
          <w:szCs w:val="36"/>
          <w:rtl/>
        </w:rPr>
      </w:pPr>
    </w:p>
    <w:p w14:paraId="1118F57F" w14:textId="77777777" w:rsidR="00C80E51" w:rsidRDefault="00C80E51" w:rsidP="00C80E51">
      <w:pPr>
        <w:pStyle w:val="ListParagraph"/>
        <w:jc w:val="center"/>
        <w:rPr>
          <w:rFonts w:ascii="Arial" w:hAnsi="Arial" w:cs="Arial"/>
          <w:b/>
          <w:sz w:val="36"/>
          <w:szCs w:val="36"/>
          <w:rtl/>
        </w:rPr>
      </w:pPr>
      <w:r>
        <w:rPr>
          <w:rFonts w:ascii="Arial" w:hAnsi="Arial" w:cs="Arial" w:hint="cs"/>
          <w:b/>
          <w:sz w:val="36"/>
          <w:szCs w:val="36"/>
          <w:rtl/>
        </w:rPr>
        <w:lastRenderedPageBreak/>
        <w:t xml:space="preserve">خطة الدراسية لمقرر نظم معلومات </w:t>
      </w:r>
    </w:p>
    <w:p w14:paraId="058ECC5A" w14:textId="77777777" w:rsidR="005746E8" w:rsidRDefault="00C80E51" w:rsidP="00C80E51">
      <w:pPr>
        <w:pStyle w:val="ListParagraph"/>
        <w:jc w:val="center"/>
        <w:rPr>
          <w:rFonts w:ascii="Arial" w:hAnsi="Arial" w:cs="Arial"/>
          <w:b/>
          <w:sz w:val="36"/>
          <w:szCs w:val="36"/>
          <w:rtl/>
        </w:rPr>
      </w:pPr>
      <w:r>
        <w:rPr>
          <w:rFonts w:ascii="Arial" w:hAnsi="Arial" w:cs="Arial" w:hint="cs"/>
          <w:b/>
          <w:sz w:val="36"/>
          <w:szCs w:val="36"/>
          <w:rtl/>
        </w:rPr>
        <w:t>محاسبية ١٢٥١ حسب</w:t>
      </w:r>
    </w:p>
    <w:p w14:paraId="5242498C" w14:textId="77777777" w:rsidR="005746E8" w:rsidRDefault="005746E8" w:rsidP="00F11B9B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540C6A2F" w14:textId="77777777" w:rsidR="005746E8" w:rsidRDefault="005746E8" w:rsidP="00F11B9B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tbl>
      <w:tblPr>
        <w:tblStyle w:val="TableGrid"/>
        <w:tblW w:w="0" w:type="auto"/>
        <w:tblInd w:w="-72" w:type="dxa"/>
        <w:tblLook w:val="04A0" w:firstRow="1" w:lastRow="0" w:firstColumn="1" w:lastColumn="0" w:noHBand="0" w:noVBand="1"/>
      </w:tblPr>
      <w:tblGrid>
        <w:gridCol w:w="2520"/>
        <w:gridCol w:w="1350"/>
        <w:gridCol w:w="1309"/>
      </w:tblGrid>
      <w:tr w:rsidR="00F11B9B" w14:paraId="409C83E2" w14:textId="77777777" w:rsidTr="00CD30C7">
        <w:tc>
          <w:tcPr>
            <w:tcW w:w="2520" w:type="dxa"/>
          </w:tcPr>
          <w:p w14:paraId="7B525D3F" w14:textId="77777777" w:rsidR="00F11B9B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 w:hint="cs"/>
                <w:b/>
                <w:sz w:val="36"/>
                <w:szCs w:val="36"/>
                <w:rtl/>
              </w:rPr>
              <w:t>الموضوع</w:t>
            </w:r>
          </w:p>
        </w:tc>
        <w:tc>
          <w:tcPr>
            <w:tcW w:w="1350" w:type="dxa"/>
          </w:tcPr>
          <w:p w14:paraId="21D0215D" w14:textId="77777777" w:rsidR="00F11B9B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 w:hint="cs"/>
                <w:b/>
                <w:sz w:val="36"/>
                <w:szCs w:val="36"/>
                <w:rtl/>
              </w:rPr>
              <w:t>التاريخ</w:t>
            </w:r>
          </w:p>
        </w:tc>
        <w:tc>
          <w:tcPr>
            <w:tcW w:w="1309" w:type="dxa"/>
          </w:tcPr>
          <w:p w14:paraId="489CC0C8" w14:textId="77777777" w:rsidR="00F11B9B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 w:hint="cs"/>
                <w:b/>
                <w:sz w:val="36"/>
                <w:szCs w:val="36"/>
                <w:rtl/>
              </w:rPr>
              <w:t>الاسبوع</w:t>
            </w:r>
          </w:p>
        </w:tc>
      </w:tr>
      <w:tr w:rsidR="00F11B9B" w14:paraId="49F4F480" w14:textId="77777777" w:rsidTr="00CD30C7">
        <w:tc>
          <w:tcPr>
            <w:tcW w:w="2520" w:type="dxa"/>
          </w:tcPr>
          <w:p w14:paraId="4F7C5D07" w14:textId="77777777" w:rsidR="00F11B9B" w:rsidRPr="00CD30C7" w:rsidRDefault="00CD30C7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تعارف وتهيئة</w:t>
            </w:r>
          </w:p>
        </w:tc>
        <w:tc>
          <w:tcPr>
            <w:tcW w:w="1350" w:type="dxa"/>
          </w:tcPr>
          <w:p w14:paraId="7109ACE8" w14:textId="69A7AFA8" w:rsidR="00F11B9B" w:rsidRPr="00CD30C7" w:rsidRDefault="00807BDA" w:rsidP="00F11B9B">
            <w:pPr>
              <w:pStyle w:val="ListParagraph"/>
              <w:ind w:left="0"/>
              <w:rPr>
                <w:rFonts w:ascii="Arial" w:hAnsi="Arial" w:cs="Arial" w:hint="cs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٢٦/١٢</w:t>
            </w:r>
          </w:p>
        </w:tc>
        <w:tc>
          <w:tcPr>
            <w:tcW w:w="1309" w:type="dxa"/>
          </w:tcPr>
          <w:p w14:paraId="1B3B388B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الاول</w:t>
            </w:r>
          </w:p>
        </w:tc>
      </w:tr>
      <w:tr w:rsidR="00F11B9B" w14:paraId="7322DB16" w14:textId="77777777" w:rsidTr="00CD30C7">
        <w:tc>
          <w:tcPr>
            <w:tcW w:w="2520" w:type="dxa"/>
          </w:tcPr>
          <w:p w14:paraId="5554C1B1" w14:textId="7F081AA7" w:rsidR="00F11B9B" w:rsidRPr="00CD30C7" w:rsidRDefault="00807BDA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يوم وطني</w:t>
            </w:r>
          </w:p>
        </w:tc>
        <w:tc>
          <w:tcPr>
            <w:tcW w:w="1350" w:type="dxa"/>
          </w:tcPr>
          <w:p w14:paraId="2F97926C" w14:textId="6F92881C" w:rsidR="00F11B9B" w:rsidRPr="00CD30C7" w:rsidRDefault="00807BDA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٤/١</w:t>
            </w:r>
          </w:p>
        </w:tc>
        <w:tc>
          <w:tcPr>
            <w:tcW w:w="1309" w:type="dxa"/>
          </w:tcPr>
          <w:p w14:paraId="64D8FB05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الثاني</w:t>
            </w:r>
          </w:p>
        </w:tc>
      </w:tr>
      <w:tr w:rsidR="00F11B9B" w14:paraId="2604ACA1" w14:textId="77777777" w:rsidTr="00CD30C7">
        <w:tc>
          <w:tcPr>
            <w:tcW w:w="2520" w:type="dxa"/>
          </w:tcPr>
          <w:p w14:paraId="1B3BC6E4" w14:textId="5F9AD708" w:rsidR="00F11B9B" w:rsidRPr="00CD30C7" w:rsidRDefault="00CD30C7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اطار عام لنظم المعلومات المحاسبية</w:t>
            </w:r>
            <w:r w:rsidR="00807BDA">
              <w:rPr>
                <w:rFonts w:ascii="Arial" w:hAnsi="Arial" w:cs="Arial" w:hint="cs"/>
                <w:b/>
                <w:rtl/>
              </w:rPr>
              <w:t>+</w:t>
            </w:r>
            <w:r w:rsidR="00807BDA">
              <w:rPr>
                <w:rFonts w:ascii="Arial" w:hAnsi="Arial" w:cs="Arial" w:hint="cs"/>
                <w:b/>
                <w:rtl/>
              </w:rPr>
              <w:t>لنظم الفرعية لنظم المعلومات المحاسبية</w:t>
            </w:r>
          </w:p>
        </w:tc>
        <w:tc>
          <w:tcPr>
            <w:tcW w:w="1350" w:type="dxa"/>
          </w:tcPr>
          <w:p w14:paraId="5F49E1E2" w14:textId="3E74A409" w:rsidR="00F11B9B" w:rsidRPr="00CD30C7" w:rsidRDefault="00807BDA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١١/١</w:t>
            </w:r>
          </w:p>
        </w:tc>
        <w:tc>
          <w:tcPr>
            <w:tcW w:w="1309" w:type="dxa"/>
          </w:tcPr>
          <w:p w14:paraId="306B78C3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الثالث</w:t>
            </w:r>
          </w:p>
        </w:tc>
      </w:tr>
      <w:tr w:rsidR="00F11B9B" w14:paraId="33E58859" w14:textId="77777777" w:rsidTr="00CD30C7">
        <w:tc>
          <w:tcPr>
            <w:tcW w:w="2520" w:type="dxa"/>
          </w:tcPr>
          <w:p w14:paraId="1C5F6386" w14:textId="5D83951A" w:rsidR="00F11B9B" w:rsidRPr="00CD30C7" w:rsidRDefault="00807BDA" w:rsidP="00807BDA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دورة حياة النظم</w:t>
            </w:r>
          </w:p>
        </w:tc>
        <w:tc>
          <w:tcPr>
            <w:tcW w:w="1350" w:type="dxa"/>
          </w:tcPr>
          <w:p w14:paraId="1279C6A7" w14:textId="3A5161B1" w:rsidR="00F11B9B" w:rsidRPr="00CD30C7" w:rsidRDefault="00807BDA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١٨/١</w:t>
            </w:r>
          </w:p>
        </w:tc>
        <w:tc>
          <w:tcPr>
            <w:tcW w:w="1309" w:type="dxa"/>
          </w:tcPr>
          <w:p w14:paraId="64C6A645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الرابع</w:t>
            </w:r>
          </w:p>
        </w:tc>
      </w:tr>
      <w:tr w:rsidR="00F11B9B" w14:paraId="28EA429A" w14:textId="77777777" w:rsidTr="00CD30C7">
        <w:tc>
          <w:tcPr>
            <w:tcW w:w="2520" w:type="dxa"/>
          </w:tcPr>
          <w:p w14:paraId="07AC8BA9" w14:textId="10E0FA76" w:rsidR="00F11B9B" w:rsidRPr="00CD30C7" w:rsidRDefault="00807BDA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ا</w:t>
            </w:r>
            <w:r>
              <w:rPr>
                <w:rFonts w:ascii="Arial" w:hAnsi="Arial" w:cs="Arial" w:hint="cs"/>
                <w:b/>
                <w:rtl/>
              </w:rPr>
              <w:t>ختبار الفصلي الاول</w:t>
            </w:r>
          </w:p>
        </w:tc>
        <w:tc>
          <w:tcPr>
            <w:tcW w:w="1350" w:type="dxa"/>
          </w:tcPr>
          <w:p w14:paraId="01769742" w14:textId="0DA3C572" w:rsidR="00F11B9B" w:rsidRPr="00CD30C7" w:rsidRDefault="00807BDA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٢٥/١</w:t>
            </w:r>
          </w:p>
        </w:tc>
        <w:tc>
          <w:tcPr>
            <w:tcW w:w="1309" w:type="dxa"/>
          </w:tcPr>
          <w:p w14:paraId="3D956FAE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الخامس</w:t>
            </w:r>
          </w:p>
        </w:tc>
      </w:tr>
      <w:tr w:rsidR="00F11B9B" w14:paraId="61705DE1" w14:textId="77777777" w:rsidTr="00CD30C7">
        <w:tc>
          <w:tcPr>
            <w:tcW w:w="2520" w:type="dxa"/>
          </w:tcPr>
          <w:p w14:paraId="3E09CB76" w14:textId="77777777" w:rsidR="00F11B9B" w:rsidRPr="00CD30C7" w:rsidRDefault="00CD30C7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الخطوات التفصيلية لتصميم نظم المعلومات</w:t>
            </w:r>
          </w:p>
        </w:tc>
        <w:tc>
          <w:tcPr>
            <w:tcW w:w="1350" w:type="dxa"/>
          </w:tcPr>
          <w:p w14:paraId="18CF4C94" w14:textId="7813A461" w:rsidR="00F11B9B" w:rsidRPr="00CD30C7" w:rsidRDefault="00807BDA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٢/٢</w:t>
            </w:r>
          </w:p>
        </w:tc>
        <w:tc>
          <w:tcPr>
            <w:tcW w:w="1309" w:type="dxa"/>
          </w:tcPr>
          <w:p w14:paraId="63B99405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السادس</w:t>
            </w:r>
          </w:p>
        </w:tc>
      </w:tr>
      <w:tr w:rsidR="00F11B9B" w14:paraId="3FA1E2F6" w14:textId="77777777" w:rsidTr="00CD30C7">
        <w:tc>
          <w:tcPr>
            <w:tcW w:w="2520" w:type="dxa"/>
          </w:tcPr>
          <w:p w14:paraId="2ECE6751" w14:textId="372C9FCE" w:rsidR="00F11B9B" w:rsidRPr="00CD30C7" w:rsidRDefault="00807BDA" w:rsidP="00807BDA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قواعد البيانات</w:t>
            </w:r>
          </w:p>
        </w:tc>
        <w:tc>
          <w:tcPr>
            <w:tcW w:w="1350" w:type="dxa"/>
          </w:tcPr>
          <w:p w14:paraId="3F5E5B74" w14:textId="318A79D6" w:rsidR="00F11B9B" w:rsidRPr="00CD30C7" w:rsidRDefault="00807BDA" w:rsidP="00807BDA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٩/٢</w:t>
            </w:r>
          </w:p>
        </w:tc>
        <w:tc>
          <w:tcPr>
            <w:tcW w:w="1309" w:type="dxa"/>
          </w:tcPr>
          <w:p w14:paraId="21E7407E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السابع</w:t>
            </w:r>
          </w:p>
        </w:tc>
      </w:tr>
      <w:tr w:rsidR="00F11B9B" w14:paraId="353A1C8D" w14:textId="77777777" w:rsidTr="00CD30C7">
        <w:tc>
          <w:tcPr>
            <w:tcW w:w="2520" w:type="dxa"/>
          </w:tcPr>
          <w:p w14:paraId="408CD241" w14:textId="2BBBC514" w:rsidR="00F11B9B" w:rsidRPr="00CD30C7" w:rsidRDefault="00807BDA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التجارة الالكترونية</w:t>
            </w:r>
          </w:p>
        </w:tc>
        <w:tc>
          <w:tcPr>
            <w:tcW w:w="1350" w:type="dxa"/>
          </w:tcPr>
          <w:p w14:paraId="756AEE1D" w14:textId="0D19C92B" w:rsidR="00F11B9B" w:rsidRPr="00CD30C7" w:rsidRDefault="00807BDA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١٦/٢</w:t>
            </w:r>
          </w:p>
        </w:tc>
        <w:tc>
          <w:tcPr>
            <w:tcW w:w="1309" w:type="dxa"/>
          </w:tcPr>
          <w:p w14:paraId="223DBAF5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 xml:space="preserve">الثامن </w:t>
            </w:r>
          </w:p>
        </w:tc>
      </w:tr>
      <w:tr w:rsidR="00F11B9B" w14:paraId="5308FE0C" w14:textId="77777777" w:rsidTr="00CD30C7">
        <w:tc>
          <w:tcPr>
            <w:tcW w:w="2520" w:type="dxa"/>
          </w:tcPr>
          <w:p w14:paraId="11661502" w14:textId="016059E9" w:rsidR="00F11B9B" w:rsidRPr="00CD30C7" w:rsidRDefault="00807BDA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مراجعة نظم المعلومات الالية</w:t>
            </w:r>
          </w:p>
        </w:tc>
        <w:tc>
          <w:tcPr>
            <w:tcW w:w="1350" w:type="dxa"/>
          </w:tcPr>
          <w:p w14:paraId="1440A1A8" w14:textId="10E4E13E" w:rsidR="00F11B9B" w:rsidRPr="00CD30C7" w:rsidRDefault="00807BDA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٢٣/٢</w:t>
            </w:r>
          </w:p>
        </w:tc>
        <w:tc>
          <w:tcPr>
            <w:tcW w:w="1309" w:type="dxa"/>
          </w:tcPr>
          <w:p w14:paraId="0E8658CA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التاسع</w:t>
            </w:r>
          </w:p>
        </w:tc>
      </w:tr>
      <w:tr w:rsidR="00F11B9B" w14:paraId="3B9D8740" w14:textId="77777777" w:rsidTr="00CD30C7">
        <w:tc>
          <w:tcPr>
            <w:tcW w:w="2520" w:type="dxa"/>
          </w:tcPr>
          <w:p w14:paraId="1B06E2D6" w14:textId="2F9364AC" w:rsidR="00F11B9B" w:rsidRPr="00CD30C7" w:rsidRDefault="00807BDA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نظم الرقابة والامن والحماية بنظم المعلومات</w:t>
            </w:r>
          </w:p>
        </w:tc>
        <w:tc>
          <w:tcPr>
            <w:tcW w:w="1350" w:type="dxa"/>
          </w:tcPr>
          <w:p w14:paraId="7238E25D" w14:textId="52AC7F61" w:rsidR="00F11B9B" w:rsidRPr="00CD30C7" w:rsidRDefault="00807BDA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١/٣</w:t>
            </w:r>
          </w:p>
        </w:tc>
        <w:tc>
          <w:tcPr>
            <w:tcW w:w="1309" w:type="dxa"/>
          </w:tcPr>
          <w:p w14:paraId="0B50F396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العاشر</w:t>
            </w:r>
          </w:p>
        </w:tc>
      </w:tr>
      <w:tr w:rsidR="00F11B9B" w14:paraId="523DDB33" w14:textId="77777777" w:rsidTr="00CD30C7">
        <w:tc>
          <w:tcPr>
            <w:tcW w:w="2520" w:type="dxa"/>
          </w:tcPr>
          <w:p w14:paraId="255A8036" w14:textId="663FF723" w:rsidR="00F11B9B" w:rsidRPr="00CD30C7" w:rsidRDefault="00807BDA" w:rsidP="00F11B9B">
            <w:pPr>
              <w:pStyle w:val="ListParagraph"/>
              <w:ind w:left="0"/>
              <w:rPr>
                <w:rFonts w:ascii="Arial" w:hAnsi="Arial" w:cs="Arial" w:hint="cs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ا</w:t>
            </w:r>
            <w:r>
              <w:rPr>
                <w:rFonts w:ascii="Arial" w:hAnsi="Arial" w:cs="Arial" w:hint="cs"/>
                <w:b/>
                <w:rtl/>
              </w:rPr>
              <w:t>ختبار فصلي ثاني</w:t>
            </w:r>
          </w:p>
        </w:tc>
        <w:tc>
          <w:tcPr>
            <w:tcW w:w="1350" w:type="dxa"/>
          </w:tcPr>
          <w:p w14:paraId="1BF568EB" w14:textId="086904A2" w:rsidR="00F11B9B" w:rsidRPr="00CD30C7" w:rsidRDefault="00807BDA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٨/٣</w:t>
            </w:r>
          </w:p>
        </w:tc>
        <w:tc>
          <w:tcPr>
            <w:tcW w:w="1309" w:type="dxa"/>
          </w:tcPr>
          <w:p w14:paraId="30C6B5EC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الحادي عشر</w:t>
            </w:r>
          </w:p>
        </w:tc>
      </w:tr>
      <w:tr w:rsidR="00F11B9B" w14:paraId="31859B10" w14:textId="77777777" w:rsidTr="00CD30C7">
        <w:tc>
          <w:tcPr>
            <w:tcW w:w="2520" w:type="dxa"/>
          </w:tcPr>
          <w:p w14:paraId="2A0F23C6" w14:textId="77777777" w:rsidR="00F11B9B" w:rsidRPr="00CD30C7" w:rsidRDefault="00CD30C7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نظم دعم القرار</w:t>
            </w:r>
          </w:p>
        </w:tc>
        <w:tc>
          <w:tcPr>
            <w:tcW w:w="1350" w:type="dxa"/>
          </w:tcPr>
          <w:p w14:paraId="21DC1A27" w14:textId="1168B112" w:rsidR="00F11B9B" w:rsidRPr="00CD30C7" w:rsidRDefault="00807BDA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١٥/٣</w:t>
            </w:r>
          </w:p>
        </w:tc>
        <w:tc>
          <w:tcPr>
            <w:tcW w:w="1309" w:type="dxa"/>
          </w:tcPr>
          <w:p w14:paraId="13E41EFD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الثاني عشر</w:t>
            </w:r>
          </w:p>
        </w:tc>
      </w:tr>
      <w:tr w:rsidR="00F11B9B" w14:paraId="5A9E1FFE" w14:textId="77777777" w:rsidTr="00CD30C7">
        <w:tc>
          <w:tcPr>
            <w:tcW w:w="2520" w:type="dxa"/>
          </w:tcPr>
          <w:p w14:paraId="6D9A95C4" w14:textId="3DEE1871" w:rsidR="00F11B9B" w:rsidRPr="00CD30C7" w:rsidRDefault="00807BDA" w:rsidP="00807BDA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نظم الذكاء الاصطناعي،-نظم الشبكات العصبية،-نظم الخبرة</w:t>
            </w:r>
          </w:p>
        </w:tc>
        <w:tc>
          <w:tcPr>
            <w:tcW w:w="1350" w:type="dxa"/>
          </w:tcPr>
          <w:p w14:paraId="5E70820D" w14:textId="28E9A6B4" w:rsidR="00F11B9B" w:rsidRPr="00CD30C7" w:rsidRDefault="00807BDA" w:rsidP="00807BDA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٢٢/٣</w:t>
            </w:r>
          </w:p>
        </w:tc>
        <w:tc>
          <w:tcPr>
            <w:tcW w:w="1309" w:type="dxa"/>
          </w:tcPr>
          <w:p w14:paraId="1D3A24AF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الثالث عشر</w:t>
            </w:r>
          </w:p>
        </w:tc>
      </w:tr>
      <w:tr w:rsidR="00382370" w14:paraId="34128DE3" w14:textId="77777777" w:rsidTr="00CD30C7">
        <w:tc>
          <w:tcPr>
            <w:tcW w:w="2520" w:type="dxa"/>
          </w:tcPr>
          <w:p w14:paraId="67FB7D84" w14:textId="099218C6" w:rsidR="00382370" w:rsidRDefault="00807BDA" w:rsidP="00F11B9B">
            <w:pPr>
              <w:pStyle w:val="ListParagraph"/>
              <w:ind w:left="0"/>
              <w:rPr>
                <w:rFonts w:ascii="Arial" w:hAnsi="Arial" w:cs="Arial" w:hint="cs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ا</w:t>
            </w:r>
            <w:r>
              <w:rPr>
                <w:rFonts w:ascii="Arial" w:hAnsi="Arial" w:cs="Arial" w:hint="cs"/>
                <w:b/>
                <w:rtl/>
              </w:rPr>
              <w:t>ختبار البديل</w:t>
            </w:r>
          </w:p>
        </w:tc>
        <w:tc>
          <w:tcPr>
            <w:tcW w:w="1350" w:type="dxa"/>
          </w:tcPr>
          <w:p w14:paraId="360B29E3" w14:textId="588DA0E0" w:rsidR="00382370" w:rsidRDefault="00807BDA" w:rsidP="00F11B9B">
            <w:pPr>
              <w:pStyle w:val="ListParagraph"/>
              <w:ind w:left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٢٩/٣</w:t>
            </w:r>
          </w:p>
        </w:tc>
        <w:tc>
          <w:tcPr>
            <w:tcW w:w="1309" w:type="dxa"/>
          </w:tcPr>
          <w:p w14:paraId="6552C9BF" w14:textId="6460596E" w:rsidR="00382370" w:rsidRPr="00CD30C7" w:rsidRDefault="00382370" w:rsidP="00F11B9B">
            <w:pPr>
              <w:pStyle w:val="ListParagraph"/>
              <w:ind w:left="0"/>
              <w:rPr>
                <w:rFonts w:ascii="Arial" w:hAnsi="Arial" w:cs="Arial"/>
                <w:b/>
                <w:rtl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الرابع عشر</w:t>
            </w:r>
          </w:p>
        </w:tc>
      </w:tr>
      <w:tr w:rsidR="00382370" w14:paraId="03349B19" w14:textId="77777777" w:rsidTr="00CD30C7">
        <w:tc>
          <w:tcPr>
            <w:tcW w:w="2520" w:type="dxa"/>
          </w:tcPr>
          <w:p w14:paraId="51C6862B" w14:textId="00C24255" w:rsidR="00382370" w:rsidRDefault="00382370" w:rsidP="00807BDA">
            <w:pPr>
              <w:pStyle w:val="ListParagraph"/>
              <w:ind w:left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ا</w:t>
            </w:r>
            <w:r w:rsidR="00807BDA">
              <w:rPr>
                <w:rFonts w:ascii="Arial" w:hAnsi="Arial" w:cs="Arial" w:hint="cs"/>
                <w:b/>
                <w:rtl/>
              </w:rPr>
              <w:t xml:space="preserve">ختبار </w:t>
            </w:r>
            <w:r w:rsidR="00807BDA">
              <w:rPr>
                <w:rFonts w:ascii="Arial" w:hAnsi="Arial" w:cs="Arial" w:hint="cs"/>
                <w:b/>
                <w:rtl/>
              </w:rPr>
              <w:t>النهائي</w:t>
            </w:r>
          </w:p>
        </w:tc>
        <w:tc>
          <w:tcPr>
            <w:tcW w:w="1350" w:type="dxa"/>
          </w:tcPr>
          <w:p w14:paraId="48160825" w14:textId="2C6E0951" w:rsidR="00382370" w:rsidRDefault="00807BDA" w:rsidP="00382370">
            <w:pPr>
              <w:pStyle w:val="ListParagraph"/>
              <w:ind w:left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٦/٤</w:t>
            </w:r>
            <w:bookmarkStart w:id="0" w:name="_GoBack"/>
            <w:bookmarkEnd w:id="0"/>
          </w:p>
        </w:tc>
        <w:tc>
          <w:tcPr>
            <w:tcW w:w="1309" w:type="dxa"/>
          </w:tcPr>
          <w:p w14:paraId="10435C32" w14:textId="288723BD" w:rsidR="00382370" w:rsidRPr="00CD30C7" w:rsidRDefault="00382370" w:rsidP="00F11B9B">
            <w:pPr>
              <w:pStyle w:val="ListParagraph"/>
              <w:ind w:left="0"/>
              <w:rPr>
                <w:rFonts w:ascii="Arial" w:hAnsi="Arial" w:cs="Arial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 xml:space="preserve">الخامس عشر </w:t>
            </w:r>
          </w:p>
        </w:tc>
      </w:tr>
      <w:tr w:rsidR="00807BDA" w14:paraId="3F609873" w14:textId="77777777" w:rsidTr="00CD30C7">
        <w:tc>
          <w:tcPr>
            <w:tcW w:w="2520" w:type="dxa"/>
          </w:tcPr>
          <w:p w14:paraId="7F3E4BFB" w14:textId="4ACBA38C" w:rsidR="00807BDA" w:rsidRPr="00CD30C7" w:rsidRDefault="00807BDA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350" w:type="dxa"/>
          </w:tcPr>
          <w:p w14:paraId="13F5CDEE" w14:textId="5B14DF69" w:rsidR="00807BDA" w:rsidRPr="00CD30C7" w:rsidRDefault="00807BDA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309" w:type="dxa"/>
          </w:tcPr>
          <w:p w14:paraId="57E9CCBF" w14:textId="46C3A81B" w:rsidR="00807BDA" w:rsidRPr="00CD30C7" w:rsidRDefault="00807BDA" w:rsidP="00382370">
            <w:pPr>
              <w:pStyle w:val="ListParagraph"/>
              <w:ind w:left="0"/>
              <w:rPr>
                <w:rFonts w:ascii="Arial" w:hAnsi="Arial" w:cs="Arial"/>
                <w:b/>
              </w:rPr>
            </w:pPr>
          </w:p>
        </w:tc>
      </w:tr>
    </w:tbl>
    <w:p w14:paraId="77C53E2E" w14:textId="77777777" w:rsidR="0041207F" w:rsidRDefault="0041207F" w:rsidP="00F11B9B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64EF52B6" w14:textId="77777777" w:rsidR="00B62B22" w:rsidRDefault="00B62B22" w:rsidP="00B62B22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36"/>
          <w:szCs w:val="36"/>
          <w:rtl/>
        </w:rPr>
      </w:pPr>
      <w:r>
        <w:rPr>
          <w:rFonts w:ascii="Arial" w:hAnsi="Arial" w:cs="Arial" w:hint="cs"/>
          <w:b/>
          <w:sz w:val="36"/>
          <w:szCs w:val="36"/>
          <w:rtl/>
        </w:rPr>
        <w:t>طريقة التقييم: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29"/>
        <w:gridCol w:w="2258"/>
      </w:tblGrid>
      <w:tr w:rsidR="00B62B22" w14:paraId="47F5F0AD" w14:textId="77777777" w:rsidTr="00B62B22">
        <w:tc>
          <w:tcPr>
            <w:tcW w:w="2553" w:type="dxa"/>
          </w:tcPr>
          <w:p w14:paraId="4C44EE74" w14:textId="77777777" w:rsidR="00B62B22" w:rsidRPr="00B62B22" w:rsidRDefault="00B62B22" w:rsidP="00B62B22">
            <w:pPr>
              <w:pStyle w:val="ListParagraph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  <w:r w:rsidRPr="00B62B22">
              <w:rPr>
                <w:rFonts w:ascii="Arial" w:hAnsi="Arial" w:cs="Arial" w:hint="cs"/>
                <w:b/>
                <w:sz w:val="28"/>
                <w:szCs w:val="28"/>
                <w:rtl/>
              </w:rPr>
              <w:t>٢٠</w:t>
            </w:r>
          </w:p>
        </w:tc>
        <w:tc>
          <w:tcPr>
            <w:tcW w:w="2554" w:type="dxa"/>
          </w:tcPr>
          <w:p w14:paraId="0B7CA5EB" w14:textId="77777777" w:rsidR="00B62B22" w:rsidRPr="00B62B22" w:rsidRDefault="00B62B22" w:rsidP="00B62B22">
            <w:pPr>
              <w:pStyle w:val="ListParagraph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  <w:r w:rsidRPr="00B62B22">
              <w:rPr>
                <w:rFonts w:ascii="Arial" w:hAnsi="Arial" w:cs="Arial" w:hint="cs"/>
                <w:b/>
                <w:sz w:val="28"/>
                <w:szCs w:val="28"/>
                <w:rtl/>
              </w:rPr>
              <w:t>الاختبار الفصلي الاول</w:t>
            </w:r>
          </w:p>
        </w:tc>
      </w:tr>
      <w:tr w:rsidR="00B62B22" w14:paraId="46762735" w14:textId="77777777" w:rsidTr="00B62B22">
        <w:tc>
          <w:tcPr>
            <w:tcW w:w="2553" w:type="dxa"/>
          </w:tcPr>
          <w:p w14:paraId="411F018D" w14:textId="77777777" w:rsidR="00B62B22" w:rsidRPr="00B62B22" w:rsidRDefault="00B62B22" w:rsidP="00B62B22">
            <w:pPr>
              <w:pStyle w:val="ListParagraph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  <w:r w:rsidRPr="00B62B22">
              <w:rPr>
                <w:rFonts w:ascii="Arial" w:hAnsi="Arial" w:cs="Arial" w:hint="cs"/>
                <w:b/>
                <w:sz w:val="28"/>
                <w:szCs w:val="28"/>
                <w:rtl/>
              </w:rPr>
              <w:t>٢٠</w:t>
            </w:r>
          </w:p>
        </w:tc>
        <w:tc>
          <w:tcPr>
            <w:tcW w:w="2554" w:type="dxa"/>
          </w:tcPr>
          <w:p w14:paraId="5D8B5CDB" w14:textId="77777777" w:rsidR="00B62B22" w:rsidRPr="00B62B22" w:rsidRDefault="00B62B22" w:rsidP="00B62B22">
            <w:pPr>
              <w:pStyle w:val="ListParagraph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  <w:r w:rsidRPr="00B62B22">
              <w:rPr>
                <w:rFonts w:ascii="Arial" w:hAnsi="Arial" w:cs="Arial" w:hint="cs"/>
                <w:b/>
                <w:sz w:val="28"/>
                <w:szCs w:val="28"/>
                <w:rtl/>
              </w:rPr>
              <w:t>الاختبار الفصلي الثاني</w:t>
            </w:r>
          </w:p>
        </w:tc>
      </w:tr>
      <w:tr w:rsidR="00B62B22" w14:paraId="41BB7B60" w14:textId="77777777" w:rsidTr="00B62B22">
        <w:tc>
          <w:tcPr>
            <w:tcW w:w="2553" w:type="dxa"/>
          </w:tcPr>
          <w:p w14:paraId="3DCAFA70" w14:textId="77777777" w:rsidR="00B62B22" w:rsidRPr="00B62B22" w:rsidRDefault="00B62B22" w:rsidP="00B62B22">
            <w:pPr>
              <w:pStyle w:val="ListParagraph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  <w:r w:rsidRPr="00B62B22">
              <w:rPr>
                <w:rFonts w:ascii="Arial" w:hAnsi="Arial" w:cs="Arial" w:hint="cs"/>
                <w:b/>
                <w:sz w:val="28"/>
                <w:szCs w:val="28"/>
                <w:rtl/>
              </w:rPr>
              <w:t>٢٠</w:t>
            </w:r>
          </w:p>
        </w:tc>
        <w:tc>
          <w:tcPr>
            <w:tcW w:w="2554" w:type="dxa"/>
          </w:tcPr>
          <w:p w14:paraId="2EF680E4" w14:textId="77777777" w:rsidR="00B62B22" w:rsidRPr="00B62B22" w:rsidRDefault="00B62B22" w:rsidP="00B62B22">
            <w:pPr>
              <w:pStyle w:val="ListParagraph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  <w:r w:rsidRPr="00B62B22">
              <w:rPr>
                <w:rFonts w:ascii="Arial" w:hAnsi="Arial" w:cs="Arial" w:hint="cs"/>
                <w:b/>
                <w:sz w:val="28"/>
                <w:szCs w:val="28"/>
                <w:rtl/>
              </w:rPr>
              <w:t>الواجبات والمشاركة والعروض</w:t>
            </w:r>
          </w:p>
        </w:tc>
      </w:tr>
      <w:tr w:rsidR="00B62B22" w14:paraId="627691CC" w14:textId="77777777" w:rsidTr="00B62B22">
        <w:tc>
          <w:tcPr>
            <w:tcW w:w="2553" w:type="dxa"/>
          </w:tcPr>
          <w:p w14:paraId="5078F5D4" w14:textId="77777777" w:rsidR="00B62B22" w:rsidRPr="00B62B22" w:rsidRDefault="00B62B22" w:rsidP="00B62B22">
            <w:pPr>
              <w:pStyle w:val="ListParagraph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  <w:r w:rsidRPr="00B62B22">
              <w:rPr>
                <w:rFonts w:ascii="Arial" w:hAnsi="Arial" w:cs="Arial" w:hint="cs"/>
                <w:b/>
                <w:sz w:val="28"/>
                <w:szCs w:val="28"/>
                <w:rtl/>
              </w:rPr>
              <w:t>٤٠</w:t>
            </w:r>
          </w:p>
        </w:tc>
        <w:tc>
          <w:tcPr>
            <w:tcW w:w="2554" w:type="dxa"/>
          </w:tcPr>
          <w:p w14:paraId="4B7BABB1" w14:textId="77777777" w:rsidR="00B62B22" w:rsidRPr="00B62B22" w:rsidRDefault="00B62B22" w:rsidP="00B62B22">
            <w:pPr>
              <w:pStyle w:val="ListParagraph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  <w:r w:rsidRPr="00B62B22">
              <w:rPr>
                <w:rFonts w:ascii="Arial" w:hAnsi="Arial" w:cs="Arial" w:hint="cs"/>
                <w:b/>
                <w:sz w:val="28"/>
                <w:szCs w:val="28"/>
                <w:rtl/>
              </w:rPr>
              <w:t>الاختبار النهائي</w:t>
            </w:r>
          </w:p>
        </w:tc>
      </w:tr>
    </w:tbl>
    <w:p w14:paraId="79C4198B" w14:textId="77777777" w:rsidR="00B62B22" w:rsidRDefault="00B62B22" w:rsidP="00B62B22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7314F2E9" w14:textId="77777777" w:rsidR="00B62B22" w:rsidRDefault="00B62B22" w:rsidP="00B62B22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36"/>
          <w:szCs w:val="36"/>
          <w:rtl/>
        </w:rPr>
      </w:pPr>
      <w:r>
        <w:rPr>
          <w:rFonts w:ascii="Arial" w:hAnsi="Arial" w:cs="Arial" w:hint="cs"/>
          <w:b/>
          <w:sz w:val="36"/>
          <w:szCs w:val="36"/>
          <w:rtl/>
        </w:rPr>
        <w:t>ملاحظات:</w:t>
      </w:r>
    </w:p>
    <w:p w14:paraId="05B7D9F2" w14:textId="77777777" w:rsidR="00B62B22" w:rsidRPr="005746E8" w:rsidRDefault="00B62B22" w:rsidP="00B62B22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8"/>
          <w:szCs w:val="28"/>
          <w:rtl/>
        </w:rPr>
      </w:pPr>
      <w:r w:rsidRPr="005746E8">
        <w:rPr>
          <w:rFonts w:ascii="Arial" w:hAnsi="Arial" w:cs="Arial" w:hint="cs"/>
          <w:b/>
          <w:sz w:val="28"/>
          <w:szCs w:val="28"/>
          <w:rtl/>
        </w:rPr>
        <w:t>الحضور في موعد المحاضرة</w:t>
      </w:r>
    </w:p>
    <w:p w14:paraId="7930D1C8" w14:textId="77777777" w:rsidR="00B62B22" w:rsidRPr="005746E8" w:rsidRDefault="00B62B22" w:rsidP="00B62B22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8"/>
          <w:szCs w:val="28"/>
          <w:rtl/>
        </w:rPr>
      </w:pPr>
      <w:r w:rsidRPr="005746E8">
        <w:rPr>
          <w:rFonts w:ascii="Arial" w:hAnsi="Arial" w:cs="Arial" w:hint="cs"/>
          <w:b/>
          <w:sz w:val="28"/>
          <w:szCs w:val="28"/>
          <w:rtl/>
        </w:rPr>
        <w:t>عدم التغييب عن الاختبارات</w:t>
      </w:r>
    </w:p>
    <w:p w14:paraId="60ECE0B0" w14:textId="77777777" w:rsidR="00B62B22" w:rsidRPr="005746E8" w:rsidRDefault="00B62B22" w:rsidP="00B62B22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8"/>
          <w:szCs w:val="28"/>
          <w:rtl/>
        </w:rPr>
      </w:pPr>
      <w:r w:rsidRPr="005746E8">
        <w:rPr>
          <w:rFonts w:ascii="Arial" w:hAnsi="Arial" w:cs="Arial" w:hint="cs"/>
          <w:b/>
          <w:sz w:val="28"/>
          <w:szCs w:val="28"/>
          <w:rtl/>
        </w:rPr>
        <w:t xml:space="preserve">في حالة التغييب سيتم رصد درجة صفر ولن يتم </w:t>
      </w:r>
      <w:r w:rsidR="005746E8" w:rsidRPr="005746E8">
        <w:rPr>
          <w:rFonts w:ascii="Arial" w:hAnsi="Arial" w:cs="Arial" w:hint="cs"/>
          <w:b/>
          <w:sz w:val="28"/>
          <w:szCs w:val="28"/>
          <w:rtl/>
        </w:rPr>
        <w:t>دخول البديل الا بعد قبول العذر المقدم</w:t>
      </w:r>
    </w:p>
    <w:p w14:paraId="7A74A3AA" w14:textId="77777777" w:rsidR="005746E8" w:rsidRPr="005746E8" w:rsidRDefault="005746E8" w:rsidP="00B62B22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8"/>
          <w:szCs w:val="28"/>
          <w:rtl/>
        </w:rPr>
      </w:pPr>
      <w:r w:rsidRPr="005746E8">
        <w:rPr>
          <w:rFonts w:ascii="Arial" w:hAnsi="Arial" w:cs="Arial" w:hint="cs"/>
          <w:b/>
          <w:sz w:val="28"/>
          <w:szCs w:val="28"/>
          <w:rtl/>
        </w:rPr>
        <w:t>سيتم رصد درجة صفر لمن يقوم بالغش</w:t>
      </w:r>
    </w:p>
    <w:p w14:paraId="67B7A7E4" w14:textId="77777777" w:rsidR="005746E8" w:rsidRPr="005746E8" w:rsidRDefault="005746E8" w:rsidP="00B62B22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8"/>
          <w:szCs w:val="28"/>
          <w:rtl/>
        </w:rPr>
      </w:pPr>
      <w:r w:rsidRPr="005746E8">
        <w:rPr>
          <w:rFonts w:ascii="Arial" w:hAnsi="Arial" w:cs="Arial" w:hint="cs"/>
          <w:b/>
          <w:sz w:val="28"/>
          <w:szCs w:val="28"/>
          <w:rtl/>
        </w:rPr>
        <w:t>سيتم رفع حرمان لمن تجاوز غيابها ٢٥٪ من اجمالي المحاضرات</w:t>
      </w:r>
    </w:p>
    <w:p w14:paraId="0BB0CED7" w14:textId="77777777" w:rsidR="005746E8" w:rsidRPr="005746E8" w:rsidRDefault="005746E8" w:rsidP="00B62B22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8"/>
          <w:szCs w:val="28"/>
          <w:rtl/>
        </w:rPr>
      </w:pPr>
      <w:r w:rsidRPr="005746E8">
        <w:rPr>
          <w:rFonts w:ascii="Arial" w:hAnsi="Arial" w:cs="Arial" w:hint="cs"/>
          <w:b/>
          <w:sz w:val="28"/>
          <w:szCs w:val="28"/>
          <w:rtl/>
        </w:rPr>
        <w:t>الاحترام والالتزام بماهو مطلوب وقت المحاضرة</w:t>
      </w:r>
    </w:p>
    <w:sectPr w:rsidR="005746E8" w:rsidRPr="005746E8" w:rsidSect="00B62B22">
      <w:pgSz w:w="11906" w:h="16838"/>
      <w:pgMar w:top="709" w:right="707" w:bottom="568" w:left="709" w:header="708" w:footer="708" w:gutter="0"/>
      <w:pgBorders>
        <w:top w:val="double" w:sz="4" w:space="1" w:color="auto"/>
        <w:left w:val="double" w:sz="4" w:space="9" w:color="auto"/>
        <w:bottom w:val="double" w:sz="4" w:space="1" w:color="auto"/>
        <w:right w:val="double" w:sz="4" w:space="9" w:color="auto"/>
      </w:pgBorders>
      <w:cols w:num="2"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56E364" w14:textId="77777777" w:rsidR="00EB6B25" w:rsidRDefault="00EB6B25" w:rsidP="00944BBA">
      <w:r>
        <w:separator/>
      </w:r>
    </w:p>
  </w:endnote>
  <w:endnote w:type="continuationSeparator" w:id="0">
    <w:p w14:paraId="079D5B73" w14:textId="77777777" w:rsidR="00EB6B25" w:rsidRDefault="00EB6B25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FBCEFF" w14:textId="77777777" w:rsidR="00EB6B25" w:rsidRDefault="00EB6B25" w:rsidP="00944BBA">
      <w:r>
        <w:separator/>
      </w:r>
    </w:p>
  </w:footnote>
  <w:footnote w:type="continuationSeparator" w:id="0">
    <w:p w14:paraId="43D1964A" w14:textId="77777777" w:rsidR="00EB6B25" w:rsidRDefault="00EB6B25" w:rsidP="00944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3064"/>
    <w:multiLevelType w:val="hybridMultilevel"/>
    <w:tmpl w:val="2362C056"/>
    <w:lvl w:ilvl="0" w:tplc="5BEA88D0">
      <w:start w:val="1"/>
      <w:numFmt w:val="decimal"/>
      <w:lvlText w:val="%1."/>
      <w:lvlJc w:val="left"/>
      <w:pPr>
        <w:ind w:left="154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">
    <w:nsid w:val="115E004B"/>
    <w:multiLevelType w:val="hybridMultilevel"/>
    <w:tmpl w:val="E85CCD7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F987607"/>
    <w:multiLevelType w:val="hybridMultilevel"/>
    <w:tmpl w:val="F25C709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63E"/>
    <w:rsid w:val="001F4A09"/>
    <w:rsid w:val="002155AE"/>
    <w:rsid w:val="0023763E"/>
    <w:rsid w:val="00382370"/>
    <w:rsid w:val="00390D3E"/>
    <w:rsid w:val="0041207F"/>
    <w:rsid w:val="00474878"/>
    <w:rsid w:val="00554804"/>
    <w:rsid w:val="005746E8"/>
    <w:rsid w:val="005F7FD4"/>
    <w:rsid w:val="00612D8C"/>
    <w:rsid w:val="006C6B3D"/>
    <w:rsid w:val="007274BF"/>
    <w:rsid w:val="00800DE1"/>
    <w:rsid w:val="00807BDA"/>
    <w:rsid w:val="00812D9B"/>
    <w:rsid w:val="00944BBA"/>
    <w:rsid w:val="00990FF2"/>
    <w:rsid w:val="009A4CEE"/>
    <w:rsid w:val="00A57D95"/>
    <w:rsid w:val="00B62B22"/>
    <w:rsid w:val="00C80E51"/>
    <w:rsid w:val="00CA4DDF"/>
    <w:rsid w:val="00CD30C7"/>
    <w:rsid w:val="00EB6B25"/>
    <w:rsid w:val="00F1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٫"/>
  <w:listSeparator w:val=","/>
  <w14:docId w14:val="5AE0E5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table" w:styleId="TableGrid">
    <w:name w:val="Table Grid"/>
    <w:basedOn w:val="TableNormal"/>
    <w:rsid w:val="002155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207F"/>
    <w:pPr>
      <w:ind w:left="720"/>
      <w:contextualSpacing/>
    </w:pPr>
  </w:style>
  <w:style w:type="character" w:styleId="Hyperlink">
    <w:name w:val="Hyperlink"/>
    <w:basedOn w:val="DefaultParagraphFont"/>
    <w:rsid w:val="005746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table" w:styleId="TableGrid">
    <w:name w:val="Table Grid"/>
    <w:basedOn w:val="TableNormal"/>
    <w:rsid w:val="002155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207F"/>
    <w:pPr>
      <w:ind w:left="720"/>
      <w:contextualSpacing/>
    </w:pPr>
  </w:style>
  <w:style w:type="character" w:styleId="Hyperlink">
    <w:name w:val="Hyperlink"/>
    <w:basedOn w:val="DefaultParagraphFont"/>
    <w:rsid w:val="005746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ABDULAZIZ:Library:Application%20Support:Microsoft:Office:User%20Templates:My%20Templates:arabic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738D66-B595-0C4D-9C5F-A6DE2688A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arabic.dotm</Template>
  <TotalTime>18</TotalTime>
  <Pages>1</Pages>
  <Words>270</Words>
  <Characters>1539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1806</CharactersWithSpaces>
  <SharedDoc>false</SharedDoc>
  <HyperlinkBase>http://www.ghyoom.com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cp:lastPrinted>2016-09-20T04:15:00Z</cp:lastPrinted>
  <dcterms:created xsi:type="dcterms:W3CDTF">2017-02-12T03:31:00Z</dcterms:created>
  <dcterms:modified xsi:type="dcterms:W3CDTF">2017-10-01T03:52:00Z</dcterms:modified>
  <cp:category/>
</cp:coreProperties>
</file>