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3E" w:rsidRDefault="009E4DD4" w:rsidP="009E4DD4">
      <w:pPr>
        <w:jc w:val="center"/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الفصل الثالث</w:t>
      </w:r>
    </w:p>
    <w:p w:rsidR="009E4DD4" w:rsidRDefault="009E4DD4" w:rsidP="009E4DD4">
      <w:pPr>
        <w:jc w:val="center"/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دورة حياة النظم</w:t>
      </w:r>
    </w:p>
    <w:p w:rsidR="009E4DD4" w:rsidRDefault="009E4DD4" w:rsidP="009E4DD4">
      <w:pPr>
        <w:jc w:val="center"/>
        <w:rPr>
          <w:rFonts w:ascii="Arial" w:hAnsi="Arial" w:cs="Arial" w:hint="cs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(تخطيط وتحليل وتطوير وتوثيق نظم المعلومات المحاسبية)</w:t>
      </w:r>
    </w:p>
    <w:p w:rsidR="00161FA1" w:rsidRDefault="00161FA1" w:rsidP="009E4DD4">
      <w:pPr>
        <w:jc w:val="center"/>
        <w:rPr>
          <w:rFonts w:ascii="Arial" w:hAnsi="Arial" w:cs="Arial" w:hint="cs"/>
          <w:b/>
          <w:sz w:val="28"/>
          <w:szCs w:val="28"/>
          <w:rtl/>
        </w:rPr>
      </w:pPr>
    </w:p>
    <w:p w:rsidR="00161FA1" w:rsidRDefault="00161FA1" w:rsidP="00161FA1">
      <w:p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مقدمة:</w:t>
      </w:r>
    </w:p>
    <w:p w:rsidR="00161FA1" w:rsidRDefault="00161FA1" w:rsidP="00161FA1">
      <w:p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يقاس نجاح وفشل المنشآت بمدى نجاح او فشل نظامها الحالي لان النظام الفاشل ينتج معلومات غير ملائمة وغير مفيدة ممايجعل المستفيد يتخذ قرارات خاطئة بناء على هذه المعلومات</w:t>
      </w:r>
    </w:p>
    <w:p w:rsidR="00290A01" w:rsidRDefault="00290A01" w:rsidP="00161FA1">
      <w:pPr>
        <w:rPr>
          <w:rFonts w:ascii="Arial" w:hAnsi="Arial" w:cs="Arial" w:hint="cs"/>
          <w:b/>
          <w:sz w:val="32"/>
          <w:szCs w:val="32"/>
          <w:rtl/>
        </w:rPr>
      </w:pPr>
    </w:p>
    <w:p w:rsidR="00290A01" w:rsidRDefault="00290A01" w:rsidP="00161FA1">
      <w:p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مراحل دورة النظم:</w:t>
      </w:r>
    </w:p>
    <w:p w:rsidR="00290A01" w:rsidRDefault="00290A01" w:rsidP="00290A01">
      <w:pPr>
        <w:pStyle w:val="ListParagraph"/>
        <w:numPr>
          <w:ilvl w:val="0"/>
          <w:numId w:val="1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مرحلة التخطيط:</w:t>
      </w:r>
    </w:p>
    <w:p w:rsidR="00290A01" w:rsidRDefault="00290A01" w:rsidP="00290A01">
      <w:pPr>
        <w:ind w:left="720"/>
        <w:rPr>
          <w:rFonts w:ascii="Arial" w:hAnsi="Arial" w:cs="Arial" w:hint="cs"/>
          <w:b/>
          <w:sz w:val="32"/>
          <w:szCs w:val="32"/>
          <w:rtl/>
        </w:rPr>
      </w:pPr>
      <w:r w:rsidRPr="00290A01">
        <w:rPr>
          <w:rFonts w:ascii="Arial" w:hAnsi="Arial" w:cs="Arial" w:hint="cs"/>
          <w:b/>
          <w:sz w:val="32"/>
          <w:szCs w:val="32"/>
          <w:rtl/>
        </w:rPr>
        <w:t>ت</w:t>
      </w:r>
      <w:r w:rsidRPr="00290A01">
        <w:rPr>
          <w:rFonts w:ascii="Arial" w:hAnsi="Arial" w:cs="Arial" w:hint="cs"/>
          <w:b/>
          <w:sz w:val="32"/>
          <w:szCs w:val="32"/>
          <w:u w:val="single"/>
          <w:rtl/>
        </w:rPr>
        <w:t xml:space="preserve">شتمل </w:t>
      </w:r>
      <w:r w:rsidRPr="00290A01">
        <w:rPr>
          <w:rFonts w:ascii="Arial" w:hAnsi="Arial" w:cs="Arial" w:hint="cs"/>
          <w:b/>
          <w:sz w:val="32"/>
          <w:szCs w:val="32"/>
          <w:rtl/>
        </w:rPr>
        <w:t>على :</w:t>
      </w:r>
    </w:p>
    <w:p w:rsidR="00290A01" w:rsidRDefault="00290A01" w:rsidP="00290A01">
      <w:pPr>
        <w:pStyle w:val="ListParagraph"/>
        <w:numPr>
          <w:ilvl w:val="0"/>
          <w:numId w:val="3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وضع الخطة الاستراتيجية للتطوير</w:t>
      </w:r>
    </w:p>
    <w:p w:rsidR="00290A01" w:rsidRDefault="00290A01" w:rsidP="00290A01">
      <w:pPr>
        <w:pStyle w:val="ListParagraph"/>
        <w:numPr>
          <w:ilvl w:val="0"/>
          <w:numId w:val="3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تحديد المشروع وفقا لاحتياجات الادارة</w:t>
      </w:r>
    </w:p>
    <w:p w:rsidR="00290A01" w:rsidRDefault="00290A01" w:rsidP="00290A01">
      <w:pPr>
        <w:pStyle w:val="ListParagraph"/>
        <w:numPr>
          <w:ilvl w:val="0"/>
          <w:numId w:val="3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الحصول على الموافقة من الادارة العليا على المشروع</w:t>
      </w:r>
    </w:p>
    <w:p w:rsidR="00290A01" w:rsidRDefault="00290A01" w:rsidP="00290A01">
      <w:pPr>
        <w:pStyle w:val="ListParagraph"/>
        <w:numPr>
          <w:ilvl w:val="0"/>
          <w:numId w:val="3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التنفيذ والمتابعة</w:t>
      </w:r>
    </w:p>
    <w:p w:rsidR="00290A01" w:rsidRDefault="00290A01" w:rsidP="00290A01">
      <w:pPr>
        <w:rPr>
          <w:rFonts w:ascii="Arial" w:hAnsi="Arial" w:cs="Arial" w:hint="cs"/>
          <w:b/>
          <w:sz w:val="32"/>
          <w:szCs w:val="32"/>
          <w:rtl/>
        </w:rPr>
      </w:pPr>
    </w:p>
    <w:p w:rsidR="00290A01" w:rsidRDefault="003546DF" w:rsidP="00290A01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مشاكل التخطيط الغير سليم:</w:t>
      </w:r>
    </w:p>
    <w:p w:rsidR="003546DF" w:rsidRDefault="003546DF" w:rsidP="003546DF">
      <w:pPr>
        <w:pStyle w:val="ListParagraph"/>
        <w:numPr>
          <w:ilvl w:val="0"/>
          <w:numId w:val="4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تطوير نظام عاجز على الوفاء بإحتياجات المستفيدين</w:t>
      </w:r>
    </w:p>
    <w:p w:rsidR="003546DF" w:rsidRDefault="003546DF" w:rsidP="003546DF">
      <w:pPr>
        <w:pStyle w:val="ListParagraph"/>
        <w:numPr>
          <w:ilvl w:val="0"/>
          <w:numId w:val="4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تطوير نظام مكلف من ناحية التشغيل او الصيانة</w:t>
      </w:r>
    </w:p>
    <w:p w:rsidR="003546DF" w:rsidRDefault="003546DF" w:rsidP="003546DF">
      <w:pPr>
        <w:pStyle w:val="ListParagraph"/>
        <w:numPr>
          <w:ilvl w:val="0"/>
          <w:numId w:val="4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عدم وجود ميزانية محددة لمراحل التطوير</w:t>
      </w:r>
    </w:p>
    <w:p w:rsidR="003546DF" w:rsidRDefault="003546DF" w:rsidP="003546DF">
      <w:pPr>
        <w:pStyle w:val="ListParagraph"/>
        <w:numPr>
          <w:ilvl w:val="0"/>
          <w:numId w:val="4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عدم وجود جدول زمني محدد لمراحل التطوير</w:t>
      </w:r>
    </w:p>
    <w:p w:rsidR="003546DF" w:rsidRDefault="003546DF" w:rsidP="003546DF">
      <w:pPr>
        <w:rPr>
          <w:rFonts w:ascii="Arial" w:hAnsi="Arial" w:cs="Arial" w:hint="cs"/>
          <w:b/>
          <w:sz w:val="32"/>
          <w:szCs w:val="32"/>
          <w:rtl/>
        </w:rPr>
      </w:pPr>
    </w:p>
    <w:p w:rsidR="003546DF" w:rsidRDefault="003546DF" w:rsidP="003546DF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عوامل لابد اهتمام بها بجانب التخطيط السليم:</w:t>
      </w:r>
    </w:p>
    <w:p w:rsidR="003546DF" w:rsidRPr="003546DF" w:rsidRDefault="003546DF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ان تكون هناك نظرة شاملة وموضوعية للمشكلات </w:t>
      </w:r>
    </w:p>
    <w:p w:rsidR="003546DF" w:rsidRPr="003546DF" w:rsidRDefault="003546DF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استخدام فريق استشاري للدراسة</w:t>
      </w:r>
    </w:p>
    <w:p w:rsidR="003546DF" w:rsidRPr="003546DF" w:rsidRDefault="003546DF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تحديد المواد اللازمة للتطوير </w:t>
      </w:r>
    </w:p>
    <w:p w:rsidR="003546DF" w:rsidRPr="00C60118" w:rsidRDefault="00C60118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عدم ازدواج الجهود الضائعة</w:t>
      </w:r>
    </w:p>
    <w:p w:rsidR="00C60118" w:rsidRPr="00C60118" w:rsidRDefault="00C60118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دعم الادارة العليا</w:t>
      </w:r>
    </w:p>
    <w:p w:rsidR="00C60118" w:rsidRPr="00C60118" w:rsidRDefault="00C60118" w:rsidP="003546DF">
      <w:pPr>
        <w:pStyle w:val="ListParagraph"/>
        <w:numPr>
          <w:ilvl w:val="0"/>
          <w:numId w:val="5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اتفاق الخطة الاستراتيجية للمنشاة مع خطة التطوير </w:t>
      </w:r>
    </w:p>
    <w:p w:rsid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rtl/>
        </w:rPr>
      </w:pPr>
    </w:p>
    <w:p w:rsid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التخطيط يتم لمعالجة المشاكل وتحقيق الاخطاء</w:t>
      </w:r>
    </w:p>
    <w:p w:rsidR="00C60118" w:rsidRP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u w:val="single"/>
          <w:rtl/>
        </w:rPr>
      </w:pPr>
    </w:p>
    <w:p w:rsidR="00C60118" w:rsidRDefault="00C60118" w:rsidP="00C60118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 w:rsidRPr="00C60118">
        <w:rPr>
          <w:rFonts w:ascii="Arial" w:hAnsi="Arial" w:cs="Arial" w:hint="cs"/>
          <w:b/>
          <w:sz w:val="32"/>
          <w:szCs w:val="32"/>
          <w:u w:val="single"/>
          <w:rtl/>
        </w:rPr>
        <w:t>اهداف دراسة النظم</w:t>
      </w:r>
      <w:r>
        <w:rPr>
          <w:rFonts w:ascii="Arial" w:hAnsi="Arial" w:cs="Arial" w:hint="cs"/>
          <w:b/>
          <w:sz w:val="32"/>
          <w:szCs w:val="32"/>
          <w:u w:val="single"/>
          <w:rtl/>
        </w:rPr>
        <w:t>:</w:t>
      </w:r>
    </w:p>
    <w:p w:rsidR="00C60118" w:rsidRPr="00C60118" w:rsidRDefault="00C60118" w:rsidP="00C60118">
      <w:pPr>
        <w:pStyle w:val="ListParagraph"/>
        <w:numPr>
          <w:ilvl w:val="0"/>
          <w:numId w:val="6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تعريف محللي النظم بعمليات المنشاة  وتدفق البيانات والمعلومات</w:t>
      </w:r>
    </w:p>
    <w:p w:rsidR="00C60118" w:rsidRPr="00C60118" w:rsidRDefault="00C60118" w:rsidP="00C60118">
      <w:pPr>
        <w:pStyle w:val="ListParagraph"/>
        <w:numPr>
          <w:ilvl w:val="0"/>
          <w:numId w:val="6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تحديد مدى حاجة النظام للتطوير (نقاط الضعف والمشكلات)</w:t>
      </w:r>
    </w:p>
    <w:p w:rsidR="00C60118" w:rsidRPr="00C60118" w:rsidRDefault="00C60118" w:rsidP="00C60118">
      <w:pPr>
        <w:pStyle w:val="ListParagraph"/>
        <w:numPr>
          <w:ilvl w:val="0"/>
          <w:numId w:val="6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تحديد تكلفة النظام الحالي والعائد وتكلفة النظام الجديد والعائد</w:t>
      </w:r>
    </w:p>
    <w:p w:rsidR="00C60118" w:rsidRPr="00C60118" w:rsidRDefault="00C60118" w:rsidP="00C60118">
      <w:pPr>
        <w:pStyle w:val="ListParagraph"/>
        <w:numPr>
          <w:ilvl w:val="0"/>
          <w:numId w:val="6"/>
        </w:num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مشاركة مستخدمي النظام من اجل تحقق قبول النظام</w:t>
      </w:r>
    </w:p>
    <w:p w:rsidR="00C60118" w:rsidRDefault="00C60118" w:rsidP="00C60118">
      <w:pPr>
        <w:rPr>
          <w:rFonts w:ascii="Arial" w:hAnsi="Arial" w:cs="Arial" w:hint="cs"/>
          <w:b/>
          <w:sz w:val="32"/>
          <w:szCs w:val="32"/>
          <w:u w:val="single"/>
          <w:rtl/>
        </w:rPr>
      </w:pPr>
    </w:p>
    <w:p w:rsidR="00C60118" w:rsidRDefault="00C60118" w:rsidP="00C60118">
      <w:pPr>
        <w:pStyle w:val="ListParagraph"/>
        <w:numPr>
          <w:ilvl w:val="0"/>
          <w:numId w:val="1"/>
        </w:numPr>
        <w:rPr>
          <w:rFonts w:ascii="Arial" w:hAnsi="Arial" w:cs="Arial" w:hint="cs"/>
          <w:b/>
          <w:sz w:val="32"/>
          <w:szCs w:val="32"/>
          <w:rtl/>
        </w:rPr>
      </w:pPr>
      <w:r w:rsidRPr="00C60118">
        <w:rPr>
          <w:rFonts w:ascii="Arial" w:hAnsi="Arial" w:cs="Arial" w:hint="cs"/>
          <w:b/>
          <w:sz w:val="32"/>
          <w:szCs w:val="32"/>
          <w:rtl/>
        </w:rPr>
        <w:t>مرحلة تحليل النظم</w:t>
      </w:r>
      <w:r>
        <w:rPr>
          <w:rFonts w:ascii="Arial" w:hAnsi="Arial" w:cs="Arial" w:hint="cs"/>
          <w:b/>
          <w:sz w:val="32"/>
          <w:szCs w:val="32"/>
          <w:rtl/>
        </w:rPr>
        <w:t>:</w:t>
      </w:r>
    </w:p>
    <w:p w:rsid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lastRenderedPageBreak/>
        <w:t>تهدف لتحديد نقاط القوة لتعزيزها ونقاط الضعف للقضاء عليها</w:t>
      </w:r>
    </w:p>
    <w:p w:rsid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rtl/>
        </w:rPr>
      </w:pPr>
    </w:p>
    <w:p w:rsid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مستويات الاهداف التي من خلالها يتم دراسة وتحليل النظم:</w:t>
      </w:r>
    </w:p>
    <w:p w:rsidR="00C60118" w:rsidRDefault="00C60118" w:rsidP="00C60118">
      <w:pPr>
        <w:pStyle w:val="ListParagraph"/>
        <w:numPr>
          <w:ilvl w:val="0"/>
          <w:numId w:val="7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اهداف عامة: تحديد تكلفة النظام والعائد منه /كيفية استخدام النظام/توافقه مع الانظمة الاخرى</w:t>
      </w:r>
    </w:p>
    <w:p w:rsidR="00C60118" w:rsidRDefault="00C60118" w:rsidP="00C60118">
      <w:pPr>
        <w:pStyle w:val="ListParagraph"/>
        <w:numPr>
          <w:ilvl w:val="0"/>
          <w:numId w:val="7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اهداف نظم الادارة العليا:القرارات الاستراتيجية المرتبطة بالتخطيط طويل الاجل</w:t>
      </w:r>
    </w:p>
    <w:p w:rsidR="00C60118" w:rsidRDefault="00C60118" w:rsidP="00C60118">
      <w:pPr>
        <w:pStyle w:val="ListParagraph"/>
        <w:numPr>
          <w:ilvl w:val="0"/>
          <w:numId w:val="7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اهداف الادارة الاشرافية (الوسطى): قرارات مرتبطة بالتخطيط متوسط المدى</w:t>
      </w:r>
    </w:p>
    <w:p w:rsidR="00C60118" w:rsidRDefault="00C60118" w:rsidP="00C60118">
      <w:pPr>
        <w:pStyle w:val="ListParagraph"/>
        <w:numPr>
          <w:ilvl w:val="0"/>
          <w:numId w:val="7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اهداف الادارة التشغيلية( الدنيا): اهداف مرتبطة بالعمل اليومي/قرارات مرتبطة بتخطيط قصير الاجل /الرقابة على التشغيل</w:t>
      </w:r>
    </w:p>
    <w:p w:rsidR="00F043F1" w:rsidRDefault="00F043F1" w:rsidP="00F043F1">
      <w:pPr>
        <w:ind w:left="1080"/>
        <w:rPr>
          <w:rFonts w:ascii="Arial" w:hAnsi="Arial" w:cs="Arial" w:hint="cs"/>
          <w:b/>
          <w:sz w:val="32"/>
          <w:szCs w:val="32"/>
          <w:rtl/>
        </w:rPr>
      </w:pPr>
    </w:p>
    <w:p w:rsidR="00F043F1" w:rsidRPr="00F043F1" w:rsidRDefault="00F043F1" w:rsidP="00F043F1">
      <w:pPr>
        <w:ind w:left="1080"/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اجراءات تحليل النظم:</w:t>
      </w:r>
    </w:p>
    <w:p w:rsidR="00C60118" w:rsidRDefault="00C60118" w:rsidP="00C60118">
      <w:pPr>
        <w:rPr>
          <w:rFonts w:ascii="Arial" w:hAnsi="Arial" w:cs="Arial" w:hint="cs"/>
          <w:b/>
          <w:sz w:val="32"/>
          <w:szCs w:val="32"/>
          <w:rtl/>
        </w:rPr>
      </w:pPr>
    </w:p>
    <w:p w:rsidR="00C60118" w:rsidRPr="00C60118" w:rsidRDefault="00C60118" w:rsidP="00C60118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noProof/>
          <w:sz w:val="32"/>
          <w:szCs w:val="32"/>
          <w:u w:val="single"/>
          <w:rtl/>
          <w:lang w:eastAsia="en-US"/>
        </w:rPr>
        <w:drawing>
          <wp:inline distT="0" distB="0" distL="0" distR="0">
            <wp:extent cx="5486400" cy="3200400"/>
            <wp:effectExtent l="50800" t="25400" r="50800" b="762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C60118" w:rsidRPr="00C60118" w:rsidRDefault="00C60118" w:rsidP="00C60118">
      <w:pPr>
        <w:pStyle w:val="ListParagraph"/>
        <w:rPr>
          <w:rFonts w:ascii="Arial" w:hAnsi="Arial" w:cs="Arial" w:hint="cs"/>
          <w:b/>
          <w:sz w:val="32"/>
          <w:szCs w:val="32"/>
          <w:u w:val="single"/>
          <w:rtl/>
        </w:rPr>
      </w:pPr>
    </w:p>
    <w:p w:rsidR="00290A01" w:rsidRDefault="00F043F1" w:rsidP="00F043F1">
      <w:p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طريقة التحليل تبدء بتجميع المعلومات عن طريق فحص النظام وبعدها يتم التحليل واخيرا يتم اصدار تقرير التحليل</w:t>
      </w: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طرق فحص النظام:</w:t>
      </w:r>
    </w:p>
    <w:p w:rsidR="00F043F1" w:rsidRDefault="00F043F1" w:rsidP="00F043F1">
      <w:pPr>
        <w:pStyle w:val="ListParagraph"/>
        <w:numPr>
          <w:ilvl w:val="0"/>
          <w:numId w:val="8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مراجعة المستندات </w:t>
      </w:r>
    </w:p>
    <w:p w:rsidR="00F043F1" w:rsidRDefault="00F043F1" w:rsidP="00F043F1">
      <w:pPr>
        <w:pStyle w:val="ListParagraph"/>
        <w:numPr>
          <w:ilvl w:val="0"/>
          <w:numId w:val="8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ملاحظة العمل </w:t>
      </w:r>
    </w:p>
    <w:p w:rsidR="00F043F1" w:rsidRDefault="00F043F1" w:rsidP="00F043F1">
      <w:pPr>
        <w:pStyle w:val="ListParagraph"/>
        <w:numPr>
          <w:ilvl w:val="0"/>
          <w:numId w:val="8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اجراء مقابلات الشخصية </w:t>
      </w:r>
    </w:p>
    <w:p w:rsidR="00F043F1" w:rsidRDefault="00F043F1" w:rsidP="00F043F1">
      <w:pPr>
        <w:pStyle w:val="ListParagraph"/>
        <w:numPr>
          <w:ilvl w:val="0"/>
          <w:numId w:val="8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توزيع قوائم الاستبيان على الموظفين</w:t>
      </w: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rtl/>
        </w:rPr>
      </w:pP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طرق التحليل:</w:t>
      </w:r>
    </w:p>
    <w:p w:rsidR="00F043F1" w:rsidRDefault="00F043F1" w:rsidP="00F043F1">
      <w:pPr>
        <w:pStyle w:val="ListParagraph"/>
        <w:numPr>
          <w:ilvl w:val="0"/>
          <w:numId w:val="9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خرائط تدفق المستندات </w:t>
      </w:r>
    </w:p>
    <w:p w:rsidR="00F043F1" w:rsidRDefault="00F043F1" w:rsidP="00F043F1">
      <w:pPr>
        <w:pStyle w:val="ListParagraph"/>
        <w:numPr>
          <w:ilvl w:val="0"/>
          <w:numId w:val="9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خرائط تدفق البيانات </w:t>
      </w:r>
    </w:p>
    <w:p w:rsidR="00F043F1" w:rsidRDefault="00F043F1" w:rsidP="00F043F1">
      <w:pPr>
        <w:pStyle w:val="ListParagraph"/>
        <w:numPr>
          <w:ilvl w:val="0"/>
          <w:numId w:val="9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التحليل الاحصائي</w:t>
      </w: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 xml:space="preserve">اعداد تحليل النظم: </w:t>
      </w: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يتم توضيح فيه عن نقاط القوة والضعف واقتراح الحلول الممكنة</w:t>
      </w:r>
    </w:p>
    <w:p w:rsidR="00F043F1" w:rsidRDefault="00F043F1" w:rsidP="00F043F1">
      <w:pPr>
        <w:pStyle w:val="ListParagraph"/>
        <w:numPr>
          <w:ilvl w:val="0"/>
          <w:numId w:val="1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lastRenderedPageBreak/>
        <w:t>مرحلة التطوير:</w:t>
      </w:r>
    </w:p>
    <w:p w:rsidR="00F043F1" w:rsidRDefault="00F043F1" w:rsidP="00F043F1">
      <w:pPr>
        <w:pStyle w:val="ListParagraph"/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اسباب التطوير:</w:t>
      </w:r>
    </w:p>
    <w:p w:rsidR="00F043F1" w:rsidRPr="00F043F1" w:rsidRDefault="00F043F1" w:rsidP="00F043F1">
      <w:pPr>
        <w:pStyle w:val="ListParagraph"/>
        <w:numPr>
          <w:ilvl w:val="0"/>
          <w:numId w:val="10"/>
        </w:numPr>
        <w:rPr>
          <w:rFonts w:ascii="Arial" w:hAnsi="Arial" w:cs="Arial" w:hint="cs"/>
          <w:b/>
          <w:sz w:val="32"/>
          <w:szCs w:val="32"/>
          <w:rtl/>
        </w:rPr>
      </w:pPr>
      <w:r w:rsidRPr="00F043F1">
        <w:rPr>
          <w:rFonts w:ascii="Arial" w:hAnsi="Arial" w:cs="Arial" w:hint="cs"/>
          <w:b/>
          <w:sz w:val="32"/>
          <w:szCs w:val="32"/>
          <w:rtl/>
        </w:rPr>
        <w:t>تغير بيئة المشروعات</w:t>
      </w:r>
    </w:p>
    <w:p w:rsidR="00F043F1" w:rsidRDefault="00F043F1" w:rsidP="00F043F1">
      <w:pPr>
        <w:pStyle w:val="ListParagraph"/>
        <w:numPr>
          <w:ilvl w:val="0"/>
          <w:numId w:val="10"/>
        </w:numPr>
        <w:rPr>
          <w:rFonts w:ascii="Arial" w:hAnsi="Arial" w:cs="Arial" w:hint="cs"/>
          <w:b/>
          <w:sz w:val="32"/>
          <w:szCs w:val="32"/>
          <w:rtl/>
        </w:rPr>
      </w:pPr>
      <w:r w:rsidRPr="00F043F1">
        <w:rPr>
          <w:rFonts w:ascii="Arial" w:hAnsi="Arial" w:cs="Arial" w:hint="cs"/>
          <w:b/>
          <w:sz w:val="32"/>
          <w:szCs w:val="32"/>
          <w:rtl/>
        </w:rPr>
        <w:t xml:space="preserve">تطورات </w:t>
      </w:r>
      <w:r>
        <w:rPr>
          <w:rFonts w:ascii="Arial" w:hAnsi="Arial" w:cs="Arial" w:hint="cs"/>
          <w:b/>
          <w:sz w:val="32"/>
          <w:szCs w:val="32"/>
          <w:rtl/>
        </w:rPr>
        <w:t>تكنولوجية</w:t>
      </w:r>
    </w:p>
    <w:p w:rsidR="00F043F1" w:rsidRDefault="00F043F1" w:rsidP="00F043F1">
      <w:pPr>
        <w:pStyle w:val="ListParagraph"/>
        <w:numPr>
          <w:ilvl w:val="0"/>
          <w:numId w:val="10"/>
        </w:numPr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وجود قصور في النظم الحالية</w:t>
      </w: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rtl/>
        </w:rPr>
      </w:pPr>
    </w:p>
    <w:p w:rsidR="00F043F1" w:rsidRDefault="00F043F1" w:rsidP="00F043F1">
      <w:pPr>
        <w:rPr>
          <w:rFonts w:ascii="Arial" w:hAnsi="Arial" w:cs="Arial" w:hint="cs"/>
          <w:b/>
          <w:sz w:val="32"/>
          <w:szCs w:val="32"/>
          <w:u w:val="single"/>
          <w:rtl/>
        </w:rPr>
      </w:pPr>
      <w:r>
        <w:rPr>
          <w:rFonts w:ascii="Arial" w:hAnsi="Arial" w:cs="Arial" w:hint="cs"/>
          <w:b/>
          <w:sz w:val="32"/>
          <w:szCs w:val="32"/>
          <w:u w:val="single"/>
          <w:rtl/>
        </w:rPr>
        <w:t>خطوات التطوير :</w:t>
      </w:r>
    </w:p>
    <w:p w:rsidR="00CE1591" w:rsidRDefault="00CE1591" w:rsidP="00F043F1">
      <w:pPr>
        <w:rPr>
          <w:rFonts w:ascii="Arial" w:hAnsi="Arial" w:cs="Arial" w:hint="cs"/>
          <w:b/>
          <w:sz w:val="32"/>
          <w:szCs w:val="32"/>
          <w:u w:val="single"/>
          <w:rtl/>
        </w:rPr>
      </w:pPr>
    </w:p>
    <w:p w:rsidR="00CE1591" w:rsidRDefault="00CE1591" w:rsidP="00F043F1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 w:hint="cs"/>
          <w:b/>
          <w:noProof/>
          <w:sz w:val="32"/>
          <w:szCs w:val="32"/>
          <w:u w:val="single"/>
          <w:lang w:eastAsia="en-US"/>
        </w:rPr>
        <w:drawing>
          <wp:inline distT="0" distB="0" distL="0" distR="0" wp14:anchorId="67CCEBD0" wp14:editId="3B7F7B2E">
            <wp:extent cx="6090285" cy="4707255"/>
            <wp:effectExtent l="50800" t="0" r="31115" b="1714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CE1591" w:rsidRDefault="00CE1591" w:rsidP="00CE1591">
      <w:pPr>
        <w:rPr>
          <w:rFonts w:ascii="Arial" w:hAnsi="Arial" w:cs="Arial" w:hint="cs"/>
          <w:sz w:val="32"/>
          <w:szCs w:val="32"/>
          <w:rtl/>
        </w:rPr>
      </w:pPr>
    </w:p>
    <w:p w:rsidR="00CE1591" w:rsidRDefault="00CE1591" w:rsidP="00CE1591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اول خطوة: تحليل جدوى التطوير :</w:t>
      </w:r>
      <w:r>
        <w:rPr>
          <w:rFonts w:ascii="Arial" w:hAnsi="Arial" w:cs="Arial" w:hint="cs"/>
          <w:sz w:val="32"/>
          <w:szCs w:val="32"/>
          <w:rtl/>
        </w:rPr>
        <w:t xml:space="preserve"> يوجد خمس مجالات </w:t>
      </w:r>
    </w:p>
    <w:p w:rsidR="00CE1591" w:rsidRDefault="00CE1591" w:rsidP="00CE1591">
      <w:pPr>
        <w:pStyle w:val="ListParagraph"/>
        <w:numPr>
          <w:ilvl w:val="0"/>
          <w:numId w:val="1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الجدوى الفنية: مجال الاجهزة والبرامج واالاجراءات</w:t>
      </w:r>
    </w:p>
    <w:p w:rsidR="00CE1591" w:rsidRDefault="00CE1591" w:rsidP="00CE1591">
      <w:pPr>
        <w:pStyle w:val="ListParagraph"/>
        <w:numPr>
          <w:ilvl w:val="0"/>
          <w:numId w:val="1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الجدوى الاقتصادية:التكلفة والعائد</w:t>
      </w:r>
    </w:p>
    <w:p w:rsidR="00CE1591" w:rsidRDefault="00CE1591" w:rsidP="00CE1591">
      <w:pPr>
        <w:pStyle w:val="ListParagraph"/>
        <w:numPr>
          <w:ilvl w:val="0"/>
          <w:numId w:val="1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الجدوى القانونية: مدى اتفاق النظام مع اللوائح والانظمة والقوانين والمبادئ المحاسبية المحلية والدولية والاعراف</w:t>
      </w:r>
    </w:p>
    <w:p w:rsidR="00CE1591" w:rsidRDefault="00CE1591" w:rsidP="00CE1591">
      <w:pPr>
        <w:pStyle w:val="ListParagraph"/>
        <w:numPr>
          <w:ilvl w:val="0"/>
          <w:numId w:val="1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الجدوى التشغيلية:</w:t>
      </w:r>
      <w:r w:rsidR="00DB4809">
        <w:rPr>
          <w:rFonts w:ascii="Arial" w:hAnsi="Arial" w:cs="Arial" w:hint="cs"/>
          <w:sz w:val="32"/>
          <w:szCs w:val="32"/>
          <w:rtl/>
        </w:rPr>
        <w:t>قدرة النظام بالقيام بوظائفه المسنده اليه</w:t>
      </w:r>
    </w:p>
    <w:p w:rsidR="00DB4809" w:rsidRDefault="00DB4809" w:rsidP="00CE1591">
      <w:pPr>
        <w:pStyle w:val="ListParagraph"/>
        <w:numPr>
          <w:ilvl w:val="0"/>
          <w:numId w:val="1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الجدوى الزمنية: تحديد الفترة للازمة لتشغيل والتطوير والتحديث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ثاني خطوة: دراسة وتقييم البدائل :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الهدف تقليل البدائل لاقل عدد ممكن فيتم من خلال : تحديد بدائل التطوير وصفها والاختيار المبدئي وتقديمة للجنة العليا للتطوير للمفاضلة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ثالث خطوة: اعداد مواصفات النظام: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بعد اختيار البديل يتم اعداد مواصفات المخرجات والمدخلات وعمليات التشغيل وقاعدة البيانات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الخطوة الرابعة: تقديم مواصفات النظام للادارة العليا لاعتمادها: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يتم تقديمها من خلال توثيقها في تقرير رسمي حتى يساعد في:</w:t>
      </w:r>
    </w:p>
    <w:p w:rsidR="00DB4809" w:rsidRDefault="00DB4809" w:rsidP="00DB4809">
      <w:pPr>
        <w:pStyle w:val="ListParagraph"/>
        <w:numPr>
          <w:ilvl w:val="0"/>
          <w:numId w:val="12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اختيار افضل البدائل </w:t>
      </w:r>
    </w:p>
    <w:p w:rsidR="00DB4809" w:rsidRDefault="00DB4809" w:rsidP="00DB4809">
      <w:pPr>
        <w:pStyle w:val="ListParagraph"/>
        <w:numPr>
          <w:ilvl w:val="0"/>
          <w:numId w:val="12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مدى توافق مواصفات النظام مع اهداف التطوير</w:t>
      </w:r>
    </w:p>
    <w:p w:rsidR="00DB4809" w:rsidRDefault="00DB4809" w:rsidP="00DB4809">
      <w:pPr>
        <w:pStyle w:val="ListParagraph"/>
        <w:numPr>
          <w:ilvl w:val="0"/>
          <w:numId w:val="12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المشاركة بفعالية مع مصممي النظم</w:t>
      </w:r>
    </w:p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</w:p>
    <w:p w:rsidR="00DB4809" w:rsidRDefault="00DB4809" w:rsidP="00DB4809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اعتبارات اللازم مراعاتها عند تطوير النظم:</w:t>
      </w:r>
    </w:p>
    <w:p w:rsidR="00DB4809" w:rsidRPr="00DB4809" w:rsidRDefault="00DB4809" w:rsidP="00DB4809">
      <w:pPr>
        <w:rPr>
          <w:rFonts w:ascii="Arial" w:hAnsi="Arial" w:cs="Arial" w:hint="cs"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DB4809" w:rsidTr="00DB4809">
        <w:tc>
          <w:tcPr>
            <w:tcW w:w="5353" w:type="dxa"/>
          </w:tcPr>
          <w:p w:rsidR="00DB4809" w:rsidRPr="00DB4809" w:rsidRDefault="00DB4809" w:rsidP="00DB4809">
            <w:pPr>
              <w:jc w:val="center"/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خاصة(متعلق بعناصر النظام)</w:t>
            </w:r>
          </w:p>
        </w:tc>
        <w:tc>
          <w:tcPr>
            <w:tcW w:w="5353" w:type="dxa"/>
          </w:tcPr>
          <w:p w:rsidR="00DB4809" w:rsidRPr="00DB4809" w:rsidRDefault="00DB4809" w:rsidP="00DB4809">
            <w:pPr>
              <w:jc w:val="center"/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عامة</w:t>
            </w:r>
          </w:p>
        </w:tc>
      </w:tr>
      <w:tr w:rsidR="00DB4809" w:rsidRPr="00DB4809" w:rsidTr="00DB4809">
        <w:tc>
          <w:tcPr>
            <w:tcW w:w="5353" w:type="dxa"/>
          </w:tcPr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متعلق بالمخرجات: ان تتناسب مع الغرض المحدد لها/مؤجزة/ ملائمة/واضحة ومفهومة للمستخدم</w:t>
            </w:r>
          </w:p>
        </w:tc>
        <w:tc>
          <w:tcPr>
            <w:tcW w:w="5353" w:type="dxa"/>
            <w:vMerge w:val="restart"/>
          </w:tcPr>
          <w:p w:rsidR="00DB4809" w:rsidRDefault="00DB4809" w:rsidP="00DB480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DB4809">
              <w:rPr>
                <w:rFonts w:ascii="Arial" w:hAnsi="Arial" w:cs="Arial" w:hint="cs"/>
                <w:sz w:val="32"/>
                <w:szCs w:val="32"/>
                <w:rtl/>
              </w:rPr>
              <w:t xml:space="preserve">التطوير الشامل ويكون قادر على تحقيق الاهداف </w:t>
            </w:r>
          </w:p>
          <w:p w:rsidR="00DB4809" w:rsidRDefault="00DB4809" w:rsidP="00DB480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لايتطلب حاسبات معقدة</w:t>
            </w:r>
          </w:p>
          <w:p w:rsidR="00DB4809" w:rsidRPr="00DB4809" w:rsidRDefault="00DB4809" w:rsidP="00DB480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يراعي سلوك المستخدمين واحتياجاتهم</w:t>
            </w:r>
          </w:p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</w:tr>
      <w:tr w:rsidR="00DB4809" w:rsidRPr="00DB4809" w:rsidTr="00DB4809">
        <w:tc>
          <w:tcPr>
            <w:tcW w:w="5353" w:type="dxa"/>
          </w:tcPr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المدخلات:</w:t>
            </w:r>
            <w:r w:rsidR="00F5410F">
              <w:rPr>
                <w:rFonts w:ascii="Arial" w:hAnsi="Arial" w:cs="Arial" w:hint="cs"/>
                <w:sz w:val="32"/>
                <w:szCs w:val="32"/>
                <w:rtl/>
              </w:rPr>
              <w:t>جمع البيانات من مصادرها المباشر/تخفيض حجم البيانات/جمع البيانات بالاستعانة بالحاسب</w:t>
            </w:r>
          </w:p>
        </w:tc>
        <w:tc>
          <w:tcPr>
            <w:tcW w:w="5353" w:type="dxa"/>
            <w:vMerge/>
          </w:tcPr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</w:tr>
      <w:tr w:rsidR="00DB4809" w:rsidRPr="00DB4809" w:rsidTr="00DB4809">
        <w:tc>
          <w:tcPr>
            <w:tcW w:w="5353" w:type="dxa"/>
          </w:tcPr>
          <w:p w:rsidR="00DB4809" w:rsidRPr="00DB4809" w:rsidRDefault="00F5410F" w:rsidP="00DB4809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التشغيل: التدفق بصورة انسيابية/ تنميط عمليات التشغيل/تناسب النظام مع طبيعة البيانات</w:t>
            </w:r>
          </w:p>
        </w:tc>
        <w:tc>
          <w:tcPr>
            <w:tcW w:w="5353" w:type="dxa"/>
            <w:vMerge/>
          </w:tcPr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</w:tr>
      <w:tr w:rsidR="00DB4809" w:rsidRPr="00DB4809" w:rsidTr="00DB4809">
        <w:tc>
          <w:tcPr>
            <w:tcW w:w="5353" w:type="dxa"/>
          </w:tcPr>
          <w:p w:rsidR="00DB4809" w:rsidRPr="00DB4809" w:rsidRDefault="00F5410F" w:rsidP="00DB4809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قاعدة البيانات:شمول النظام/الكفاءة/سهولة الوصول الى البيانات المخزنة/ المرونة/الحماية لبيانات / الدقة/اعتبارات التكلفة</w:t>
            </w:r>
          </w:p>
        </w:tc>
        <w:tc>
          <w:tcPr>
            <w:tcW w:w="5353" w:type="dxa"/>
            <w:vMerge/>
          </w:tcPr>
          <w:p w:rsidR="00DB4809" w:rsidRPr="00DB4809" w:rsidRDefault="00DB4809" w:rsidP="00DB4809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</w:tr>
    </w:tbl>
    <w:p w:rsidR="00DB4809" w:rsidRDefault="00DB4809" w:rsidP="00DB4809">
      <w:pPr>
        <w:rPr>
          <w:rFonts w:ascii="Arial" w:hAnsi="Arial" w:cs="Arial" w:hint="cs"/>
          <w:sz w:val="32"/>
          <w:szCs w:val="32"/>
          <w:rtl/>
        </w:rPr>
      </w:pPr>
    </w:p>
    <w:p w:rsidR="00F5410F" w:rsidRDefault="00F5410F" w:rsidP="00F5410F">
      <w:pPr>
        <w:pStyle w:val="ListParagraph"/>
        <w:numPr>
          <w:ilvl w:val="0"/>
          <w:numId w:val="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مرحلة التصميم:</w:t>
      </w:r>
    </w:p>
    <w:p w:rsidR="00F5410F" w:rsidRDefault="00F5410F" w:rsidP="00F5410F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الهدف هو توفير معلومات للمستفيدين</w:t>
      </w:r>
    </w:p>
    <w:p w:rsidR="00F5410F" w:rsidRDefault="00F5410F" w:rsidP="00F5410F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اهداف التصميم:</w:t>
      </w:r>
    </w:p>
    <w:p w:rsidR="00F5410F" w:rsidRDefault="00F5410F" w:rsidP="00F5410F">
      <w:pPr>
        <w:pStyle w:val="ListParagraph"/>
        <w:numPr>
          <w:ilvl w:val="0"/>
          <w:numId w:val="14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توفير امكانات افضل لاداء العمليات المختلفة في المنظمة</w:t>
      </w:r>
    </w:p>
    <w:p w:rsidR="00F5410F" w:rsidRDefault="00F5410F" w:rsidP="00F5410F">
      <w:pPr>
        <w:pStyle w:val="ListParagraph"/>
        <w:numPr>
          <w:ilvl w:val="0"/>
          <w:numId w:val="14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توفير تحكم ورقابة</w:t>
      </w:r>
    </w:p>
    <w:p w:rsidR="00F5410F" w:rsidRDefault="00F5410F" w:rsidP="00F5410F">
      <w:pPr>
        <w:pStyle w:val="ListParagraph"/>
        <w:numPr>
          <w:ilvl w:val="0"/>
          <w:numId w:val="14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تحسين الاتصالات وتدفق المعلومات </w:t>
      </w:r>
    </w:p>
    <w:p w:rsidR="00F5410F" w:rsidRDefault="00F5410F" w:rsidP="00F5410F">
      <w:pPr>
        <w:pStyle w:val="ListParagraph"/>
        <w:numPr>
          <w:ilvl w:val="0"/>
          <w:numId w:val="14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توفير مزايا تنافسية</w:t>
      </w:r>
    </w:p>
    <w:p w:rsidR="00F5410F" w:rsidRDefault="00F5410F" w:rsidP="00F5410F">
      <w:pPr>
        <w:rPr>
          <w:rFonts w:ascii="Arial" w:hAnsi="Arial" w:cs="Arial" w:hint="cs"/>
          <w:sz w:val="32"/>
          <w:szCs w:val="32"/>
          <w:rtl/>
        </w:rPr>
      </w:pPr>
    </w:p>
    <w:p w:rsidR="00F5410F" w:rsidRDefault="00F5410F" w:rsidP="00F5410F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خصائص النظم:</w:t>
      </w:r>
    </w:p>
    <w:p w:rsidR="00F5410F" w:rsidRPr="00F5410F" w:rsidRDefault="00F5410F" w:rsidP="00F5410F">
      <w:pPr>
        <w:pStyle w:val="ListParagraph"/>
        <w:numPr>
          <w:ilvl w:val="0"/>
          <w:numId w:val="15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الفعالية ( القدرة على تحقيق الاهداف)</w:t>
      </w:r>
    </w:p>
    <w:p w:rsidR="00F5410F" w:rsidRPr="00F5410F" w:rsidRDefault="00F5410F" w:rsidP="00F5410F">
      <w:pPr>
        <w:pStyle w:val="ListParagraph"/>
        <w:numPr>
          <w:ilvl w:val="0"/>
          <w:numId w:val="15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الكفاءة (الاستخدام الامثل للموارد )</w:t>
      </w:r>
    </w:p>
    <w:p w:rsidR="00F5410F" w:rsidRPr="00F5410F" w:rsidRDefault="00F5410F" w:rsidP="00F5410F">
      <w:pPr>
        <w:pStyle w:val="ListParagraph"/>
        <w:numPr>
          <w:ilvl w:val="0"/>
          <w:numId w:val="15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الاقتصاد (عوائد &gt; تكاليفه)</w:t>
      </w:r>
    </w:p>
    <w:p w:rsidR="00F5410F" w:rsidRDefault="00F5410F" w:rsidP="00F5410F">
      <w:pPr>
        <w:pStyle w:val="ListParagraph"/>
        <w:rPr>
          <w:rFonts w:ascii="Arial" w:hAnsi="Arial" w:cs="Arial" w:hint="cs"/>
          <w:sz w:val="32"/>
          <w:szCs w:val="32"/>
          <w:rtl/>
        </w:rPr>
      </w:pPr>
    </w:p>
    <w:p w:rsidR="00524F65" w:rsidRPr="00524F65" w:rsidRDefault="00524F65" w:rsidP="00524F65">
      <w:pPr>
        <w:pStyle w:val="ListParagraph"/>
        <w:numPr>
          <w:ilvl w:val="0"/>
          <w:numId w:val="1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مرحلة التفيذ والمتابعة والتقييم:</w:t>
      </w:r>
    </w:p>
    <w:p w:rsidR="00524F65" w:rsidRDefault="00524F65" w:rsidP="00524F6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تتطلب تحديد الانشطة المنفذة/ المواد اللازمة/ متابعة التنفيذ المستمر/ اتخاذ الاجراءات التصحيحة في الوقت المناسب </w:t>
      </w:r>
    </w:p>
    <w:p w:rsidR="00524F65" w:rsidRPr="00524F65" w:rsidRDefault="00524F65" w:rsidP="00524F65">
      <w:pPr>
        <w:pStyle w:val="ListParagraph"/>
        <w:numPr>
          <w:ilvl w:val="0"/>
          <w:numId w:val="1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مرحلة توثيق النظم:</w:t>
      </w:r>
    </w:p>
    <w:p w:rsidR="00524F65" w:rsidRDefault="00524F65" w:rsidP="00524F6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اعداد مستندات وصفية للنظام ككل: وصف كتابي/قوائم البرامج/التعليمات/ اجراءات التشغيل/التقارير والقوائم/ الخرائط التدفق</w:t>
      </w:r>
    </w:p>
    <w:p w:rsidR="00524F65" w:rsidRDefault="00524F65" w:rsidP="00524F65">
      <w:pPr>
        <w:rPr>
          <w:rFonts w:ascii="Arial" w:hAnsi="Arial" w:cs="Arial" w:hint="cs"/>
          <w:sz w:val="32"/>
          <w:szCs w:val="32"/>
          <w:u w:val="single"/>
          <w:rtl/>
        </w:rPr>
      </w:pPr>
      <w:r w:rsidRPr="00524F65">
        <w:rPr>
          <w:rFonts w:ascii="Arial" w:hAnsi="Arial" w:cs="Arial" w:hint="cs"/>
          <w:sz w:val="32"/>
          <w:szCs w:val="32"/>
          <w:u w:val="single"/>
          <w:rtl/>
        </w:rPr>
        <w:t>اهمية التوثيق (اسباب التوثيق):</w:t>
      </w:r>
    </w:p>
    <w:p w:rsidR="00524F65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يمكن الرجوع لها في المستقبل للتطوير او التحديث 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بدون توثيق تضيع المعلومات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فيها وصف كيفية عمل النظام 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المساعدة في تصميم نظام الرقابة الداخلية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تدريب مستخدمي النظم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تصميم نظم جديدة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الرقابة على تطوير النظم وتكاليف الصيانة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تسهيل عملية الاتصال مع الاخرين</w:t>
      </w:r>
    </w:p>
    <w:p w:rsidR="00C424C0" w:rsidRPr="00C424C0" w:rsidRDefault="00C424C0" w:rsidP="00C424C0">
      <w:pPr>
        <w:pStyle w:val="ListParagraph"/>
        <w:numPr>
          <w:ilvl w:val="0"/>
          <w:numId w:val="17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rtl/>
        </w:rPr>
        <w:t>مراجعة نظام المعلومات المحاسبي</w:t>
      </w:r>
    </w:p>
    <w:p w:rsidR="00C424C0" w:rsidRDefault="00C424C0" w:rsidP="00C424C0">
      <w:pPr>
        <w:rPr>
          <w:rFonts w:ascii="Arial" w:hAnsi="Arial" w:cs="Arial" w:hint="cs"/>
          <w:sz w:val="32"/>
          <w:szCs w:val="32"/>
          <w:u w:val="single"/>
          <w:rtl/>
        </w:rPr>
      </w:pPr>
    </w:p>
    <w:p w:rsidR="00C424C0" w:rsidRDefault="00C424C0" w:rsidP="00C424C0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انواع خرائط التدفق المرتبطة بالتوثيق:</w:t>
      </w:r>
    </w:p>
    <w:p w:rsidR="00C424C0" w:rsidRPr="00C424C0" w:rsidRDefault="00C424C0" w:rsidP="00C424C0">
      <w:pPr>
        <w:pStyle w:val="ListParagraph"/>
        <w:numPr>
          <w:ilvl w:val="0"/>
          <w:numId w:val="18"/>
        </w:num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خرائط تدفق المستندات :</w:t>
      </w:r>
      <w:r>
        <w:rPr>
          <w:rFonts w:ascii="Arial" w:hAnsi="Arial" w:cs="Arial" w:hint="cs"/>
          <w:sz w:val="32"/>
          <w:szCs w:val="32"/>
          <w:rtl/>
        </w:rPr>
        <w:t>تركزعلى التدفق الفعلي للمستندات</w:t>
      </w:r>
    </w:p>
    <w:p w:rsidR="00C424C0" w:rsidRDefault="00C424C0" w:rsidP="00C424C0">
      <w:pPr>
        <w:pStyle w:val="ListParagraph"/>
        <w:numPr>
          <w:ilvl w:val="0"/>
          <w:numId w:val="18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 xml:space="preserve">خرائط تدفق النظام: </w:t>
      </w:r>
      <w:r w:rsidRPr="00C424C0">
        <w:rPr>
          <w:rFonts w:ascii="Arial" w:hAnsi="Arial" w:cs="Arial" w:hint="cs"/>
          <w:sz w:val="32"/>
          <w:szCs w:val="32"/>
          <w:rtl/>
        </w:rPr>
        <w:t>تركز على التدفق المنطقي للبيانات وكيفية تشغيلها في نظام المعلومات المحاسبي</w:t>
      </w:r>
    </w:p>
    <w:p w:rsidR="00C424C0" w:rsidRDefault="00C424C0" w:rsidP="00C424C0">
      <w:pPr>
        <w:pStyle w:val="ListParagraph"/>
        <w:numPr>
          <w:ilvl w:val="0"/>
          <w:numId w:val="18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خرائط تدفق البيانات:</w:t>
      </w:r>
      <w:r>
        <w:rPr>
          <w:rFonts w:ascii="Arial" w:hAnsi="Arial" w:cs="Arial" w:hint="cs"/>
          <w:sz w:val="32"/>
          <w:szCs w:val="32"/>
          <w:rtl/>
        </w:rPr>
        <w:t xml:space="preserve"> توثق عملية تدفق البيانات في نظام المعلومات المحاسبي وتستخدم عند تصميم نظم جديدة</w:t>
      </w:r>
    </w:p>
    <w:p w:rsidR="00C424C0" w:rsidRDefault="00C424C0" w:rsidP="00C424C0">
      <w:pPr>
        <w:pStyle w:val="ListParagraph"/>
        <w:numPr>
          <w:ilvl w:val="0"/>
          <w:numId w:val="18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خرائط تدفق البرامج:</w:t>
      </w:r>
      <w:r>
        <w:rPr>
          <w:rFonts w:ascii="Arial" w:hAnsi="Arial" w:cs="Arial" w:hint="cs"/>
          <w:sz w:val="32"/>
          <w:szCs w:val="32"/>
          <w:rtl/>
        </w:rPr>
        <w:t xml:space="preserve"> تساعد مصممي البرامج في اعداد وتصميم برامجهم</w:t>
      </w:r>
    </w:p>
    <w:p w:rsidR="00C424C0" w:rsidRDefault="00C424C0" w:rsidP="00C424C0">
      <w:pPr>
        <w:pStyle w:val="ListParagraph"/>
        <w:numPr>
          <w:ilvl w:val="0"/>
          <w:numId w:val="18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جدوال القرارات:</w:t>
      </w:r>
      <w:r>
        <w:rPr>
          <w:rFonts w:ascii="Arial" w:hAnsi="Arial" w:cs="Arial" w:hint="cs"/>
          <w:sz w:val="32"/>
          <w:szCs w:val="32"/>
          <w:rtl/>
        </w:rPr>
        <w:t xml:space="preserve"> تستخدم لتدفق برنامج ما معقد ويسمى جدول القرارات وهو عبارة مصفوفة من الشروط والمهام التشغيلية التي تحدد نوعية الفعل او المهمة التي يجب القيام بها</w:t>
      </w:r>
    </w:p>
    <w:p w:rsidR="00C424C0" w:rsidRDefault="00C424C0" w:rsidP="00C424C0">
      <w:pPr>
        <w:rPr>
          <w:rFonts w:ascii="Arial" w:hAnsi="Arial" w:cs="Arial" w:hint="cs"/>
          <w:sz w:val="32"/>
          <w:szCs w:val="32"/>
          <w:rtl/>
        </w:rPr>
      </w:pPr>
    </w:p>
    <w:p w:rsidR="00C424C0" w:rsidRDefault="00C424C0" w:rsidP="00C424C0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نظام الترميز:</w:t>
      </w:r>
    </w:p>
    <w:p w:rsidR="00C424C0" w:rsidRDefault="00C424C0" w:rsidP="00C424C0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هو نظام لتسجيل وتبويب وعرض وتخزين واسترجاع المعلومات لتحقيق هدف او اهداف معينة</w:t>
      </w:r>
    </w:p>
    <w:p w:rsidR="00C424C0" w:rsidRDefault="002C7197" w:rsidP="00C424C0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ـ يعتمد ١٠٠٪ في حالة استخدام الحاسب الالي </w:t>
      </w:r>
    </w:p>
    <w:p w:rsidR="002C7197" w:rsidRDefault="002C7197" w:rsidP="00C424C0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فوائد الترميز:</w:t>
      </w:r>
    </w:p>
    <w:p w:rsidR="002C7197" w:rsidRDefault="002C7197" w:rsidP="002C7197">
      <w:pPr>
        <w:pStyle w:val="ListParagraph"/>
        <w:numPr>
          <w:ilvl w:val="0"/>
          <w:numId w:val="19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تحديد الحسابات والعمليات بشكل دقيق</w:t>
      </w:r>
    </w:p>
    <w:p w:rsidR="002C7197" w:rsidRDefault="002C7197" w:rsidP="002C7197">
      <w:pPr>
        <w:pStyle w:val="ListParagraph"/>
        <w:numPr>
          <w:ilvl w:val="0"/>
          <w:numId w:val="19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تقليل مساحة التخزين</w:t>
      </w:r>
    </w:p>
    <w:p w:rsidR="002C7197" w:rsidRDefault="002C7197" w:rsidP="002C7197">
      <w:pPr>
        <w:pStyle w:val="ListParagraph"/>
        <w:numPr>
          <w:ilvl w:val="0"/>
          <w:numId w:val="19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تسهيل عملية التبويب</w:t>
      </w:r>
    </w:p>
    <w:p w:rsidR="002C7197" w:rsidRDefault="002C7197" w:rsidP="002C7197">
      <w:pPr>
        <w:pStyle w:val="ListParagraph"/>
        <w:numPr>
          <w:ilvl w:val="0"/>
          <w:numId w:val="19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توصيل معلومات سرية</w:t>
      </w:r>
    </w:p>
    <w:p w:rsidR="002C7197" w:rsidRDefault="002C7197" w:rsidP="002C7197">
      <w:pPr>
        <w:rPr>
          <w:rFonts w:ascii="Arial" w:hAnsi="Arial" w:cs="Arial" w:hint="cs"/>
          <w:sz w:val="32"/>
          <w:szCs w:val="32"/>
          <w:rtl/>
        </w:rPr>
      </w:pPr>
    </w:p>
    <w:p w:rsidR="002C7197" w:rsidRDefault="002C7197" w:rsidP="002C7197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انواع الترميز:</w:t>
      </w:r>
    </w:p>
    <w:p w:rsidR="002C7197" w:rsidRDefault="002C7197" w:rsidP="002C7197">
      <w:pPr>
        <w:pStyle w:val="ListParagraph"/>
        <w:numPr>
          <w:ilvl w:val="0"/>
          <w:numId w:val="20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تذكيرية</w:t>
      </w:r>
    </w:p>
    <w:p w:rsidR="002C7197" w:rsidRDefault="002C7197" w:rsidP="002C7197">
      <w:pPr>
        <w:pStyle w:val="ListParagraph"/>
        <w:numPr>
          <w:ilvl w:val="0"/>
          <w:numId w:val="20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تسلسلية</w:t>
      </w:r>
    </w:p>
    <w:p w:rsidR="002C7197" w:rsidRDefault="002C7197" w:rsidP="002C7197">
      <w:pPr>
        <w:pStyle w:val="ListParagraph"/>
        <w:numPr>
          <w:ilvl w:val="0"/>
          <w:numId w:val="20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نظام المجموعات</w:t>
      </w:r>
    </w:p>
    <w:p w:rsidR="002C7197" w:rsidRDefault="002C7197" w:rsidP="002C7197">
      <w:pPr>
        <w:rPr>
          <w:rFonts w:ascii="Arial" w:hAnsi="Arial" w:cs="Arial" w:hint="cs"/>
          <w:sz w:val="32"/>
          <w:szCs w:val="32"/>
          <w:rtl/>
        </w:rPr>
      </w:pPr>
    </w:p>
    <w:p w:rsidR="002C7197" w:rsidRDefault="002C7197" w:rsidP="002C7197">
      <w:pPr>
        <w:rPr>
          <w:rFonts w:ascii="Arial" w:hAnsi="Arial" w:cs="Arial" w:hint="cs"/>
          <w:sz w:val="32"/>
          <w:szCs w:val="32"/>
          <w:u w:val="single"/>
          <w:rtl/>
        </w:rPr>
      </w:pPr>
      <w:r>
        <w:rPr>
          <w:rFonts w:ascii="Arial" w:hAnsi="Arial" w:cs="Arial" w:hint="cs"/>
          <w:sz w:val="32"/>
          <w:szCs w:val="32"/>
          <w:u w:val="single"/>
          <w:rtl/>
        </w:rPr>
        <w:t>اساليب الترميز:</w:t>
      </w:r>
    </w:p>
    <w:p w:rsidR="002C7197" w:rsidRDefault="002C7197" w:rsidP="002C7197">
      <w:pPr>
        <w:pStyle w:val="ListParagraph"/>
        <w:numPr>
          <w:ilvl w:val="0"/>
          <w:numId w:val="2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الروماني:  </w:t>
      </w:r>
      <w:r>
        <w:rPr>
          <w:rFonts w:ascii="Arial" w:hAnsi="Arial" w:cs="Arial"/>
          <w:sz w:val="32"/>
          <w:szCs w:val="32"/>
          <w:rtl/>
        </w:rPr>
        <w:t xml:space="preserve">I   A     i    a   </w:t>
      </w:r>
    </w:p>
    <w:p w:rsidR="002C7197" w:rsidRPr="002C7197" w:rsidRDefault="002C7197" w:rsidP="002C7197">
      <w:pPr>
        <w:pStyle w:val="ListParagraph"/>
        <w:numPr>
          <w:ilvl w:val="0"/>
          <w:numId w:val="21"/>
        </w:num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الاسلوب العربي: ١     ١١١</w:t>
      </w:r>
      <w:bookmarkStart w:id="0" w:name="_GoBack"/>
      <w:bookmarkEnd w:id="0"/>
    </w:p>
    <w:p w:rsidR="00524F65" w:rsidRPr="00C424C0" w:rsidRDefault="00524F65" w:rsidP="00524F65">
      <w:pPr>
        <w:rPr>
          <w:rFonts w:ascii="Arial" w:hAnsi="Arial" w:cs="Arial" w:hint="cs"/>
          <w:sz w:val="32"/>
          <w:szCs w:val="32"/>
        </w:rPr>
      </w:pPr>
    </w:p>
    <w:sectPr w:rsidR="00524F65" w:rsidRPr="00C424C0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4C0" w:rsidRDefault="00C424C0" w:rsidP="00944BBA">
      <w:r>
        <w:separator/>
      </w:r>
    </w:p>
  </w:endnote>
  <w:endnote w:type="continuationSeparator" w:id="0">
    <w:p w:rsidR="00C424C0" w:rsidRDefault="00C424C0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4C0" w:rsidRDefault="00C424C0" w:rsidP="00944BBA">
      <w:r>
        <w:separator/>
      </w:r>
    </w:p>
  </w:footnote>
  <w:footnote w:type="continuationSeparator" w:id="0">
    <w:p w:rsidR="00C424C0" w:rsidRDefault="00C424C0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9BA"/>
    <w:multiLevelType w:val="hybridMultilevel"/>
    <w:tmpl w:val="5902F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860"/>
    <w:multiLevelType w:val="hybridMultilevel"/>
    <w:tmpl w:val="3F8684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63C63"/>
    <w:multiLevelType w:val="hybridMultilevel"/>
    <w:tmpl w:val="DB784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07B68"/>
    <w:multiLevelType w:val="hybridMultilevel"/>
    <w:tmpl w:val="1BF25A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E249A"/>
    <w:multiLevelType w:val="hybridMultilevel"/>
    <w:tmpl w:val="C7AEF8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C7CDB"/>
    <w:multiLevelType w:val="hybridMultilevel"/>
    <w:tmpl w:val="C5AAA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209F2"/>
    <w:multiLevelType w:val="hybridMultilevel"/>
    <w:tmpl w:val="514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66B99"/>
    <w:multiLevelType w:val="hybridMultilevel"/>
    <w:tmpl w:val="59A6B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DA01EA"/>
    <w:multiLevelType w:val="hybridMultilevel"/>
    <w:tmpl w:val="4FC469D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F5298C"/>
    <w:multiLevelType w:val="hybridMultilevel"/>
    <w:tmpl w:val="4C66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22844"/>
    <w:multiLevelType w:val="hybridMultilevel"/>
    <w:tmpl w:val="0584E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6C0307"/>
    <w:multiLevelType w:val="hybridMultilevel"/>
    <w:tmpl w:val="A4ECA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31404"/>
    <w:multiLevelType w:val="hybridMultilevel"/>
    <w:tmpl w:val="238864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D1CB7"/>
    <w:multiLevelType w:val="hybridMultilevel"/>
    <w:tmpl w:val="AA7E4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7FA3DCB"/>
    <w:multiLevelType w:val="hybridMultilevel"/>
    <w:tmpl w:val="C92292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FFE235B"/>
    <w:multiLevelType w:val="hybridMultilevel"/>
    <w:tmpl w:val="C5AAA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64695"/>
    <w:multiLevelType w:val="hybridMultilevel"/>
    <w:tmpl w:val="EE6C6B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F71B20"/>
    <w:multiLevelType w:val="hybridMultilevel"/>
    <w:tmpl w:val="88B4D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896AF2"/>
    <w:multiLevelType w:val="hybridMultilevel"/>
    <w:tmpl w:val="1D9A2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E65638"/>
    <w:multiLevelType w:val="hybridMultilevel"/>
    <w:tmpl w:val="FB0CA3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2D1F46"/>
    <w:multiLevelType w:val="hybridMultilevel"/>
    <w:tmpl w:val="0A62A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2"/>
  </w:num>
  <w:num w:numId="5">
    <w:abstractNumId w:val="17"/>
  </w:num>
  <w:num w:numId="6">
    <w:abstractNumId w:val="9"/>
  </w:num>
  <w:num w:numId="7">
    <w:abstractNumId w:val="16"/>
  </w:num>
  <w:num w:numId="8">
    <w:abstractNumId w:val="10"/>
  </w:num>
  <w:num w:numId="9">
    <w:abstractNumId w:val="7"/>
  </w:num>
  <w:num w:numId="10">
    <w:abstractNumId w:val="19"/>
  </w:num>
  <w:num w:numId="11">
    <w:abstractNumId w:val="4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8"/>
  </w:num>
  <w:num w:numId="17">
    <w:abstractNumId w:val="11"/>
  </w:num>
  <w:num w:numId="18">
    <w:abstractNumId w:val="5"/>
  </w:num>
  <w:num w:numId="19">
    <w:abstractNumId w:val="1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D4"/>
    <w:rsid w:val="00161FA1"/>
    <w:rsid w:val="001F4A09"/>
    <w:rsid w:val="00290A01"/>
    <w:rsid w:val="002C7197"/>
    <w:rsid w:val="003546DF"/>
    <w:rsid w:val="00390D3E"/>
    <w:rsid w:val="00524F65"/>
    <w:rsid w:val="005F7FD4"/>
    <w:rsid w:val="00612D8C"/>
    <w:rsid w:val="006C6B3D"/>
    <w:rsid w:val="007274BF"/>
    <w:rsid w:val="00800DE1"/>
    <w:rsid w:val="00812D9B"/>
    <w:rsid w:val="00944BBA"/>
    <w:rsid w:val="00990FF2"/>
    <w:rsid w:val="009A4CEE"/>
    <w:rsid w:val="009E4DD4"/>
    <w:rsid w:val="00A57D95"/>
    <w:rsid w:val="00C424C0"/>
    <w:rsid w:val="00C60118"/>
    <w:rsid w:val="00CA4DDF"/>
    <w:rsid w:val="00CE1591"/>
    <w:rsid w:val="00DB4809"/>
    <w:rsid w:val="00F043F1"/>
    <w:rsid w:val="00F5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90A0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11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B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90A0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11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B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diagramData" Target="diagrams/data2.xml"/><Relationship Id="rId14" Type="http://schemas.openxmlformats.org/officeDocument/2006/relationships/diagramLayout" Target="diagrams/layout2.xml"/><Relationship Id="rId15" Type="http://schemas.openxmlformats.org/officeDocument/2006/relationships/diagramQuickStyle" Target="diagrams/quickStyle2.xml"/><Relationship Id="rId16" Type="http://schemas.openxmlformats.org/officeDocument/2006/relationships/diagramColors" Target="diagrams/colors2.xml"/><Relationship Id="rId17" Type="http://schemas.microsoft.com/office/2007/relationships/diagramDrawing" Target="diagrams/drawing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BDULAZIZ:Library:Application%20Support:Microsoft:Office:User%20Templates:My%20Templates:arabic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F9DA0E-CCFD-7847-835C-D158755A50B5}" type="doc">
      <dgm:prSet loTypeId="urn:microsoft.com/office/officeart/2005/8/layout/vProcess5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0E7E567-5D75-7C43-B84E-4D0FC9CBBAD2}">
      <dgm:prSet phldrT="[Text]"/>
      <dgm:spPr/>
      <dgm:t>
        <a:bodyPr/>
        <a:lstStyle/>
        <a:p>
          <a:pPr algn="ctr"/>
          <a:r>
            <a:rPr lang="ar-sa"/>
            <a:t>تحليل ودراسة النظم الحالية</a:t>
          </a:r>
          <a:endParaRPr lang="en-US"/>
        </a:p>
      </dgm:t>
    </dgm:pt>
    <dgm:pt modelId="{B84025BF-FF6A-AA42-A901-DE51867ACA94}" type="parTrans" cxnId="{624574C2-F39C-1D47-BBEB-EC43B3A09B0B}">
      <dgm:prSet/>
      <dgm:spPr/>
      <dgm:t>
        <a:bodyPr/>
        <a:lstStyle/>
        <a:p>
          <a:endParaRPr lang="en-US"/>
        </a:p>
      </dgm:t>
    </dgm:pt>
    <dgm:pt modelId="{AC85E38E-5DEF-984E-B715-6A0528B56FAD}" type="sibTrans" cxnId="{624574C2-F39C-1D47-BBEB-EC43B3A09B0B}">
      <dgm:prSet/>
      <dgm:spPr/>
      <dgm:t>
        <a:bodyPr/>
        <a:lstStyle/>
        <a:p>
          <a:endParaRPr lang="en-US"/>
        </a:p>
      </dgm:t>
    </dgm:pt>
    <dgm:pt modelId="{E8713222-DDA8-BB45-ABDA-F5491332147A}">
      <dgm:prSet phldrT="[Text]"/>
      <dgm:spPr/>
      <dgm:t>
        <a:bodyPr/>
        <a:lstStyle/>
        <a:p>
          <a:pPr algn="ctr"/>
          <a:r>
            <a:rPr lang="ar-sa"/>
            <a:t>تحديد متطلبات النظم الجديدة</a:t>
          </a:r>
          <a:endParaRPr lang="en-US"/>
        </a:p>
      </dgm:t>
    </dgm:pt>
    <dgm:pt modelId="{994A44F6-2C25-9548-8741-FD0A9FD68528}" type="parTrans" cxnId="{9F6CB1C6-1EE0-034F-A802-8F9333189713}">
      <dgm:prSet/>
      <dgm:spPr/>
      <dgm:t>
        <a:bodyPr/>
        <a:lstStyle/>
        <a:p>
          <a:endParaRPr lang="en-US"/>
        </a:p>
      </dgm:t>
    </dgm:pt>
    <dgm:pt modelId="{3A6EE3D1-1902-2344-BA9C-95006E5E0C3E}" type="sibTrans" cxnId="{9F6CB1C6-1EE0-034F-A802-8F9333189713}">
      <dgm:prSet/>
      <dgm:spPr/>
      <dgm:t>
        <a:bodyPr/>
        <a:lstStyle/>
        <a:p>
          <a:endParaRPr lang="en-US"/>
        </a:p>
      </dgm:t>
    </dgm:pt>
    <dgm:pt modelId="{799E3A0E-031D-E44A-B4CC-3DE472A1481D}">
      <dgm:prSet phldrT="[Text]"/>
      <dgm:spPr/>
      <dgm:t>
        <a:bodyPr/>
        <a:lstStyle/>
        <a:p>
          <a:pPr algn="ctr"/>
          <a:r>
            <a:rPr lang="ar-sa"/>
            <a:t>تنفيذ الحل المختار ومتابعة التنفيذ والتصحيح</a:t>
          </a:r>
          <a:endParaRPr lang="en-US"/>
        </a:p>
      </dgm:t>
    </dgm:pt>
    <dgm:pt modelId="{2E76712F-D3E2-CA4E-AB68-2279AFFC6A95}" type="parTrans" cxnId="{BA93289E-44B6-B64B-9B3D-9D56B0579407}">
      <dgm:prSet/>
      <dgm:spPr/>
      <dgm:t>
        <a:bodyPr/>
        <a:lstStyle/>
        <a:p>
          <a:endParaRPr lang="en-US"/>
        </a:p>
      </dgm:t>
    </dgm:pt>
    <dgm:pt modelId="{F0E25F4F-16D3-854A-9A4C-6514F326E5C2}" type="sibTrans" cxnId="{BA93289E-44B6-B64B-9B3D-9D56B0579407}">
      <dgm:prSet/>
      <dgm:spPr/>
      <dgm:t>
        <a:bodyPr/>
        <a:lstStyle/>
        <a:p>
          <a:endParaRPr lang="en-US"/>
        </a:p>
      </dgm:t>
    </dgm:pt>
    <dgm:pt modelId="{C5FEEC9B-959A-544C-8348-1FE4381CA8DA}">
      <dgm:prSet/>
      <dgm:spPr/>
      <dgm:t>
        <a:bodyPr/>
        <a:lstStyle/>
        <a:p>
          <a:pPr algn="ctr"/>
          <a:r>
            <a:rPr lang="ar-sa"/>
            <a:t>اقتراح حلول لمعالجة مشكلات النظام الحالية وتوفير متطلبات النظم الجديدة</a:t>
          </a:r>
          <a:endParaRPr lang="en-US"/>
        </a:p>
      </dgm:t>
    </dgm:pt>
    <dgm:pt modelId="{23936A6C-F3E8-8E4F-902C-02A6AB2C450B}" type="parTrans" cxnId="{12F1A02D-4A83-4E48-AA06-2F63B5672340}">
      <dgm:prSet/>
      <dgm:spPr/>
    </dgm:pt>
    <dgm:pt modelId="{48077B9E-3A7D-6143-97DD-8F0295DF4DA5}" type="sibTrans" cxnId="{12F1A02D-4A83-4E48-AA06-2F63B5672340}">
      <dgm:prSet/>
      <dgm:spPr/>
      <dgm:t>
        <a:bodyPr/>
        <a:lstStyle/>
        <a:p>
          <a:endParaRPr lang="en-US"/>
        </a:p>
      </dgm:t>
    </dgm:pt>
    <dgm:pt modelId="{9A66A9A0-55FD-8C4B-9526-4339A59A9329}">
      <dgm:prSet/>
      <dgm:spPr/>
      <dgm:t>
        <a:bodyPr/>
        <a:lstStyle/>
        <a:p>
          <a:pPr algn="ctr"/>
          <a:r>
            <a:rPr lang="ar-sa"/>
            <a:t>تقييم الحلول المتاحة واختيار الحل الافضل</a:t>
          </a:r>
          <a:endParaRPr lang="en-US"/>
        </a:p>
      </dgm:t>
    </dgm:pt>
    <dgm:pt modelId="{F6BD33BB-79DA-C547-9D0B-648D162E1D89}" type="parTrans" cxnId="{B834D373-196D-D847-8657-2D62E32CAF61}">
      <dgm:prSet/>
      <dgm:spPr/>
    </dgm:pt>
    <dgm:pt modelId="{58CD4317-FFF4-1645-9465-9114B2A691F2}" type="sibTrans" cxnId="{B834D373-196D-D847-8657-2D62E32CAF61}">
      <dgm:prSet/>
      <dgm:spPr/>
      <dgm:t>
        <a:bodyPr/>
        <a:lstStyle/>
        <a:p>
          <a:endParaRPr lang="en-US"/>
        </a:p>
      </dgm:t>
    </dgm:pt>
    <dgm:pt modelId="{227BA05B-6E86-5D4C-9F2B-15CB0EF761C9}" type="pres">
      <dgm:prSet presAssocID="{E3F9DA0E-CCFD-7847-835C-D158755A50B5}" presName="outerComposite" presStyleCnt="0">
        <dgm:presLayoutVars>
          <dgm:chMax val="5"/>
          <dgm:dir/>
          <dgm:resizeHandles val="exact"/>
        </dgm:presLayoutVars>
      </dgm:prSet>
      <dgm:spPr/>
    </dgm:pt>
    <dgm:pt modelId="{51B38459-CA2F-4F40-AF1E-0351C5B0D5B3}" type="pres">
      <dgm:prSet presAssocID="{E3F9DA0E-CCFD-7847-835C-D158755A50B5}" presName="dummyMaxCanvas" presStyleCnt="0">
        <dgm:presLayoutVars/>
      </dgm:prSet>
      <dgm:spPr/>
    </dgm:pt>
    <dgm:pt modelId="{3C02292B-31C2-6345-88EB-15EAC7E96D33}" type="pres">
      <dgm:prSet presAssocID="{E3F9DA0E-CCFD-7847-835C-D158755A50B5}" presName="FiveNodes_1" presStyleLbl="node1" presStyleIdx="0" presStyleCnt="5">
        <dgm:presLayoutVars>
          <dgm:bulletEnabled val="1"/>
        </dgm:presLayoutVars>
      </dgm:prSet>
      <dgm:spPr/>
    </dgm:pt>
    <dgm:pt modelId="{471AE5EF-2F5A-C54A-B75B-D0A6CA6F0260}" type="pres">
      <dgm:prSet presAssocID="{E3F9DA0E-CCFD-7847-835C-D158755A50B5}" presName="FiveNodes_2" presStyleLbl="node1" presStyleIdx="1" presStyleCnt="5">
        <dgm:presLayoutVars>
          <dgm:bulletEnabled val="1"/>
        </dgm:presLayoutVars>
      </dgm:prSet>
      <dgm:spPr/>
    </dgm:pt>
    <dgm:pt modelId="{F25E7FF8-200B-2B4F-90AD-621BD23427FE}" type="pres">
      <dgm:prSet presAssocID="{E3F9DA0E-CCFD-7847-835C-D158755A50B5}" presName="FiveNodes_3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AE070A-5DC3-D54C-8CBB-23B9F0891E08}" type="pres">
      <dgm:prSet presAssocID="{E3F9DA0E-CCFD-7847-835C-D158755A50B5}" presName="FiveNodes_4" presStyleLbl="node1" presStyleIdx="3" presStyleCnt="5">
        <dgm:presLayoutVars>
          <dgm:bulletEnabled val="1"/>
        </dgm:presLayoutVars>
      </dgm:prSet>
      <dgm:spPr/>
    </dgm:pt>
    <dgm:pt modelId="{C6EED379-7907-144C-BA30-985D4D375D42}" type="pres">
      <dgm:prSet presAssocID="{E3F9DA0E-CCFD-7847-835C-D158755A50B5}" presName="FiveNodes_5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4F60AC-C4DE-8B42-8377-4A7EC2DCE49D}" type="pres">
      <dgm:prSet presAssocID="{E3F9DA0E-CCFD-7847-835C-D158755A50B5}" presName="FiveConn_1-2" presStyleLbl="fgAccFollowNode1" presStyleIdx="0" presStyleCnt="4">
        <dgm:presLayoutVars>
          <dgm:bulletEnabled val="1"/>
        </dgm:presLayoutVars>
      </dgm:prSet>
      <dgm:spPr/>
    </dgm:pt>
    <dgm:pt modelId="{EDE4080A-1472-0E4A-B44F-57EA3BED082D}" type="pres">
      <dgm:prSet presAssocID="{E3F9DA0E-CCFD-7847-835C-D158755A50B5}" presName="FiveConn_2-3" presStyleLbl="fgAccFollowNode1" presStyleIdx="1" presStyleCnt="4">
        <dgm:presLayoutVars>
          <dgm:bulletEnabled val="1"/>
        </dgm:presLayoutVars>
      </dgm:prSet>
      <dgm:spPr/>
    </dgm:pt>
    <dgm:pt modelId="{48C0F4A0-90BB-FA40-8581-57B956869E0A}" type="pres">
      <dgm:prSet presAssocID="{E3F9DA0E-CCFD-7847-835C-D158755A50B5}" presName="FiveConn_3-4" presStyleLbl="fgAccFollowNode1" presStyleIdx="2" presStyleCnt="4">
        <dgm:presLayoutVars>
          <dgm:bulletEnabled val="1"/>
        </dgm:presLayoutVars>
      </dgm:prSet>
      <dgm:spPr/>
    </dgm:pt>
    <dgm:pt modelId="{763241D9-5A70-A34A-9063-9EA1A515507E}" type="pres">
      <dgm:prSet presAssocID="{E3F9DA0E-CCFD-7847-835C-D158755A50B5}" presName="FiveConn_4-5" presStyleLbl="fgAccFollowNode1" presStyleIdx="3" presStyleCnt="4">
        <dgm:presLayoutVars>
          <dgm:bulletEnabled val="1"/>
        </dgm:presLayoutVars>
      </dgm:prSet>
      <dgm:spPr/>
    </dgm:pt>
    <dgm:pt modelId="{7673A249-6654-8841-BCCE-ABDC97340C9B}" type="pres">
      <dgm:prSet presAssocID="{E3F9DA0E-CCFD-7847-835C-D158755A50B5}" presName="FiveNodes_1_text" presStyleLbl="node1" presStyleIdx="4" presStyleCnt="5">
        <dgm:presLayoutVars>
          <dgm:bulletEnabled val="1"/>
        </dgm:presLayoutVars>
      </dgm:prSet>
      <dgm:spPr/>
    </dgm:pt>
    <dgm:pt modelId="{EDCB5B11-2AF9-734C-85A3-007C3A604A80}" type="pres">
      <dgm:prSet presAssocID="{E3F9DA0E-CCFD-7847-835C-D158755A50B5}" presName="FiveNodes_2_text" presStyleLbl="node1" presStyleIdx="4" presStyleCnt="5">
        <dgm:presLayoutVars>
          <dgm:bulletEnabled val="1"/>
        </dgm:presLayoutVars>
      </dgm:prSet>
      <dgm:spPr/>
    </dgm:pt>
    <dgm:pt modelId="{7214CC20-2027-194F-AEE1-3F4044E798BA}" type="pres">
      <dgm:prSet presAssocID="{E3F9DA0E-CCFD-7847-835C-D158755A50B5}" presName="FiveNodes_3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27A392-B40F-0545-A7F3-9145C093319F}" type="pres">
      <dgm:prSet presAssocID="{E3F9DA0E-CCFD-7847-835C-D158755A50B5}" presName="FiveNodes_4_text" presStyleLbl="node1" presStyleIdx="4" presStyleCnt="5">
        <dgm:presLayoutVars>
          <dgm:bulletEnabled val="1"/>
        </dgm:presLayoutVars>
      </dgm:prSet>
      <dgm:spPr/>
    </dgm:pt>
    <dgm:pt modelId="{7E0F0378-651E-B541-82C5-FAA9C710B35A}" type="pres">
      <dgm:prSet presAssocID="{E3F9DA0E-CCFD-7847-835C-D158755A50B5}" presName="FiveNodes_5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B0704B0-CB77-3744-9955-974FC564C5A8}" type="presOf" srcId="{9A66A9A0-55FD-8C4B-9526-4339A59A9329}" destId="{0527A392-B40F-0545-A7F3-9145C093319F}" srcOrd="1" destOrd="0" presId="urn:microsoft.com/office/officeart/2005/8/layout/vProcess5"/>
    <dgm:cxn modelId="{E94E61C5-5185-7A4E-8155-A825B501D0EA}" type="presOf" srcId="{48077B9E-3A7D-6143-97DD-8F0295DF4DA5}" destId="{48C0F4A0-90BB-FA40-8581-57B956869E0A}" srcOrd="0" destOrd="0" presId="urn:microsoft.com/office/officeart/2005/8/layout/vProcess5"/>
    <dgm:cxn modelId="{9FF5046B-4C97-B340-9A98-BA83016E54ED}" type="presOf" srcId="{C5FEEC9B-959A-544C-8348-1FE4381CA8DA}" destId="{7214CC20-2027-194F-AEE1-3F4044E798BA}" srcOrd="1" destOrd="0" presId="urn:microsoft.com/office/officeart/2005/8/layout/vProcess5"/>
    <dgm:cxn modelId="{65AF98F1-B778-FE46-9793-7CDD1AD44314}" type="presOf" srcId="{C5FEEC9B-959A-544C-8348-1FE4381CA8DA}" destId="{F25E7FF8-200B-2B4F-90AD-621BD23427FE}" srcOrd="0" destOrd="0" presId="urn:microsoft.com/office/officeart/2005/8/layout/vProcess5"/>
    <dgm:cxn modelId="{54A781FD-DC8C-DE42-8579-23CE51929B80}" type="presOf" srcId="{9A66A9A0-55FD-8C4B-9526-4339A59A9329}" destId="{40AE070A-5DC3-D54C-8CBB-23B9F0891E08}" srcOrd="0" destOrd="0" presId="urn:microsoft.com/office/officeart/2005/8/layout/vProcess5"/>
    <dgm:cxn modelId="{3C3188D1-A57D-A447-B176-F8BD80A7CF4E}" type="presOf" srcId="{E8713222-DDA8-BB45-ABDA-F5491332147A}" destId="{471AE5EF-2F5A-C54A-B75B-D0A6CA6F0260}" srcOrd="0" destOrd="0" presId="urn:microsoft.com/office/officeart/2005/8/layout/vProcess5"/>
    <dgm:cxn modelId="{12F1A02D-4A83-4E48-AA06-2F63B5672340}" srcId="{E3F9DA0E-CCFD-7847-835C-D158755A50B5}" destId="{C5FEEC9B-959A-544C-8348-1FE4381CA8DA}" srcOrd="2" destOrd="0" parTransId="{23936A6C-F3E8-8E4F-902C-02A6AB2C450B}" sibTransId="{48077B9E-3A7D-6143-97DD-8F0295DF4DA5}"/>
    <dgm:cxn modelId="{9F6CB1C6-1EE0-034F-A802-8F9333189713}" srcId="{E3F9DA0E-CCFD-7847-835C-D158755A50B5}" destId="{E8713222-DDA8-BB45-ABDA-F5491332147A}" srcOrd="1" destOrd="0" parTransId="{994A44F6-2C25-9548-8741-FD0A9FD68528}" sibTransId="{3A6EE3D1-1902-2344-BA9C-95006E5E0C3E}"/>
    <dgm:cxn modelId="{7860565D-6016-6D44-BB23-DD4B008DB5F3}" type="presOf" srcId="{90E7E567-5D75-7C43-B84E-4D0FC9CBBAD2}" destId="{7673A249-6654-8841-BCCE-ABDC97340C9B}" srcOrd="1" destOrd="0" presId="urn:microsoft.com/office/officeart/2005/8/layout/vProcess5"/>
    <dgm:cxn modelId="{02F77D7B-AF19-0D4C-AC20-9B0803AF676D}" type="presOf" srcId="{E3F9DA0E-CCFD-7847-835C-D158755A50B5}" destId="{227BA05B-6E86-5D4C-9F2B-15CB0EF761C9}" srcOrd="0" destOrd="0" presId="urn:microsoft.com/office/officeart/2005/8/layout/vProcess5"/>
    <dgm:cxn modelId="{E3EECD85-0BB3-9E41-9B2B-087267B932C5}" type="presOf" srcId="{799E3A0E-031D-E44A-B4CC-3DE472A1481D}" destId="{C6EED379-7907-144C-BA30-985D4D375D42}" srcOrd="0" destOrd="0" presId="urn:microsoft.com/office/officeart/2005/8/layout/vProcess5"/>
    <dgm:cxn modelId="{69A6A394-A4B0-B84D-924E-5A4173D77B89}" type="presOf" srcId="{AC85E38E-5DEF-984E-B715-6A0528B56FAD}" destId="{684F60AC-C4DE-8B42-8377-4A7EC2DCE49D}" srcOrd="0" destOrd="0" presId="urn:microsoft.com/office/officeart/2005/8/layout/vProcess5"/>
    <dgm:cxn modelId="{F5F00AE8-32C9-C84A-ACE0-FF7618BA0DA0}" type="presOf" srcId="{90E7E567-5D75-7C43-B84E-4D0FC9CBBAD2}" destId="{3C02292B-31C2-6345-88EB-15EAC7E96D33}" srcOrd="0" destOrd="0" presId="urn:microsoft.com/office/officeart/2005/8/layout/vProcess5"/>
    <dgm:cxn modelId="{BA93289E-44B6-B64B-9B3D-9D56B0579407}" srcId="{E3F9DA0E-CCFD-7847-835C-D158755A50B5}" destId="{799E3A0E-031D-E44A-B4CC-3DE472A1481D}" srcOrd="4" destOrd="0" parTransId="{2E76712F-D3E2-CA4E-AB68-2279AFFC6A95}" sibTransId="{F0E25F4F-16D3-854A-9A4C-6514F326E5C2}"/>
    <dgm:cxn modelId="{2FAC6962-E922-3B4D-BFAC-FA5F41E3F889}" type="presOf" srcId="{3A6EE3D1-1902-2344-BA9C-95006E5E0C3E}" destId="{EDE4080A-1472-0E4A-B44F-57EA3BED082D}" srcOrd="0" destOrd="0" presId="urn:microsoft.com/office/officeart/2005/8/layout/vProcess5"/>
    <dgm:cxn modelId="{9AF91955-F5AD-5D45-9847-5990DDDFEF1E}" type="presOf" srcId="{58CD4317-FFF4-1645-9465-9114B2A691F2}" destId="{763241D9-5A70-A34A-9063-9EA1A515507E}" srcOrd="0" destOrd="0" presId="urn:microsoft.com/office/officeart/2005/8/layout/vProcess5"/>
    <dgm:cxn modelId="{C39EB5E0-FEEB-A841-A834-4CF8C5F69ADA}" type="presOf" srcId="{799E3A0E-031D-E44A-B4CC-3DE472A1481D}" destId="{7E0F0378-651E-B541-82C5-FAA9C710B35A}" srcOrd="1" destOrd="0" presId="urn:microsoft.com/office/officeart/2005/8/layout/vProcess5"/>
    <dgm:cxn modelId="{2AD48811-78ED-C049-BB74-28906DC7CE32}" type="presOf" srcId="{E8713222-DDA8-BB45-ABDA-F5491332147A}" destId="{EDCB5B11-2AF9-734C-85A3-007C3A604A80}" srcOrd="1" destOrd="0" presId="urn:microsoft.com/office/officeart/2005/8/layout/vProcess5"/>
    <dgm:cxn modelId="{B834D373-196D-D847-8657-2D62E32CAF61}" srcId="{E3F9DA0E-CCFD-7847-835C-D158755A50B5}" destId="{9A66A9A0-55FD-8C4B-9526-4339A59A9329}" srcOrd="3" destOrd="0" parTransId="{F6BD33BB-79DA-C547-9D0B-648D162E1D89}" sibTransId="{58CD4317-FFF4-1645-9465-9114B2A691F2}"/>
    <dgm:cxn modelId="{624574C2-F39C-1D47-BBEB-EC43B3A09B0B}" srcId="{E3F9DA0E-CCFD-7847-835C-D158755A50B5}" destId="{90E7E567-5D75-7C43-B84E-4D0FC9CBBAD2}" srcOrd="0" destOrd="0" parTransId="{B84025BF-FF6A-AA42-A901-DE51867ACA94}" sibTransId="{AC85E38E-5DEF-984E-B715-6A0528B56FAD}"/>
    <dgm:cxn modelId="{607DD668-0B2E-9847-8EDB-49F07D7E2DB2}" type="presParOf" srcId="{227BA05B-6E86-5D4C-9F2B-15CB0EF761C9}" destId="{51B38459-CA2F-4F40-AF1E-0351C5B0D5B3}" srcOrd="0" destOrd="0" presId="urn:microsoft.com/office/officeart/2005/8/layout/vProcess5"/>
    <dgm:cxn modelId="{61D2D73E-BB31-7349-86F6-0B1393A43573}" type="presParOf" srcId="{227BA05B-6E86-5D4C-9F2B-15CB0EF761C9}" destId="{3C02292B-31C2-6345-88EB-15EAC7E96D33}" srcOrd="1" destOrd="0" presId="urn:microsoft.com/office/officeart/2005/8/layout/vProcess5"/>
    <dgm:cxn modelId="{A7A055BF-964C-B14E-8B9D-A0DF9FEBEA88}" type="presParOf" srcId="{227BA05B-6E86-5D4C-9F2B-15CB0EF761C9}" destId="{471AE5EF-2F5A-C54A-B75B-D0A6CA6F0260}" srcOrd="2" destOrd="0" presId="urn:microsoft.com/office/officeart/2005/8/layout/vProcess5"/>
    <dgm:cxn modelId="{F5396755-CFD5-9B4E-90AB-A1BA07D6B9C1}" type="presParOf" srcId="{227BA05B-6E86-5D4C-9F2B-15CB0EF761C9}" destId="{F25E7FF8-200B-2B4F-90AD-621BD23427FE}" srcOrd="3" destOrd="0" presId="urn:microsoft.com/office/officeart/2005/8/layout/vProcess5"/>
    <dgm:cxn modelId="{B6359E1A-9F41-2349-8E64-11FD6AA3BDBF}" type="presParOf" srcId="{227BA05B-6E86-5D4C-9F2B-15CB0EF761C9}" destId="{40AE070A-5DC3-D54C-8CBB-23B9F0891E08}" srcOrd="4" destOrd="0" presId="urn:microsoft.com/office/officeart/2005/8/layout/vProcess5"/>
    <dgm:cxn modelId="{D6940386-2BA9-A04A-946C-9A8B72C88C0B}" type="presParOf" srcId="{227BA05B-6E86-5D4C-9F2B-15CB0EF761C9}" destId="{C6EED379-7907-144C-BA30-985D4D375D42}" srcOrd="5" destOrd="0" presId="urn:microsoft.com/office/officeart/2005/8/layout/vProcess5"/>
    <dgm:cxn modelId="{2D6F60A4-3132-0341-822F-98C3129DD981}" type="presParOf" srcId="{227BA05B-6E86-5D4C-9F2B-15CB0EF761C9}" destId="{684F60AC-C4DE-8B42-8377-4A7EC2DCE49D}" srcOrd="6" destOrd="0" presId="urn:microsoft.com/office/officeart/2005/8/layout/vProcess5"/>
    <dgm:cxn modelId="{873BCB40-A287-744B-85F5-EC363191AF20}" type="presParOf" srcId="{227BA05B-6E86-5D4C-9F2B-15CB0EF761C9}" destId="{EDE4080A-1472-0E4A-B44F-57EA3BED082D}" srcOrd="7" destOrd="0" presId="urn:microsoft.com/office/officeart/2005/8/layout/vProcess5"/>
    <dgm:cxn modelId="{47150A1A-6230-4642-BFAB-7333DCDA1B63}" type="presParOf" srcId="{227BA05B-6E86-5D4C-9F2B-15CB0EF761C9}" destId="{48C0F4A0-90BB-FA40-8581-57B956869E0A}" srcOrd="8" destOrd="0" presId="urn:microsoft.com/office/officeart/2005/8/layout/vProcess5"/>
    <dgm:cxn modelId="{5BAD47A1-F679-F44F-A44F-758671B85860}" type="presParOf" srcId="{227BA05B-6E86-5D4C-9F2B-15CB0EF761C9}" destId="{763241D9-5A70-A34A-9063-9EA1A515507E}" srcOrd="9" destOrd="0" presId="urn:microsoft.com/office/officeart/2005/8/layout/vProcess5"/>
    <dgm:cxn modelId="{F6C5C984-1B34-EF40-AD58-9A9BF3A0C91A}" type="presParOf" srcId="{227BA05B-6E86-5D4C-9F2B-15CB0EF761C9}" destId="{7673A249-6654-8841-BCCE-ABDC97340C9B}" srcOrd="10" destOrd="0" presId="urn:microsoft.com/office/officeart/2005/8/layout/vProcess5"/>
    <dgm:cxn modelId="{C0F46FC7-112C-A14A-A81D-4DF6CD63CED6}" type="presParOf" srcId="{227BA05B-6E86-5D4C-9F2B-15CB0EF761C9}" destId="{EDCB5B11-2AF9-734C-85A3-007C3A604A80}" srcOrd="11" destOrd="0" presId="urn:microsoft.com/office/officeart/2005/8/layout/vProcess5"/>
    <dgm:cxn modelId="{3AA9B8D5-7D12-6540-AC0C-93C0CD45313D}" type="presParOf" srcId="{227BA05B-6E86-5D4C-9F2B-15CB0EF761C9}" destId="{7214CC20-2027-194F-AEE1-3F4044E798BA}" srcOrd="12" destOrd="0" presId="urn:microsoft.com/office/officeart/2005/8/layout/vProcess5"/>
    <dgm:cxn modelId="{C1C14A57-DBC4-C24E-8026-81259D84109F}" type="presParOf" srcId="{227BA05B-6E86-5D4C-9F2B-15CB0EF761C9}" destId="{0527A392-B40F-0545-A7F3-9145C093319F}" srcOrd="13" destOrd="0" presId="urn:microsoft.com/office/officeart/2005/8/layout/vProcess5"/>
    <dgm:cxn modelId="{CD00EAA0-CC5B-B94B-BC6E-F0ECE45494BC}" type="presParOf" srcId="{227BA05B-6E86-5D4C-9F2B-15CB0EF761C9}" destId="{7E0F0378-651E-B541-82C5-FAA9C710B35A}" srcOrd="14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C4D1C1B-2624-2E48-A6FC-71CBB537A93C}" type="doc">
      <dgm:prSet loTypeId="urn:microsoft.com/office/officeart/2005/8/layout/hierarchy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A9DF2F6-78EA-094D-8223-E45C11D228FB}">
      <dgm:prSet phldrT="[Text]"/>
      <dgm:spPr/>
      <dgm:t>
        <a:bodyPr/>
        <a:lstStyle/>
        <a:p>
          <a:r>
            <a:rPr lang="ar-sa"/>
            <a:t>تحليل جدوى تطوير النظام</a:t>
          </a:r>
          <a:endParaRPr lang="en-US"/>
        </a:p>
      </dgm:t>
    </dgm:pt>
    <dgm:pt modelId="{2CA9F8FF-2B94-C04C-AD03-2D52D43DA151}" type="parTrans" cxnId="{B47C3934-D9F1-1A49-96E5-3863885445DA}">
      <dgm:prSet/>
      <dgm:spPr/>
      <dgm:t>
        <a:bodyPr/>
        <a:lstStyle/>
        <a:p>
          <a:endParaRPr lang="en-US"/>
        </a:p>
      </dgm:t>
    </dgm:pt>
    <dgm:pt modelId="{8CBE6957-6C29-E141-B53B-B9EB16679EA8}" type="sibTrans" cxnId="{B47C3934-D9F1-1A49-96E5-3863885445DA}">
      <dgm:prSet/>
      <dgm:spPr/>
      <dgm:t>
        <a:bodyPr/>
        <a:lstStyle/>
        <a:p>
          <a:endParaRPr lang="en-US"/>
        </a:p>
      </dgm:t>
    </dgm:pt>
    <dgm:pt modelId="{2D3B34A6-B7FE-E344-B888-20008D798820}">
      <dgm:prSet phldrT="[Text]"/>
      <dgm:spPr/>
      <dgm:t>
        <a:bodyPr/>
        <a:lstStyle/>
        <a:p>
          <a:r>
            <a:rPr lang="ar-sa"/>
            <a:t>دراسة وتقييم بدائل تطوير النظام</a:t>
          </a:r>
          <a:endParaRPr lang="en-US"/>
        </a:p>
      </dgm:t>
    </dgm:pt>
    <dgm:pt modelId="{CD506715-6BBC-764B-9695-220525C62449}" type="parTrans" cxnId="{4B2967C0-8810-7F47-A60C-45D038B14C1C}">
      <dgm:prSet/>
      <dgm:spPr/>
      <dgm:t>
        <a:bodyPr/>
        <a:lstStyle/>
        <a:p>
          <a:endParaRPr lang="en-US"/>
        </a:p>
      </dgm:t>
    </dgm:pt>
    <dgm:pt modelId="{5BD13304-8025-414F-B8E3-1A7F72376DA6}" type="sibTrans" cxnId="{4B2967C0-8810-7F47-A60C-45D038B14C1C}">
      <dgm:prSet/>
      <dgm:spPr/>
      <dgm:t>
        <a:bodyPr/>
        <a:lstStyle/>
        <a:p>
          <a:endParaRPr lang="en-US"/>
        </a:p>
      </dgm:t>
    </dgm:pt>
    <dgm:pt modelId="{0F3F1DEC-4CCB-BB4C-B1BC-FB8B04DDAE5F}">
      <dgm:prSet phldrT="[Text]"/>
      <dgm:spPr/>
      <dgm:t>
        <a:bodyPr/>
        <a:lstStyle/>
        <a:p>
          <a:r>
            <a:rPr lang="ar-sa"/>
            <a:t>اعداد مواصفات تطوير النظام</a:t>
          </a:r>
          <a:endParaRPr lang="en-US"/>
        </a:p>
      </dgm:t>
    </dgm:pt>
    <dgm:pt modelId="{790B5CA5-57B6-8D46-914A-3EF41D5A7643}" type="parTrans" cxnId="{BACAB4A0-16AF-B248-884A-73AF076F74EE}">
      <dgm:prSet/>
      <dgm:spPr/>
      <dgm:t>
        <a:bodyPr/>
        <a:lstStyle/>
        <a:p>
          <a:endParaRPr lang="en-US"/>
        </a:p>
      </dgm:t>
    </dgm:pt>
    <dgm:pt modelId="{6FADF8C2-8A2A-A947-98B6-EC014E71895C}" type="sibTrans" cxnId="{BACAB4A0-16AF-B248-884A-73AF076F74EE}">
      <dgm:prSet/>
      <dgm:spPr/>
      <dgm:t>
        <a:bodyPr/>
        <a:lstStyle/>
        <a:p>
          <a:endParaRPr lang="en-US"/>
        </a:p>
      </dgm:t>
    </dgm:pt>
    <dgm:pt modelId="{BCAA53CC-D53F-3B4D-BE49-29D7B6729F82}">
      <dgm:prSet/>
      <dgm:spPr/>
      <dgm:t>
        <a:bodyPr/>
        <a:lstStyle/>
        <a:p>
          <a:r>
            <a:rPr lang="ar-sa"/>
            <a:t>مواصفات تطوير النظام</a:t>
          </a:r>
          <a:endParaRPr lang="en-US"/>
        </a:p>
      </dgm:t>
    </dgm:pt>
    <dgm:pt modelId="{EE2DD028-E7F1-644C-A0F5-C173C8EB6267}" type="parTrans" cxnId="{7174EC3D-B11F-9B44-8BD0-82707010A5B6}">
      <dgm:prSet/>
      <dgm:spPr/>
      <dgm:t>
        <a:bodyPr/>
        <a:lstStyle/>
        <a:p>
          <a:endParaRPr lang="en-US"/>
        </a:p>
      </dgm:t>
    </dgm:pt>
    <dgm:pt modelId="{6D96AA5D-2F9F-ED46-BB77-99B7DDA6E354}" type="sibTrans" cxnId="{7174EC3D-B11F-9B44-8BD0-82707010A5B6}">
      <dgm:prSet/>
      <dgm:spPr/>
      <dgm:t>
        <a:bodyPr/>
        <a:lstStyle/>
        <a:p>
          <a:endParaRPr lang="en-US"/>
        </a:p>
      </dgm:t>
    </dgm:pt>
    <dgm:pt modelId="{781C883D-9EF0-9E43-80B7-7912267CF065}">
      <dgm:prSet/>
      <dgm:spPr/>
      <dgm:t>
        <a:bodyPr/>
        <a:lstStyle/>
        <a:p>
          <a:r>
            <a:rPr lang="ar-sa"/>
            <a:t>تحديد مواصفات قاعدة البيانات</a:t>
          </a:r>
          <a:endParaRPr lang="en-US"/>
        </a:p>
      </dgm:t>
    </dgm:pt>
    <dgm:pt modelId="{13B9B19C-EE14-1B40-BC42-BCB03F84257F}" type="parTrans" cxnId="{FE08BBEF-642C-794D-BB2C-37CF1E118D11}">
      <dgm:prSet/>
      <dgm:spPr/>
      <dgm:t>
        <a:bodyPr/>
        <a:lstStyle/>
        <a:p>
          <a:endParaRPr lang="en-US"/>
        </a:p>
      </dgm:t>
    </dgm:pt>
    <dgm:pt modelId="{7DE6EA6F-4617-5745-8766-2952E1A57C8A}" type="sibTrans" cxnId="{FE08BBEF-642C-794D-BB2C-37CF1E118D11}">
      <dgm:prSet/>
      <dgm:spPr/>
      <dgm:t>
        <a:bodyPr/>
        <a:lstStyle/>
        <a:p>
          <a:endParaRPr lang="en-US"/>
        </a:p>
      </dgm:t>
    </dgm:pt>
    <dgm:pt modelId="{09792CA4-CDE6-9E46-8E99-E00A114DC6B1}">
      <dgm:prSet/>
      <dgm:spPr/>
      <dgm:t>
        <a:bodyPr/>
        <a:lstStyle/>
        <a:p>
          <a:r>
            <a:rPr lang="ar-sa"/>
            <a:t>تحديد مواصفات التشغيل</a:t>
          </a:r>
          <a:endParaRPr lang="en-US"/>
        </a:p>
      </dgm:t>
    </dgm:pt>
    <dgm:pt modelId="{0543DAF5-5AF6-3A40-951F-B177398D6A0E}" type="parTrans" cxnId="{7A6085CF-764C-0C42-B318-D0D41E4BE3F7}">
      <dgm:prSet/>
      <dgm:spPr/>
      <dgm:t>
        <a:bodyPr/>
        <a:lstStyle/>
        <a:p>
          <a:endParaRPr lang="en-US"/>
        </a:p>
      </dgm:t>
    </dgm:pt>
    <dgm:pt modelId="{9CE15869-7882-D040-888B-36095EFBB29D}" type="sibTrans" cxnId="{7A6085CF-764C-0C42-B318-D0D41E4BE3F7}">
      <dgm:prSet/>
      <dgm:spPr/>
      <dgm:t>
        <a:bodyPr/>
        <a:lstStyle/>
        <a:p>
          <a:endParaRPr lang="en-US"/>
        </a:p>
      </dgm:t>
    </dgm:pt>
    <dgm:pt modelId="{E27863AD-F07F-D148-A698-52847D2A2D5B}">
      <dgm:prSet/>
      <dgm:spPr/>
      <dgm:t>
        <a:bodyPr/>
        <a:lstStyle/>
        <a:p>
          <a:r>
            <a:rPr lang="ar-sa"/>
            <a:t>تقديم مواصفات النظام للادارة العليا للموافقة </a:t>
          </a:r>
          <a:endParaRPr lang="en-US"/>
        </a:p>
      </dgm:t>
    </dgm:pt>
    <dgm:pt modelId="{F003DC1B-D3AD-3342-9525-4604E834AC10}" type="parTrans" cxnId="{CD9EA77E-9E90-3142-BA60-76D7C6598556}">
      <dgm:prSet/>
      <dgm:spPr/>
      <dgm:t>
        <a:bodyPr/>
        <a:lstStyle/>
        <a:p>
          <a:endParaRPr lang="en-US"/>
        </a:p>
      </dgm:t>
    </dgm:pt>
    <dgm:pt modelId="{D472406D-1211-3548-8B10-9A638A17F84A}" type="sibTrans" cxnId="{CD9EA77E-9E90-3142-BA60-76D7C6598556}">
      <dgm:prSet/>
      <dgm:spPr/>
      <dgm:t>
        <a:bodyPr/>
        <a:lstStyle/>
        <a:p>
          <a:endParaRPr lang="en-US"/>
        </a:p>
      </dgm:t>
    </dgm:pt>
    <dgm:pt modelId="{E901FC9B-7B65-4645-A858-B52D7E84AD6D}">
      <dgm:prSet/>
      <dgm:spPr/>
      <dgm:t>
        <a:bodyPr/>
        <a:lstStyle/>
        <a:p>
          <a:r>
            <a:rPr lang="ar-sa"/>
            <a:t>تحديدمواصفات المدخلات</a:t>
          </a:r>
          <a:endParaRPr lang="en-US"/>
        </a:p>
      </dgm:t>
    </dgm:pt>
    <dgm:pt modelId="{4A296462-733D-A64D-82EF-123023209B8B}" type="parTrans" cxnId="{0C9A89EA-80BF-7149-BDEF-D9B2A625428F}">
      <dgm:prSet/>
      <dgm:spPr/>
      <dgm:t>
        <a:bodyPr/>
        <a:lstStyle/>
        <a:p>
          <a:endParaRPr lang="en-US"/>
        </a:p>
      </dgm:t>
    </dgm:pt>
    <dgm:pt modelId="{BBF6EF93-19BE-194D-A40C-BC1B35822DBB}" type="sibTrans" cxnId="{0C9A89EA-80BF-7149-BDEF-D9B2A625428F}">
      <dgm:prSet/>
      <dgm:spPr/>
      <dgm:t>
        <a:bodyPr/>
        <a:lstStyle/>
        <a:p>
          <a:endParaRPr lang="en-US"/>
        </a:p>
      </dgm:t>
    </dgm:pt>
    <dgm:pt modelId="{043D1ECF-AC89-4741-9916-898E3C3D196E}">
      <dgm:prSet/>
      <dgm:spPr/>
      <dgm:t>
        <a:bodyPr/>
        <a:lstStyle/>
        <a:p>
          <a:r>
            <a:rPr lang="ar-sa"/>
            <a:t>تحديد مواصفات المخرجات</a:t>
          </a:r>
          <a:endParaRPr lang="en-US"/>
        </a:p>
      </dgm:t>
    </dgm:pt>
    <dgm:pt modelId="{AB1CA561-48DF-9345-83DC-3BAA58FDEF6F}" type="parTrans" cxnId="{FB3DB357-F19E-E243-9168-00EB43096C32}">
      <dgm:prSet/>
      <dgm:spPr/>
      <dgm:t>
        <a:bodyPr/>
        <a:lstStyle/>
        <a:p>
          <a:endParaRPr lang="en-US"/>
        </a:p>
      </dgm:t>
    </dgm:pt>
    <dgm:pt modelId="{8801CBB3-145E-1D43-A842-EA191ACEC00A}" type="sibTrans" cxnId="{FB3DB357-F19E-E243-9168-00EB43096C32}">
      <dgm:prSet/>
      <dgm:spPr/>
      <dgm:t>
        <a:bodyPr/>
        <a:lstStyle/>
        <a:p>
          <a:endParaRPr lang="en-US"/>
        </a:p>
      </dgm:t>
    </dgm:pt>
    <dgm:pt modelId="{A9112484-B5AF-F840-8F54-9D65C5675A85}">
      <dgm:prSet/>
      <dgm:spPr/>
      <dgm:t>
        <a:bodyPr/>
        <a:lstStyle/>
        <a:p>
          <a:r>
            <a:rPr lang="ar-sa"/>
            <a:t>تحديد مقاييس وضوابط الرقابة على المدخلات</a:t>
          </a:r>
          <a:endParaRPr lang="en-US"/>
        </a:p>
      </dgm:t>
    </dgm:pt>
    <dgm:pt modelId="{8FA82A35-11FF-1F45-AE93-70DA984B8D89}" type="parTrans" cxnId="{C9227FD2-5B01-B446-BF28-98F272B1E459}">
      <dgm:prSet/>
      <dgm:spPr/>
      <dgm:t>
        <a:bodyPr/>
        <a:lstStyle/>
        <a:p>
          <a:endParaRPr lang="en-US"/>
        </a:p>
      </dgm:t>
    </dgm:pt>
    <dgm:pt modelId="{582EF946-5FB8-CE4A-AE31-007AFF001CC1}" type="sibTrans" cxnId="{C9227FD2-5B01-B446-BF28-98F272B1E459}">
      <dgm:prSet/>
      <dgm:spPr/>
      <dgm:t>
        <a:bodyPr/>
        <a:lstStyle/>
        <a:p>
          <a:endParaRPr lang="en-US"/>
        </a:p>
      </dgm:t>
    </dgm:pt>
    <dgm:pt modelId="{B6227485-4CDC-3342-BD48-49ABC719553F}">
      <dgm:prSet/>
      <dgm:spPr/>
      <dgm:t>
        <a:bodyPr/>
        <a:lstStyle/>
        <a:p>
          <a:r>
            <a:rPr lang="ar-sa"/>
            <a:t>تحديد مقاييس الرقابةعلى المخرجات</a:t>
          </a:r>
          <a:endParaRPr lang="en-US"/>
        </a:p>
      </dgm:t>
    </dgm:pt>
    <dgm:pt modelId="{300DEBBF-85C9-5E41-9A03-6D984E8FAAAC}" type="parTrans" cxnId="{E36F40B0-CD02-114C-A24E-0D3493CF55F9}">
      <dgm:prSet/>
      <dgm:spPr/>
      <dgm:t>
        <a:bodyPr/>
        <a:lstStyle/>
        <a:p>
          <a:endParaRPr lang="en-US"/>
        </a:p>
      </dgm:t>
    </dgm:pt>
    <dgm:pt modelId="{417B82DF-9F89-B649-ADDA-6B2328AB5E44}" type="sibTrans" cxnId="{E36F40B0-CD02-114C-A24E-0D3493CF55F9}">
      <dgm:prSet/>
      <dgm:spPr/>
      <dgm:t>
        <a:bodyPr/>
        <a:lstStyle/>
        <a:p>
          <a:endParaRPr lang="en-US"/>
        </a:p>
      </dgm:t>
    </dgm:pt>
    <dgm:pt modelId="{A48F5256-42BB-9242-B7AF-813AFE17149D}">
      <dgm:prSet/>
      <dgm:spPr/>
      <dgm:t>
        <a:bodyPr/>
        <a:lstStyle/>
        <a:p>
          <a:r>
            <a:rPr lang="ar-sa"/>
            <a:t>تحديد مقاييس وضوابط الرقابة على التشغيل</a:t>
          </a:r>
          <a:endParaRPr lang="en-US"/>
        </a:p>
      </dgm:t>
    </dgm:pt>
    <dgm:pt modelId="{CBB40EC5-380E-BD4E-B554-A5C8D40772EF}" type="parTrans" cxnId="{A7F241CF-3EC3-E348-B624-8CDE8FBB4CAB}">
      <dgm:prSet/>
      <dgm:spPr/>
      <dgm:t>
        <a:bodyPr/>
        <a:lstStyle/>
        <a:p>
          <a:endParaRPr lang="en-US"/>
        </a:p>
      </dgm:t>
    </dgm:pt>
    <dgm:pt modelId="{C8E87C8A-7FDA-C14F-B068-0DFBCF9C0A74}" type="sibTrans" cxnId="{A7F241CF-3EC3-E348-B624-8CDE8FBB4CAB}">
      <dgm:prSet/>
      <dgm:spPr/>
      <dgm:t>
        <a:bodyPr/>
        <a:lstStyle/>
        <a:p>
          <a:endParaRPr lang="en-US"/>
        </a:p>
      </dgm:t>
    </dgm:pt>
    <dgm:pt modelId="{A2233869-2C4C-0444-A41E-603780EA028E}">
      <dgm:prSet/>
      <dgm:spPr/>
      <dgm:t>
        <a:bodyPr/>
        <a:lstStyle/>
        <a:p>
          <a:r>
            <a:rPr lang="ar-sa"/>
            <a:t>تحديد مقاييس وضوابط الرقابة على قاعدة البيانات</a:t>
          </a:r>
          <a:endParaRPr lang="en-US"/>
        </a:p>
      </dgm:t>
    </dgm:pt>
    <dgm:pt modelId="{AD7E7AB9-C407-1C4B-8261-F964EAD2C3F8}" type="parTrans" cxnId="{0C55EEAF-67FE-4845-B9B7-64B4774B9384}">
      <dgm:prSet/>
      <dgm:spPr/>
      <dgm:t>
        <a:bodyPr/>
        <a:lstStyle/>
        <a:p>
          <a:endParaRPr lang="en-US"/>
        </a:p>
      </dgm:t>
    </dgm:pt>
    <dgm:pt modelId="{BB145CE2-8ED5-714F-B11C-707155D26436}" type="sibTrans" cxnId="{0C55EEAF-67FE-4845-B9B7-64B4774B9384}">
      <dgm:prSet/>
      <dgm:spPr/>
      <dgm:t>
        <a:bodyPr/>
        <a:lstStyle/>
        <a:p>
          <a:endParaRPr lang="en-US"/>
        </a:p>
      </dgm:t>
    </dgm:pt>
    <dgm:pt modelId="{7EC31840-C44C-AE46-B5F8-356C9792617F}" type="pres">
      <dgm:prSet presAssocID="{9C4D1C1B-2624-2E48-A6FC-71CBB537A93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5B7BF0F-E3D7-E245-B2BA-AD10D4A2556D}" type="pres">
      <dgm:prSet presAssocID="{0A9DF2F6-78EA-094D-8223-E45C11D228FB}" presName="hierRoot1" presStyleCnt="0"/>
      <dgm:spPr/>
    </dgm:pt>
    <dgm:pt modelId="{CA673A6C-4AB7-EF4B-8EAC-02563C6C49BD}" type="pres">
      <dgm:prSet presAssocID="{0A9DF2F6-78EA-094D-8223-E45C11D228FB}" presName="composite" presStyleCnt="0"/>
      <dgm:spPr/>
    </dgm:pt>
    <dgm:pt modelId="{CD4193AC-ADD3-D04C-BF7B-D8A8BD2A803F}" type="pres">
      <dgm:prSet presAssocID="{0A9DF2F6-78EA-094D-8223-E45C11D228FB}" presName="background" presStyleLbl="node0" presStyleIdx="0" presStyleCnt="1"/>
      <dgm:spPr/>
    </dgm:pt>
    <dgm:pt modelId="{8FD1DE4D-77BF-7343-B9B7-A9FC03982B8A}" type="pres">
      <dgm:prSet presAssocID="{0A9DF2F6-78EA-094D-8223-E45C11D228FB}" presName="text" presStyleLbl="fgAcc0" presStyleIdx="0" presStyleCnt="1">
        <dgm:presLayoutVars>
          <dgm:chPref val="3"/>
        </dgm:presLayoutVars>
      </dgm:prSet>
      <dgm:spPr/>
    </dgm:pt>
    <dgm:pt modelId="{E4DD670F-4F80-C040-B670-E71A02299D47}" type="pres">
      <dgm:prSet presAssocID="{0A9DF2F6-78EA-094D-8223-E45C11D228FB}" presName="hierChild2" presStyleCnt="0"/>
      <dgm:spPr/>
    </dgm:pt>
    <dgm:pt modelId="{CFE45C9B-449A-2B4C-BD89-D3B5C11AB98D}" type="pres">
      <dgm:prSet presAssocID="{CD506715-6BBC-764B-9695-220525C62449}" presName="Name10" presStyleLbl="parChTrans1D2" presStyleIdx="0" presStyleCnt="1"/>
      <dgm:spPr/>
    </dgm:pt>
    <dgm:pt modelId="{81E283DA-E3B8-0342-BE91-8B2B93FB9FF7}" type="pres">
      <dgm:prSet presAssocID="{2D3B34A6-B7FE-E344-B888-20008D798820}" presName="hierRoot2" presStyleCnt="0"/>
      <dgm:spPr/>
    </dgm:pt>
    <dgm:pt modelId="{BF5540B2-DBC4-D14A-ADA9-A59D0D3B3495}" type="pres">
      <dgm:prSet presAssocID="{2D3B34A6-B7FE-E344-B888-20008D798820}" presName="composite2" presStyleCnt="0"/>
      <dgm:spPr/>
    </dgm:pt>
    <dgm:pt modelId="{9E38D66B-9D83-504C-8BD8-96F65F9CFB3B}" type="pres">
      <dgm:prSet presAssocID="{2D3B34A6-B7FE-E344-B888-20008D798820}" presName="background2" presStyleLbl="node2" presStyleIdx="0" presStyleCnt="1"/>
      <dgm:spPr/>
    </dgm:pt>
    <dgm:pt modelId="{DA68A3B6-5AFA-9442-93CC-E3F76CA5647C}" type="pres">
      <dgm:prSet presAssocID="{2D3B34A6-B7FE-E344-B888-20008D798820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F13869-A236-D44F-B0A9-F867B3ECF62D}" type="pres">
      <dgm:prSet presAssocID="{2D3B34A6-B7FE-E344-B888-20008D798820}" presName="hierChild3" presStyleCnt="0"/>
      <dgm:spPr/>
    </dgm:pt>
    <dgm:pt modelId="{85EE5ACC-C998-D94A-9B40-66BEADE6B46E}" type="pres">
      <dgm:prSet presAssocID="{790B5CA5-57B6-8D46-914A-3EF41D5A7643}" presName="Name17" presStyleLbl="parChTrans1D3" presStyleIdx="0" presStyleCnt="1"/>
      <dgm:spPr/>
    </dgm:pt>
    <dgm:pt modelId="{94D93BFB-ADD8-994A-83D4-D070FE673475}" type="pres">
      <dgm:prSet presAssocID="{0F3F1DEC-4CCB-BB4C-B1BC-FB8B04DDAE5F}" presName="hierRoot3" presStyleCnt="0"/>
      <dgm:spPr/>
    </dgm:pt>
    <dgm:pt modelId="{AA45FD9E-14AE-C744-A297-06989898C866}" type="pres">
      <dgm:prSet presAssocID="{0F3F1DEC-4CCB-BB4C-B1BC-FB8B04DDAE5F}" presName="composite3" presStyleCnt="0"/>
      <dgm:spPr/>
    </dgm:pt>
    <dgm:pt modelId="{D6F72AF8-CF72-EA41-918B-D07F005CA12D}" type="pres">
      <dgm:prSet presAssocID="{0F3F1DEC-4CCB-BB4C-B1BC-FB8B04DDAE5F}" presName="background3" presStyleLbl="node3" presStyleIdx="0" presStyleCnt="1"/>
      <dgm:spPr/>
    </dgm:pt>
    <dgm:pt modelId="{61100247-CA6D-BE41-8695-6255512D53F1}" type="pres">
      <dgm:prSet presAssocID="{0F3F1DEC-4CCB-BB4C-B1BC-FB8B04DDAE5F}" presName="text3" presStyleLbl="fgAcc3" presStyleIdx="0" presStyleCnt="1">
        <dgm:presLayoutVars>
          <dgm:chPref val="3"/>
        </dgm:presLayoutVars>
      </dgm:prSet>
      <dgm:spPr/>
    </dgm:pt>
    <dgm:pt modelId="{300C41B3-AC1E-1542-8B58-E43723E8389A}" type="pres">
      <dgm:prSet presAssocID="{0F3F1DEC-4CCB-BB4C-B1BC-FB8B04DDAE5F}" presName="hierChild4" presStyleCnt="0"/>
      <dgm:spPr/>
    </dgm:pt>
    <dgm:pt modelId="{89AC138F-4540-DE4A-9551-241CE73BB796}" type="pres">
      <dgm:prSet presAssocID="{EE2DD028-E7F1-644C-A0F5-C173C8EB6267}" presName="Name23" presStyleLbl="parChTrans1D4" presStyleIdx="0" presStyleCnt="10"/>
      <dgm:spPr/>
    </dgm:pt>
    <dgm:pt modelId="{7206C74A-8C96-4642-BE2B-16B5B07C4D67}" type="pres">
      <dgm:prSet presAssocID="{BCAA53CC-D53F-3B4D-BE49-29D7B6729F82}" presName="hierRoot4" presStyleCnt="0"/>
      <dgm:spPr/>
    </dgm:pt>
    <dgm:pt modelId="{A1EDFB97-5697-A745-A75B-D930986DC2C0}" type="pres">
      <dgm:prSet presAssocID="{BCAA53CC-D53F-3B4D-BE49-29D7B6729F82}" presName="composite4" presStyleCnt="0"/>
      <dgm:spPr/>
    </dgm:pt>
    <dgm:pt modelId="{CB7A396F-6A8C-F540-BDCE-C0D6AC3D9ABD}" type="pres">
      <dgm:prSet presAssocID="{BCAA53CC-D53F-3B4D-BE49-29D7B6729F82}" presName="background4" presStyleLbl="node4" presStyleIdx="0" presStyleCnt="10"/>
      <dgm:spPr/>
    </dgm:pt>
    <dgm:pt modelId="{37E3D1E4-57F9-DF49-B2D9-FAD3BBF3E5B8}" type="pres">
      <dgm:prSet presAssocID="{BCAA53CC-D53F-3B4D-BE49-29D7B6729F82}" presName="text4" presStyleLbl="fgAcc4" presStyleIdx="0" presStyleCnt="10">
        <dgm:presLayoutVars>
          <dgm:chPref val="3"/>
        </dgm:presLayoutVars>
      </dgm:prSet>
      <dgm:spPr/>
    </dgm:pt>
    <dgm:pt modelId="{6BF3A418-7390-C94B-A363-6D3AB85F5506}" type="pres">
      <dgm:prSet presAssocID="{BCAA53CC-D53F-3B4D-BE49-29D7B6729F82}" presName="hierChild5" presStyleCnt="0"/>
      <dgm:spPr/>
    </dgm:pt>
    <dgm:pt modelId="{0F9BC32F-C7A4-4449-81CC-D82BFB35FB14}" type="pres">
      <dgm:prSet presAssocID="{13B9B19C-EE14-1B40-BC42-BCB03F84257F}" presName="Name23" presStyleLbl="parChTrans1D4" presStyleIdx="1" presStyleCnt="10"/>
      <dgm:spPr/>
    </dgm:pt>
    <dgm:pt modelId="{84E10FC2-ECD3-314E-96CD-D5A3BAF41D0A}" type="pres">
      <dgm:prSet presAssocID="{781C883D-9EF0-9E43-80B7-7912267CF065}" presName="hierRoot4" presStyleCnt="0"/>
      <dgm:spPr/>
    </dgm:pt>
    <dgm:pt modelId="{D1CE95B5-1942-364E-A6F7-C1A66A9BBEA1}" type="pres">
      <dgm:prSet presAssocID="{781C883D-9EF0-9E43-80B7-7912267CF065}" presName="composite4" presStyleCnt="0"/>
      <dgm:spPr/>
    </dgm:pt>
    <dgm:pt modelId="{F19F01B1-9F55-1045-8A08-5266D80639E3}" type="pres">
      <dgm:prSet presAssocID="{781C883D-9EF0-9E43-80B7-7912267CF065}" presName="background4" presStyleLbl="node4" presStyleIdx="1" presStyleCnt="10"/>
      <dgm:spPr/>
    </dgm:pt>
    <dgm:pt modelId="{6EC5F76C-CFB6-A040-BD2E-DE33B2F9B2F8}" type="pres">
      <dgm:prSet presAssocID="{781C883D-9EF0-9E43-80B7-7912267CF065}" presName="text4" presStyleLbl="fgAcc4" presStyleIdx="1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10A6F7E-0E8C-954E-8884-96714D80FE8F}" type="pres">
      <dgm:prSet presAssocID="{781C883D-9EF0-9E43-80B7-7912267CF065}" presName="hierChild5" presStyleCnt="0"/>
      <dgm:spPr/>
    </dgm:pt>
    <dgm:pt modelId="{5D902AAE-E58D-0C45-A44D-8A9CB7B72D7A}" type="pres">
      <dgm:prSet presAssocID="{AD7E7AB9-C407-1C4B-8261-F964EAD2C3F8}" presName="Name23" presStyleLbl="parChTrans1D4" presStyleIdx="2" presStyleCnt="10"/>
      <dgm:spPr/>
    </dgm:pt>
    <dgm:pt modelId="{0CE2E26F-5B89-7A4B-A9FA-1497E1672658}" type="pres">
      <dgm:prSet presAssocID="{A2233869-2C4C-0444-A41E-603780EA028E}" presName="hierRoot4" presStyleCnt="0"/>
      <dgm:spPr/>
    </dgm:pt>
    <dgm:pt modelId="{C326A35A-3EE0-2C4E-ABC9-C8DB297BAB0F}" type="pres">
      <dgm:prSet presAssocID="{A2233869-2C4C-0444-A41E-603780EA028E}" presName="composite4" presStyleCnt="0"/>
      <dgm:spPr/>
    </dgm:pt>
    <dgm:pt modelId="{6CBF8E59-C1B5-1247-8006-8C39E1C34FFB}" type="pres">
      <dgm:prSet presAssocID="{A2233869-2C4C-0444-A41E-603780EA028E}" presName="background4" presStyleLbl="node4" presStyleIdx="2" presStyleCnt="10"/>
      <dgm:spPr/>
    </dgm:pt>
    <dgm:pt modelId="{CC6DB94D-E4CA-B448-AE8B-0B7A18B87644}" type="pres">
      <dgm:prSet presAssocID="{A2233869-2C4C-0444-A41E-603780EA028E}" presName="text4" presStyleLbl="fgAcc4" presStyleIdx="2" presStyleCnt="10">
        <dgm:presLayoutVars>
          <dgm:chPref val="3"/>
        </dgm:presLayoutVars>
      </dgm:prSet>
      <dgm:spPr/>
    </dgm:pt>
    <dgm:pt modelId="{60699A32-6DEF-114D-B022-C8094FB28E0B}" type="pres">
      <dgm:prSet presAssocID="{A2233869-2C4C-0444-A41E-603780EA028E}" presName="hierChild5" presStyleCnt="0"/>
      <dgm:spPr/>
    </dgm:pt>
    <dgm:pt modelId="{0A8490D5-AE67-504F-8F00-9866130E086C}" type="pres">
      <dgm:prSet presAssocID="{0543DAF5-5AF6-3A40-951F-B177398D6A0E}" presName="Name23" presStyleLbl="parChTrans1D4" presStyleIdx="3" presStyleCnt="10"/>
      <dgm:spPr/>
    </dgm:pt>
    <dgm:pt modelId="{EDF2FA6B-E933-E54E-A635-BD28D1FBADFB}" type="pres">
      <dgm:prSet presAssocID="{09792CA4-CDE6-9E46-8E99-E00A114DC6B1}" presName="hierRoot4" presStyleCnt="0"/>
      <dgm:spPr/>
    </dgm:pt>
    <dgm:pt modelId="{AA3085DC-A96F-E642-A458-4DF57F56CB7D}" type="pres">
      <dgm:prSet presAssocID="{09792CA4-CDE6-9E46-8E99-E00A114DC6B1}" presName="composite4" presStyleCnt="0"/>
      <dgm:spPr/>
    </dgm:pt>
    <dgm:pt modelId="{A6D2D1D9-7D2A-9A45-938C-9539D086A907}" type="pres">
      <dgm:prSet presAssocID="{09792CA4-CDE6-9E46-8E99-E00A114DC6B1}" presName="background4" presStyleLbl="node4" presStyleIdx="3" presStyleCnt="10"/>
      <dgm:spPr/>
    </dgm:pt>
    <dgm:pt modelId="{630EC044-82A0-2644-A944-CD9B76C6EA9B}" type="pres">
      <dgm:prSet presAssocID="{09792CA4-CDE6-9E46-8E99-E00A114DC6B1}" presName="text4" presStyleLbl="fgAcc4" presStyleIdx="3" presStyleCnt="10">
        <dgm:presLayoutVars>
          <dgm:chPref val="3"/>
        </dgm:presLayoutVars>
      </dgm:prSet>
      <dgm:spPr/>
    </dgm:pt>
    <dgm:pt modelId="{78B97C81-365C-D647-944C-E6195BB6FE3B}" type="pres">
      <dgm:prSet presAssocID="{09792CA4-CDE6-9E46-8E99-E00A114DC6B1}" presName="hierChild5" presStyleCnt="0"/>
      <dgm:spPr/>
    </dgm:pt>
    <dgm:pt modelId="{FF7A31E9-BCCC-8743-BC78-D0C04F2FF073}" type="pres">
      <dgm:prSet presAssocID="{CBB40EC5-380E-BD4E-B554-A5C8D40772EF}" presName="Name23" presStyleLbl="parChTrans1D4" presStyleIdx="4" presStyleCnt="10"/>
      <dgm:spPr/>
    </dgm:pt>
    <dgm:pt modelId="{A135F9AE-FC21-904C-A185-515119D082E3}" type="pres">
      <dgm:prSet presAssocID="{A48F5256-42BB-9242-B7AF-813AFE17149D}" presName="hierRoot4" presStyleCnt="0"/>
      <dgm:spPr/>
    </dgm:pt>
    <dgm:pt modelId="{1E1B9743-67DC-D541-BF74-42B3CFF5AB06}" type="pres">
      <dgm:prSet presAssocID="{A48F5256-42BB-9242-B7AF-813AFE17149D}" presName="composite4" presStyleCnt="0"/>
      <dgm:spPr/>
    </dgm:pt>
    <dgm:pt modelId="{65050F7D-F425-7E45-B15D-92BFC90E43B7}" type="pres">
      <dgm:prSet presAssocID="{A48F5256-42BB-9242-B7AF-813AFE17149D}" presName="background4" presStyleLbl="node4" presStyleIdx="4" presStyleCnt="10"/>
      <dgm:spPr/>
    </dgm:pt>
    <dgm:pt modelId="{A6FE593A-1CD7-5F4B-B819-791C03B2A912}" type="pres">
      <dgm:prSet presAssocID="{A48F5256-42BB-9242-B7AF-813AFE17149D}" presName="text4" presStyleLbl="fgAcc4" presStyleIdx="4" presStyleCnt="10">
        <dgm:presLayoutVars>
          <dgm:chPref val="3"/>
        </dgm:presLayoutVars>
      </dgm:prSet>
      <dgm:spPr/>
    </dgm:pt>
    <dgm:pt modelId="{888E35CB-2A16-244F-A2BE-11B21C8B15A9}" type="pres">
      <dgm:prSet presAssocID="{A48F5256-42BB-9242-B7AF-813AFE17149D}" presName="hierChild5" presStyleCnt="0"/>
      <dgm:spPr/>
    </dgm:pt>
    <dgm:pt modelId="{E670A436-1F22-224E-839D-32EF789D1F37}" type="pres">
      <dgm:prSet presAssocID="{F003DC1B-D3AD-3342-9525-4604E834AC10}" presName="Name23" presStyleLbl="parChTrans1D4" presStyleIdx="5" presStyleCnt="10"/>
      <dgm:spPr/>
    </dgm:pt>
    <dgm:pt modelId="{0BA156C6-A8BC-2F49-BD47-47EA03C6658D}" type="pres">
      <dgm:prSet presAssocID="{E27863AD-F07F-D148-A698-52847D2A2D5B}" presName="hierRoot4" presStyleCnt="0"/>
      <dgm:spPr/>
    </dgm:pt>
    <dgm:pt modelId="{8F8E9457-CBBF-0F4A-BF4F-0DF44356A378}" type="pres">
      <dgm:prSet presAssocID="{E27863AD-F07F-D148-A698-52847D2A2D5B}" presName="composite4" presStyleCnt="0"/>
      <dgm:spPr/>
    </dgm:pt>
    <dgm:pt modelId="{4C202F1E-7508-E54B-93E5-91BA1AD1DF8C}" type="pres">
      <dgm:prSet presAssocID="{E27863AD-F07F-D148-A698-52847D2A2D5B}" presName="background4" presStyleLbl="node4" presStyleIdx="5" presStyleCnt="10"/>
      <dgm:spPr/>
    </dgm:pt>
    <dgm:pt modelId="{ADD00A4D-AFDE-094C-88D0-C815DA31F4BF}" type="pres">
      <dgm:prSet presAssocID="{E27863AD-F07F-D148-A698-52847D2A2D5B}" presName="text4" presStyleLbl="fgAcc4" presStyleIdx="5" presStyleCnt="10" custScaleX="257756" custLinFactY="100000" custLinFactNeighborX="6477" custLinFactNeighborY="16213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AF4908-9653-4842-B881-47E196CA6C40}" type="pres">
      <dgm:prSet presAssocID="{E27863AD-F07F-D148-A698-52847D2A2D5B}" presName="hierChild5" presStyleCnt="0"/>
      <dgm:spPr/>
    </dgm:pt>
    <dgm:pt modelId="{A88A004C-B805-0B45-86C2-8651F040885C}" type="pres">
      <dgm:prSet presAssocID="{4A296462-733D-A64D-82EF-123023209B8B}" presName="Name23" presStyleLbl="parChTrans1D4" presStyleIdx="6" presStyleCnt="10"/>
      <dgm:spPr/>
    </dgm:pt>
    <dgm:pt modelId="{D15D0A22-C780-F845-9CB4-5BF565C3E3C2}" type="pres">
      <dgm:prSet presAssocID="{E901FC9B-7B65-4645-A858-B52D7E84AD6D}" presName="hierRoot4" presStyleCnt="0"/>
      <dgm:spPr/>
    </dgm:pt>
    <dgm:pt modelId="{5A6FE3A0-0808-E641-BA03-704E831925C9}" type="pres">
      <dgm:prSet presAssocID="{E901FC9B-7B65-4645-A858-B52D7E84AD6D}" presName="composite4" presStyleCnt="0"/>
      <dgm:spPr/>
    </dgm:pt>
    <dgm:pt modelId="{BEE55D01-E568-5B4F-99A0-8661AF1C20E0}" type="pres">
      <dgm:prSet presAssocID="{E901FC9B-7B65-4645-A858-B52D7E84AD6D}" presName="background4" presStyleLbl="node4" presStyleIdx="6" presStyleCnt="10"/>
      <dgm:spPr/>
    </dgm:pt>
    <dgm:pt modelId="{E2169775-1400-C84E-88A9-636236223942}" type="pres">
      <dgm:prSet presAssocID="{E901FC9B-7B65-4645-A858-B52D7E84AD6D}" presName="text4" presStyleLbl="fgAcc4" presStyleIdx="6" presStyleCnt="10">
        <dgm:presLayoutVars>
          <dgm:chPref val="3"/>
        </dgm:presLayoutVars>
      </dgm:prSet>
      <dgm:spPr/>
    </dgm:pt>
    <dgm:pt modelId="{6F310294-B42F-B743-8E23-5D2055407DED}" type="pres">
      <dgm:prSet presAssocID="{E901FC9B-7B65-4645-A858-B52D7E84AD6D}" presName="hierChild5" presStyleCnt="0"/>
      <dgm:spPr/>
    </dgm:pt>
    <dgm:pt modelId="{51922E68-9BE2-5E41-8A45-DAC218DE79B3}" type="pres">
      <dgm:prSet presAssocID="{8FA82A35-11FF-1F45-AE93-70DA984B8D89}" presName="Name23" presStyleLbl="parChTrans1D4" presStyleIdx="7" presStyleCnt="10"/>
      <dgm:spPr/>
    </dgm:pt>
    <dgm:pt modelId="{BFDA7225-A30F-B949-A2CC-205DCDAC1485}" type="pres">
      <dgm:prSet presAssocID="{A9112484-B5AF-F840-8F54-9D65C5675A85}" presName="hierRoot4" presStyleCnt="0"/>
      <dgm:spPr/>
    </dgm:pt>
    <dgm:pt modelId="{E5ABA5A6-10CA-0145-80C8-4E722A545BF4}" type="pres">
      <dgm:prSet presAssocID="{A9112484-B5AF-F840-8F54-9D65C5675A85}" presName="composite4" presStyleCnt="0"/>
      <dgm:spPr/>
    </dgm:pt>
    <dgm:pt modelId="{8908C857-0F00-D043-88C8-CC39C6C6C209}" type="pres">
      <dgm:prSet presAssocID="{A9112484-B5AF-F840-8F54-9D65C5675A85}" presName="background4" presStyleLbl="node4" presStyleIdx="7" presStyleCnt="10"/>
      <dgm:spPr/>
    </dgm:pt>
    <dgm:pt modelId="{EF2CA99B-33C1-4346-86C6-811B46A23F20}" type="pres">
      <dgm:prSet presAssocID="{A9112484-B5AF-F840-8F54-9D65C5675A85}" presName="text4" presStyleLbl="fgAcc4" presStyleIdx="7" presStyleCnt="10">
        <dgm:presLayoutVars>
          <dgm:chPref val="3"/>
        </dgm:presLayoutVars>
      </dgm:prSet>
      <dgm:spPr/>
    </dgm:pt>
    <dgm:pt modelId="{03DF6EE8-718C-E646-940E-1E2B05272460}" type="pres">
      <dgm:prSet presAssocID="{A9112484-B5AF-F840-8F54-9D65C5675A85}" presName="hierChild5" presStyleCnt="0"/>
      <dgm:spPr/>
    </dgm:pt>
    <dgm:pt modelId="{9D108381-B546-214D-AB53-27D439BA3F00}" type="pres">
      <dgm:prSet presAssocID="{AB1CA561-48DF-9345-83DC-3BAA58FDEF6F}" presName="Name23" presStyleLbl="parChTrans1D4" presStyleIdx="8" presStyleCnt="10"/>
      <dgm:spPr/>
    </dgm:pt>
    <dgm:pt modelId="{219ED9F3-E7E2-034E-81FA-5BA6F3283269}" type="pres">
      <dgm:prSet presAssocID="{043D1ECF-AC89-4741-9916-898E3C3D196E}" presName="hierRoot4" presStyleCnt="0"/>
      <dgm:spPr/>
    </dgm:pt>
    <dgm:pt modelId="{084CE175-62DD-4642-BFAE-DAB74A106AA4}" type="pres">
      <dgm:prSet presAssocID="{043D1ECF-AC89-4741-9916-898E3C3D196E}" presName="composite4" presStyleCnt="0"/>
      <dgm:spPr/>
    </dgm:pt>
    <dgm:pt modelId="{F8046ADC-657C-D741-8507-2844E3D77A36}" type="pres">
      <dgm:prSet presAssocID="{043D1ECF-AC89-4741-9916-898E3C3D196E}" presName="background4" presStyleLbl="node4" presStyleIdx="8" presStyleCnt="10"/>
      <dgm:spPr/>
    </dgm:pt>
    <dgm:pt modelId="{DD2F30A4-D4F4-F147-A0F0-DB1D37DC80EA}" type="pres">
      <dgm:prSet presAssocID="{043D1ECF-AC89-4741-9916-898E3C3D196E}" presName="text4" presStyleLbl="fgAcc4" presStyleIdx="8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095DD1-A649-584A-AA7B-3098934DFD04}" type="pres">
      <dgm:prSet presAssocID="{043D1ECF-AC89-4741-9916-898E3C3D196E}" presName="hierChild5" presStyleCnt="0"/>
      <dgm:spPr/>
    </dgm:pt>
    <dgm:pt modelId="{B4ED1CAA-F2B9-144F-9DDC-93A53125B870}" type="pres">
      <dgm:prSet presAssocID="{300DEBBF-85C9-5E41-9A03-6D984E8FAAAC}" presName="Name23" presStyleLbl="parChTrans1D4" presStyleIdx="9" presStyleCnt="10"/>
      <dgm:spPr/>
    </dgm:pt>
    <dgm:pt modelId="{0AF22896-CC94-7846-AB25-2AEE1078A11F}" type="pres">
      <dgm:prSet presAssocID="{B6227485-4CDC-3342-BD48-49ABC719553F}" presName="hierRoot4" presStyleCnt="0"/>
      <dgm:spPr/>
    </dgm:pt>
    <dgm:pt modelId="{88408C7A-C29F-F746-A3DA-9DE96E00C9FC}" type="pres">
      <dgm:prSet presAssocID="{B6227485-4CDC-3342-BD48-49ABC719553F}" presName="composite4" presStyleCnt="0"/>
      <dgm:spPr/>
    </dgm:pt>
    <dgm:pt modelId="{0FF24E89-6736-0C46-8AC4-DB9BA88F90B5}" type="pres">
      <dgm:prSet presAssocID="{B6227485-4CDC-3342-BD48-49ABC719553F}" presName="background4" presStyleLbl="node4" presStyleIdx="9" presStyleCnt="10"/>
      <dgm:spPr/>
    </dgm:pt>
    <dgm:pt modelId="{B20F5047-C1B3-2246-A74F-840ADEBBFC1E}" type="pres">
      <dgm:prSet presAssocID="{B6227485-4CDC-3342-BD48-49ABC719553F}" presName="text4" presStyleLbl="fgAcc4" presStyleIdx="9" presStyleCnt="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7F54F48-5905-DB41-8071-8DB5645A8E66}" type="pres">
      <dgm:prSet presAssocID="{B6227485-4CDC-3342-BD48-49ABC719553F}" presName="hierChild5" presStyleCnt="0"/>
      <dgm:spPr/>
    </dgm:pt>
  </dgm:ptLst>
  <dgm:cxnLst>
    <dgm:cxn modelId="{FB3DB357-F19E-E243-9168-00EB43096C32}" srcId="{BCAA53CC-D53F-3B4D-BE49-29D7B6729F82}" destId="{043D1ECF-AC89-4741-9916-898E3C3D196E}" srcOrd="4" destOrd="0" parTransId="{AB1CA561-48DF-9345-83DC-3BAA58FDEF6F}" sibTransId="{8801CBB3-145E-1D43-A842-EA191ACEC00A}"/>
    <dgm:cxn modelId="{2B7E2370-D194-0441-A41A-DB0396E3B87D}" type="presOf" srcId="{CBB40EC5-380E-BD4E-B554-A5C8D40772EF}" destId="{FF7A31E9-BCCC-8743-BC78-D0C04F2FF073}" srcOrd="0" destOrd="0" presId="urn:microsoft.com/office/officeart/2005/8/layout/hierarchy1"/>
    <dgm:cxn modelId="{F3AD735E-C69F-644E-AF05-CAA3406D7EDF}" type="presOf" srcId="{F003DC1B-D3AD-3342-9525-4604E834AC10}" destId="{E670A436-1F22-224E-839D-32EF789D1F37}" srcOrd="0" destOrd="0" presId="urn:microsoft.com/office/officeart/2005/8/layout/hierarchy1"/>
    <dgm:cxn modelId="{7821EE32-1B2B-5D4A-A5CB-624EC67E5331}" type="presOf" srcId="{B6227485-4CDC-3342-BD48-49ABC719553F}" destId="{B20F5047-C1B3-2246-A74F-840ADEBBFC1E}" srcOrd="0" destOrd="0" presId="urn:microsoft.com/office/officeart/2005/8/layout/hierarchy1"/>
    <dgm:cxn modelId="{25C42091-E849-6D4B-AF6A-39C92F7CDD18}" type="presOf" srcId="{9C4D1C1B-2624-2E48-A6FC-71CBB537A93C}" destId="{7EC31840-C44C-AE46-B5F8-356C9792617F}" srcOrd="0" destOrd="0" presId="urn:microsoft.com/office/officeart/2005/8/layout/hierarchy1"/>
    <dgm:cxn modelId="{D5B2D2B2-5FF9-DE4A-A803-048B0AD7B701}" type="presOf" srcId="{043D1ECF-AC89-4741-9916-898E3C3D196E}" destId="{DD2F30A4-D4F4-F147-A0F0-DB1D37DC80EA}" srcOrd="0" destOrd="0" presId="urn:microsoft.com/office/officeart/2005/8/layout/hierarchy1"/>
    <dgm:cxn modelId="{9FB53532-5B37-4D4A-B430-5B6BAF7F589E}" type="presOf" srcId="{A48F5256-42BB-9242-B7AF-813AFE17149D}" destId="{A6FE593A-1CD7-5F4B-B819-791C03B2A912}" srcOrd="0" destOrd="0" presId="urn:microsoft.com/office/officeart/2005/8/layout/hierarchy1"/>
    <dgm:cxn modelId="{E4153B19-06EF-0749-907B-4C80341DE755}" type="presOf" srcId="{0F3F1DEC-4CCB-BB4C-B1BC-FB8B04DDAE5F}" destId="{61100247-CA6D-BE41-8695-6255512D53F1}" srcOrd="0" destOrd="0" presId="urn:microsoft.com/office/officeart/2005/8/layout/hierarchy1"/>
    <dgm:cxn modelId="{EF4C8021-29A4-8043-B7C4-2ADD19F18EF0}" type="presOf" srcId="{0A9DF2F6-78EA-094D-8223-E45C11D228FB}" destId="{8FD1DE4D-77BF-7343-B9B7-A9FC03982B8A}" srcOrd="0" destOrd="0" presId="urn:microsoft.com/office/officeart/2005/8/layout/hierarchy1"/>
    <dgm:cxn modelId="{0C55EEAF-67FE-4845-B9B7-64B4774B9384}" srcId="{781C883D-9EF0-9E43-80B7-7912267CF065}" destId="{A2233869-2C4C-0444-A41E-603780EA028E}" srcOrd="0" destOrd="0" parTransId="{AD7E7AB9-C407-1C4B-8261-F964EAD2C3F8}" sibTransId="{BB145CE2-8ED5-714F-B11C-707155D26436}"/>
    <dgm:cxn modelId="{C9227FD2-5B01-B446-BF28-98F272B1E459}" srcId="{E901FC9B-7B65-4645-A858-B52D7E84AD6D}" destId="{A9112484-B5AF-F840-8F54-9D65C5675A85}" srcOrd="0" destOrd="0" parTransId="{8FA82A35-11FF-1F45-AE93-70DA984B8D89}" sibTransId="{582EF946-5FB8-CE4A-AE31-007AFF001CC1}"/>
    <dgm:cxn modelId="{56F92B0D-2B05-3441-A9AF-001C3321DBE1}" type="presOf" srcId="{E901FC9B-7B65-4645-A858-B52D7E84AD6D}" destId="{E2169775-1400-C84E-88A9-636236223942}" srcOrd="0" destOrd="0" presId="urn:microsoft.com/office/officeart/2005/8/layout/hierarchy1"/>
    <dgm:cxn modelId="{CA9D822B-3824-EA4C-970E-09D7C92562B0}" type="presOf" srcId="{A9112484-B5AF-F840-8F54-9D65C5675A85}" destId="{EF2CA99B-33C1-4346-86C6-811B46A23F20}" srcOrd="0" destOrd="0" presId="urn:microsoft.com/office/officeart/2005/8/layout/hierarchy1"/>
    <dgm:cxn modelId="{B7687416-AE34-9144-A307-BD65C2DF7780}" type="presOf" srcId="{4A296462-733D-A64D-82EF-123023209B8B}" destId="{A88A004C-B805-0B45-86C2-8651F040885C}" srcOrd="0" destOrd="0" presId="urn:microsoft.com/office/officeart/2005/8/layout/hierarchy1"/>
    <dgm:cxn modelId="{B47C3934-D9F1-1A49-96E5-3863885445DA}" srcId="{9C4D1C1B-2624-2E48-A6FC-71CBB537A93C}" destId="{0A9DF2F6-78EA-094D-8223-E45C11D228FB}" srcOrd="0" destOrd="0" parTransId="{2CA9F8FF-2B94-C04C-AD03-2D52D43DA151}" sibTransId="{8CBE6957-6C29-E141-B53B-B9EB16679EA8}"/>
    <dgm:cxn modelId="{A1C716AB-8054-7645-9835-CB08A50249B9}" type="presOf" srcId="{BCAA53CC-D53F-3B4D-BE49-29D7B6729F82}" destId="{37E3D1E4-57F9-DF49-B2D9-FAD3BBF3E5B8}" srcOrd="0" destOrd="0" presId="urn:microsoft.com/office/officeart/2005/8/layout/hierarchy1"/>
    <dgm:cxn modelId="{3AF87E7C-3EED-154D-B60D-16AAD8412575}" type="presOf" srcId="{781C883D-9EF0-9E43-80B7-7912267CF065}" destId="{6EC5F76C-CFB6-A040-BD2E-DE33B2F9B2F8}" srcOrd="0" destOrd="0" presId="urn:microsoft.com/office/officeart/2005/8/layout/hierarchy1"/>
    <dgm:cxn modelId="{E36F40B0-CD02-114C-A24E-0D3493CF55F9}" srcId="{043D1ECF-AC89-4741-9916-898E3C3D196E}" destId="{B6227485-4CDC-3342-BD48-49ABC719553F}" srcOrd="0" destOrd="0" parTransId="{300DEBBF-85C9-5E41-9A03-6D984E8FAAAC}" sibTransId="{417B82DF-9F89-B649-ADDA-6B2328AB5E44}"/>
    <dgm:cxn modelId="{06415EE4-AE42-3A4B-8AB9-793694F72E0C}" type="presOf" srcId="{EE2DD028-E7F1-644C-A0F5-C173C8EB6267}" destId="{89AC138F-4540-DE4A-9551-241CE73BB796}" srcOrd="0" destOrd="0" presId="urn:microsoft.com/office/officeart/2005/8/layout/hierarchy1"/>
    <dgm:cxn modelId="{FE08BBEF-642C-794D-BB2C-37CF1E118D11}" srcId="{BCAA53CC-D53F-3B4D-BE49-29D7B6729F82}" destId="{781C883D-9EF0-9E43-80B7-7912267CF065}" srcOrd="0" destOrd="0" parTransId="{13B9B19C-EE14-1B40-BC42-BCB03F84257F}" sibTransId="{7DE6EA6F-4617-5745-8766-2952E1A57C8A}"/>
    <dgm:cxn modelId="{6D0748C4-4F34-454A-A073-D895E2E1D34D}" type="presOf" srcId="{0543DAF5-5AF6-3A40-951F-B177398D6A0E}" destId="{0A8490D5-AE67-504F-8F00-9866130E086C}" srcOrd="0" destOrd="0" presId="urn:microsoft.com/office/officeart/2005/8/layout/hierarchy1"/>
    <dgm:cxn modelId="{4B2967C0-8810-7F47-A60C-45D038B14C1C}" srcId="{0A9DF2F6-78EA-094D-8223-E45C11D228FB}" destId="{2D3B34A6-B7FE-E344-B888-20008D798820}" srcOrd="0" destOrd="0" parTransId="{CD506715-6BBC-764B-9695-220525C62449}" sibTransId="{5BD13304-8025-414F-B8E3-1A7F72376DA6}"/>
    <dgm:cxn modelId="{62676C1B-3FF2-0D49-8C7F-DA766D4651B7}" type="presOf" srcId="{790B5CA5-57B6-8D46-914A-3EF41D5A7643}" destId="{85EE5ACC-C998-D94A-9B40-66BEADE6B46E}" srcOrd="0" destOrd="0" presId="urn:microsoft.com/office/officeart/2005/8/layout/hierarchy1"/>
    <dgm:cxn modelId="{92A637CF-4F09-9F4F-8F46-0E1FFFCD98DB}" type="presOf" srcId="{13B9B19C-EE14-1B40-BC42-BCB03F84257F}" destId="{0F9BC32F-C7A4-4449-81CC-D82BFB35FB14}" srcOrd="0" destOrd="0" presId="urn:microsoft.com/office/officeart/2005/8/layout/hierarchy1"/>
    <dgm:cxn modelId="{BACAB4A0-16AF-B248-884A-73AF076F74EE}" srcId="{2D3B34A6-B7FE-E344-B888-20008D798820}" destId="{0F3F1DEC-4CCB-BB4C-B1BC-FB8B04DDAE5F}" srcOrd="0" destOrd="0" parTransId="{790B5CA5-57B6-8D46-914A-3EF41D5A7643}" sibTransId="{6FADF8C2-8A2A-A947-98B6-EC014E71895C}"/>
    <dgm:cxn modelId="{E1803983-DE68-F44E-9107-E6F6E1699FA1}" type="presOf" srcId="{09792CA4-CDE6-9E46-8E99-E00A114DC6B1}" destId="{630EC044-82A0-2644-A944-CD9B76C6EA9B}" srcOrd="0" destOrd="0" presId="urn:microsoft.com/office/officeart/2005/8/layout/hierarchy1"/>
    <dgm:cxn modelId="{0D9C39BE-FFE3-B643-A076-A3B4715F83FD}" type="presOf" srcId="{8FA82A35-11FF-1F45-AE93-70DA984B8D89}" destId="{51922E68-9BE2-5E41-8A45-DAC218DE79B3}" srcOrd="0" destOrd="0" presId="urn:microsoft.com/office/officeart/2005/8/layout/hierarchy1"/>
    <dgm:cxn modelId="{7174EC3D-B11F-9B44-8BD0-82707010A5B6}" srcId="{0F3F1DEC-4CCB-BB4C-B1BC-FB8B04DDAE5F}" destId="{BCAA53CC-D53F-3B4D-BE49-29D7B6729F82}" srcOrd="0" destOrd="0" parTransId="{EE2DD028-E7F1-644C-A0F5-C173C8EB6267}" sibTransId="{6D96AA5D-2F9F-ED46-BB77-99B7DDA6E354}"/>
    <dgm:cxn modelId="{1DA758EB-0807-A943-A2A0-DD8F1542B66A}" type="presOf" srcId="{E27863AD-F07F-D148-A698-52847D2A2D5B}" destId="{ADD00A4D-AFDE-094C-88D0-C815DA31F4BF}" srcOrd="0" destOrd="0" presId="urn:microsoft.com/office/officeart/2005/8/layout/hierarchy1"/>
    <dgm:cxn modelId="{D0A6F9FE-B8B3-F24A-BFB4-226924D038B1}" type="presOf" srcId="{300DEBBF-85C9-5E41-9A03-6D984E8FAAAC}" destId="{B4ED1CAA-F2B9-144F-9DDC-93A53125B870}" srcOrd="0" destOrd="0" presId="urn:microsoft.com/office/officeart/2005/8/layout/hierarchy1"/>
    <dgm:cxn modelId="{CD9EA77E-9E90-3142-BA60-76D7C6598556}" srcId="{BCAA53CC-D53F-3B4D-BE49-29D7B6729F82}" destId="{E27863AD-F07F-D148-A698-52847D2A2D5B}" srcOrd="2" destOrd="0" parTransId="{F003DC1B-D3AD-3342-9525-4604E834AC10}" sibTransId="{D472406D-1211-3548-8B10-9A638A17F84A}"/>
    <dgm:cxn modelId="{6D1AEC4B-F2F2-4644-986C-304E10814E35}" type="presOf" srcId="{AB1CA561-48DF-9345-83DC-3BAA58FDEF6F}" destId="{9D108381-B546-214D-AB53-27D439BA3F00}" srcOrd="0" destOrd="0" presId="urn:microsoft.com/office/officeart/2005/8/layout/hierarchy1"/>
    <dgm:cxn modelId="{E171B2D5-CFCB-E24C-BC39-435B17339711}" type="presOf" srcId="{A2233869-2C4C-0444-A41E-603780EA028E}" destId="{CC6DB94D-E4CA-B448-AE8B-0B7A18B87644}" srcOrd="0" destOrd="0" presId="urn:microsoft.com/office/officeart/2005/8/layout/hierarchy1"/>
    <dgm:cxn modelId="{8F5EF9C1-BC95-E744-802C-F7DCCD5923AD}" type="presOf" srcId="{2D3B34A6-B7FE-E344-B888-20008D798820}" destId="{DA68A3B6-5AFA-9442-93CC-E3F76CA5647C}" srcOrd="0" destOrd="0" presId="urn:microsoft.com/office/officeart/2005/8/layout/hierarchy1"/>
    <dgm:cxn modelId="{17613539-71C1-9649-A324-85B0220A7682}" type="presOf" srcId="{AD7E7AB9-C407-1C4B-8261-F964EAD2C3F8}" destId="{5D902AAE-E58D-0C45-A44D-8A9CB7B72D7A}" srcOrd="0" destOrd="0" presId="urn:microsoft.com/office/officeart/2005/8/layout/hierarchy1"/>
    <dgm:cxn modelId="{ABAA6043-BCB4-B04F-BA81-3C04D1831A9D}" type="presOf" srcId="{CD506715-6BBC-764B-9695-220525C62449}" destId="{CFE45C9B-449A-2B4C-BD89-D3B5C11AB98D}" srcOrd="0" destOrd="0" presId="urn:microsoft.com/office/officeart/2005/8/layout/hierarchy1"/>
    <dgm:cxn modelId="{A7F241CF-3EC3-E348-B624-8CDE8FBB4CAB}" srcId="{09792CA4-CDE6-9E46-8E99-E00A114DC6B1}" destId="{A48F5256-42BB-9242-B7AF-813AFE17149D}" srcOrd="0" destOrd="0" parTransId="{CBB40EC5-380E-BD4E-B554-A5C8D40772EF}" sibTransId="{C8E87C8A-7FDA-C14F-B068-0DFBCF9C0A74}"/>
    <dgm:cxn modelId="{0C9A89EA-80BF-7149-BDEF-D9B2A625428F}" srcId="{BCAA53CC-D53F-3B4D-BE49-29D7B6729F82}" destId="{E901FC9B-7B65-4645-A858-B52D7E84AD6D}" srcOrd="3" destOrd="0" parTransId="{4A296462-733D-A64D-82EF-123023209B8B}" sibTransId="{BBF6EF93-19BE-194D-A40C-BC1B35822DBB}"/>
    <dgm:cxn modelId="{7A6085CF-764C-0C42-B318-D0D41E4BE3F7}" srcId="{BCAA53CC-D53F-3B4D-BE49-29D7B6729F82}" destId="{09792CA4-CDE6-9E46-8E99-E00A114DC6B1}" srcOrd="1" destOrd="0" parTransId="{0543DAF5-5AF6-3A40-951F-B177398D6A0E}" sibTransId="{9CE15869-7882-D040-888B-36095EFBB29D}"/>
    <dgm:cxn modelId="{0ED4A544-70C1-294A-9C35-0AD9620E375A}" type="presParOf" srcId="{7EC31840-C44C-AE46-B5F8-356C9792617F}" destId="{55B7BF0F-E3D7-E245-B2BA-AD10D4A2556D}" srcOrd="0" destOrd="0" presId="urn:microsoft.com/office/officeart/2005/8/layout/hierarchy1"/>
    <dgm:cxn modelId="{238E59E3-411E-2240-9F9E-4AA933AF67E0}" type="presParOf" srcId="{55B7BF0F-E3D7-E245-B2BA-AD10D4A2556D}" destId="{CA673A6C-4AB7-EF4B-8EAC-02563C6C49BD}" srcOrd="0" destOrd="0" presId="urn:microsoft.com/office/officeart/2005/8/layout/hierarchy1"/>
    <dgm:cxn modelId="{5273CF1C-A43E-0645-9218-C1A1183DB436}" type="presParOf" srcId="{CA673A6C-4AB7-EF4B-8EAC-02563C6C49BD}" destId="{CD4193AC-ADD3-D04C-BF7B-D8A8BD2A803F}" srcOrd="0" destOrd="0" presId="urn:microsoft.com/office/officeart/2005/8/layout/hierarchy1"/>
    <dgm:cxn modelId="{FC92BE7E-FA91-2E4D-80A3-392D8D1C98EF}" type="presParOf" srcId="{CA673A6C-4AB7-EF4B-8EAC-02563C6C49BD}" destId="{8FD1DE4D-77BF-7343-B9B7-A9FC03982B8A}" srcOrd="1" destOrd="0" presId="urn:microsoft.com/office/officeart/2005/8/layout/hierarchy1"/>
    <dgm:cxn modelId="{66EEF7AD-1B8E-B243-8922-E1A7AB903D99}" type="presParOf" srcId="{55B7BF0F-E3D7-E245-B2BA-AD10D4A2556D}" destId="{E4DD670F-4F80-C040-B670-E71A02299D47}" srcOrd="1" destOrd="0" presId="urn:microsoft.com/office/officeart/2005/8/layout/hierarchy1"/>
    <dgm:cxn modelId="{A996C2A4-55FA-C441-B258-8BC024DE2F06}" type="presParOf" srcId="{E4DD670F-4F80-C040-B670-E71A02299D47}" destId="{CFE45C9B-449A-2B4C-BD89-D3B5C11AB98D}" srcOrd="0" destOrd="0" presId="urn:microsoft.com/office/officeart/2005/8/layout/hierarchy1"/>
    <dgm:cxn modelId="{BBDDFA60-455E-F443-BFE9-D561DD373E65}" type="presParOf" srcId="{E4DD670F-4F80-C040-B670-E71A02299D47}" destId="{81E283DA-E3B8-0342-BE91-8B2B93FB9FF7}" srcOrd="1" destOrd="0" presId="urn:microsoft.com/office/officeart/2005/8/layout/hierarchy1"/>
    <dgm:cxn modelId="{B4F4B08E-FF6D-074B-97BA-744ACF520078}" type="presParOf" srcId="{81E283DA-E3B8-0342-BE91-8B2B93FB9FF7}" destId="{BF5540B2-DBC4-D14A-ADA9-A59D0D3B3495}" srcOrd="0" destOrd="0" presId="urn:microsoft.com/office/officeart/2005/8/layout/hierarchy1"/>
    <dgm:cxn modelId="{D3247D91-1D59-434D-B6D7-A1877C586135}" type="presParOf" srcId="{BF5540B2-DBC4-D14A-ADA9-A59D0D3B3495}" destId="{9E38D66B-9D83-504C-8BD8-96F65F9CFB3B}" srcOrd="0" destOrd="0" presId="urn:microsoft.com/office/officeart/2005/8/layout/hierarchy1"/>
    <dgm:cxn modelId="{54091AA9-71CE-454F-9A03-25AA58AEC044}" type="presParOf" srcId="{BF5540B2-DBC4-D14A-ADA9-A59D0D3B3495}" destId="{DA68A3B6-5AFA-9442-93CC-E3F76CA5647C}" srcOrd="1" destOrd="0" presId="urn:microsoft.com/office/officeart/2005/8/layout/hierarchy1"/>
    <dgm:cxn modelId="{DE16194A-1785-A04A-95C8-E50BE2EC1F07}" type="presParOf" srcId="{81E283DA-E3B8-0342-BE91-8B2B93FB9FF7}" destId="{5BF13869-A236-D44F-B0A9-F867B3ECF62D}" srcOrd="1" destOrd="0" presId="urn:microsoft.com/office/officeart/2005/8/layout/hierarchy1"/>
    <dgm:cxn modelId="{A0E2DD73-29CF-ED45-8560-DE9F9464E71A}" type="presParOf" srcId="{5BF13869-A236-D44F-B0A9-F867B3ECF62D}" destId="{85EE5ACC-C998-D94A-9B40-66BEADE6B46E}" srcOrd="0" destOrd="0" presId="urn:microsoft.com/office/officeart/2005/8/layout/hierarchy1"/>
    <dgm:cxn modelId="{C400E429-2366-D943-9EF9-3B05F9AB9F6C}" type="presParOf" srcId="{5BF13869-A236-D44F-B0A9-F867B3ECF62D}" destId="{94D93BFB-ADD8-994A-83D4-D070FE673475}" srcOrd="1" destOrd="0" presId="urn:microsoft.com/office/officeart/2005/8/layout/hierarchy1"/>
    <dgm:cxn modelId="{084534FF-A689-3A43-A6A2-158822E41150}" type="presParOf" srcId="{94D93BFB-ADD8-994A-83D4-D070FE673475}" destId="{AA45FD9E-14AE-C744-A297-06989898C866}" srcOrd="0" destOrd="0" presId="urn:microsoft.com/office/officeart/2005/8/layout/hierarchy1"/>
    <dgm:cxn modelId="{BAA6A38C-6F9F-B541-8708-15F979192955}" type="presParOf" srcId="{AA45FD9E-14AE-C744-A297-06989898C866}" destId="{D6F72AF8-CF72-EA41-918B-D07F005CA12D}" srcOrd="0" destOrd="0" presId="urn:microsoft.com/office/officeart/2005/8/layout/hierarchy1"/>
    <dgm:cxn modelId="{B7C40E52-838E-994C-BE11-70BDF333E1DC}" type="presParOf" srcId="{AA45FD9E-14AE-C744-A297-06989898C866}" destId="{61100247-CA6D-BE41-8695-6255512D53F1}" srcOrd="1" destOrd="0" presId="urn:microsoft.com/office/officeart/2005/8/layout/hierarchy1"/>
    <dgm:cxn modelId="{250A6A6A-A03B-0242-8FD4-9948D65B73C5}" type="presParOf" srcId="{94D93BFB-ADD8-994A-83D4-D070FE673475}" destId="{300C41B3-AC1E-1542-8B58-E43723E8389A}" srcOrd="1" destOrd="0" presId="urn:microsoft.com/office/officeart/2005/8/layout/hierarchy1"/>
    <dgm:cxn modelId="{321AEF5F-86F0-8549-868F-B4ED4BA61B28}" type="presParOf" srcId="{300C41B3-AC1E-1542-8B58-E43723E8389A}" destId="{89AC138F-4540-DE4A-9551-241CE73BB796}" srcOrd="0" destOrd="0" presId="urn:microsoft.com/office/officeart/2005/8/layout/hierarchy1"/>
    <dgm:cxn modelId="{EC1C7605-1784-4148-A8AA-928A33B5BFE9}" type="presParOf" srcId="{300C41B3-AC1E-1542-8B58-E43723E8389A}" destId="{7206C74A-8C96-4642-BE2B-16B5B07C4D67}" srcOrd="1" destOrd="0" presId="urn:microsoft.com/office/officeart/2005/8/layout/hierarchy1"/>
    <dgm:cxn modelId="{5813FC16-51AC-7544-B33E-4F231D6F7F70}" type="presParOf" srcId="{7206C74A-8C96-4642-BE2B-16B5B07C4D67}" destId="{A1EDFB97-5697-A745-A75B-D930986DC2C0}" srcOrd="0" destOrd="0" presId="urn:microsoft.com/office/officeart/2005/8/layout/hierarchy1"/>
    <dgm:cxn modelId="{6C339FEA-D1B8-7149-AB54-E9BA49E04962}" type="presParOf" srcId="{A1EDFB97-5697-A745-A75B-D930986DC2C0}" destId="{CB7A396F-6A8C-F540-BDCE-C0D6AC3D9ABD}" srcOrd="0" destOrd="0" presId="urn:microsoft.com/office/officeart/2005/8/layout/hierarchy1"/>
    <dgm:cxn modelId="{3C1C8F5E-0AB0-0746-952C-986900F81A51}" type="presParOf" srcId="{A1EDFB97-5697-A745-A75B-D930986DC2C0}" destId="{37E3D1E4-57F9-DF49-B2D9-FAD3BBF3E5B8}" srcOrd="1" destOrd="0" presId="urn:microsoft.com/office/officeart/2005/8/layout/hierarchy1"/>
    <dgm:cxn modelId="{62C5ABA6-C724-BD47-BFF7-C8C0C4E99A24}" type="presParOf" srcId="{7206C74A-8C96-4642-BE2B-16B5B07C4D67}" destId="{6BF3A418-7390-C94B-A363-6D3AB85F5506}" srcOrd="1" destOrd="0" presId="urn:microsoft.com/office/officeart/2005/8/layout/hierarchy1"/>
    <dgm:cxn modelId="{C8FBDBEB-DDBB-6842-8B27-464EF1498458}" type="presParOf" srcId="{6BF3A418-7390-C94B-A363-6D3AB85F5506}" destId="{0F9BC32F-C7A4-4449-81CC-D82BFB35FB14}" srcOrd="0" destOrd="0" presId="urn:microsoft.com/office/officeart/2005/8/layout/hierarchy1"/>
    <dgm:cxn modelId="{4F8F3D47-3861-634C-B1FB-2D0162084A9F}" type="presParOf" srcId="{6BF3A418-7390-C94B-A363-6D3AB85F5506}" destId="{84E10FC2-ECD3-314E-96CD-D5A3BAF41D0A}" srcOrd="1" destOrd="0" presId="urn:microsoft.com/office/officeart/2005/8/layout/hierarchy1"/>
    <dgm:cxn modelId="{62920D30-16A5-C74E-AA4D-236A9A0C7A55}" type="presParOf" srcId="{84E10FC2-ECD3-314E-96CD-D5A3BAF41D0A}" destId="{D1CE95B5-1942-364E-A6F7-C1A66A9BBEA1}" srcOrd="0" destOrd="0" presId="urn:microsoft.com/office/officeart/2005/8/layout/hierarchy1"/>
    <dgm:cxn modelId="{CED11CBD-270B-3C42-A0DD-259FFE18B2A7}" type="presParOf" srcId="{D1CE95B5-1942-364E-A6F7-C1A66A9BBEA1}" destId="{F19F01B1-9F55-1045-8A08-5266D80639E3}" srcOrd="0" destOrd="0" presId="urn:microsoft.com/office/officeart/2005/8/layout/hierarchy1"/>
    <dgm:cxn modelId="{C81B313F-2BB8-8D43-80A2-FE19207BA694}" type="presParOf" srcId="{D1CE95B5-1942-364E-A6F7-C1A66A9BBEA1}" destId="{6EC5F76C-CFB6-A040-BD2E-DE33B2F9B2F8}" srcOrd="1" destOrd="0" presId="urn:microsoft.com/office/officeart/2005/8/layout/hierarchy1"/>
    <dgm:cxn modelId="{968007D4-431A-9C42-AB41-6666B761C6FE}" type="presParOf" srcId="{84E10FC2-ECD3-314E-96CD-D5A3BAF41D0A}" destId="{010A6F7E-0E8C-954E-8884-96714D80FE8F}" srcOrd="1" destOrd="0" presId="urn:microsoft.com/office/officeart/2005/8/layout/hierarchy1"/>
    <dgm:cxn modelId="{C705E218-68AC-3145-8DAF-721CD734692C}" type="presParOf" srcId="{010A6F7E-0E8C-954E-8884-96714D80FE8F}" destId="{5D902AAE-E58D-0C45-A44D-8A9CB7B72D7A}" srcOrd="0" destOrd="0" presId="urn:microsoft.com/office/officeart/2005/8/layout/hierarchy1"/>
    <dgm:cxn modelId="{8B5D3720-3DD7-6749-A82F-C37EC42BE5AE}" type="presParOf" srcId="{010A6F7E-0E8C-954E-8884-96714D80FE8F}" destId="{0CE2E26F-5B89-7A4B-A9FA-1497E1672658}" srcOrd="1" destOrd="0" presId="urn:microsoft.com/office/officeart/2005/8/layout/hierarchy1"/>
    <dgm:cxn modelId="{BB0B2EBF-67F1-7042-92FD-B345599F34C3}" type="presParOf" srcId="{0CE2E26F-5B89-7A4B-A9FA-1497E1672658}" destId="{C326A35A-3EE0-2C4E-ABC9-C8DB297BAB0F}" srcOrd="0" destOrd="0" presId="urn:microsoft.com/office/officeart/2005/8/layout/hierarchy1"/>
    <dgm:cxn modelId="{CA44F996-FBD1-D648-8E26-EAEDFEE11BC7}" type="presParOf" srcId="{C326A35A-3EE0-2C4E-ABC9-C8DB297BAB0F}" destId="{6CBF8E59-C1B5-1247-8006-8C39E1C34FFB}" srcOrd="0" destOrd="0" presId="urn:microsoft.com/office/officeart/2005/8/layout/hierarchy1"/>
    <dgm:cxn modelId="{3B9A8DDD-52E3-804C-A1F7-6A9696779CFF}" type="presParOf" srcId="{C326A35A-3EE0-2C4E-ABC9-C8DB297BAB0F}" destId="{CC6DB94D-E4CA-B448-AE8B-0B7A18B87644}" srcOrd="1" destOrd="0" presId="urn:microsoft.com/office/officeart/2005/8/layout/hierarchy1"/>
    <dgm:cxn modelId="{A764BCD2-9CF8-5E4D-A426-285F8DC1976A}" type="presParOf" srcId="{0CE2E26F-5B89-7A4B-A9FA-1497E1672658}" destId="{60699A32-6DEF-114D-B022-C8094FB28E0B}" srcOrd="1" destOrd="0" presId="urn:microsoft.com/office/officeart/2005/8/layout/hierarchy1"/>
    <dgm:cxn modelId="{40D5680D-F7ED-D24F-9EAC-8F830837B6B5}" type="presParOf" srcId="{6BF3A418-7390-C94B-A363-6D3AB85F5506}" destId="{0A8490D5-AE67-504F-8F00-9866130E086C}" srcOrd="2" destOrd="0" presId="urn:microsoft.com/office/officeart/2005/8/layout/hierarchy1"/>
    <dgm:cxn modelId="{C59D66F0-BBDB-D94B-8A3A-CDDE4C0DC897}" type="presParOf" srcId="{6BF3A418-7390-C94B-A363-6D3AB85F5506}" destId="{EDF2FA6B-E933-E54E-A635-BD28D1FBADFB}" srcOrd="3" destOrd="0" presId="urn:microsoft.com/office/officeart/2005/8/layout/hierarchy1"/>
    <dgm:cxn modelId="{293980AB-A86E-1C4A-8975-A4783A188B86}" type="presParOf" srcId="{EDF2FA6B-E933-E54E-A635-BD28D1FBADFB}" destId="{AA3085DC-A96F-E642-A458-4DF57F56CB7D}" srcOrd="0" destOrd="0" presId="urn:microsoft.com/office/officeart/2005/8/layout/hierarchy1"/>
    <dgm:cxn modelId="{A1D39122-087F-2543-A694-ACDE6DCDB25C}" type="presParOf" srcId="{AA3085DC-A96F-E642-A458-4DF57F56CB7D}" destId="{A6D2D1D9-7D2A-9A45-938C-9539D086A907}" srcOrd="0" destOrd="0" presId="urn:microsoft.com/office/officeart/2005/8/layout/hierarchy1"/>
    <dgm:cxn modelId="{54A411E7-39C4-2546-ACC7-96C7A9D19949}" type="presParOf" srcId="{AA3085DC-A96F-E642-A458-4DF57F56CB7D}" destId="{630EC044-82A0-2644-A944-CD9B76C6EA9B}" srcOrd="1" destOrd="0" presId="urn:microsoft.com/office/officeart/2005/8/layout/hierarchy1"/>
    <dgm:cxn modelId="{364391A8-724F-A647-80CD-1350E757ACF2}" type="presParOf" srcId="{EDF2FA6B-E933-E54E-A635-BD28D1FBADFB}" destId="{78B97C81-365C-D647-944C-E6195BB6FE3B}" srcOrd="1" destOrd="0" presId="urn:microsoft.com/office/officeart/2005/8/layout/hierarchy1"/>
    <dgm:cxn modelId="{B7FD489A-1809-134D-818F-83A47AC1F187}" type="presParOf" srcId="{78B97C81-365C-D647-944C-E6195BB6FE3B}" destId="{FF7A31E9-BCCC-8743-BC78-D0C04F2FF073}" srcOrd="0" destOrd="0" presId="urn:microsoft.com/office/officeart/2005/8/layout/hierarchy1"/>
    <dgm:cxn modelId="{F961AC43-7119-BE4B-86C2-5E5FB490A119}" type="presParOf" srcId="{78B97C81-365C-D647-944C-E6195BB6FE3B}" destId="{A135F9AE-FC21-904C-A185-515119D082E3}" srcOrd="1" destOrd="0" presId="urn:microsoft.com/office/officeart/2005/8/layout/hierarchy1"/>
    <dgm:cxn modelId="{5983174C-91BC-C948-A3B7-91CBCE648EB1}" type="presParOf" srcId="{A135F9AE-FC21-904C-A185-515119D082E3}" destId="{1E1B9743-67DC-D541-BF74-42B3CFF5AB06}" srcOrd="0" destOrd="0" presId="urn:microsoft.com/office/officeart/2005/8/layout/hierarchy1"/>
    <dgm:cxn modelId="{C60BB231-501F-C244-88BB-E06A44EBCF82}" type="presParOf" srcId="{1E1B9743-67DC-D541-BF74-42B3CFF5AB06}" destId="{65050F7D-F425-7E45-B15D-92BFC90E43B7}" srcOrd="0" destOrd="0" presId="urn:microsoft.com/office/officeart/2005/8/layout/hierarchy1"/>
    <dgm:cxn modelId="{2AB23353-4AD7-9544-81D8-199D5BA2EFF5}" type="presParOf" srcId="{1E1B9743-67DC-D541-BF74-42B3CFF5AB06}" destId="{A6FE593A-1CD7-5F4B-B819-791C03B2A912}" srcOrd="1" destOrd="0" presId="urn:microsoft.com/office/officeart/2005/8/layout/hierarchy1"/>
    <dgm:cxn modelId="{0857F8AE-7F21-6641-B1DD-08A11210C0AE}" type="presParOf" srcId="{A135F9AE-FC21-904C-A185-515119D082E3}" destId="{888E35CB-2A16-244F-A2BE-11B21C8B15A9}" srcOrd="1" destOrd="0" presId="urn:microsoft.com/office/officeart/2005/8/layout/hierarchy1"/>
    <dgm:cxn modelId="{48D37F81-033A-8642-A119-912C969EC6FE}" type="presParOf" srcId="{6BF3A418-7390-C94B-A363-6D3AB85F5506}" destId="{E670A436-1F22-224E-839D-32EF789D1F37}" srcOrd="4" destOrd="0" presId="urn:microsoft.com/office/officeart/2005/8/layout/hierarchy1"/>
    <dgm:cxn modelId="{1C4E9D9F-69B4-8A4F-98A0-78F54267500E}" type="presParOf" srcId="{6BF3A418-7390-C94B-A363-6D3AB85F5506}" destId="{0BA156C6-A8BC-2F49-BD47-47EA03C6658D}" srcOrd="5" destOrd="0" presId="urn:microsoft.com/office/officeart/2005/8/layout/hierarchy1"/>
    <dgm:cxn modelId="{CBCF63C3-5C88-684F-A217-A965FDE5F112}" type="presParOf" srcId="{0BA156C6-A8BC-2F49-BD47-47EA03C6658D}" destId="{8F8E9457-CBBF-0F4A-BF4F-0DF44356A378}" srcOrd="0" destOrd="0" presId="urn:microsoft.com/office/officeart/2005/8/layout/hierarchy1"/>
    <dgm:cxn modelId="{9916AB4A-606A-1243-B348-DD99B223C267}" type="presParOf" srcId="{8F8E9457-CBBF-0F4A-BF4F-0DF44356A378}" destId="{4C202F1E-7508-E54B-93E5-91BA1AD1DF8C}" srcOrd="0" destOrd="0" presId="urn:microsoft.com/office/officeart/2005/8/layout/hierarchy1"/>
    <dgm:cxn modelId="{7A73051F-37BB-1D4B-9F4E-B5A5EDED865F}" type="presParOf" srcId="{8F8E9457-CBBF-0F4A-BF4F-0DF44356A378}" destId="{ADD00A4D-AFDE-094C-88D0-C815DA31F4BF}" srcOrd="1" destOrd="0" presId="urn:microsoft.com/office/officeart/2005/8/layout/hierarchy1"/>
    <dgm:cxn modelId="{551F83BC-2D21-8942-8435-83D0E8313803}" type="presParOf" srcId="{0BA156C6-A8BC-2F49-BD47-47EA03C6658D}" destId="{78AF4908-9653-4842-B881-47E196CA6C40}" srcOrd="1" destOrd="0" presId="urn:microsoft.com/office/officeart/2005/8/layout/hierarchy1"/>
    <dgm:cxn modelId="{2E2C2861-5D73-FC4E-B212-AE064108F7C3}" type="presParOf" srcId="{6BF3A418-7390-C94B-A363-6D3AB85F5506}" destId="{A88A004C-B805-0B45-86C2-8651F040885C}" srcOrd="6" destOrd="0" presId="urn:microsoft.com/office/officeart/2005/8/layout/hierarchy1"/>
    <dgm:cxn modelId="{E0CCCCD1-AB47-C048-85AF-DB3A919B6FE1}" type="presParOf" srcId="{6BF3A418-7390-C94B-A363-6D3AB85F5506}" destId="{D15D0A22-C780-F845-9CB4-5BF565C3E3C2}" srcOrd="7" destOrd="0" presId="urn:microsoft.com/office/officeart/2005/8/layout/hierarchy1"/>
    <dgm:cxn modelId="{FAFADA55-7604-B44C-BF65-9225437D8FC3}" type="presParOf" srcId="{D15D0A22-C780-F845-9CB4-5BF565C3E3C2}" destId="{5A6FE3A0-0808-E641-BA03-704E831925C9}" srcOrd="0" destOrd="0" presId="urn:microsoft.com/office/officeart/2005/8/layout/hierarchy1"/>
    <dgm:cxn modelId="{6B1BE2B5-EC76-464A-A44F-401EBCA8A78C}" type="presParOf" srcId="{5A6FE3A0-0808-E641-BA03-704E831925C9}" destId="{BEE55D01-E568-5B4F-99A0-8661AF1C20E0}" srcOrd="0" destOrd="0" presId="urn:microsoft.com/office/officeart/2005/8/layout/hierarchy1"/>
    <dgm:cxn modelId="{81A55F96-71C3-6541-BE8E-09DF1CE55A12}" type="presParOf" srcId="{5A6FE3A0-0808-E641-BA03-704E831925C9}" destId="{E2169775-1400-C84E-88A9-636236223942}" srcOrd="1" destOrd="0" presId="urn:microsoft.com/office/officeart/2005/8/layout/hierarchy1"/>
    <dgm:cxn modelId="{FBEE950C-32E4-C14E-ADFA-F04F17941EB2}" type="presParOf" srcId="{D15D0A22-C780-F845-9CB4-5BF565C3E3C2}" destId="{6F310294-B42F-B743-8E23-5D2055407DED}" srcOrd="1" destOrd="0" presId="urn:microsoft.com/office/officeart/2005/8/layout/hierarchy1"/>
    <dgm:cxn modelId="{701EEAA3-7A35-F340-BF91-F321C6523944}" type="presParOf" srcId="{6F310294-B42F-B743-8E23-5D2055407DED}" destId="{51922E68-9BE2-5E41-8A45-DAC218DE79B3}" srcOrd="0" destOrd="0" presId="urn:microsoft.com/office/officeart/2005/8/layout/hierarchy1"/>
    <dgm:cxn modelId="{A9F382B2-FE7C-2F4E-9231-9452CB4568B6}" type="presParOf" srcId="{6F310294-B42F-B743-8E23-5D2055407DED}" destId="{BFDA7225-A30F-B949-A2CC-205DCDAC1485}" srcOrd="1" destOrd="0" presId="urn:microsoft.com/office/officeart/2005/8/layout/hierarchy1"/>
    <dgm:cxn modelId="{53D60968-F907-5442-B956-E5367431B20B}" type="presParOf" srcId="{BFDA7225-A30F-B949-A2CC-205DCDAC1485}" destId="{E5ABA5A6-10CA-0145-80C8-4E722A545BF4}" srcOrd="0" destOrd="0" presId="urn:microsoft.com/office/officeart/2005/8/layout/hierarchy1"/>
    <dgm:cxn modelId="{179B6A8E-A980-3C42-9B2F-2D71E9C13E3D}" type="presParOf" srcId="{E5ABA5A6-10CA-0145-80C8-4E722A545BF4}" destId="{8908C857-0F00-D043-88C8-CC39C6C6C209}" srcOrd="0" destOrd="0" presId="urn:microsoft.com/office/officeart/2005/8/layout/hierarchy1"/>
    <dgm:cxn modelId="{C1D84A4F-8697-434B-BC30-67633BF2EBD3}" type="presParOf" srcId="{E5ABA5A6-10CA-0145-80C8-4E722A545BF4}" destId="{EF2CA99B-33C1-4346-86C6-811B46A23F20}" srcOrd="1" destOrd="0" presId="urn:microsoft.com/office/officeart/2005/8/layout/hierarchy1"/>
    <dgm:cxn modelId="{6DC9133C-7D01-1248-8E3D-5F60775F1F80}" type="presParOf" srcId="{BFDA7225-A30F-B949-A2CC-205DCDAC1485}" destId="{03DF6EE8-718C-E646-940E-1E2B05272460}" srcOrd="1" destOrd="0" presId="urn:microsoft.com/office/officeart/2005/8/layout/hierarchy1"/>
    <dgm:cxn modelId="{5B89706B-BB75-5145-A8C4-5AEF36D88EDE}" type="presParOf" srcId="{6BF3A418-7390-C94B-A363-6D3AB85F5506}" destId="{9D108381-B546-214D-AB53-27D439BA3F00}" srcOrd="8" destOrd="0" presId="urn:microsoft.com/office/officeart/2005/8/layout/hierarchy1"/>
    <dgm:cxn modelId="{25038F9F-EC56-D345-BBD8-41B554D36B87}" type="presParOf" srcId="{6BF3A418-7390-C94B-A363-6D3AB85F5506}" destId="{219ED9F3-E7E2-034E-81FA-5BA6F3283269}" srcOrd="9" destOrd="0" presId="urn:microsoft.com/office/officeart/2005/8/layout/hierarchy1"/>
    <dgm:cxn modelId="{49AFF041-88B2-A941-ACEC-882A8E307CBC}" type="presParOf" srcId="{219ED9F3-E7E2-034E-81FA-5BA6F3283269}" destId="{084CE175-62DD-4642-BFAE-DAB74A106AA4}" srcOrd="0" destOrd="0" presId="urn:microsoft.com/office/officeart/2005/8/layout/hierarchy1"/>
    <dgm:cxn modelId="{59194C5A-1E7F-204C-8FF6-0417BBBD7D1F}" type="presParOf" srcId="{084CE175-62DD-4642-BFAE-DAB74A106AA4}" destId="{F8046ADC-657C-D741-8507-2844E3D77A36}" srcOrd="0" destOrd="0" presId="urn:microsoft.com/office/officeart/2005/8/layout/hierarchy1"/>
    <dgm:cxn modelId="{8E2E00FD-024A-834E-BD6D-5C54AB6A7829}" type="presParOf" srcId="{084CE175-62DD-4642-BFAE-DAB74A106AA4}" destId="{DD2F30A4-D4F4-F147-A0F0-DB1D37DC80EA}" srcOrd="1" destOrd="0" presId="urn:microsoft.com/office/officeart/2005/8/layout/hierarchy1"/>
    <dgm:cxn modelId="{C1642084-3109-CB43-813D-8A99F82E6D7E}" type="presParOf" srcId="{219ED9F3-E7E2-034E-81FA-5BA6F3283269}" destId="{7E095DD1-A649-584A-AA7B-3098934DFD04}" srcOrd="1" destOrd="0" presId="urn:microsoft.com/office/officeart/2005/8/layout/hierarchy1"/>
    <dgm:cxn modelId="{6780AA30-9F62-444E-849E-CB225E2DD100}" type="presParOf" srcId="{7E095DD1-A649-584A-AA7B-3098934DFD04}" destId="{B4ED1CAA-F2B9-144F-9DDC-93A53125B870}" srcOrd="0" destOrd="0" presId="urn:microsoft.com/office/officeart/2005/8/layout/hierarchy1"/>
    <dgm:cxn modelId="{A97261C9-DE13-E348-92A1-C0535B5D553C}" type="presParOf" srcId="{7E095DD1-A649-584A-AA7B-3098934DFD04}" destId="{0AF22896-CC94-7846-AB25-2AEE1078A11F}" srcOrd="1" destOrd="0" presId="urn:microsoft.com/office/officeart/2005/8/layout/hierarchy1"/>
    <dgm:cxn modelId="{46CAFC57-898E-274F-B991-71856CEB1EEC}" type="presParOf" srcId="{0AF22896-CC94-7846-AB25-2AEE1078A11F}" destId="{88408C7A-C29F-F746-A3DA-9DE96E00C9FC}" srcOrd="0" destOrd="0" presId="urn:microsoft.com/office/officeart/2005/8/layout/hierarchy1"/>
    <dgm:cxn modelId="{0E29E4EF-B804-0D43-A083-B7A506568644}" type="presParOf" srcId="{88408C7A-C29F-F746-A3DA-9DE96E00C9FC}" destId="{0FF24E89-6736-0C46-8AC4-DB9BA88F90B5}" srcOrd="0" destOrd="0" presId="urn:microsoft.com/office/officeart/2005/8/layout/hierarchy1"/>
    <dgm:cxn modelId="{F4ED6714-E445-2F40-9476-9952D9C1A385}" type="presParOf" srcId="{88408C7A-C29F-F746-A3DA-9DE96E00C9FC}" destId="{B20F5047-C1B3-2246-A74F-840ADEBBFC1E}" srcOrd="1" destOrd="0" presId="urn:microsoft.com/office/officeart/2005/8/layout/hierarchy1"/>
    <dgm:cxn modelId="{D42580A8-12F7-9F47-B0EE-E5C6AC9E1D45}" type="presParOf" srcId="{0AF22896-CC94-7846-AB25-2AEE1078A11F}" destId="{37F54F48-5905-DB41-8071-8DB5645A8E6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02292B-31C2-6345-88EB-15EAC7E96D33}">
      <dsp:nvSpPr>
        <dsp:cNvPr id="0" name=""/>
        <dsp:cNvSpPr/>
      </dsp:nvSpPr>
      <dsp:spPr>
        <a:xfrm>
          <a:off x="0" y="0"/>
          <a:ext cx="4224528" cy="576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تحليل ودراسة النظم الحالية</a:t>
          </a:r>
          <a:endParaRPr lang="en-US" sz="1500" kern="1200"/>
        </a:p>
      </dsp:txBody>
      <dsp:txXfrm>
        <a:off x="16873" y="16873"/>
        <a:ext cx="3535500" cy="542326"/>
      </dsp:txXfrm>
    </dsp:sp>
    <dsp:sp modelId="{471AE5EF-2F5A-C54A-B75B-D0A6CA6F0260}">
      <dsp:nvSpPr>
        <dsp:cNvPr id="0" name=""/>
        <dsp:cNvSpPr/>
      </dsp:nvSpPr>
      <dsp:spPr>
        <a:xfrm>
          <a:off x="315468" y="656082"/>
          <a:ext cx="4224528" cy="576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تحديد متطلبات النظم الجديدة</a:t>
          </a:r>
          <a:endParaRPr lang="en-US" sz="1500" kern="1200"/>
        </a:p>
      </dsp:txBody>
      <dsp:txXfrm>
        <a:off x="332341" y="672955"/>
        <a:ext cx="3500867" cy="542326"/>
      </dsp:txXfrm>
    </dsp:sp>
    <dsp:sp modelId="{F25E7FF8-200B-2B4F-90AD-621BD23427FE}">
      <dsp:nvSpPr>
        <dsp:cNvPr id="0" name=""/>
        <dsp:cNvSpPr/>
      </dsp:nvSpPr>
      <dsp:spPr>
        <a:xfrm>
          <a:off x="630935" y="1312164"/>
          <a:ext cx="4224528" cy="576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اقتراح حلول لمعالجة مشكلات النظام الحالية وتوفير متطلبات النظم الجديدة</a:t>
          </a:r>
          <a:endParaRPr lang="en-US" sz="1500" kern="1200"/>
        </a:p>
      </dsp:txBody>
      <dsp:txXfrm>
        <a:off x="647808" y="1329037"/>
        <a:ext cx="3500867" cy="542326"/>
      </dsp:txXfrm>
    </dsp:sp>
    <dsp:sp modelId="{40AE070A-5DC3-D54C-8CBB-23B9F0891E08}">
      <dsp:nvSpPr>
        <dsp:cNvPr id="0" name=""/>
        <dsp:cNvSpPr/>
      </dsp:nvSpPr>
      <dsp:spPr>
        <a:xfrm>
          <a:off x="946404" y="1968246"/>
          <a:ext cx="4224528" cy="576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تقييم الحلول المتاحة واختيار الحل الافضل</a:t>
          </a:r>
          <a:endParaRPr lang="en-US" sz="1500" kern="1200"/>
        </a:p>
      </dsp:txBody>
      <dsp:txXfrm>
        <a:off x="963277" y="1985119"/>
        <a:ext cx="3500867" cy="542326"/>
      </dsp:txXfrm>
    </dsp:sp>
    <dsp:sp modelId="{C6EED379-7907-144C-BA30-985D4D375D42}">
      <dsp:nvSpPr>
        <dsp:cNvPr id="0" name=""/>
        <dsp:cNvSpPr/>
      </dsp:nvSpPr>
      <dsp:spPr>
        <a:xfrm>
          <a:off x="1261871" y="2624328"/>
          <a:ext cx="4224528" cy="576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تنفيذ الحل المختار ومتابعة التنفيذ والتصحيح</a:t>
          </a:r>
          <a:endParaRPr lang="en-US" sz="1500" kern="1200"/>
        </a:p>
      </dsp:txBody>
      <dsp:txXfrm>
        <a:off x="1278744" y="2641201"/>
        <a:ext cx="3500867" cy="542326"/>
      </dsp:txXfrm>
    </dsp:sp>
    <dsp:sp modelId="{684F60AC-C4DE-8B42-8377-4A7EC2DCE49D}">
      <dsp:nvSpPr>
        <dsp:cNvPr id="0" name=""/>
        <dsp:cNvSpPr/>
      </dsp:nvSpPr>
      <dsp:spPr>
        <a:xfrm>
          <a:off x="3850081" y="420852"/>
          <a:ext cx="374446" cy="374446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3934331" y="420852"/>
        <a:ext cx="205946" cy="281771"/>
      </dsp:txXfrm>
    </dsp:sp>
    <dsp:sp modelId="{EDE4080A-1472-0E4A-B44F-57EA3BED082D}">
      <dsp:nvSpPr>
        <dsp:cNvPr id="0" name=""/>
        <dsp:cNvSpPr/>
      </dsp:nvSpPr>
      <dsp:spPr>
        <a:xfrm>
          <a:off x="4165549" y="1076934"/>
          <a:ext cx="374446" cy="374446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4249799" y="1076934"/>
        <a:ext cx="205946" cy="281771"/>
      </dsp:txXfrm>
    </dsp:sp>
    <dsp:sp modelId="{48C0F4A0-90BB-FA40-8581-57B956869E0A}">
      <dsp:nvSpPr>
        <dsp:cNvPr id="0" name=""/>
        <dsp:cNvSpPr/>
      </dsp:nvSpPr>
      <dsp:spPr>
        <a:xfrm>
          <a:off x="4481017" y="1723415"/>
          <a:ext cx="374446" cy="374446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4565267" y="1723415"/>
        <a:ext cx="205946" cy="281771"/>
      </dsp:txXfrm>
    </dsp:sp>
    <dsp:sp modelId="{763241D9-5A70-A34A-9063-9EA1A515507E}">
      <dsp:nvSpPr>
        <dsp:cNvPr id="0" name=""/>
        <dsp:cNvSpPr/>
      </dsp:nvSpPr>
      <dsp:spPr>
        <a:xfrm>
          <a:off x="4796485" y="2385898"/>
          <a:ext cx="374446" cy="374446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4880735" y="2385898"/>
        <a:ext cx="205946" cy="28177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ED1CAA-F2B9-144F-9DDC-93A53125B870}">
      <dsp:nvSpPr>
        <dsp:cNvPr id="0" name=""/>
        <dsp:cNvSpPr/>
      </dsp:nvSpPr>
      <dsp:spPr>
        <a:xfrm>
          <a:off x="5550831" y="3681230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08381-B546-214D-AB53-27D439BA3F00}">
      <dsp:nvSpPr>
        <dsp:cNvPr id="0" name=""/>
        <dsp:cNvSpPr/>
      </dsp:nvSpPr>
      <dsp:spPr>
        <a:xfrm>
          <a:off x="3000535" y="2937862"/>
          <a:ext cx="2596015" cy="23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133"/>
              </a:lnTo>
              <a:lnTo>
                <a:pt x="2596015" y="159133"/>
              </a:lnTo>
              <a:lnTo>
                <a:pt x="2596015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922E68-9BE2-5E41-8A45-DAC218DE79B3}">
      <dsp:nvSpPr>
        <dsp:cNvPr id="0" name=""/>
        <dsp:cNvSpPr/>
      </dsp:nvSpPr>
      <dsp:spPr>
        <a:xfrm>
          <a:off x="4569486" y="3681230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A004C-B805-0B45-86C2-8651F040885C}">
      <dsp:nvSpPr>
        <dsp:cNvPr id="0" name=""/>
        <dsp:cNvSpPr/>
      </dsp:nvSpPr>
      <dsp:spPr>
        <a:xfrm>
          <a:off x="3000535" y="2937862"/>
          <a:ext cx="1614670" cy="23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133"/>
              </a:lnTo>
              <a:lnTo>
                <a:pt x="1614670" y="159133"/>
              </a:lnTo>
              <a:lnTo>
                <a:pt x="161467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70A436-1F22-224E-839D-32EF789D1F37}">
      <dsp:nvSpPr>
        <dsp:cNvPr id="0" name=""/>
        <dsp:cNvSpPr/>
      </dsp:nvSpPr>
      <dsp:spPr>
        <a:xfrm>
          <a:off x="2954815" y="2937862"/>
          <a:ext cx="91440" cy="11747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00405"/>
              </a:lnTo>
              <a:lnTo>
                <a:pt x="97725" y="1100405"/>
              </a:lnTo>
              <a:lnTo>
                <a:pt x="97725" y="117478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7A31E9-BCCC-8743-BC78-D0C04F2FF073}">
      <dsp:nvSpPr>
        <dsp:cNvPr id="0" name=""/>
        <dsp:cNvSpPr/>
      </dsp:nvSpPr>
      <dsp:spPr>
        <a:xfrm>
          <a:off x="1340145" y="3681230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8490D5-AE67-504F-8F00-9866130E086C}">
      <dsp:nvSpPr>
        <dsp:cNvPr id="0" name=""/>
        <dsp:cNvSpPr/>
      </dsp:nvSpPr>
      <dsp:spPr>
        <a:xfrm>
          <a:off x="1385865" y="2937862"/>
          <a:ext cx="1614670" cy="233515"/>
        </a:xfrm>
        <a:custGeom>
          <a:avLst/>
          <a:gdLst/>
          <a:ahLst/>
          <a:cxnLst/>
          <a:rect l="0" t="0" r="0" b="0"/>
          <a:pathLst>
            <a:path>
              <a:moveTo>
                <a:pt x="1614670" y="0"/>
              </a:moveTo>
              <a:lnTo>
                <a:pt x="1614670" y="159133"/>
              </a:lnTo>
              <a:lnTo>
                <a:pt x="0" y="159133"/>
              </a:lnTo>
              <a:lnTo>
                <a:pt x="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02AAE-E58D-0C45-A44D-8A9CB7B72D7A}">
      <dsp:nvSpPr>
        <dsp:cNvPr id="0" name=""/>
        <dsp:cNvSpPr/>
      </dsp:nvSpPr>
      <dsp:spPr>
        <a:xfrm>
          <a:off x="358800" y="3681230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9BC32F-C7A4-4449-81CC-D82BFB35FB14}">
      <dsp:nvSpPr>
        <dsp:cNvPr id="0" name=""/>
        <dsp:cNvSpPr/>
      </dsp:nvSpPr>
      <dsp:spPr>
        <a:xfrm>
          <a:off x="404520" y="2937862"/>
          <a:ext cx="2596015" cy="233515"/>
        </a:xfrm>
        <a:custGeom>
          <a:avLst/>
          <a:gdLst/>
          <a:ahLst/>
          <a:cxnLst/>
          <a:rect l="0" t="0" r="0" b="0"/>
          <a:pathLst>
            <a:path>
              <a:moveTo>
                <a:pt x="2596015" y="0"/>
              </a:moveTo>
              <a:lnTo>
                <a:pt x="2596015" y="159133"/>
              </a:lnTo>
              <a:lnTo>
                <a:pt x="0" y="159133"/>
              </a:lnTo>
              <a:lnTo>
                <a:pt x="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AC138F-4540-DE4A-9551-241CE73BB796}">
      <dsp:nvSpPr>
        <dsp:cNvPr id="0" name=""/>
        <dsp:cNvSpPr/>
      </dsp:nvSpPr>
      <dsp:spPr>
        <a:xfrm>
          <a:off x="2954815" y="2194493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EE5ACC-C998-D94A-9B40-66BEADE6B46E}">
      <dsp:nvSpPr>
        <dsp:cNvPr id="0" name=""/>
        <dsp:cNvSpPr/>
      </dsp:nvSpPr>
      <dsp:spPr>
        <a:xfrm>
          <a:off x="2954815" y="1451124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E45C9B-449A-2B4C-BD89-D3B5C11AB98D}">
      <dsp:nvSpPr>
        <dsp:cNvPr id="0" name=""/>
        <dsp:cNvSpPr/>
      </dsp:nvSpPr>
      <dsp:spPr>
        <a:xfrm>
          <a:off x="2954815" y="707756"/>
          <a:ext cx="91440" cy="23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351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4193AC-ADD3-D04C-BF7B-D8A8BD2A803F}">
      <dsp:nvSpPr>
        <dsp:cNvPr id="0" name=""/>
        <dsp:cNvSpPr/>
      </dsp:nvSpPr>
      <dsp:spPr>
        <a:xfrm>
          <a:off x="2599076" y="197903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FD1DE4D-77BF-7343-B9B7-A9FC03982B8A}">
      <dsp:nvSpPr>
        <dsp:cNvPr id="0" name=""/>
        <dsp:cNvSpPr/>
      </dsp:nvSpPr>
      <dsp:spPr>
        <a:xfrm>
          <a:off x="2688289" y="282655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تحليل جدوى تطوير النظام</a:t>
          </a:r>
          <a:endParaRPr lang="en-US" sz="900" kern="1200"/>
        </a:p>
      </dsp:txBody>
      <dsp:txXfrm>
        <a:off x="2703222" y="297588"/>
        <a:ext cx="773052" cy="479987"/>
      </dsp:txXfrm>
    </dsp:sp>
    <dsp:sp modelId="{9E38D66B-9D83-504C-8BD8-96F65F9CFB3B}">
      <dsp:nvSpPr>
        <dsp:cNvPr id="0" name=""/>
        <dsp:cNvSpPr/>
      </dsp:nvSpPr>
      <dsp:spPr>
        <a:xfrm>
          <a:off x="2599076" y="941271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68A3B6-5AFA-9442-93CC-E3F76CA5647C}">
      <dsp:nvSpPr>
        <dsp:cNvPr id="0" name=""/>
        <dsp:cNvSpPr/>
      </dsp:nvSpPr>
      <dsp:spPr>
        <a:xfrm>
          <a:off x="2688289" y="1026024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دراسة وتقييم بدائل تطوير النظام</a:t>
          </a:r>
          <a:endParaRPr lang="en-US" sz="900" kern="1200"/>
        </a:p>
      </dsp:txBody>
      <dsp:txXfrm>
        <a:off x="2703222" y="1040957"/>
        <a:ext cx="773052" cy="479987"/>
      </dsp:txXfrm>
    </dsp:sp>
    <dsp:sp modelId="{D6F72AF8-CF72-EA41-918B-D07F005CA12D}">
      <dsp:nvSpPr>
        <dsp:cNvPr id="0" name=""/>
        <dsp:cNvSpPr/>
      </dsp:nvSpPr>
      <dsp:spPr>
        <a:xfrm>
          <a:off x="2599076" y="1684640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1100247-CA6D-BE41-8695-6255512D53F1}">
      <dsp:nvSpPr>
        <dsp:cNvPr id="0" name=""/>
        <dsp:cNvSpPr/>
      </dsp:nvSpPr>
      <dsp:spPr>
        <a:xfrm>
          <a:off x="2688289" y="1769392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اعداد مواصفات تطوير النظام</a:t>
          </a:r>
          <a:endParaRPr lang="en-US" sz="900" kern="1200"/>
        </a:p>
      </dsp:txBody>
      <dsp:txXfrm>
        <a:off x="2703222" y="1784325"/>
        <a:ext cx="773052" cy="479987"/>
      </dsp:txXfrm>
    </dsp:sp>
    <dsp:sp modelId="{CB7A396F-6A8C-F540-BDCE-C0D6AC3D9ABD}">
      <dsp:nvSpPr>
        <dsp:cNvPr id="0" name=""/>
        <dsp:cNvSpPr/>
      </dsp:nvSpPr>
      <dsp:spPr>
        <a:xfrm>
          <a:off x="2599076" y="2428008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E3D1E4-57F9-DF49-B2D9-FAD3BBF3E5B8}">
      <dsp:nvSpPr>
        <dsp:cNvPr id="0" name=""/>
        <dsp:cNvSpPr/>
      </dsp:nvSpPr>
      <dsp:spPr>
        <a:xfrm>
          <a:off x="2688289" y="2512761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مواصفات تطوير النظام</a:t>
          </a:r>
          <a:endParaRPr lang="en-US" sz="900" kern="1200"/>
        </a:p>
      </dsp:txBody>
      <dsp:txXfrm>
        <a:off x="2703222" y="2527694"/>
        <a:ext cx="773052" cy="479987"/>
      </dsp:txXfrm>
    </dsp:sp>
    <dsp:sp modelId="{F19F01B1-9F55-1045-8A08-5266D80639E3}">
      <dsp:nvSpPr>
        <dsp:cNvPr id="0" name=""/>
        <dsp:cNvSpPr/>
      </dsp:nvSpPr>
      <dsp:spPr>
        <a:xfrm>
          <a:off x="3061" y="3171377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EC5F76C-CFB6-A040-BD2E-DE33B2F9B2F8}">
      <dsp:nvSpPr>
        <dsp:cNvPr id="0" name=""/>
        <dsp:cNvSpPr/>
      </dsp:nvSpPr>
      <dsp:spPr>
        <a:xfrm>
          <a:off x="92274" y="3256130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مواصفات قاعدة البيانات</a:t>
          </a:r>
          <a:endParaRPr lang="en-US" sz="900" kern="1200"/>
        </a:p>
      </dsp:txBody>
      <dsp:txXfrm>
        <a:off x="107207" y="3271063"/>
        <a:ext cx="773052" cy="479987"/>
      </dsp:txXfrm>
    </dsp:sp>
    <dsp:sp modelId="{6CBF8E59-C1B5-1247-8006-8C39E1C34FFB}">
      <dsp:nvSpPr>
        <dsp:cNvPr id="0" name=""/>
        <dsp:cNvSpPr/>
      </dsp:nvSpPr>
      <dsp:spPr>
        <a:xfrm>
          <a:off x="3061" y="3914746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C6DB94D-E4CA-B448-AE8B-0B7A18B87644}">
      <dsp:nvSpPr>
        <dsp:cNvPr id="0" name=""/>
        <dsp:cNvSpPr/>
      </dsp:nvSpPr>
      <dsp:spPr>
        <a:xfrm>
          <a:off x="92274" y="3999498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مقاييس وضوابط الرقابة على قاعدة البيانات</a:t>
          </a:r>
          <a:endParaRPr lang="en-US" sz="900" kern="1200"/>
        </a:p>
      </dsp:txBody>
      <dsp:txXfrm>
        <a:off x="107207" y="4014431"/>
        <a:ext cx="773052" cy="479987"/>
      </dsp:txXfrm>
    </dsp:sp>
    <dsp:sp modelId="{A6D2D1D9-7D2A-9A45-938C-9539D086A907}">
      <dsp:nvSpPr>
        <dsp:cNvPr id="0" name=""/>
        <dsp:cNvSpPr/>
      </dsp:nvSpPr>
      <dsp:spPr>
        <a:xfrm>
          <a:off x="984405" y="3171377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30EC044-82A0-2644-A944-CD9B76C6EA9B}">
      <dsp:nvSpPr>
        <dsp:cNvPr id="0" name=""/>
        <dsp:cNvSpPr/>
      </dsp:nvSpPr>
      <dsp:spPr>
        <a:xfrm>
          <a:off x="1073619" y="3256130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مواصفات التشغيل</a:t>
          </a:r>
          <a:endParaRPr lang="en-US" sz="900" kern="1200"/>
        </a:p>
      </dsp:txBody>
      <dsp:txXfrm>
        <a:off x="1088552" y="3271063"/>
        <a:ext cx="773052" cy="479987"/>
      </dsp:txXfrm>
    </dsp:sp>
    <dsp:sp modelId="{65050F7D-F425-7E45-B15D-92BFC90E43B7}">
      <dsp:nvSpPr>
        <dsp:cNvPr id="0" name=""/>
        <dsp:cNvSpPr/>
      </dsp:nvSpPr>
      <dsp:spPr>
        <a:xfrm>
          <a:off x="984405" y="3914746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6FE593A-1CD7-5F4B-B819-791C03B2A912}">
      <dsp:nvSpPr>
        <dsp:cNvPr id="0" name=""/>
        <dsp:cNvSpPr/>
      </dsp:nvSpPr>
      <dsp:spPr>
        <a:xfrm>
          <a:off x="1073619" y="3999498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مقاييس وضوابط الرقابة على التشغيل</a:t>
          </a:r>
          <a:endParaRPr lang="en-US" sz="900" kern="1200"/>
        </a:p>
      </dsp:txBody>
      <dsp:txXfrm>
        <a:off x="1088552" y="4014431"/>
        <a:ext cx="773052" cy="479987"/>
      </dsp:txXfrm>
    </dsp:sp>
    <dsp:sp modelId="{4C202F1E-7508-E54B-93E5-91BA1AD1DF8C}">
      <dsp:nvSpPr>
        <dsp:cNvPr id="0" name=""/>
        <dsp:cNvSpPr/>
      </dsp:nvSpPr>
      <dsp:spPr>
        <a:xfrm>
          <a:off x="2017755" y="4112649"/>
          <a:ext cx="2069570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D00A4D-AFDE-094C-88D0-C815DA31F4BF}">
      <dsp:nvSpPr>
        <dsp:cNvPr id="0" name=""/>
        <dsp:cNvSpPr/>
      </dsp:nvSpPr>
      <dsp:spPr>
        <a:xfrm>
          <a:off x="2106968" y="4197401"/>
          <a:ext cx="2069570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تقديم مواصفات النظام للادارة العليا للموافقة </a:t>
          </a:r>
          <a:endParaRPr lang="en-US" sz="900" kern="1200"/>
        </a:p>
      </dsp:txBody>
      <dsp:txXfrm>
        <a:off x="2121901" y="4212334"/>
        <a:ext cx="2039704" cy="479987"/>
      </dsp:txXfrm>
    </dsp:sp>
    <dsp:sp modelId="{BEE55D01-E568-5B4F-99A0-8661AF1C20E0}">
      <dsp:nvSpPr>
        <dsp:cNvPr id="0" name=""/>
        <dsp:cNvSpPr/>
      </dsp:nvSpPr>
      <dsp:spPr>
        <a:xfrm>
          <a:off x="4213747" y="3171377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2169775-1400-C84E-88A9-636236223942}">
      <dsp:nvSpPr>
        <dsp:cNvPr id="0" name=""/>
        <dsp:cNvSpPr/>
      </dsp:nvSpPr>
      <dsp:spPr>
        <a:xfrm>
          <a:off x="4302960" y="3256130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تحديدمواصفات المدخلات</a:t>
          </a:r>
          <a:endParaRPr lang="en-US" sz="900" kern="1200"/>
        </a:p>
      </dsp:txBody>
      <dsp:txXfrm>
        <a:off x="4317893" y="3271063"/>
        <a:ext cx="773052" cy="479987"/>
      </dsp:txXfrm>
    </dsp:sp>
    <dsp:sp modelId="{8908C857-0F00-D043-88C8-CC39C6C6C209}">
      <dsp:nvSpPr>
        <dsp:cNvPr id="0" name=""/>
        <dsp:cNvSpPr/>
      </dsp:nvSpPr>
      <dsp:spPr>
        <a:xfrm>
          <a:off x="4213747" y="3914746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2CA99B-33C1-4346-86C6-811B46A23F20}">
      <dsp:nvSpPr>
        <dsp:cNvPr id="0" name=""/>
        <dsp:cNvSpPr/>
      </dsp:nvSpPr>
      <dsp:spPr>
        <a:xfrm>
          <a:off x="4302960" y="3999498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مقاييس وضوابط الرقابة على المدخلات</a:t>
          </a:r>
          <a:endParaRPr lang="en-US" sz="900" kern="1200"/>
        </a:p>
      </dsp:txBody>
      <dsp:txXfrm>
        <a:off x="4317893" y="4014431"/>
        <a:ext cx="773052" cy="479987"/>
      </dsp:txXfrm>
    </dsp:sp>
    <dsp:sp modelId="{F8046ADC-657C-D741-8507-2844E3D77A36}">
      <dsp:nvSpPr>
        <dsp:cNvPr id="0" name=""/>
        <dsp:cNvSpPr/>
      </dsp:nvSpPr>
      <dsp:spPr>
        <a:xfrm>
          <a:off x="5195092" y="3171377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D2F30A4-D4F4-F147-A0F0-DB1D37DC80EA}">
      <dsp:nvSpPr>
        <dsp:cNvPr id="0" name=""/>
        <dsp:cNvSpPr/>
      </dsp:nvSpPr>
      <dsp:spPr>
        <a:xfrm>
          <a:off x="5284305" y="3256130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مواصفات المخرجات</a:t>
          </a:r>
          <a:endParaRPr lang="en-US" sz="900" kern="1200"/>
        </a:p>
      </dsp:txBody>
      <dsp:txXfrm>
        <a:off x="5299238" y="3271063"/>
        <a:ext cx="773052" cy="479987"/>
      </dsp:txXfrm>
    </dsp:sp>
    <dsp:sp modelId="{0FF24E89-6736-0C46-8AC4-DB9BA88F90B5}">
      <dsp:nvSpPr>
        <dsp:cNvPr id="0" name=""/>
        <dsp:cNvSpPr/>
      </dsp:nvSpPr>
      <dsp:spPr>
        <a:xfrm>
          <a:off x="5195092" y="3914746"/>
          <a:ext cx="802918" cy="5098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20F5047-C1B3-2246-A74F-840ADEBBFC1E}">
      <dsp:nvSpPr>
        <dsp:cNvPr id="0" name=""/>
        <dsp:cNvSpPr/>
      </dsp:nvSpPr>
      <dsp:spPr>
        <a:xfrm>
          <a:off x="5284305" y="3999498"/>
          <a:ext cx="802918" cy="509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تحديد مقاييس الرقابةعلى المخرجات</a:t>
          </a:r>
          <a:endParaRPr lang="en-US" sz="900" kern="1200"/>
        </a:p>
      </dsp:txBody>
      <dsp:txXfrm>
        <a:off x="5299238" y="4014431"/>
        <a:ext cx="773052" cy="4799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arabic.dotm</Template>
  <TotalTime>112</TotalTime>
  <Pages>5</Pages>
  <Words>798</Words>
  <Characters>4549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5337</CharactersWithSpaces>
  <SharedDoc>false</SharedDoc>
  <HyperlinkBase>http://www.ghyoom.com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2012-07-18T16:10:00Z</cp:lastPrinted>
  <dcterms:created xsi:type="dcterms:W3CDTF">2017-10-11T17:25:00Z</dcterms:created>
  <dcterms:modified xsi:type="dcterms:W3CDTF">2017-10-11T19:21:00Z</dcterms:modified>
  <cp:category/>
</cp:coreProperties>
</file>