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8E5" w:rsidRPr="008138E5" w:rsidRDefault="008138E5" w:rsidP="008138E5">
      <w:pPr>
        <w:bidi/>
        <w:rPr>
          <w:vanish/>
        </w:rPr>
      </w:pPr>
      <w:r w:rsidRPr="008138E5">
        <w:rPr>
          <w:vanish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8138E5" w:rsidRPr="008138E5" w:rsidTr="008138E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8138E5" w:rsidRPr="008138E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8138E5" w:rsidRPr="008138E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109"/>
                          <w:gridCol w:w="2300"/>
                          <w:gridCol w:w="100"/>
                          <w:gridCol w:w="900"/>
                          <w:gridCol w:w="159"/>
                          <w:gridCol w:w="5056"/>
                        </w:tblGrid>
                        <w:tr w:rsidR="008138E5" w:rsidRPr="008138E5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</w:rPr>
                                <w:t>45325</w:t>
                              </w:r>
                            </w:p>
                          </w:tc>
                        </w:tr>
                        <w:tr w:rsidR="008138E5" w:rsidRPr="008138E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</w:tr>
                        <w:tr w:rsidR="008138E5" w:rsidRPr="008138E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رمز المقرر</w:t>
                              </w:r>
                              <w:r w:rsidRPr="008138E5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</w:rPr>
                                <w:t xml:space="preserve">101 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8138E5" w:rsidRPr="008138E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</w:tr>
                        <w:tr w:rsidR="008138E5" w:rsidRPr="008138E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اسم المقرر</w:t>
                              </w:r>
                              <w:r w:rsidRPr="008138E5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proofErr w:type="spellStart"/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مبادىء</w:t>
                              </w:r>
                              <w:proofErr w:type="spellEnd"/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 xml:space="preserve"> القانون</w:t>
                              </w:r>
                            </w:p>
                          </w:tc>
                        </w:tr>
                        <w:tr w:rsidR="008138E5" w:rsidRPr="008138E5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</w:tr>
                      </w:tbl>
                      <w:p w:rsidR="008138E5" w:rsidRPr="008138E5" w:rsidRDefault="008138E5" w:rsidP="008138E5">
                        <w:pPr>
                          <w:bidi/>
                        </w:pPr>
                      </w:p>
                    </w:tc>
                  </w:tr>
                </w:tbl>
                <w:p w:rsidR="008138E5" w:rsidRPr="008138E5" w:rsidRDefault="008138E5" w:rsidP="008138E5">
                  <w:pPr>
                    <w:bidi/>
                  </w:pPr>
                </w:p>
              </w:tc>
            </w:tr>
          </w:tbl>
          <w:p w:rsidR="008138E5" w:rsidRPr="008138E5" w:rsidRDefault="008138E5" w:rsidP="008138E5">
            <w:pPr>
              <w:bidi/>
            </w:pPr>
          </w:p>
        </w:tc>
      </w:tr>
      <w:tr w:rsidR="008138E5" w:rsidRPr="008138E5" w:rsidTr="008138E5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8138E5" w:rsidRPr="008138E5" w:rsidRDefault="008138E5" w:rsidP="008138E5">
            <w:pPr>
              <w:bidi/>
            </w:pPr>
          </w:p>
        </w:tc>
      </w:tr>
      <w:tr w:rsidR="008138E5" w:rsidRPr="008138E5" w:rsidTr="008138E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6"/>
              <w:gridCol w:w="73"/>
              <w:gridCol w:w="1835"/>
            </w:tblGrid>
            <w:tr w:rsidR="008138E5" w:rsidRPr="008138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138E5" w:rsidRPr="008138E5" w:rsidRDefault="008138E5" w:rsidP="008138E5">
                  <w:pPr>
                    <w:bidi/>
                  </w:pPr>
                  <w:r w:rsidRPr="008138E5"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8138E5" w:rsidRPr="008138E5" w:rsidRDefault="008138E5" w:rsidP="008138E5">
                  <w:pPr>
                    <w:bidi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8E5" w:rsidRPr="008138E5" w:rsidRDefault="008138E5" w:rsidP="008138E5">
                  <w:pPr>
                    <w:bidi/>
                  </w:pPr>
                  <w:r w:rsidRPr="008138E5">
                    <w:t>   </w:t>
                  </w:r>
                </w:p>
              </w:tc>
            </w:tr>
          </w:tbl>
          <w:p w:rsidR="008138E5" w:rsidRPr="008138E5" w:rsidRDefault="008138E5" w:rsidP="008138E5">
            <w:pPr>
              <w:bidi/>
            </w:pPr>
          </w:p>
        </w:tc>
      </w:tr>
      <w:tr w:rsidR="008138E5" w:rsidRPr="008138E5" w:rsidTr="008138E5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8138E5" w:rsidRPr="008138E5" w:rsidRDefault="008138E5" w:rsidP="008138E5">
            <w:pPr>
              <w:bidi/>
            </w:pPr>
          </w:p>
        </w:tc>
      </w:tr>
      <w:tr w:rsidR="008138E5" w:rsidRPr="008138E5" w:rsidTr="008138E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406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74"/>
              <w:gridCol w:w="1120"/>
              <w:gridCol w:w="539"/>
              <w:gridCol w:w="392"/>
              <w:gridCol w:w="1279"/>
            </w:tblGrid>
            <w:tr w:rsidR="00682B18" w:rsidRPr="008138E5" w:rsidTr="00682B18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  <w:rPr>
                      <w:b/>
                      <w:bCs/>
                    </w:rPr>
                  </w:pPr>
                  <w:r w:rsidRPr="008138E5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82B18" w:rsidRPr="008138E5" w:rsidRDefault="00682B18" w:rsidP="008138E5">
                  <w:pPr>
                    <w:bidi/>
                    <w:rPr>
                      <w:b/>
                      <w:bCs/>
                    </w:rPr>
                  </w:pPr>
                  <w:bookmarkStart w:id="0" w:name="_GoBack"/>
                  <w:bookmarkEnd w:id="0"/>
                  <w:r>
                    <w:rPr>
                      <w:rFonts w:hint="cs"/>
                      <w:b/>
                      <w:bCs/>
                      <w:rtl/>
                    </w:rPr>
                    <w:t>اختبار شهري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82B18" w:rsidRDefault="00682B18" w:rsidP="008138E5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82B18" w:rsidRDefault="00682B18" w:rsidP="008138E5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82B18" w:rsidRDefault="00682B18" w:rsidP="008138E5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مجموع الفصلي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430102942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433105806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434100764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45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434103149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434106864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44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434160067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435100001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42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435100021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435100263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435100349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435100562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FF6EF9">
                  <w:pPr>
                    <w:bidi/>
                  </w:pPr>
                  <w:r>
                    <w:rPr>
                      <w:rFonts w:hint="cs"/>
                      <w:rtl/>
                    </w:rPr>
                    <w:t>41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435101207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42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435101538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435101884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435102107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435102535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lastRenderedPageBreak/>
                    <w:t>435102777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435102952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435103258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435103322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42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435103954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435104800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435105604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435105679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435105974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435106851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435106980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435108239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FF6EF9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FF6EF9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435108327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435160219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45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435190361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435190711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436100149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436100381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436100440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436100551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436100597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436100679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436100875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436100896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436101104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436101139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436101271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lastRenderedPageBreak/>
                    <w:t>436101290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436101392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436101397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436101697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45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436102012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F2190C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436102058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436102225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436102244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436102254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436102372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436102391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31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436102455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39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436102508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436102520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436102652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436102738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436102795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56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436102799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436102857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436102914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436103038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436103074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436103146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436103362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39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436103463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436103490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436103549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lastRenderedPageBreak/>
                    <w:t>436103576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436103668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436103791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436103862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436103964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436103980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436104260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436104376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436104385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436104391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436104420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436104580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436104629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436104937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436104947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436105045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436105091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436105093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436105171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436105208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436105633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436105768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436105816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44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436105818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436105864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436105959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39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436106170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lastRenderedPageBreak/>
                    <w:t>436106186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436106323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436106351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436106446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436106519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436106580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1F6002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1F6002">
                  <w:pPr>
                    <w:bidi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436106582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436106627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42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436106651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436106783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436106801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436106938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51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436107061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436107262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436107989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682B18" w:rsidRPr="008138E5" w:rsidTr="00682B1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82B18" w:rsidRPr="008138E5" w:rsidRDefault="00682B18" w:rsidP="008138E5">
                  <w:pPr>
                    <w:bidi/>
                  </w:pPr>
                  <w:r w:rsidRPr="008138E5">
                    <w:t>436160001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82B18" w:rsidRPr="008138E5" w:rsidRDefault="00682B18" w:rsidP="008138E5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</w:tbl>
          <w:p w:rsidR="008138E5" w:rsidRPr="008138E5" w:rsidRDefault="008138E5" w:rsidP="008138E5">
            <w:pPr>
              <w:bidi/>
            </w:pPr>
          </w:p>
        </w:tc>
      </w:tr>
      <w:tr w:rsidR="008138E5" w:rsidRPr="008138E5" w:rsidTr="008138E5">
        <w:trPr>
          <w:tblCellSpacing w:w="0" w:type="dxa"/>
        </w:trPr>
        <w:tc>
          <w:tcPr>
            <w:tcW w:w="0" w:type="auto"/>
            <w:vAlign w:val="center"/>
            <w:hideMark/>
          </w:tcPr>
          <w:p w:rsidR="008138E5" w:rsidRPr="008138E5" w:rsidRDefault="008138E5" w:rsidP="008138E5">
            <w:pPr>
              <w:bidi/>
            </w:pPr>
            <w:r w:rsidRPr="008138E5"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8138E5" w:rsidRPr="008138E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138E5" w:rsidRPr="008138E5" w:rsidRDefault="008138E5" w:rsidP="008138E5">
                  <w:pPr>
                    <w:bidi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8E5" w:rsidRPr="008138E5" w:rsidRDefault="008138E5" w:rsidP="008138E5">
                  <w:pPr>
                    <w:bidi/>
                  </w:pPr>
                </w:p>
              </w:tc>
            </w:tr>
          </w:tbl>
          <w:p w:rsidR="008138E5" w:rsidRPr="008138E5" w:rsidRDefault="008138E5" w:rsidP="008138E5">
            <w:pPr>
              <w:bidi/>
            </w:pPr>
          </w:p>
        </w:tc>
      </w:tr>
    </w:tbl>
    <w:p w:rsidR="008138E5" w:rsidRPr="008138E5" w:rsidRDefault="008138E5" w:rsidP="008138E5">
      <w:pPr>
        <w:bidi/>
        <w:rPr>
          <w:vanish/>
        </w:rPr>
      </w:pPr>
      <w:r w:rsidRPr="008138E5">
        <w:rPr>
          <w:vanish/>
          <w:rtl/>
        </w:rPr>
        <w:t>أسفل النموذج</w:t>
      </w:r>
    </w:p>
    <w:p w:rsidR="008138E5" w:rsidRPr="008138E5" w:rsidRDefault="008138E5" w:rsidP="008138E5">
      <w:pPr>
        <w:bidi/>
      </w:pPr>
      <w:r w:rsidRPr="008138E5">
        <w:rPr>
          <w:rtl/>
        </w:rPr>
        <w:t> </w:t>
      </w:r>
    </w:p>
    <w:p w:rsidR="003908E7" w:rsidRDefault="003908E7" w:rsidP="008138E5">
      <w:pPr>
        <w:bidi/>
      </w:pPr>
    </w:p>
    <w:sectPr w:rsidR="003908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2C9"/>
    <w:rsid w:val="000822C9"/>
    <w:rsid w:val="001812B0"/>
    <w:rsid w:val="001B6312"/>
    <w:rsid w:val="001F6002"/>
    <w:rsid w:val="00307623"/>
    <w:rsid w:val="003908E7"/>
    <w:rsid w:val="00682B18"/>
    <w:rsid w:val="008138E5"/>
    <w:rsid w:val="00962290"/>
    <w:rsid w:val="00A52D10"/>
    <w:rsid w:val="00DE4781"/>
    <w:rsid w:val="00EE7AE3"/>
    <w:rsid w:val="00F2190C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46A123-99BF-484B-9156-6DAC389E9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1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5641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608660232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9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946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Desktop\New%20folder\&#1602;&#1608;&#1575;&#1574;&#1605;%20&#1605;&#1576;&#1575;&#1583;&#1574;%20&#1602;&#1575;&#1606;&#1608;&#1606;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قوائم مبادئ قانون</Template>
  <TotalTime>0</TotalTime>
  <Pages>5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2017-01-07T13:35:00Z</dcterms:created>
  <dcterms:modified xsi:type="dcterms:W3CDTF">2017-01-07T13:35:00Z</dcterms:modified>
</cp:coreProperties>
</file>