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9"/>
        <w:gridCol w:w="1844"/>
        <w:gridCol w:w="1559"/>
        <w:gridCol w:w="2269"/>
        <w:gridCol w:w="1559"/>
        <w:gridCol w:w="1818"/>
        <w:gridCol w:w="1440"/>
        <w:gridCol w:w="622"/>
      </w:tblGrid>
      <w:tr w:rsidR="00426731" w:rsidRPr="00B847BB" w:rsidTr="00426731">
        <w:trPr>
          <w:trHeight w:val="255"/>
        </w:trPr>
        <w:tc>
          <w:tcPr>
            <w:tcW w:w="710" w:type="pct"/>
            <w:shd w:val="clear" w:color="auto" w:fill="C3E0F2" w:themeFill="accent3" w:themeFillTint="33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المجموع </w:t>
            </w:r>
          </w:p>
        </w:tc>
        <w:tc>
          <w:tcPr>
            <w:tcW w:w="712" w:type="pct"/>
            <w:shd w:val="clear" w:color="auto" w:fill="C3E0F2" w:themeFill="accent3" w:themeFillTint="33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</w:t>
            </w:r>
            <w:r w:rsidR="0089375D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رجات</w:t>
            </w:r>
            <w:bookmarkStart w:id="0" w:name="_GoBack"/>
            <w:bookmarkEnd w:id="0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اضافية لخطة تعديل السلوك (3) </w:t>
            </w:r>
          </w:p>
        </w:tc>
        <w:tc>
          <w:tcPr>
            <w:tcW w:w="602" w:type="pct"/>
            <w:shd w:val="clear" w:color="auto" w:fill="C3E0F2" w:themeFill="accent3" w:themeFillTint="33"/>
            <w:noWrap/>
            <w:vAlign w:val="center"/>
            <w:hideMark/>
          </w:tcPr>
          <w:p w:rsidR="00426731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GB" w:eastAsia="en-GB"/>
              </w:rPr>
              <w:t>درجة المشاركة</w:t>
            </w:r>
          </w:p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GB" w:eastAsia="en-GB"/>
              </w:rPr>
              <w:t xml:space="preserve"> (الدرجة الكلية = 10)</w:t>
            </w:r>
          </w:p>
        </w:tc>
        <w:tc>
          <w:tcPr>
            <w:tcW w:w="876" w:type="pct"/>
            <w:shd w:val="clear" w:color="auto" w:fill="C3E0F2" w:themeFill="accent3" w:themeFillTint="33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درجة تقرير الزيارة الميدانية (الدرجة الكلية = 20) </w:t>
            </w:r>
          </w:p>
        </w:tc>
        <w:tc>
          <w:tcPr>
            <w:tcW w:w="602" w:type="pct"/>
            <w:shd w:val="clear" w:color="auto" w:fill="C3E0F2" w:themeFill="accent3" w:themeFillTint="33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درجة اضافية لحضور الاختبار</w:t>
            </w:r>
          </w:p>
        </w:tc>
        <w:tc>
          <w:tcPr>
            <w:tcW w:w="702" w:type="pct"/>
            <w:shd w:val="clear" w:color="auto" w:fill="C3E0F2" w:themeFill="accent3" w:themeFillTint="33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الاختبار الفصلي (الدرجة الكلية =30)</w:t>
            </w: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56" w:type="pct"/>
            <w:shd w:val="clear" w:color="auto" w:fill="C3E0F2" w:themeFill="accent3" w:themeFillTint="33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رقم الطالب</w:t>
            </w:r>
          </w:p>
        </w:tc>
        <w:tc>
          <w:tcPr>
            <w:tcW w:w="240" w:type="pct"/>
            <w:shd w:val="clear" w:color="auto" w:fill="C3E0F2" w:themeFill="accent3" w:themeFillTint="33"/>
            <w:vAlign w:val="center"/>
          </w:tcPr>
          <w:p w:rsidR="00426731" w:rsidRPr="00B847BB" w:rsidRDefault="00426731" w:rsidP="00426731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55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8.75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18.75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432201553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56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10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18.5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433200125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54.75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9.25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17.75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24.25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433200938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shd w:val="clear" w:color="auto" w:fill="B3D5AB" w:themeFill="accent4" w:themeFillTint="66"/>
            <w:vAlign w:val="center"/>
          </w:tcPr>
          <w:p w:rsidR="00426731" w:rsidRPr="00B847BB" w:rsidRDefault="00426731" w:rsidP="00426731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>منسحب</w:t>
            </w:r>
          </w:p>
        </w:tc>
        <w:tc>
          <w:tcPr>
            <w:tcW w:w="712" w:type="pct"/>
            <w:shd w:val="clear" w:color="auto" w:fill="B3D5AB" w:themeFill="accent4" w:themeFillTint="66"/>
            <w:vAlign w:val="center"/>
          </w:tcPr>
          <w:p w:rsidR="00426731" w:rsidRPr="00B847BB" w:rsidRDefault="00426731" w:rsidP="00426731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>منسحب</w:t>
            </w:r>
          </w:p>
        </w:tc>
        <w:tc>
          <w:tcPr>
            <w:tcW w:w="602" w:type="pct"/>
            <w:shd w:val="clear" w:color="auto" w:fill="B3D5AB" w:themeFill="accent4" w:themeFillTint="66"/>
            <w:noWrap/>
            <w:vAlign w:val="center"/>
            <w:hideMark/>
          </w:tcPr>
          <w:p w:rsidR="00426731" w:rsidRPr="00B847BB" w:rsidRDefault="00426731" w:rsidP="0042673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val="en-GB" w:eastAsia="en-GB"/>
              </w:rPr>
              <w:t>منسحب</w:t>
            </w:r>
          </w:p>
        </w:tc>
        <w:tc>
          <w:tcPr>
            <w:tcW w:w="876" w:type="pct"/>
            <w:shd w:val="clear" w:color="auto" w:fill="B3D5AB" w:themeFill="accent4" w:themeFillTint="66"/>
            <w:vAlign w:val="center"/>
          </w:tcPr>
          <w:p w:rsidR="00426731" w:rsidRPr="00B847BB" w:rsidRDefault="00426731" w:rsidP="00426731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>منسحب</w:t>
            </w:r>
          </w:p>
        </w:tc>
        <w:tc>
          <w:tcPr>
            <w:tcW w:w="602" w:type="pct"/>
            <w:shd w:val="clear" w:color="auto" w:fill="B3D5AB" w:themeFill="accent4" w:themeFillTint="66"/>
          </w:tcPr>
          <w:p w:rsidR="00426731" w:rsidRPr="00B847BB" w:rsidRDefault="00426731" w:rsidP="00426731">
            <w:pPr>
              <w:spacing w:after="0"/>
              <w:jc w:val="center"/>
              <w:rPr>
                <w:color w:val="FF0000"/>
              </w:rPr>
            </w:pPr>
            <w:r w:rsidRPr="00B847BB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>منسحب</w:t>
            </w:r>
          </w:p>
        </w:tc>
        <w:tc>
          <w:tcPr>
            <w:tcW w:w="702" w:type="pct"/>
            <w:shd w:val="clear" w:color="auto" w:fill="B3D5AB" w:themeFill="accent4" w:themeFillTint="66"/>
          </w:tcPr>
          <w:p w:rsidR="00426731" w:rsidRPr="00B847BB" w:rsidRDefault="00426731" w:rsidP="00426731">
            <w:pPr>
              <w:spacing w:after="0"/>
              <w:jc w:val="center"/>
              <w:rPr>
                <w:color w:val="FF0000"/>
              </w:rPr>
            </w:pPr>
            <w:r w:rsidRPr="00B847BB">
              <w:rPr>
                <w:rFonts w:ascii="Sakkal Majalla" w:hAnsi="Sakkal Majalla" w:cs="Sakkal Majalla"/>
                <w:b/>
                <w:bCs/>
                <w:color w:val="FF0000"/>
                <w:sz w:val="28"/>
                <w:szCs w:val="28"/>
                <w:rtl/>
              </w:rPr>
              <w:t>منسحب</w:t>
            </w:r>
          </w:p>
        </w:tc>
        <w:tc>
          <w:tcPr>
            <w:tcW w:w="556" w:type="pct"/>
            <w:shd w:val="clear" w:color="auto" w:fill="B3D5AB" w:themeFill="accent4" w:themeFillTint="66"/>
            <w:vAlign w:val="center"/>
          </w:tcPr>
          <w:p w:rsidR="00426731" w:rsidRPr="00B847BB" w:rsidRDefault="00426731" w:rsidP="00426731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433201595</w:t>
            </w:r>
          </w:p>
        </w:tc>
        <w:tc>
          <w:tcPr>
            <w:tcW w:w="240" w:type="pct"/>
            <w:shd w:val="clear" w:color="auto" w:fill="B3D5AB" w:themeFill="accent4" w:themeFillTint="66"/>
            <w:vAlign w:val="center"/>
          </w:tcPr>
          <w:p w:rsidR="00426731" w:rsidRPr="00B847BB" w:rsidRDefault="00426731" w:rsidP="00426731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59#</w:t>
            </w: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58.5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2.75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9.25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26.5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433201910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59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#</w:t>
            </w: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58.75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2.75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9.5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17.75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27.75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434200007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6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59#</w:t>
            </w: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58.75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2.25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9.25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18.25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434200271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7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60</w:t>
            </w:r>
            <w:r w:rsidRPr="00643607">
              <w:rPr>
                <w:rFonts w:ascii="Sakkal Majalla" w:hAnsi="Sakkal Majalla" w:cs="Sakkal Majalla"/>
                <w:b/>
                <w:bCs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10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19.5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29.75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434200489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8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59#</w:t>
            </w: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58.75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2.75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9.5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19.5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434200490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9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52#</w:t>
            </w: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51.75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2.25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9.25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18.25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434200527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10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2.25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23.75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434200829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11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60#</w:t>
            </w: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59.5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9.75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18.75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434201546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12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58#</w:t>
            </w: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57.25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2.25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17.75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27.25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434201751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13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643607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60</w:t>
            </w:r>
            <w:r w:rsidRPr="00643607">
              <w:rPr>
                <w:rFonts w:ascii="Sakkal Majalla" w:hAnsi="Sakkal Majalla" w:cs="Sakkal Majalla"/>
                <w:b/>
                <w:bCs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9.75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434201851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14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58#</w:t>
            </w: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57.25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2.75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9.5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17.75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26.25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434202106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15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2.25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9.5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25.25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434202183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16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426731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6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0</w:t>
            </w:r>
            <w:r w:rsidRPr="00426731">
              <w:rPr>
                <w:rFonts w:ascii="Sakkal Majalla" w:hAnsi="Sakkal Majalla" w:cs="Sakkal Majalla"/>
                <w:b/>
                <w:bCs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10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19.5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27.5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434202218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55#</w:t>
            </w: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54.5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9.5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18.5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434202260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</w:t>
            </w:r>
          </w:p>
        </w:tc>
      </w:tr>
      <w:tr w:rsidR="00426731" w:rsidRPr="00B847BB" w:rsidTr="00412F7B">
        <w:trPr>
          <w:trHeight w:val="255"/>
        </w:trPr>
        <w:tc>
          <w:tcPr>
            <w:tcW w:w="710" w:type="pct"/>
            <w:shd w:val="clear" w:color="auto" w:fill="C3E0F2" w:themeFill="accent3" w:themeFillTint="33"/>
            <w:vAlign w:val="center"/>
          </w:tcPr>
          <w:p w:rsidR="00426731" w:rsidRPr="00B847BB" w:rsidRDefault="00426731" w:rsidP="00426731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lastRenderedPageBreak/>
              <w:t xml:space="preserve">المجموع </w:t>
            </w:r>
          </w:p>
        </w:tc>
        <w:tc>
          <w:tcPr>
            <w:tcW w:w="712" w:type="pct"/>
            <w:shd w:val="clear" w:color="auto" w:fill="C3E0F2" w:themeFill="accent3" w:themeFillTint="33"/>
            <w:vAlign w:val="center"/>
          </w:tcPr>
          <w:p w:rsidR="00426731" w:rsidRPr="00B847BB" w:rsidRDefault="00426731" w:rsidP="00426731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درجة اضافية لخطة تعديل السلوك (3) </w:t>
            </w:r>
          </w:p>
        </w:tc>
        <w:tc>
          <w:tcPr>
            <w:tcW w:w="602" w:type="pct"/>
            <w:shd w:val="clear" w:color="auto" w:fill="C3E0F2" w:themeFill="accent3" w:themeFillTint="33"/>
            <w:noWrap/>
            <w:vAlign w:val="center"/>
          </w:tcPr>
          <w:p w:rsidR="00426731" w:rsidRDefault="00426731" w:rsidP="0042673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GB" w:eastAsia="en-GB"/>
              </w:rPr>
              <w:t>درجة المشاركة</w:t>
            </w:r>
          </w:p>
          <w:p w:rsidR="00426731" w:rsidRPr="00B847BB" w:rsidRDefault="00426731" w:rsidP="00426731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GB" w:eastAsia="en-GB"/>
              </w:rPr>
              <w:t xml:space="preserve"> (الدرجة الكلية = 10)</w:t>
            </w:r>
          </w:p>
        </w:tc>
        <w:tc>
          <w:tcPr>
            <w:tcW w:w="876" w:type="pct"/>
            <w:shd w:val="clear" w:color="auto" w:fill="C3E0F2" w:themeFill="accent3" w:themeFillTint="33"/>
            <w:vAlign w:val="center"/>
          </w:tcPr>
          <w:p w:rsidR="00426731" w:rsidRPr="00B847BB" w:rsidRDefault="00426731" w:rsidP="00426731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درجة تقرير الزيارة الميدانية (الدرجة الكلية = 20) </w:t>
            </w:r>
          </w:p>
        </w:tc>
        <w:tc>
          <w:tcPr>
            <w:tcW w:w="602" w:type="pct"/>
            <w:shd w:val="clear" w:color="auto" w:fill="C3E0F2" w:themeFill="accent3" w:themeFillTint="33"/>
            <w:vAlign w:val="center"/>
          </w:tcPr>
          <w:p w:rsidR="00426731" w:rsidRPr="00B847BB" w:rsidRDefault="00426731" w:rsidP="00426731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درجة اضافية لحضور الاختبار</w:t>
            </w:r>
          </w:p>
        </w:tc>
        <w:tc>
          <w:tcPr>
            <w:tcW w:w="702" w:type="pct"/>
            <w:shd w:val="clear" w:color="auto" w:fill="C3E0F2" w:themeFill="accent3" w:themeFillTint="33"/>
            <w:vAlign w:val="center"/>
          </w:tcPr>
          <w:p w:rsidR="00426731" w:rsidRPr="00B847BB" w:rsidRDefault="00426731" w:rsidP="00426731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الاختبار الفصلي (الدرجة الكلية =30)</w:t>
            </w: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56" w:type="pct"/>
            <w:shd w:val="clear" w:color="auto" w:fill="C3E0F2" w:themeFill="accent3" w:themeFillTint="33"/>
            <w:vAlign w:val="center"/>
          </w:tcPr>
          <w:p w:rsidR="00426731" w:rsidRPr="00B847BB" w:rsidRDefault="00426731" w:rsidP="00426731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رقم الطالب</w:t>
            </w:r>
          </w:p>
        </w:tc>
        <w:tc>
          <w:tcPr>
            <w:tcW w:w="240" w:type="pct"/>
            <w:shd w:val="clear" w:color="auto" w:fill="C3E0F2" w:themeFill="accent3" w:themeFillTint="33"/>
            <w:vAlign w:val="center"/>
          </w:tcPr>
          <w:p w:rsidR="00426731" w:rsidRPr="00B847BB" w:rsidRDefault="00426731" w:rsidP="00426731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10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17.75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23.25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434202274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58#</w:t>
            </w: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57.75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2.25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10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25.5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434202304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20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60</w:t>
            </w:r>
            <w:r w:rsidRPr="00426731">
              <w:rPr>
                <w:rFonts w:ascii="Sakkal Majalla" w:hAnsi="Sakkal Majalla" w:cs="Sakkal Majalla"/>
                <w:b/>
                <w:bCs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10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19.75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28.75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434202500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21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60#</w:t>
            </w: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59.25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9.25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18.5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434202684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22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51#</w:t>
            </w: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50.75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2.75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9.75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20.25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434203792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23</w:t>
            </w:r>
          </w:p>
        </w:tc>
      </w:tr>
      <w:tr w:rsidR="00426731" w:rsidRPr="00B847BB" w:rsidTr="00426731">
        <w:trPr>
          <w:trHeight w:val="255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9.75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18.25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434203818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24</w:t>
            </w:r>
          </w:p>
        </w:tc>
      </w:tr>
      <w:tr w:rsidR="00426731" w:rsidRPr="00B847BB" w:rsidTr="00426731">
        <w:trPr>
          <w:trHeight w:val="70"/>
        </w:trPr>
        <w:tc>
          <w:tcPr>
            <w:tcW w:w="71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56</w:t>
            </w:r>
          </w:p>
        </w:tc>
        <w:tc>
          <w:tcPr>
            <w:tcW w:w="71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2" w:type="pct"/>
            <w:shd w:val="clear" w:color="auto" w:fill="auto"/>
            <w:noWrap/>
            <w:vAlign w:val="center"/>
            <w:hideMark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B847BB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9.25</w:t>
            </w:r>
          </w:p>
        </w:tc>
        <w:tc>
          <w:tcPr>
            <w:tcW w:w="87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16.75</w:t>
            </w:r>
          </w:p>
        </w:tc>
        <w:tc>
          <w:tcPr>
            <w:tcW w:w="6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2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556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434925605</w:t>
            </w:r>
          </w:p>
        </w:tc>
        <w:tc>
          <w:tcPr>
            <w:tcW w:w="240" w:type="pct"/>
            <w:vAlign w:val="center"/>
          </w:tcPr>
          <w:p w:rsidR="00426731" w:rsidRPr="00B847BB" w:rsidRDefault="00426731" w:rsidP="00B847B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B847BB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25</w:t>
            </w:r>
          </w:p>
        </w:tc>
      </w:tr>
    </w:tbl>
    <w:p w:rsidR="001E781A" w:rsidRDefault="001E781A"/>
    <w:p w:rsidR="009909AE" w:rsidRDefault="009909AE">
      <w:pPr>
        <w:rPr>
          <w:rtl/>
        </w:rPr>
      </w:pPr>
    </w:p>
    <w:p w:rsidR="000642EC" w:rsidRDefault="00EB3B33" w:rsidP="000642EC">
      <w:pPr>
        <w:rPr>
          <w:rFonts w:ascii="Sakkal Majalla" w:hAnsi="Sakkal Majalla" w:cs="Sakkal Majalla"/>
          <w:b/>
          <w:bCs/>
          <w:color w:val="D86B77" w:themeColor="accent2" w:themeTint="99"/>
          <w:sz w:val="28"/>
          <w:szCs w:val="28"/>
          <w:rtl/>
        </w:rPr>
      </w:pPr>
      <w:r w:rsidRPr="00EB3B33">
        <w:rPr>
          <w:rFonts w:ascii="Sakkal Majalla" w:hAnsi="Sakkal Majalla" w:cs="Sakkal Majalla"/>
          <w:b/>
          <w:bCs/>
          <w:color w:val="D86B77" w:themeColor="accent2" w:themeTint="99"/>
          <w:sz w:val="28"/>
          <w:szCs w:val="28"/>
        </w:rPr>
        <w:sym w:font="Wingdings" w:char="F04A"/>
      </w:r>
      <w:r w:rsidRPr="00EB3B33">
        <w:rPr>
          <w:rFonts w:ascii="Sakkal Majalla" w:hAnsi="Sakkal Majalla" w:cs="Sakkal Majalla"/>
          <w:b/>
          <w:bCs/>
          <w:color w:val="D86B77" w:themeColor="accent2" w:themeTint="99"/>
          <w:sz w:val="28"/>
          <w:szCs w:val="28"/>
          <w:rtl/>
        </w:rPr>
        <w:t xml:space="preserve"> </w:t>
      </w:r>
      <w:r w:rsidR="000642EC">
        <w:rPr>
          <w:rFonts w:ascii="Sakkal Majalla" w:hAnsi="Sakkal Majalla" w:cs="Sakkal Majalla"/>
          <w:b/>
          <w:bCs/>
          <w:color w:val="D86B77" w:themeColor="accent2" w:themeTint="99"/>
          <w:sz w:val="28"/>
          <w:szCs w:val="28"/>
        </w:rPr>
        <w:t xml:space="preserve"> </w:t>
      </w:r>
      <w:r w:rsidRPr="00EB3B33">
        <w:rPr>
          <w:rFonts w:ascii="Sakkal Majalla" w:hAnsi="Sakkal Majalla" w:cs="Sakkal Majalla"/>
          <w:b/>
          <w:bCs/>
          <w:color w:val="D86B77" w:themeColor="accent2" w:themeTint="99"/>
          <w:sz w:val="28"/>
          <w:szCs w:val="28"/>
          <w:rtl/>
        </w:rPr>
        <w:t>مع تمنياتي لكن بدوام التوفيق و النجاح</w:t>
      </w:r>
      <w:r w:rsidR="000642EC">
        <w:rPr>
          <w:rFonts w:ascii="Sakkal Majalla" w:hAnsi="Sakkal Majalla" w:cs="Sakkal Majalla"/>
          <w:b/>
          <w:bCs/>
          <w:color w:val="D86B77" w:themeColor="accent2" w:themeTint="99"/>
          <w:sz w:val="28"/>
          <w:szCs w:val="28"/>
        </w:rPr>
        <w:t xml:space="preserve">  </w:t>
      </w:r>
    </w:p>
    <w:p w:rsidR="00EB3B33" w:rsidRPr="000642EC" w:rsidRDefault="000642EC" w:rsidP="000642EC">
      <w:pPr>
        <w:rPr>
          <w:rFonts w:ascii="Bradley Hand ITC" w:hAnsi="Bradley Hand ITC" w:cs="Sakkal Majalla"/>
          <w:b/>
          <w:bCs/>
          <w:color w:val="D86B77" w:themeColor="accent2" w:themeTint="99"/>
          <w:sz w:val="28"/>
          <w:szCs w:val="28"/>
        </w:rPr>
      </w:pPr>
      <w:r w:rsidRPr="000642EC">
        <w:rPr>
          <w:rFonts w:ascii="Bradley Hand ITC" w:hAnsi="Bradley Hand ITC" w:cs="Sakkal Majalla"/>
          <w:b/>
          <w:bCs/>
          <w:color w:val="D86B77" w:themeColor="accent2" w:themeTint="99"/>
          <w:sz w:val="28"/>
          <w:szCs w:val="28"/>
          <w:lang w:val="en-GB"/>
        </w:rPr>
        <w:t xml:space="preserve">Abeer </w:t>
      </w:r>
      <w:r w:rsidRPr="000642EC">
        <w:rPr>
          <w:rFonts w:ascii="Bradley Hand ITC" w:hAnsi="Bradley Hand ITC" w:cs="Sakkal Majalla"/>
          <w:b/>
          <w:bCs/>
          <w:color w:val="D86B77" w:themeColor="accent2" w:themeTint="99"/>
          <w:sz w:val="28"/>
          <w:szCs w:val="28"/>
        </w:rPr>
        <w:t>2016</w:t>
      </w:r>
      <w:r w:rsidR="00EB3B33" w:rsidRPr="000642EC">
        <w:rPr>
          <w:rFonts w:ascii="Bradley Hand ITC" w:hAnsi="Bradley Hand ITC" w:cs="Sakkal Majalla"/>
          <w:b/>
          <w:bCs/>
          <w:color w:val="D86B77" w:themeColor="accent2" w:themeTint="99"/>
          <w:sz w:val="28"/>
          <w:szCs w:val="28"/>
          <w:rtl/>
        </w:rPr>
        <w:t xml:space="preserve"> </w:t>
      </w:r>
    </w:p>
    <w:sectPr w:rsidR="00EB3B33" w:rsidRPr="000642EC" w:rsidSect="009909AE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DB5" w:rsidRDefault="006D5DB5" w:rsidP="00EB3B33">
      <w:pPr>
        <w:spacing w:after="0" w:line="240" w:lineRule="auto"/>
      </w:pPr>
      <w:r>
        <w:separator/>
      </w:r>
    </w:p>
  </w:endnote>
  <w:endnote w:type="continuationSeparator" w:id="0">
    <w:p w:rsidR="006D5DB5" w:rsidRDefault="006D5DB5" w:rsidP="00EB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DB5" w:rsidRDefault="006D5DB5" w:rsidP="00EB3B33">
      <w:pPr>
        <w:spacing w:after="0" w:line="240" w:lineRule="auto"/>
      </w:pPr>
      <w:r>
        <w:separator/>
      </w:r>
    </w:p>
  </w:footnote>
  <w:footnote w:type="continuationSeparator" w:id="0">
    <w:p w:rsidR="006D5DB5" w:rsidRDefault="006D5DB5" w:rsidP="00EB3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731" w:rsidRDefault="00EB3B33" w:rsidP="00B847BB">
    <w:pPr>
      <w:pStyle w:val="Title"/>
      <w:jc w:val="center"/>
      <w:rPr>
        <w:rFonts w:ascii="Sakkal Majalla" w:hAnsi="Sakkal Majalla" w:cs="Sakkal Majalla"/>
        <w:b/>
        <w:bCs/>
        <w:color w:val="FF6699"/>
        <w:sz w:val="44"/>
        <w:szCs w:val="44"/>
        <w:rtl/>
      </w:rPr>
    </w:pPr>
    <w:r w:rsidRPr="00426731">
      <w:rPr>
        <w:rFonts w:ascii="Sakkal Majalla" w:hAnsi="Sakkal Majalla" w:cs="Sakkal Majalla" w:hint="cs"/>
        <w:b/>
        <w:bCs/>
        <w:color w:val="FF6699"/>
        <w:sz w:val="44"/>
        <w:szCs w:val="44"/>
        <w:rtl/>
      </w:rPr>
      <w:t xml:space="preserve">كشف تفصيلي بمجموع درجات الاعمال الفصلية لمقرر </w:t>
    </w:r>
    <w:r w:rsidR="00B847BB" w:rsidRPr="00426731">
      <w:rPr>
        <w:rFonts w:ascii="Sakkal Majalla" w:hAnsi="Sakkal Majalla" w:cs="Sakkal Majalla" w:hint="cs"/>
        <w:b/>
        <w:bCs/>
        <w:color w:val="FF6699"/>
        <w:sz w:val="44"/>
        <w:szCs w:val="44"/>
        <w:rtl/>
      </w:rPr>
      <w:t>306</w:t>
    </w:r>
    <w:r w:rsidRPr="00426731">
      <w:rPr>
        <w:rFonts w:ascii="Sakkal Majalla" w:hAnsi="Sakkal Majalla" w:cs="Sakkal Majalla" w:hint="cs"/>
        <w:b/>
        <w:bCs/>
        <w:color w:val="FF6699"/>
        <w:sz w:val="44"/>
        <w:szCs w:val="44"/>
        <w:rtl/>
      </w:rPr>
      <w:t xml:space="preserve"> خاص </w:t>
    </w:r>
    <w:r w:rsidR="00B847BB" w:rsidRPr="00426731">
      <w:rPr>
        <w:rFonts w:ascii="Sakkal Majalla" w:hAnsi="Sakkal Majalla" w:cs="Sakkal Majalla" w:hint="cs"/>
        <w:b/>
        <w:bCs/>
        <w:color w:val="FF6699"/>
        <w:sz w:val="44"/>
        <w:szCs w:val="44"/>
        <w:rtl/>
      </w:rPr>
      <w:t>إدارة و ضبط السلوك</w:t>
    </w:r>
  </w:p>
  <w:p w:rsidR="00EB3B33" w:rsidRPr="00426731" w:rsidRDefault="00B847BB" w:rsidP="00B847BB">
    <w:pPr>
      <w:pStyle w:val="Title"/>
      <w:jc w:val="center"/>
      <w:rPr>
        <w:rFonts w:ascii="Sakkal Majalla" w:hAnsi="Sakkal Majalla" w:cs="Sakkal Majalla"/>
        <w:b/>
        <w:bCs/>
        <w:color w:val="FF6699"/>
      </w:rPr>
    </w:pPr>
    <w:r w:rsidRPr="00426731">
      <w:rPr>
        <w:rFonts w:ascii="Sakkal Majalla" w:hAnsi="Sakkal Majalla" w:cs="Sakkal Majalla" w:hint="cs"/>
        <w:b/>
        <w:bCs/>
        <w:color w:val="FF6699"/>
        <w:sz w:val="44"/>
        <w:szCs w:val="44"/>
        <w:rtl/>
      </w:rPr>
      <w:t xml:space="preserve"> </w:t>
    </w:r>
    <w:r w:rsidR="00EB3B33" w:rsidRPr="00426731">
      <w:rPr>
        <w:rFonts w:ascii="Sakkal Majalla" w:hAnsi="Sakkal Majalla" w:cs="Sakkal Majalla" w:hint="cs"/>
        <w:b/>
        <w:bCs/>
        <w:color w:val="FF6699"/>
        <w:sz w:val="44"/>
        <w:szCs w:val="44"/>
        <w:rtl/>
      </w:rPr>
      <w:t>شعبة 232</w:t>
    </w:r>
    <w:r w:rsidR="00EB3B33" w:rsidRPr="00426731">
      <w:rPr>
        <w:noProof/>
        <w:color w:val="FF6699"/>
        <w:sz w:val="24"/>
        <w:szCs w:val="24"/>
        <w:lang w:val="en-GB"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C4E43CF" wp14:editId="218C3A16">
              <wp:simplePos x="0" y="0"/>
              <wp:positionH relativeFrom="rightMargin">
                <wp:align>left</wp:align>
              </wp:positionH>
              <wp:positionV relativeFrom="topMargin">
                <wp:posOffset>284521</wp:posOffset>
              </wp:positionV>
              <wp:extent cx="731520" cy="740664"/>
              <wp:effectExtent l="0" t="0" r="0" b="2540"/>
              <wp:wrapNone/>
              <wp:docPr id="70" name="Group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1520" cy="740664"/>
                        <a:chOff x="0" y="12192"/>
                        <a:chExt cx="731747" cy="746642"/>
                      </a:xfrm>
                    </wpg:grpSpPr>
                    <wps:wsp>
                      <wps:cNvPr id="71" name="Freeform 71"/>
                      <wps:cNvSpPr>
                        <a:spLocks/>
                      </wps:cNvSpPr>
                      <wps:spPr bwMode="auto">
                        <a:xfrm>
                          <a:off x="256032" y="12192"/>
                          <a:ext cx="475601" cy="473242"/>
                        </a:xfrm>
                        <a:custGeom>
                          <a:avLst/>
                          <a:gdLst>
                            <a:gd name="T0" fmla="*/ 0 w 420"/>
                            <a:gd name="T1" fmla="*/ 420 h 420"/>
                            <a:gd name="T2" fmla="*/ 0 w 420"/>
                            <a:gd name="T3" fmla="*/ 420 h 420"/>
                            <a:gd name="T4" fmla="*/ 416 w 420"/>
                            <a:gd name="T5" fmla="*/ 0 h 420"/>
                            <a:gd name="T6" fmla="*/ 420 w 420"/>
                            <a:gd name="T7" fmla="*/ 0 h 420"/>
                            <a:gd name="T8" fmla="*/ 0 w 420"/>
                            <a:gd name="T9" fmla="*/ 420 h 4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20" h="420">
                              <a:moveTo>
                                <a:pt x="0" y="420"/>
                              </a:moveTo>
                              <a:lnTo>
                                <a:pt x="0" y="420"/>
                              </a:lnTo>
                              <a:lnTo>
                                <a:pt x="416" y="0"/>
                              </a:lnTo>
                              <a:lnTo>
                                <a:pt x="420" y="0"/>
                              </a:lnTo>
                              <a:lnTo>
                                <a:pt x="0" y="42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2" name="Freeform 72"/>
                      <wps:cNvSpPr>
                        <a:spLocks/>
                      </wps:cNvSpPr>
                      <wps:spPr bwMode="auto">
                        <a:xfrm>
                          <a:off x="134112" y="48768"/>
                          <a:ext cx="595634" cy="592679"/>
                        </a:xfrm>
                        <a:custGeom>
                          <a:avLst/>
                          <a:gdLst>
                            <a:gd name="T0" fmla="*/ 0 w 526"/>
                            <a:gd name="T1" fmla="*/ 526 h 526"/>
                            <a:gd name="T2" fmla="*/ 0 w 526"/>
                            <a:gd name="T3" fmla="*/ 526 h 526"/>
                            <a:gd name="T4" fmla="*/ 522 w 526"/>
                            <a:gd name="T5" fmla="*/ 0 h 526"/>
                            <a:gd name="T6" fmla="*/ 526 w 526"/>
                            <a:gd name="T7" fmla="*/ 4 h 526"/>
                            <a:gd name="T8" fmla="*/ 0 w 526"/>
                            <a:gd name="T9" fmla="*/ 526 h 5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26" h="526">
                              <a:moveTo>
                                <a:pt x="0" y="526"/>
                              </a:moveTo>
                              <a:lnTo>
                                <a:pt x="0" y="526"/>
                              </a:lnTo>
                              <a:lnTo>
                                <a:pt x="522" y="0"/>
                              </a:lnTo>
                              <a:lnTo>
                                <a:pt x="526" y="4"/>
                              </a:lnTo>
                              <a:lnTo>
                                <a:pt x="0" y="5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3" name="Freeform 73"/>
                      <wps:cNvSpPr>
                        <a:spLocks/>
                      </wps:cNvSpPr>
                      <wps:spPr bwMode="auto">
                        <a:xfrm>
                          <a:off x="146304" y="36576"/>
                          <a:ext cx="585443" cy="582539"/>
                        </a:xfrm>
                        <a:custGeom>
                          <a:avLst/>
                          <a:gdLst>
                            <a:gd name="T0" fmla="*/ 0 w 517"/>
                            <a:gd name="T1" fmla="*/ 517 h 517"/>
                            <a:gd name="T2" fmla="*/ 0 w 517"/>
                            <a:gd name="T3" fmla="*/ 512 h 517"/>
                            <a:gd name="T4" fmla="*/ 513 w 517"/>
                            <a:gd name="T5" fmla="*/ 0 h 517"/>
                            <a:gd name="T6" fmla="*/ 517 w 517"/>
                            <a:gd name="T7" fmla="*/ 0 h 517"/>
                            <a:gd name="T8" fmla="*/ 0 w 517"/>
                            <a:gd name="T9" fmla="*/ 517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17" h="517">
                              <a:moveTo>
                                <a:pt x="0" y="517"/>
                              </a:moveTo>
                              <a:lnTo>
                                <a:pt x="0" y="512"/>
                              </a:lnTo>
                              <a:lnTo>
                                <a:pt x="513" y="0"/>
                              </a:lnTo>
                              <a:lnTo>
                                <a:pt x="517" y="0"/>
                              </a:lnTo>
                              <a:lnTo>
                                <a:pt x="0" y="51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4" name="Freeform 74"/>
                      <wps:cNvSpPr>
                        <a:spLocks/>
                      </wps:cNvSpPr>
                      <wps:spPr bwMode="auto">
                        <a:xfrm>
                          <a:off x="207264" y="97536"/>
                          <a:ext cx="522029" cy="520566"/>
                        </a:xfrm>
                        <a:custGeom>
                          <a:avLst/>
                          <a:gdLst>
                            <a:gd name="T0" fmla="*/ 0 w 461"/>
                            <a:gd name="T1" fmla="*/ 462 h 462"/>
                            <a:gd name="T2" fmla="*/ 0 w 461"/>
                            <a:gd name="T3" fmla="*/ 462 h 462"/>
                            <a:gd name="T4" fmla="*/ 457 w 461"/>
                            <a:gd name="T5" fmla="*/ 0 h 462"/>
                            <a:gd name="T6" fmla="*/ 461 w 461"/>
                            <a:gd name="T7" fmla="*/ 5 h 462"/>
                            <a:gd name="T8" fmla="*/ 0 w 461"/>
                            <a:gd name="T9" fmla="*/ 462 h 4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61" h="462">
                              <a:moveTo>
                                <a:pt x="0" y="462"/>
                              </a:moveTo>
                              <a:lnTo>
                                <a:pt x="0" y="462"/>
                              </a:lnTo>
                              <a:lnTo>
                                <a:pt x="457" y="0"/>
                              </a:lnTo>
                              <a:lnTo>
                                <a:pt x="461" y="5"/>
                              </a:lnTo>
                              <a:lnTo>
                                <a:pt x="0" y="46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5" name="Freeform 75"/>
                      <wps:cNvSpPr>
                        <a:spLocks/>
                      </wps:cNvSpPr>
                      <wps:spPr bwMode="auto">
                        <a:xfrm>
                          <a:off x="0" y="36576"/>
                          <a:ext cx="731520" cy="722258"/>
                        </a:xfrm>
                        <a:custGeom>
                          <a:avLst/>
                          <a:gdLst>
                            <a:gd name="T0" fmla="*/ 5 w 646"/>
                            <a:gd name="T1" fmla="*/ 641 h 641"/>
                            <a:gd name="T2" fmla="*/ 0 w 646"/>
                            <a:gd name="T3" fmla="*/ 641 h 641"/>
                            <a:gd name="T4" fmla="*/ 642 w 646"/>
                            <a:gd name="T5" fmla="*/ 0 h 641"/>
                            <a:gd name="T6" fmla="*/ 646 w 646"/>
                            <a:gd name="T7" fmla="*/ 0 h 641"/>
                            <a:gd name="T8" fmla="*/ 5 w 646"/>
                            <a:gd name="T9" fmla="*/ 641 h 6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46" h="641">
                              <a:moveTo>
                                <a:pt x="5" y="641"/>
                              </a:moveTo>
                              <a:lnTo>
                                <a:pt x="0" y="641"/>
                              </a:lnTo>
                              <a:lnTo>
                                <a:pt x="642" y="0"/>
                              </a:lnTo>
                              <a:lnTo>
                                <a:pt x="646" y="0"/>
                              </a:lnTo>
                              <a:lnTo>
                                <a:pt x="5" y="64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6" name="Text Box 76"/>
                      <wps:cNvSpPr txBox="1"/>
                      <wps:spPr>
                        <a:xfrm>
                          <a:off x="73152" y="12192"/>
                          <a:ext cx="356346" cy="3501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3B33" w:rsidRDefault="00EB3B33">
                            <w:pPr>
                              <w:jc w:val="right"/>
                            </w:pPr>
                            <w:r>
                              <w:rPr>
                                <w:color w:val="848484" w:themeColor="text2" w:themeTint="99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848484" w:themeColor="text2" w:themeTint="99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848484" w:themeColor="text2" w:themeTint="99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89375D">
                              <w:rPr>
                                <w:noProof/>
                                <w:color w:val="848484" w:themeColor="text2" w:themeTint="99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848484" w:themeColor="text2" w:themeTint="99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C4E43CF" id="Group 70" o:spid="_x0000_s1026" style="position:absolute;left:0;text-align:left;margin-left:0;margin-top:22.4pt;width:57.6pt;height:58.3pt;z-index:251659264;mso-position-horizontal:left;mso-position-horizontal-relative:right-margin-area;mso-position-vertical-relative:top-margin-area;mso-width-relative:margin;mso-height-relative:margin" coordorigin=",121" coordsize="7317,7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">
              <v:shape id="Freeform 71" o:spid="_x0000_s1027" style="position:absolute;left:2560;top:121;width:4756;height:4733;visibility:visible;mso-wrap-style:square;v-text-anchor:top" coordsize="420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" path="m,420r,l416,r4,l,420xe" fillcolor="#848484 [1951]" stroked="f">
                <v:path arrowok="t" o:connecttype="custom" o:connectlocs="0,473242;0,473242;471071,0;475601,0;0,473242" o:connectangles="0,0,0,0,0"/>
              </v:shape>
              <v:shape id="Freeform 72" o:spid="_x0000_s1028" style="position:absolute;left:1341;top:487;width:5956;height:5927;visibility:visible;mso-wrap-style:square;v-text-anchor:top" coordsize="526,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" path="m,526r,l522,r4,4l,526xe" fillcolor="#848484 [1951]" stroked="f">
                <v:path arrowok="t" o:connecttype="custom" o:connectlocs="0,592679;0,592679;591104,0;595634,4507;0,592679" o:connectangles="0,0,0,0,0"/>
              </v:shape>
              <v:shape id="Freeform 73" o:spid="_x0000_s1029" style="position:absolute;left:1463;top:365;width:5854;height:5826;visibility:visible;mso-wrap-style:square;v-text-anchor:top" coordsize="51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" path="m,517r,-5l513,r4,l,517xe" fillcolor="#848484 [1951]" stroked="f">
                <v:path arrowok="t" o:connecttype="custom" o:connectlocs="0,582539;0,576905;580913,0;585443,0;0,582539" o:connectangles="0,0,0,0,0"/>
              </v:shape>
              <v:shape id="Freeform 74" o:spid="_x0000_s1030" style="position:absolute;left:2072;top:975;width:5220;height:5206;visibility:visible;mso-wrap-style:square;v-text-anchor:top" coordsize="461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" path="m,462r,l457,r4,5l,462xe" fillcolor="#848484 [1951]" stroked="f">
                <v:path arrowok="t" o:connecttype="custom" o:connectlocs="0,520566;0,520566;517499,0;522029,5634;0,520566" o:connectangles="0,0,0,0,0"/>
              </v:shape>
              <v:shape id="Freeform 75" o:spid="_x0000_s1031" style="position:absolute;top:365;width:7315;height:7223;visibility:visible;mso-wrap-style:square;v-text-anchor:top" coordsize="646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" path="m5,641r-5,l642,r4,l5,641xe" fillcolor="#848484 [1951]" stroked="f">
                <v:path arrowok="t" o:connecttype="custom" o:connectlocs="5662,722258;0,722258;726990,0;731520,0;5662,722258" o:connectangles="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32" type="#_x0000_t202" style="position:absolute;left:731;top:121;width:3563;height:3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" filled="f" stroked="f" strokeweight=".5pt">
                <v:textbox inset="0,0,0,0">
                  <w:txbxContent>
                    <w:p w:rsidR="00EB3B33" w:rsidRDefault="00EB3B33">
                      <w:pPr>
                        <w:jc w:val="right"/>
                      </w:pPr>
                      <w:r>
                        <w:rPr>
                          <w:color w:val="848484" w:themeColor="text2" w:themeTint="99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848484" w:themeColor="text2" w:themeTint="99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848484" w:themeColor="text2" w:themeTint="99"/>
                          <w:sz w:val="24"/>
                          <w:szCs w:val="24"/>
                        </w:rPr>
                        <w:fldChar w:fldCharType="separate"/>
                      </w:r>
                      <w:r w:rsidR="0089375D">
                        <w:rPr>
                          <w:noProof/>
                          <w:color w:val="848484" w:themeColor="text2" w:themeTint="99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848484" w:themeColor="text2" w:themeTint="99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mc:Fallback>
      </mc:AlternateContent>
    </w:r>
    <w:r w:rsidRPr="00426731">
      <w:rPr>
        <w:rFonts w:ascii="Sakkal Majalla" w:hAnsi="Sakkal Majalla" w:cs="Sakkal Majalla" w:hint="cs"/>
        <w:b/>
        <w:bCs/>
        <w:color w:val="FF6699"/>
        <w:sz w:val="44"/>
        <w:szCs w:val="44"/>
        <w:rtl/>
      </w:rPr>
      <w:t>65</w:t>
    </w:r>
  </w:p>
  <w:p w:rsidR="00EB3B33" w:rsidRDefault="00EB3B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AE"/>
    <w:rsid w:val="000642EC"/>
    <w:rsid w:val="001E781A"/>
    <w:rsid w:val="00324C89"/>
    <w:rsid w:val="00426731"/>
    <w:rsid w:val="00643607"/>
    <w:rsid w:val="006D5DB5"/>
    <w:rsid w:val="0089375D"/>
    <w:rsid w:val="009909AE"/>
    <w:rsid w:val="00B847BB"/>
    <w:rsid w:val="00BC44EB"/>
    <w:rsid w:val="00EB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17BA0"/>
  <w15:chartTrackingRefBased/>
  <w15:docId w15:val="{17ED8648-01F5-4B9B-8C5B-66E2917F4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aps/>
    </w:rPr>
  </w:style>
  <w:style w:type="character" w:styleId="Strong">
    <w:name w:val="Strong"/>
    <w:basedOn w:val="DefaultParagraphFont"/>
    <w:uiPriority w:val="22"/>
    <w:qFormat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00000" w:themeColor="text1"/>
      <w:shd w:val="clear" w:color="auto" w:fill="F2F2F2" w:themeFill="background1" w:themeFillShade="F2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 w:val="0"/>
      <w:bCs w:val="0"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3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B33"/>
  </w:style>
  <w:style w:type="paragraph" w:styleId="Footer">
    <w:name w:val="footer"/>
    <w:basedOn w:val="Normal"/>
    <w:link w:val="FooterChar"/>
    <w:uiPriority w:val="99"/>
    <w:unhideWhenUsed/>
    <w:rsid w:val="00EB3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Microsoft\Templates\Report%20design%20(blank)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design (blank).dotx</Template>
  <TotalTime>33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Abeer</dc:creator>
  <cp:keywords/>
  <cp:lastModifiedBy>Abeer </cp:lastModifiedBy>
  <cp:revision>5</cp:revision>
  <dcterms:created xsi:type="dcterms:W3CDTF">2016-05-06T14:16:00Z</dcterms:created>
  <dcterms:modified xsi:type="dcterms:W3CDTF">2016-05-06T14:49:00Z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TC034577159991</vt:lpwstr>
  </property>
</Properties>
</file>