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CF" w:rsidRDefault="00C95E2D" w:rsidP="00EB34CF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47775" cy="866775"/>
            <wp:effectExtent l="19050" t="0" r="952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4CF">
        <w:t xml:space="preserve">                             King Saud University</w:t>
      </w:r>
    </w:p>
    <w:p w:rsidR="00EB34CF" w:rsidRDefault="00EB34CF" w:rsidP="00EB34CF">
      <w:r>
        <w:t xml:space="preserve">                                College of Nursing</w:t>
      </w:r>
    </w:p>
    <w:p w:rsidR="00EB34CF" w:rsidRDefault="00EB34CF" w:rsidP="00EB34CF">
      <w:r>
        <w:t xml:space="preserve">                          Medical-Surgical Nursing</w:t>
      </w:r>
    </w:p>
    <w:p w:rsidR="00EB34CF" w:rsidRDefault="00EB34CF" w:rsidP="00EB34CF">
      <w:pPr>
        <w:jc w:val="center"/>
      </w:pPr>
    </w:p>
    <w:p w:rsidR="00EB34CF" w:rsidRDefault="00EB34CF" w:rsidP="00EB34CF">
      <w:pPr>
        <w:jc w:val="center"/>
      </w:pPr>
    </w:p>
    <w:p w:rsidR="00EB34CF" w:rsidRDefault="00EB34CF" w:rsidP="00224FE3">
      <w:pPr>
        <w:jc w:val="center"/>
      </w:pPr>
      <w:r>
        <w:t>Application of Health Assessment</w:t>
      </w:r>
    </w:p>
    <w:p w:rsidR="00EB34CF" w:rsidRDefault="00EB34CF" w:rsidP="00EB34CF">
      <w:r>
        <w:t xml:space="preserve">                                                                            NURS 225</w:t>
      </w:r>
    </w:p>
    <w:p w:rsidR="00EB34CF" w:rsidRDefault="00EB34CF" w:rsidP="00EB34CF"/>
    <w:p w:rsidR="00EB34CF" w:rsidRDefault="00EB34CF" w:rsidP="00EB34CF"/>
    <w:p w:rsidR="00EB34CF" w:rsidRDefault="00EB34CF" w:rsidP="00EB34CF">
      <w:pPr>
        <w:jc w:val="center"/>
      </w:pPr>
      <w:r>
        <w:t>Performance Checklist</w:t>
      </w:r>
    </w:p>
    <w:p w:rsidR="00EB34CF" w:rsidRDefault="005A39E0" w:rsidP="00EB34CF">
      <w:pPr>
        <w:jc w:val="center"/>
      </w:pPr>
      <w:r>
        <w:t>Skin, Hair and Nail Assessment</w:t>
      </w:r>
    </w:p>
    <w:p w:rsidR="00EB34CF" w:rsidRDefault="00EB34CF" w:rsidP="00EB34CF"/>
    <w:p w:rsidR="00EB34CF" w:rsidRDefault="00EB34CF" w:rsidP="00EB34CF">
      <w:r>
        <w:t xml:space="preserve">Students Name: </w:t>
      </w:r>
      <w:r>
        <w:tab/>
        <w:t>______________________________ Rating:____________________</w:t>
      </w:r>
    </w:p>
    <w:p w:rsidR="00EB34CF" w:rsidRDefault="00EB34CF" w:rsidP="00EB34CF">
      <w:r>
        <w:t xml:space="preserve">Student Number: </w:t>
      </w:r>
      <w:r>
        <w:tab/>
        <w:t>______________________________ Date Performed:____________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B34CF" w:rsidRPr="00B70ECE" w:rsidRDefault="00EB34CF" w:rsidP="00EB34CF">
      <w:pPr>
        <w:rPr>
          <w:b/>
          <w:bCs/>
        </w:rPr>
      </w:pPr>
    </w:p>
    <w:p w:rsidR="00EB34CF" w:rsidRDefault="00EB34CF" w:rsidP="00EB34CF">
      <w:pPr>
        <w:rPr>
          <w:b/>
          <w:bCs/>
        </w:rPr>
      </w:pPr>
      <w:r w:rsidRPr="00B70ECE">
        <w:rPr>
          <w:b/>
          <w:bCs/>
        </w:rPr>
        <w:t>The student nurse should be able to:</w:t>
      </w:r>
    </w:p>
    <w:p w:rsidR="00EB34CF" w:rsidRDefault="00EB34CF" w:rsidP="00EB34CF">
      <w:pPr>
        <w:rPr>
          <w:b/>
          <w:bCs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080"/>
        <w:gridCol w:w="1350"/>
        <w:gridCol w:w="720"/>
        <w:gridCol w:w="1080"/>
        <w:gridCol w:w="1170"/>
        <w:gridCol w:w="810"/>
        <w:gridCol w:w="810"/>
      </w:tblGrid>
      <w:tr w:rsidR="00917153" w:rsidRPr="00EB34CF" w:rsidTr="00917153">
        <w:trPr>
          <w:trHeight w:val="225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917153" w:rsidRPr="00EB34CF" w:rsidRDefault="00917153" w:rsidP="00EB34CF">
            <w:pPr>
              <w:rPr>
                <w:b/>
                <w:bCs/>
              </w:rPr>
            </w:pPr>
            <w:r w:rsidRPr="00EB34CF">
              <w:rPr>
                <w:b/>
                <w:bCs/>
              </w:rPr>
              <w:t>Performance criteria</w:t>
            </w:r>
          </w:p>
        </w:tc>
        <w:tc>
          <w:tcPr>
            <w:tcW w:w="7020" w:type="dxa"/>
            <w:gridSpan w:val="7"/>
            <w:tcBorders>
              <w:bottom w:val="nil"/>
              <w:right w:val="single" w:sz="4" w:space="0" w:color="auto"/>
            </w:tcBorders>
          </w:tcPr>
          <w:p w:rsidR="00917153" w:rsidRPr="00EB34CF" w:rsidRDefault="00917153" w:rsidP="00C032EE">
            <w:pPr>
              <w:jc w:val="center"/>
              <w:rPr>
                <w:b/>
                <w:bCs/>
              </w:rPr>
            </w:pPr>
            <w:r w:rsidRPr="00EB34CF">
              <w:rPr>
                <w:b/>
                <w:bCs/>
              </w:rPr>
              <w:t>Competency level</w:t>
            </w:r>
          </w:p>
        </w:tc>
      </w:tr>
      <w:tr w:rsidR="00917153" w:rsidRPr="00EB34CF" w:rsidTr="00917153">
        <w:trPr>
          <w:trHeight w:val="225"/>
        </w:trPr>
        <w:tc>
          <w:tcPr>
            <w:tcW w:w="3708" w:type="dxa"/>
            <w:tcBorders>
              <w:top w:val="single" w:sz="4" w:space="0" w:color="auto"/>
            </w:tcBorders>
            <w:shd w:val="clear" w:color="auto" w:fill="auto"/>
          </w:tcPr>
          <w:p w:rsidR="00917153" w:rsidRPr="00EB34CF" w:rsidRDefault="00917153" w:rsidP="00EB34CF">
            <w:pPr>
              <w:rPr>
                <w:b/>
                <w:bCs/>
              </w:rPr>
            </w:pPr>
            <w:r w:rsidRPr="00EB34CF">
              <w:rPr>
                <w:b/>
                <w:bCs/>
              </w:rPr>
              <w:t>Technique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17153" w:rsidRPr="00EB34CF" w:rsidRDefault="00917153" w:rsidP="00C032EE">
            <w:pPr>
              <w:jc w:val="center"/>
              <w:rPr>
                <w:b/>
                <w:bCs/>
              </w:rPr>
            </w:pPr>
            <w:r w:rsidRPr="00EB34CF">
              <w:rPr>
                <w:b/>
                <w:bCs/>
              </w:rPr>
              <w:t>Trial 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17153" w:rsidRPr="00EB34CF" w:rsidRDefault="00917153" w:rsidP="00C032EE">
            <w:pPr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17153" w:rsidRPr="00EB34CF" w:rsidRDefault="00917153" w:rsidP="00C032EE">
            <w:pPr>
              <w:jc w:val="center"/>
              <w:rPr>
                <w:b/>
                <w:bCs/>
              </w:rPr>
            </w:pPr>
            <w:r w:rsidRPr="00EB34CF">
              <w:rPr>
                <w:b/>
                <w:bCs/>
              </w:rPr>
              <w:t>Trial 2</w:t>
            </w:r>
          </w:p>
        </w:tc>
        <w:tc>
          <w:tcPr>
            <w:tcW w:w="810" w:type="dxa"/>
          </w:tcPr>
          <w:p w:rsidR="00917153" w:rsidRPr="00EB34CF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</w:tcPr>
          <w:p w:rsidR="00917153" w:rsidRPr="00EB34CF" w:rsidRDefault="00917153" w:rsidP="00EB34CF">
            <w:pPr>
              <w:rPr>
                <w:b/>
                <w:bCs/>
              </w:rPr>
            </w:pPr>
            <w:r w:rsidRPr="00EB34CF">
              <w:rPr>
                <w:b/>
                <w:bCs/>
              </w:rPr>
              <w:t>Comment</w:t>
            </w:r>
          </w:p>
        </w:tc>
      </w:tr>
      <w:tr w:rsidR="00917153" w:rsidRPr="00EB34CF" w:rsidTr="00917153">
        <w:trPr>
          <w:trHeight w:val="225"/>
        </w:trPr>
        <w:tc>
          <w:tcPr>
            <w:tcW w:w="3708" w:type="dxa"/>
            <w:shd w:val="clear" w:color="auto" w:fill="auto"/>
          </w:tcPr>
          <w:p w:rsidR="00917153" w:rsidRPr="00EB34CF" w:rsidRDefault="00917153" w:rsidP="00917153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917153" w:rsidRPr="00917153" w:rsidRDefault="00917153" w:rsidP="00917153">
            <w:pPr>
              <w:jc w:val="center"/>
              <w:rPr>
                <w:sz w:val="22"/>
                <w:szCs w:val="22"/>
              </w:rPr>
            </w:pPr>
            <w:r w:rsidRPr="00917153">
              <w:rPr>
                <w:sz w:val="22"/>
                <w:szCs w:val="22"/>
              </w:rPr>
              <w:t>Done correctly</w:t>
            </w:r>
          </w:p>
        </w:tc>
        <w:tc>
          <w:tcPr>
            <w:tcW w:w="1350" w:type="dxa"/>
            <w:shd w:val="clear" w:color="auto" w:fill="auto"/>
          </w:tcPr>
          <w:p w:rsidR="00917153" w:rsidRPr="00917153" w:rsidRDefault="00917153" w:rsidP="00917153">
            <w:pPr>
              <w:jc w:val="center"/>
              <w:rPr>
                <w:sz w:val="22"/>
                <w:szCs w:val="22"/>
              </w:rPr>
            </w:pPr>
            <w:r w:rsidRPr="00917153">
              <w:rPr>
                <w:sz w:val="22"/>
                <w:szCs w:val="22"/>
              </w:rPr>
              <w:t>Done with assistance</w:t>
            </w:r>
          </w:p>
        </w:tc>
        <w:tc>
          <w:tcPr>
            <w:tcW w:w="720" w:type="dxa"/>
          </w:tcPr>
          <w:p w:rsidR="00917153" w:rsidRPr="00917153" w:rsidRDefault="00917153" w:rsidP="00917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 Done</w:t>
            </w:r>
          </w:p>
        </w:tc>
        <w:tc>
          <w:tcPr>
            <w:tcW w:w="1080" w:type="dxa"/>
            <w:shd w:val="clear" w:color="auto" w:fill="auto"/>
          </w:tcPr>
          <w:p w:rsidR="00917153" w:rsidRPr="00917153" w:rsidRDefault="00917153" w:rsidP="00917153">
            <w:pPr>
              <w:jc w:val="center"/>
              <w:rPr>
                <w:sz w:val="22"/>
                <w:szCs w:val="22"/>
              </w:rPr>
            </w:pPr>
            <w:r w:rsidRPr="00917153">
              <w:rPr>
                <w:sz w:val="22"/>
                <w:szCs w:val="22"/>
              </w:rPr>
              <w:t>Done correctly</w:t>
            </w:r>
          </w:p>
        </w:tc>
        <w:tc>
          <w:tcPr>
            <w:tcW w:w="1170" w:type="dxa"/>
            <w:shd w:val="clear" w:color="auto" w:fill="auto"/>
          </w:tcPr>
          <w:p w:rsidR="00917153" w:rsidRPr="00917153" w:rsidRDefault="00917153" w:rsidP="00917153">
            <w:pPr>
              <w:jc w:val="center"/>
              <w:rPr>
                <w:sz w:val="22"/>
                <w:szCs w:val="22"/>
              </w:rPr>
            </w:pPr>
            <w:r w:rsidRPr="00917153">
              <w:rPr>
                <w:sz w:val="22"/>
                <w:szCs w:val="22"/>
              </w:rPr>
              <w:t>Done with assistance</w:t>
            </w:r>
          </w:p>
        </w:tc>
        <w:tc>
          <w:tcPr>
            <w:tcW w:w="810" w:type="dxa"/>
          </w:tcPr>
          <w:p w:rsidR="00917153" w:rsidRPr="00EB34CF" w:rsidRDefault="00917153" w:rsidP="00917153">
            <w:r>
              <w:t>Not Done</w:t>
            </w:r>
          </w:p>
        </w:tc>
        <w:tc>
          <w:tcPr>
            <w:tcW w:w="810" w:type="dxa"/>
            <w:shd w:val="clear" w:color="auto" w:fill="auto"/>
          </w:tcPr>
          <w:p w:rsidR="00917153" w:rsidRPr="00EB34CF" w:rsidRDefault="00917153" w:rsidP="00917153"/>
        </w:tc>
      </w:tr>
      <w:tr w:rsidR="00917153" w:rsidRPr="00EB34CF" w:rsidTr="00917153">
        <w:trPr>
          <w:trHeight w:val="225"/>
        </w:trPr>
        <w:tc>
          <w:tcPr>
            <w:tcW w:w="3708" w:type="dxa"/>
            <w:shd w:val="clear" w:color="auto" w:fill="A6A6A6"/>
          </w:tcPr>
          <w:p w:rsidR="00917153" w:rsidRPr="00EB34CF" w:rsidRDefault="00917153" w:rsidP="00EB34CF">
            <w:r w:rsidRPr="00EB34CF">
              <w:rPr>
                <w:b/>
                <w:bCs/>
              </w:rPr>
              <w:t>Preparation</w:t>
            </w:r>
            <w:r w:rsidRPr="00EB34CF">
              <w:t>:</w:t>
            </w:r>
          </w:p>
        </w:tc>
        <w:tc>
          <w:tcPr>
            <w:tcW w:w="1080" w:type="dxa"/>
            <w:shd w:val="clear" w:color="auto" w:fill="A6A6A6"/>
          </w:tcPr>
          <w:p w:rsidR="00917153" w:rsidRPr="00EB34CF" w:rsidRDefault="00917153" w:rsidP="00EB34CF"/>
        </w:tc>
        <w:tc>
          <w:tcPr>
            <w:tcW w:w="1350" w:type="dxa"/>
            <w:shd w:val="clear" w:color="auto" w:fill="A6A6A6"/>
          </w:tcPr>
          <w:p w:rsidR="00917153" w:rsidRPr="00EB34CF" w:rsidRDefault="00917153" w:rsidP="00EB34CF"/>
        </w:tc>
        <w:tc>
          <w:tcPr>
            <w:tcW w:w="720" w:type="dxa"/>
            <w:shd w:val="clear" w:color="auto" w:fill="A6A6A6"/>
          </w:tcPr>
          <w:p w:rsidR="00917153" w:rsidRPr="00EB34CF" w:rsidRDefault="00917153" w:rsidP="00EB34CF"/>
        </w:tc>
        <w:tc>
          <w:tcPr>
            <w:tcW w:w="1080" w:type="dxa"/>
            <w:shd w:val="clear" w:color="auto" w:fill="A6A6A6"/>
          </w:tcPr>
          <w:p w:rsidR="00917153" w:rsidRPr="00EB34CF" w:rsidRDefault="00917153" w:rsidP="00EB34CF"/>
        </w:tc>
        <w:tc>
          <w:tcPr>
            <w:tcW w:w="1170" w:type="dxa"/>
            <w:shd w:val="clear" w:color="auto" w:fill="A6A6A6"/>
          </w:tcPr>
          <w:p w:rsidR="00917153" w:rsidRPr="00EB34CF" w:rsidRDefault="00917153" w:rsidP="00EB34CF"/>
        </w:tc>
        <w:tc>
          <w:tcPr>
            <w:tcW w:w="810" w:type="dxa"/>
            <w:shd w:val="clear" w:color="auto" w:fill="A6A6A6"/>
          </w:tcPr>
          <w:p w:rsidR="00917153" w:rsidRPr="00EB34CF" w:rsidRDefault="00917153" w:rsidP="00EB34CF"/>
        </w:tc>
        <w:tc>
          <w:tcPr>
            <w:tcW w:w="810" w:type="dxa"/>
            <w:shd w:val="clear" w:color="auto" w:fill="A6A6A6"/>
          </w:tcPr>
          <w:p w:rsidR="00917153" w:rsidRPr="00EB34CF" w:rsidRDefault="00917153" w:rsidP="00EB34CF"/>
        </w:tc>
      </w:tr>
      <w:tr w:rsidR="00917153" w:rsidRPr="00EB34CF" w:rsidTr="00917153">
        <w:trPr>
          <w:trHeight w:val="283"/>
        </w:trPr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pPr>
              <w:rPr>
                <w:b/>
                <w:bCs/>
              </w:rPr>
            </w:pPr>
            <w:r w:rsidRPr="00EB34CF">
              <w:rPr>
                <w:b/>
                <w:bCs/>
              </w:rPr>
              <w:t xml:space="preserve">Conduct  </w:t>
            </w:r>
            <w:r w:rsidRPr="00EB34CF">
              <w:t>general survey.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rPr>
          <w:trHeight w:val="364"/>
        </w:trPr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 w:rsidRPr="00EB34CF">
              <w:rPr>
                <w:b/>
                <w:bCs/>
              </w:rPr>
              <w:t>Review</w:t>
            </w:r>
            <w:r w:rsidRPr="00EB34CF">
              <w:t xml:space="preserve"> interview note 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>
            <w:r w:rsidRPr="00EB34CF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rPr>
          <w:trHeight w:val="345"/>
        </w:trPr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 w:rsidRPr="00EB34CF">
              <w:rPr>
                <w:b/>
                <w:bCs/>
              </w:rPr>
              <w:t>Explain</w:t>
            </w:r>
            <w:r w:rsidRPr="00EB34CF">
              <w:t xml:space="preserve"> procedure.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rPr>
          <w:trHeight w:val="270"/>
        </w:trPr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 w:rsidRPr="00EB34CF">
              <w:rPr>
                <w:b/>
                <w:bCs/>
              </w:rPr>
              <w:t>Position</w:t>
            </w:r>
            <w:r w:rsidRPr="00EB34CF">
              <w:t xml:space="preserve"> and </w:t>
            </w:r>
            <w:r w:rsidRPr="00EB34CF">
              <w:rPr>
                <w:b/>
                <w:bCs/>
              </w:rPr>
              <w:t xml:space="preserve">drape </w:t>
            </w:r>
            <w:r w:rsidRPr="00EB34CF">
              <w:t>patient correctly 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rPr>
          <w:trHeight w:val="165"/>
        </w:trPr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 w:rsidRPr="00EB34CF">
              <w:t xml:space="preserve">Ensure adequate </w:t>
            </w:r>
            <w:r w:rsidRPr="00EB34CF">
              <w:rPr>
                <w:b/>
                <w:bCs/>
              </w:rPr>
              <w:t>light.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rPr>
          <w:trHeight w:val="240"/>
        </w:trPr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 w:rsidRPr="00EB34CF">
              <w:rPr>
                <w:b/>
                <w:bCs/>
              </w:rPr>
              <w:t>Explain</w:t>
            </w:r>
            <w:r w:rsidRPr="00EB34CF">
              <w:t xml:space="preserve"> procedure to patient.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rPr>
          <w:trHeight w:val="315"/>
        </w:trPr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 w:rsidRPr="00EB34CF">
              <w:rPr>
                <w:b/>
                <w:bCs/>
              </w:rPr>
              <w:t>Wash</w:t>
            </w:r>
            <w:r w:rsidRPr="00EB34CF">
              <w:t xml:space="preserve"> hands.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rPr>
          <w:trHeight w:val="231"/>
        </w:trPr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>
              <w:t xml:space="preserve">Put the patient in the desired </w:t>
            </w:r>
            <w:r w:rsidRPr="00EB34CF">
              <w:rPr>
                <w:b/>
                <w:bCs/>
              </w:rPr>
              <w:t>position.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rPr>
          <w:trHeight w:val="315"/>
        </w:trPr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 w:rsidRPr="00EB34CF">
              <w:t xml:space="preserve"> </w:t>
            </w:r>
            <w:r w:rsidRPr="00EB34CF">
              <w:rPr>
                <w:b/>
                <w:bCs/>
              </w:rPr>
              <w:t>Expose</w:t>
            </w:r>
            <w:r w:rsidRPr="00EB34CF">
              <w:t xml:space="preserve"> body part to be examined and  </w:t>
            </w:r>
            <w:r w:rsidRPr="00EB34CF">
              <w:rPr>
                <w:b/>
                <w:bCs/>
              </w:rPr>
              <w:t>Drape</w:t>
            </w:r>
            <w:r w:rsidRPr="00EB34CF">
              <w:t xml:space="preserve"> patient appropriately 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 w:rsidRPr="00EB34CF">
              <w:rPr>
                <w:b/>
                <w:bCs/>
              </w:rPr>
              <w:t>Compare</w:t>
            </w:r>
            <w:r w:rsidRPr="00EB34CF">
              <w:t xml:space="preserve"> findings of any side of  body to the other .</w:t>
            </w:r>
          </w:p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350" w:type="dxa"/>
            <w:shd w:val="clear" w:color="auto" w:fill="auto"/>
          </w:tcPr>
          <w:p w:rsidR="00917153" w:rsidRPr="00EB34CF" w:rsidRDefault="00917153" w:rsidP="00EB34CF"/>
        </w:tc>
        <w:tc>
          <w:tcPr>
            <w:tcW w:w="720" w:type="dxa"/>
          </w:tcPr>
          <w:p w:rsidR="00917153" w:rsidRPr="00EB34CF" w:rsidRDefault="00917153" w:rsidP="00EB34CF"/>
        </w:tc>
        <w:tc>
          <w:tcPr>
            <w:tcW w:w="1080" w:type="dxa"/>
            <w:shd w:val="clear" w:color="auto" w:fill="auto"/>
          </w:tcPr>
          <w:p w:rsidR="00917153" w:rsidRPr="00EB34CF" w:rsidRDefault="00917153" w:rsidP="00EB34CF"/>
        </w:tc>
        <w:tc>
          <w:tcPr>
            <w:tcW w:w="1170" w:type="dxa"/>
            <w:shd w:val="clear" w:color="auto" w:fill="auto"/>
          </w:tcPr>
          <w:p w:rsidR="00917153" w:rsidRPr="00EB34CF" w:rsidRDefault="00917153" w:rsidP="00EB34CF"/>
        </w:tc>
        <w:tc>
          <w:tcPr>
            <w:tcW w:w="810" w:type="dxa"/>
          </w:tcPr>
          <w:p w:rsidR="00917153" w:rsidRPr="00EB34CF" w:rsidRDefault="00917153" w:rsidP="00EB34CF"/>
        </w:tc>
        <w:tc>
          <w:tcPr>
            <w:tcW w:w="810" w:type="dxa"/>
            <w:shd w:val="clear" w:color="auto" w:fill="auto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 w:rsidRPr="00EB34CF">
              <w:t xml:space="preserve"> Follow the </w:t>
            </w:r>
            <w:r w:rsidRPr="00EB34CF">
              <w:rPr>
                <w:b/>
                <w:bCs/>
              </w:rPr>
              <w:t>IPPA</w:t>
            </w:r>
            <w:r w:rsidRPr="00EB34CF">
              <w:t xml:space="preserve"> </w:t>
            </w:r>
            <w:r w:rsidRPr="00EB34CF">
              <w:rPr>
                <w:b/>
                <w:bCs/>
              </w:rPr>
              <w:t>sequence</w:t>
            </w:r>
            <w:r w:rsidRPr="00EB34CF">
              <w:t xml:space="preserve"> .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6A6A6"/>
          </w:tcPr>
          <w:p w:rsidR="00917153" w:rsidRPr="00EB34CF" w:rsidRDefault="00917153" w:rsidP="00EB34CF">
            <w:pPr>
              <w:rPr>
                <w:b/>
                <w:bCs/>
              </w:rPr>
            </w:pPr>
            <w:r w:rsidRPr="00EB34CF">
              <w:rPr>
                <w:b/>
                <w:bCs/>
              </w:rPr>
              <w:t>Inspection</w:t>
            </w:r>
            <w:r>
              <w:rPr>
                <w:b/>
                <w:bCs/>
              </w:rPr>
              <w:t xml:space="preserve"> (Skin)</w:t>
            </w:r>
          </w:p>
        </w:tc>
        <w:tc>
          <w:tcPr>
            <w:tcW w:w="1080" w:type="dxa"/>
            <w:shd w:val="clear" w:color="auto" w:fill="A6A6A6"/>
          </w:tcPr>
          <w:p w:rsidR="00917153" w:rsidRPr="00EB34CF" w:rsidRDefault="00917153" w:rsidP="00EB34CF">
            <w:pPr>
              <w:rPr>
                <w:b/>
                <w:bCs/>
              </w:rPr>
            </w:pPr>
          </w:p>
        </w:tc>
        <w:tc>
          <w:tcPr>
            <w:tcW w:w="1350" w:type="dxa"/>
            <w:shd w:val="clear" w:color="auto" w:fill="A6A6A6"/>
          </w:tcPr>
          <w:p w:rsidR="00917153" w:rsidRPr="00EB34CF" w:rsidRDefault="00917153" w:rsidP="00EB34CF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6A6A6"/>
          </w:tcPr>
          <w:p w:rsidR="00917153" w:rsidRPr="00EB34CF" w:rsidRDefault="00917153" w:rsidP="00EB34CF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6A6A6"/>
          </w:tcPr>
          <w:p w:rsidR="00917153" w:rsidRPr="00EB34CF" w:rsidRDefault="00917153" w:rsidP="00EB34CF">
            <w:pPr>
              <w:rPr>
                <w:b/>
                <w:bCs/>
              </w:rPr>
            </w:pPr>
          </w:p>
        </w:tc>
        <w:tc>
          <w:tcPr>
            <w:tcW w:w="1170" w:type="dxa"/>
            <w:shd w:val="clear" w:color="auto" w:fill="A6A6A6"/>
          </w:tcPr>
          <w:p w:rsidR="00917153" w:rsidRPr="00EB34CF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EB34CF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EB34CF" w:rsidRDefault="00917153" w:rsidP="00EB34CF">
            <w:pPr>
              <w:rPr>
                <w:b/>
                <w:bCs/>
              </w:rPr>
            </w:pPr>
          </w:p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r>
              <w:t>Inspect Skin for: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pPr>
              <w:pStyle w:val="a3"/>
              <w:numPr>
                <w:ilvl w:val="0"/>
                <w:numId w:val="1"/>
              </w:numPr>
            </w:pPr>
            <w:r>
              <w:t>Color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pPr>
              <w:pStyle w:val="a3"/>
              <w:numPr>
                <w:ilvl w:val="0"/>
                <w:numId w:val="1"/>
              </w:numPr>
            </w:pPr>
            <w:r>
              <w:t>Uniformity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pPr>
              <w:pStyle w:val="a3"/>
              <w:numPr>
                <w:ilvl w:val="0"/>
                <w:numId w:val="1"/>
              </w:numPr>
            </w:pPr>
            <w:r>
              <w:t>Thickness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pPr>
              <w:pStyle w:val="a3"/>
              <w:numPr>
                <w:ilvl w:val="0"/>
                <w:numId w:val="1"/>
              </w:numPr>
            </w:pPr>
            <w:r>
              <w:t>Symmetry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pPr>
              <w:pStyle w:val="a3"/>
              <w:numPr>
                <w:ilvl w:val="0"/>
                <w:numId w:val="1"/>
              </w:numPr>
            </w:pPr>
            <w:r>
              <w:t xml:space="preserve"> Bruises, scars, scratches, wounds, unusual marks,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Pr="00EB34CF" w:rsidRDefault="00917153" w:rsidP="00EB34CF">
            <w:pPr>
              <w:pStyle w:val="a3"/>
              <w:numPr>
                <w:ilvl w:val="0"/>
                <w:numId w:val="1"/>
              </w:numPr>
            </w:pPr>
            <w:r>
              <w:t>Lesions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EB34CF">
            <w:pPr>
              <w:pStyle w:val="a3"/>
            </w:pPr>
            <w:r>
              <w:t>f.1. location and distribution on body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EB34CF">
            <w:pPr>
              <w:pStyle w:val="a3"/>
            </w:pPr>
            <w:r>
              <w:lastRenderedPageBreak/>
              <w:t>f.2. size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EB34CF">
            <w:pPr>
              <w:pStyle w:val="a3"/>
            </w:pPr>
            <w:r>
              <w:t>f.3. color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EB34CF">
            <w:pPr>
              <w:pStyle w:val="a3"/>
            </w:pPr>
            <w:r>
              <w:t>f.4 mobility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11F7E">
            <w:pPr>
              <w:pStyle w:val="a3"/>
            </w:pPr>
            <w:r>
              <w:t>f.5 edge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11F7E">
            <w:pPr>
              <w:pStyle w:val="a3"/>
            </w:pPr>
            <w:r>
              <w:t>f.6 depth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11F7E">
            <w:pPr>
              <w:pStyle w:val="a3"/>
            </w:pPr>
            <w:r>
              <w:t>f.7 elevation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11F7E">
            <w:pPr>
              <w:pStyle w:val="a3"/>
            </w:pPr>
            <w:r>
              <w:t>f.8 consistency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6A6A6"/>
          </w:tcPr>
          <w:p w:rsidR="00917153" w:rsidRPr="00423F3A" w:rsidRDefault="00917153" w:rsidP="00811F7E">
            <w:pPr>
              <w:rPr>
                <w:b/>
                <w:bCs/>
              </w:rPr>
            </w:pPr>
            <w:r w:rsidRPr="00423F3A">
              <w:rPr>
                <w:b/>
                <w:bCs/>
              </w:rPr>
              <w:t>Palpation (Skin)</w:t>
            </w:r>
          </w:p>
        </w:tc>
        <w:tc>
          <w:tcPr>
            <w:tcW w:w="108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135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117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05020A">
            <w:r>
              <w:t>Palpate skin for: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05020A">
            <w:pPr>
              <w:pStyle w:val="a3"/>
              <w:numPr>
                <w:ilvl w:val="0"/>
                <w:numId w:val="3"/>
              </w:numPr>
            </w:pPr>
            <w:r>
              <w:t>Moisture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05020A">
            <w:pPr>
              <w:pStyle w:val="a3"/>
              <w:numPr>
                <w:ilvl w:val="0"/>
                <w:numId w:val="3"/>
              </w:numPr>
            </w:pPr>
            <w:r>
              <w:t>Temperature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05020A">
            <w:pPr>
              <w:pStyle w:val="a3"/>
              <w:numPr>
                <w:ilvl w:val="0"/>
                <w:numId w:val="3"/>
              </w:numPr>
            </w:pPr>
            <w:r>
              <w:t>Texture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05020A">
            <w:pPr>
              <w:pStyle w:val="a3"/>
              <w:numPr>
                <w:ilvl w:val="0"/>
                <w:numId w:val="3"/>
              </w:numPr>
            </w:pPr>
            <w:r>
              <w:t>Turgor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05020A">
            <w:pPr>
              <w:pStyle w:val="a3"/>
              <w:numPr>
                <w:ilvl w:val="0"/>
                <w:numId w:val="3"/>
              </w:numPr>
            </w:pPr>
            <w:r>
              <w:t>Mobility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6A6A6"/>
          </w:tcPr>
          <w:p w:rsidR="00917153" w:rsidRPr="00423F3A" w:rsidRDefault="00917153" w:rsidP="00801F4E">
            <w:pPr>
              <w:rPr>
                <w:b/>
                <w:bCs/>
              </w:rPr>
            </w:pPr>
            <w:r w:rsidRPr="00423F3A">
              <w:rPr>
                <w:b/>
                <w:bCs/>
              </w:rPr>
              <w:t>Inspection and Palpation (Hair and Scalp)</w:t>
            </w:r>
          </w:p>
        </w:tc>
        <w:tc>
          <w:tcPr>
            <w:tcW w:w="108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135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117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01F4E">
            <w:pPr>
              <w:jc w:val="both"/>
            </w:pPr>
            <w:r>
              <w:t>Inspect  and Palpate Hair for: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01F4E">
            <w:pPr>
              <w:pStyle w:val="a3"/>
              <w:numPr>
                <w:ilvl w:val="0"/>
                <w:numId w:val="4"/>
              </w:numPr>
            </w:pPr>
            <w:r>
              <w:t>Color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01F4E">
            <w:pPr>
              <w:pStyle w:val="a3"/>
              <w:numPr>
                <w:ilvl w:val="0"/>
                <w:numId w:val="4"/>
              </w:numPr>
            </w:pPr>
            <w:r>
              <w:t>Distribution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01F4E">
            <w:pPr>
              <w:pStyle w:val="a3"/>
              <w:numPr>
                <w:ilvl w:val="0"/>
                <w:numId w:val="4"/>
              </w:numPr>
            </w:pPr>
            <w:r>
              <w:t>Quantity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01F4E">
            <w:pPr>
              <w:pStyle w:val="a3"/>
              <w:numPr>
                <w:ilvl w:val="0"/>
                <w:numId w:val="4"/>
              </w:numPr>
            </w:pPr>
            <w:r>
              <w:t>Hygiene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423F3A">
            <w:pPr>
              <w:pStyle w:val="a3"/>
              <w:numPr>
                <w:ilvl w:val="0"/>
                <w:numId w:val="4"/>
              </w:numPr>
            </w:pPr>
            <w:r>
              <w:t>Skin lesions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423F3A">
            <w:pPr>
              <w:pStyle w:val="a3"/>
              <w:numPr>
                <w:ilvl w:val="0"/>
                <w:numId w:val="4"/>
              </w:numPr>
            </w:pPr>
            <w:r>
              <w:t>Texture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6A6A6"/>
          </w:tcPr>
          <w:p w:rsidR="00917153" w:rsidRPr="00423F3A" w:rsidRDefault="00917153" w:rsidP="00801F4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Inspection </w:t>
            </w:r>
            <w:r w:rsidRPr="00423F3A">
              <w:rPr>
                <w:b/>
                <w:bCs/>
              </w:rPr>
              <w:t>(Nails)</w:t>
            </w:r>
          </w:p>
        </w:tc>
        <w:tc>
          <w:tcPr>
            <w:tcW w:w="108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135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117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423F3A" w:rsidRDefault="00917153" w:rsidP="00EB34CF">
            <w:pPr>
              <w:rPr>
                <w:b/>
                <w:bCs/>
              </w:rPr>
            </w:pPr>
          </w:p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r>
              <w:t>A. Inspect  Nails for: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pPr>
              <w:ind w:left="360"/>
            </w:pPr>
            <w:r>
              <w:t>a.1 Color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pPr>
              <w:ind w:left="360"/>
            </w:pPr>
            <w:r>
              <w:t>a.2 Surface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r>
              <w:t xml:space="preserve">      a.3 Posterior and lateral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r>
              <w:t xml:space="preserve">      a.4 Hygiene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r>
              <w:t xml:space="preserve">      a.5 Posterior and Lateral                               </w:t>
            </w:r>
          </w:p>
          <w:p w:rsidR="00917153" w:rsidRDefault="00917153" w:rsidP="00C032EE">
            <w:r>
              <w:t xml:space="preserve">            nail folds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r>
              <w:t>B. Measure nail base angle (clubbing)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01F4E">
            <w:r>
              <w:t>C. Test Capillary Refill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6A6A6"/>
          </w:tcPr>
          <w:p w:rsidR="00917153" w:rsidRPr="00C032EE" w:rsidRDefault="00917153" w:rsidP="00801F4E">
            <w:pPr>
              <w:rPr>
                <w:b/>
                <w:bCs/>
              </w:rPr>
            </w:pPr>
            <w:r w:rsidRPr="00C032EE">
              <w:rPr>
                <w:b/>
                <w:bCs/>
              </w:rPr>
              <w:t>Palpation (Nails)</w:t>
            </w:r>
          </w:p>
        </w:tc>
        <w:tc>
          <w:tcPr>
            <w:tcW w:w="1080" w:type="dxa"/>
            <w:shd w:val="clear" w:color="auto" w:fill="A6A6A6"/>
          </w:tcPr>
          <w:p w:rsidR="00917153" w:rsidRPr="00C032EE" w:rsidRDefault="00917153" w:rsidP="00EB34CF">
            <w:pPr>
              <w:rPr>
                <w:b/>
                <w:bCs/>
              </w:rPr>
            </w:pPr>
          </w:p>
        </w:tc>
        <w:tc>
          <w:tcPr>
            <w:tcW w:w="1350" w:type="dxa"/>
            <w:shd w:val="clear" w:color="auto" w:fill="A6A6A6"/>
          </w:tcPr>
          <w:p w:rsidR="00917153" w:rsidRPr="00C032EE" w:rsidRDefault="00917153" w:rsidP="00EB34CF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6A6A6"/>
          </w:tcPr>
          <w:p w:rsidR="00917153" w:rsidRPr="00C032EE" w:rsidRDefault="00917153" w:rsidP="00EB34CF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6A6A6"/>
          </w:tcPr>
          <w:p w:rsidR="00917153" w:rsidRPr="00C032EE" w:rsidRDefault="00917153" w:rsidP="00EB34CF">
            <w:pPr>
              <w:rPr>
                <w:b/>
                <w:bCs/>
              </w:rPr>
            </w:pPr>
          </w:p>
        </w:tc>
        <w:tc>
          <w:tcPr>
            <w:tcW w:w="1170" w:type="dxa"/>
            <w:shd w:val="clear" w:color="auto" w:fill="A6A6A6"/>
          </w:tcPr>
          <w:p w:rsidR="00917153" w:rsidRPr="00C032EE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C032EE" w:rsidRDefault="00917153" w:rsidP="00EB34CF">
            <w:pPr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6A6A6"/>
          </w:tcPr>
          <w:p w:rsidR="00917153" w:rsidRPr="00C032EE" w:rsidRDefault="00917153" w:rsidP="00EB34CF">
            <w:pPr>
              <w:rPr>
                <w:b/>
                <w:bCs/>
              </w:rPr>
            </w:pPr>
          </w:p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801F4E">
            <w:r>
              <w:t>Palpate Nail for: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pPr>
              <w:pStyle w:val="a3"/>
              <w:numPr>
                <w:ilvl w:val="0"/>
                <w:numId w:val="10"/>
              </w:numPr>
            </w:pPr>
            <w:r>
              <w:t>Texture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pPr>
              <w:pStyle w:val="a3"/>
              <w:numPr>
                <w:ilvl w:val="0"/>
                <w:numId w:val="10"/>
              </w:numPr>
            </w:pPr>
            <w:r>
              <w:t>Firmness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pPr>
              <w:pStyle w:val="a3"/>
              <w:numPr>
                <w:ilvl w:val="0"/>
                <w:numId w:val="10"/>
              </w:numPr>
            </w:pPr>
            <w:r>
              <w:t>Thickness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  <w:tr w:rsidR="00917153" w:rsidRPr="00EB34CF" w:rsidTr="00917153">
        <w:tc>
          <w:tcPr>
            <w:tcW w:w="3708" w:type="dxa"/>
            <w:shd w:val="clear" w:color="auto" w:fill="auto"/>
          </w:tcPr>
          <w:p w:rsidR="00917153" w:rsidRDefault="00917153" w:rsidP="00C032EE">
            <w:pPr>
              <w:pStyle w:val="a3"/>
              <w:numPr>
                <w:ilvl w:val="0"/>
                <w:numId w:val="10"/>
              </w:numPr>
            </w:pPr>
            <w:r>
              <w:t>Adherence to nail bed</w:t>
            </w:r>
          </w:p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35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72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08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117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  <w:tc>
          <w:tcPr>
            <w:tcW w:w="810" w:type="dxa"/>
            <w:shd w:val="clear" w:color="auto" w:fill="FFFFFF"/>
          </w:tcPr>
          <w:p w:rsidR="00917153" w:rsidRPr="00EB34CF" w:rsidRDefault="00917153" w:rsidP="00EB34CF"/>
        </w:tc>
      </w:tr>
    </w:tbl>
    <w:p w:rsidR="00423F3A" w:rsidRDefault="00423F3A"/>
    <w:p w:rsidR="00986484" w:rsidRDefault="00986484"/>
    <w:p w:rsidR="00986484" w:rsidRDefault="00986484" w:rsidP="00986484">
      <w:r>
        <w:t xml:space="preserve">Evaluated by: </w:t>
      </w:r>
      <w:r>
        <w:tab/>
      </w:r>
      <w:r>
        <w:tab/>
        <w:t>___________________________</w:t>
      </w:r>
      <w:r>
        <w:tab/>
      </w:r>
      <w:r>
        <w:tab/>
        <w:t>Date Evaluated: __________</w:t>
      </w:r>
    </w:p>
    <w:p w:rsidR="00986484" w:rsidRDefault="00986484" w:rsidP="00986484">
      <w:r>
        <w:tab/>
      </w:r>
      <w:r>
        <w:tab/>
      </w:r>
      <w:r>
        <w:tab/>
        <w:t>Name and Signature of Faculty</w:t>
      </w:r>
    </w:p>
    <w:p w:rsidR="00986484" w:rsidRDefault="00986484" w:rsidP="00986484"/>
    <w:p w:rsidR="00423F3A" w:rsidRDefault="00423F3A"/>
    <w:sectPr w:rsidR="00423F3A" w:rsidSect="00EB34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D0D7C"/>
    <w:multiLevelType w:val="hybridMultilevel"/>
    <w:tmpl w:val="8A0688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B66AC"/>
    <w:multiLevelType w:val="hybridMultilevel"/>
    <w:tmpl w:val="4594D3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D4AEF"/>
    <w:multiLevelType w:val="hybridMultilevel"/>
    <w:tmpl w:val="8FC4F33A"/>
    <w:lvl w:ilvl="0" w:tplc="0C1628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BB3E3A"/>
    <w:multiLevelType w:val="hybridMultilevel"/>
    <w:tmpl w:val="8AFAF8C8"/>
    <w:lvl w:ilvl="0" w:tplc="002A81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3F2D3C"/>
    <w:multiLevelType w:val="hybridMultilevel"/>
    <w:tmpl w:val="2FFE76DC"/>
    <w:lvl w:ilvl="0" w:tplc="CCD81C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293467"/>
    <w:multiLevelType w:val="hybridMultilevel"/>
    <w:tmpl w:val="E8082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B0015"/>
    <w:multiLevelType w:val="hybridMultilevel"/>
    <w:tmpl w:val="8AF2E3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75BC9"/>
    <w:multiLevelType w:val="hybridMultilevel"/>
    <w:tmpl w:val="8682C946"/>
    <w:lvl w:ilvl="0" w:tplc="6972C8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41058B"/>
    <w:multiLevelType w:val="hybridMultilevel"/>
    <w:tmpl w:val="1F3A7AC6"/>
    <w:lvl w:ilvl="0" w:tplc="9E72FA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0132F0"/>
    <w:multiLevelType w:val="hybridMultilevel"/>
    <w:tmpl w:val="EFAE89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20"/>
  <w:characterSpacingControl w:val="doNotCompress"/>
  <w:compat/>
  <w:rsids>
    <w:rsidRoot w:val="00C95E2D"/>
    <w:rsid w:val="0005020A"/>
    <w:rsid w:val="00224FE3"/>
    <w:rsid w:val="002559E5"/>
    <w:rsid w:val="00423F3A"/>
    <w:rsid w:val="005A39E0"/>
    <w:rsid w:val="00655E7F"/>
    <w:rsid w:val="00801F4E"/>
    <w:rsid w:val="00810E71"/>
    <w:rsid w:val="00811F7E"/>
    <w:rsid w:val="008C7859"/>
    <w:rsid w:val="00917153"/>
    <w:rsid w:val="00986484"/>
    <w:rsid w:val="009C6713"/>
    <w:rsid w:val="00AC153C"/>
    <w:rsid w:val="00B540BB"/>
    <w:rsid w:val="00C032EE"/>
    <w:rsid w:val="00C955EC"/>
    <w:rsid w:val="00C95E2D"/>
    <w:rsid w:val="00D13D17"/>
    <w:rsid w:val="00E45333"/>
    <w:rsid w:val="00EB34CF"/>
    <w:rsid w:val="00F14002"/>
    <w:rsid w:val="00FA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CF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UR%20225\MODULE%203-%20CHECKLIST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MODULE 3- CHECKLIST</Template>
  <TotalTime>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A4COM16</dc:creator>
  <cp:lastModifiedBy>A4COM16</cp:lastModifiedBy>
  <cp:revision>1</cp:revision>
  <dcterms:created xsi:type="dcterms:W3CDTF">2015-02-10T18:15:00Z</dcterms:created>
  <dcterms:modified xsi:type="dcterms:W3CDTF">2015-02-10T18:19:00Z</dcterms:modified>
</cp:coreProperties>
</file>