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78D" w:rsidRDefault="00394A5D" w:rsidP="00394A5D">
      <w:pPr>
        <w:pStyle w:val="YourName"/>
      </w:pPr>
      <w:proofErr w:type="spellStart"/>
      <w:r>
        <w:t>Mohsin</w:t>
      </w:r>
      <w:proofErr w:type="spellEnd"/>
      <w:r>
        <w:t xml:space="preserve"> </w:t>
      </w:r>
      <w:proofErr w:type="spellStart"/>
      <w:r>
        <w:t>Alhilal</w:t>
      </w:r>
      <w:proofErr w:type="spellEnd"/>
      <w:r w:rsidR="00660E0D">
        <w:t>, PhD</w:t>
      </w:r>
    </w:p>
    <w:p w:rsidR="00C3178D" w:rsidRDefault="00B3299F" w:rsidP="00A84F7C">
      <w:pPr>
        <w:pStyle w:val="ContactInfo"/>
      </w:pPr>
      <w:r>
        <w:t xml:space="preserve">  </w:t>
      </w:r>
      <w:r w:rsidR="00394A5D">
        <w:t>055118840</w:t>
      </w:r>
      <w:r w:rsidR="00BF3F43">
        <w:t xml:space="preserve">, </w:t>
      </w:r>
      <w:r w:rsidR="00A84F7C">
        <w:t>moalhilal@ksu.edu.sa</w:t>
      </w:r>
    </w:p>
    <w:tbl>
      <w:tblPr>
        <w:tblStyle w:val="PlainTable4"/>
        <w:tblW w:w="5137" w:type="pct"/>
        <w:tblLayout w:type="fixed"/>
        <w:tblLook w:val="0000" w:firstRow="0" w:lastRow="0" w:firstColumn="0" w:lastColumn="0" w:noHBand="0" w:noVBand="0"/>
      </w:tblPr>
      <w:tblGrid>
        <w:gridCol w:w="1859"/>
        <w:gridCol w:w="7018"/>
      </w:tblGrid>
      <w:tr w:rsidR="002130F7" w:rsidRPr="00A97B5B" w:rsidTr="00FA73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9" w:type="dxa"/>
          </w:tcPr>
          <w:p w:rsidR="004A3B48" w:rsidRPr="00E23010" w:rsidRDefault="004A3B48" w:rsidP="00FF20D7">
            <w:pPr>
              <w:pStyle w:val="Heading1"/>
              <w:outlineLvl w:val="0"/>
            </w:pPr>
          </w:p>
        </w:tc>
        <w:tc>
          <w:tcPr>
            <w:tcW w:w="7018" w:type="dxa"/>
          </w:tcPr>
          <w:p w:rsidR="004A3B48" w:rsidRPr="00435BA7" w:rsidRDefault="004A3B48" w:rsidP="00394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30F7" w:rsidRPr="00A97B5B" w:rsidTr="00FA73CB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9" w:type="dxa"/>
          </w:tcPr>
          <w:p w:rsidR="004A3B48" w:rsidRPr="00435BA7" w:rsidRDefault="00117227" w:rsidP="00117227">
            <w:pPr>
              <w:pStyle w:val="Heading1"/>
              <w:outlineLvl w:val="0"/>
            </w:pPr>
            <w:r>
              <w:t>Achievements</w:t>
            </w:r>
          </w:p>
        </w:tc>
        <w:tc>
          <w:tcPr>
            <w:tcW w:w="7018" w:type="dxa"/>
          </w:tcPr>
          <w:p w:rsidR="00B3299F" w:rsidRDefault="00AD61A5" w:rsidP="007934F8">
            <w:pPr>
              <w:pStyle w:val="Heading2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Identifying Potential Savings Opportunities</w:t>
            </w:r>
          </w:p>
          <w:p w:rsidR="007934F8" w:rsidRDefault="007934F8" w:rsidP="00B25A88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Decrease VAS</w:t>
            </w:r>
            <w:r w:rsidR="00A67796">
              <w:t>/Mobile</w:t>
            </w:r>
            <w:r>
              <w:t xml:space="preserve"> operation cost </w:t>
            </w:r>
          </w:p>
          <w:p w:rsidR="007934F8" w:rsidRDefault="00AD61A5" w:rsidP="00893606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Achieved a</w:t>
            </w:r>
            <w:r w:rsidR="007934F8">
              <w:t xml:space="preserve"> cost</w:t>
            </w:r>
            <w:r>
              <w:t xml:space="preserve"> reduction</w:t>
            </w:r>
            <w:r w:rsidR="007934F8">
              <w:t xml:space="preserve"> of STC Oracle licenses in 2006 </w:t>
            </w:r>
            <w:r w:rsidR="00893606">
              <w:t>about</w:t>
            </w:r>
            <w:r w:rsidR="007934F8">
              <w:t xml:space="preserve"> 60%</w:t>
            </w:r>
          </w:p>
          <w:p w:rsidR="00475FA2" w:rsidRDefault="00475FA2" w:rsidP="00475FA2">
            <w:pPr>
              <w:pStyle w:val="Heading2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Operation </w:t>
            </w:r>
            <w:r w:rsidR="00B25A88">
              <w:t xml:space="preserve">Network </w:t>
            </w:r>
            <w:r>
              <w:t>Quality improvement</w:t>
            </w:r>
          </w:p>
          <w:p w:rsidR="00B3299F" w:rsidRDefault="00AD61A5" w:rsidP="007934F8">
            <w:pPr>
              <w:pStyle w:val="Heading2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Awards </w:t>
            </w:r>
          </w:p>
          <w:p w:rsidR="00AD61A5" w:rsidRDefault="00AD61A5" w:rsidP="007934F8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Data Discrepancy project 2015 </w:t>
            </w:r>
          </w:p>
          <w:p w:rsidR="007934F8" w:rsidRDefault="00AD61A5" w:rsidP="007934F8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Yearly Hajj</w:t>
            </w:r>
          </w:p>
          <w:p w:rsidR="00AD61A5" w:rsidRDefault="005D7737" w:rsidP="007934F8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Letter of appreciation from </w:t>
            </w:r>
            <w:r w:rsidR="00AD61A5">
              <w:t xml:space="preserve">Minister of defense </w:t>
            </w:r>
            <w:r>
              <w:t>2012</w:t>
            </w:r>
          </w:p>
          <w:p w:rsidR="005D7737" w:rsidRDefault="005D7737" w:rsidP="007934F8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 network VP appreciation certificates 2012/13/14</w:t>
            </w:r>
          </w:p>
          <w:p w:rsidR="002130F7" w:rsidRPr="00435BA7" w:rsidRDefault="005D7737" w:rsidP="00B25A88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 appreciation letters for VAS implementation projects success</w:t>
            </w:r>
          </w:p>
        </w:tc>
      </w:tr>
      <w:tr w:rsidR="00FF20D7" w:rsidRPr="00A97B5B" w:rsidTr="00FA73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9" w:type="dxa"/>
          </w:tcPr>
          <w:p w:rsidR="00FF20D7" w:rsidRDefault="00FF20D7" w:rsidP="00117227">
            <w:pPr>
              <w:pStyle w:val="Heading1"/>
              <w:outlineLvl w:val="0"/>
            </w:pPr>
            <w:r>
              <w:t>Skills</w:t>
            </w:r>
            <w:r w:rsidR="00394A5D">
              <w:t xml:space="preserve"> and Certificates </w:t>
            </w:r>
          </w:p>
        </w:tc>
        <w:tc>
          <w:tcPr>
            <w:tcW w:w="7018" w:type="dxa"/>
          </w:tcPr>
          <w:tbl>
            <w:tblPr>
              <w:tblW w:w="4932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55"/>
              <w:gridCol w:w="3354"/>
            </w:tblGrid>
            <w:tr w:rsidR="00A74F28" w:rsidRPr="00751D49" w:rsidTr="00A84F7C">
              <w:trPr>
                <w:trHeight w:hRule="exact" w:val="978"/>
              </w:trPr>
              <w:tc>
                <w:tcPr>
                  <w:tcW w:w="3355" w:type="dxa"/>
                  <w:vAlign w:val="bottom"/>
                </w:tcPr>
                <w:p w:rsidR="00A74F28" w:rsidRPr="00751D49" w:rsidRDefault="00A74F28" w:rsidP="00A74F28">
                  <w:pPr>
                    <w:pStyle w:val="ListParagraph"/>
                  </w:pPr>
                  <w:r>
                    <w:t>ITIL professional certificate</w:t>
                  </w:r>
                </w:p>
                <w:p w:rsidR="00A74F28" w:rsidRDefault="00A74F28" w:rsidP="00A74F28">
                  <w:pPr>
                    <w:pStyle w:val="ListParagraph"/>
                  </w:pPr>
                  <w:r w:rsidRPr="009A229D">
                    <w:t>Adaptability</w:t>
                  </w:r>
                </w:p>
                <w:p w:rsidR="00A74F28" w:rsidRDefault="00A74F28" w:rsidP="00A74F28">
                  <w:pPr>
                    <w:pStyle w:val="ListParagraph"/>
                  </w:pPr>
                  <w:r>
                    <w:t xml:space="preserve">Research and analysis skill </w:t>
                  </w:r>
                </w:p>
                <w:p w:rsidR="00A74F28" w:rsidRDefault="00A74F28" w:rsidP="00A74F28">
                  <w:pPr>
                    <w:pStyle w:val="ListParagraph"/>
                  </w:pPr>
                  <w:r>
                    <w:t>Finance For Non-Finance (LBS)</w:t>
                  </w:r>
                </w:p>
                <w:p w:rsidR="00A74F28" w:rsidRDefault="00A74F28" w:rsidP="00A74F28">
                  <w:pPr>
                    <w:pStyle w:val="ListParagraph"/>
                  </w:pPr>
                </w:p>
              </w:tc>
              <w:tc>
                <w:tcPr>
                  <w:tcW w:w="3355" w:type="dxa"/>
                </w:tcPr>
                <w:p w:rsidR="00A74F28" w:rsidRPr="00751D49" w:rsidRDefault="00A74F28" w:rsidP="00A74F28">
                  <w:pPr>
                    <w:pStyle w:val="ListParagraph"/>
                  </w:pPr>
                  <w:r>
                    <w:t>Interpersonal skill</w:t>
                  </w:r>
                </w:p>
                <w:p w:rsidR="00A74F28" w:rsidRPr="00751D49" w:rsidRDefault="00A74F28" w:rsidP="00A74F28">
                  <w:pPr>
                    <w:pStyle w:val="ListParagraph"/>
                  </w:pPr>
                  <w:r>
                    <w:t xml:space="preserve">Communication </w:t>
                  </w:r>
                </w:p>
                <w:p w:rsidR="00A74F28" w:rsidRDefault="00A74F28" w:rsidP="00A74F28">
                  <w:pPr>
                    <w:pStyle w:val="ListParagraph"/>
                  </w:pPr>
                  <w:r>
                    <w:t>Leadership Courses in Columbia Business School (2013-2014)</w:t>
                  </w:r>
                </w:p>
                <w:p w:rsidR="00A74F28" w:rsidRPr="00751D49" w:rsidRDefault="00A74F28" w:rsidP="00A74F28">
                  <w:pPr>
                    <w:pStyle w:val="ListParagraph"/>
                  </w:pPr>
                </w:p>
                <w:p w:rsidR="00A74F28" w:rsidRDefault="00A74F28" w:rsidP="00A74F28">
                  <w:pPr>
                    <w:pStyle w:val="ListParagraph"/>
                    <w:numPr>
                      <w:ilvl w:val="0"/>
                      <w:numId w:val="0"/>
                    </w:numPr>
                    <w:ind w:left="360"/>
                  </w:pPr>
                </w:p>
              </w:tc>
            </w:tr>
            <w:tr w:rsidR="00A74F28" w:rsidTr="00A84F7C">
              <w:trPr>
                <w:trHeight w:val="1358"/>
              </w:trPr>
              <w:tc>
                <w:tcPr>
                  <w:tcW w:w="3355" w:type="dxa"/>
                  <w:vAlign w:val="bottom"/>
                </w:tcPr>
                <w:p w:rsidR="00A74F28" w:rsidRDefault="00A74F28" w:rsidP="00A74F28">
                  <w:pPr>
                    <w:pStyle w:val="ListParagraph"/>
                    <w:numPr>
                      <w:ilvl w:val="0"/>
                      <w:numId w:val="0"/>
                    </w:numPr>
                    <w:ind w:left="360"/>
                  </w:pPr>
                </w:p>
              </w:tc>
              <w:tc>
                <w:tcPr>
                  <w:tcW w:w="3355" w:type="dxa"/>
                </w:tcPr>
                <w:p w:rsidR="00A74F28" w:rsidRDefault="00A74F28" w:rsidP="00A74F28">
                  <w:pPr>
                    <w:pStyle w:val="ListParagraph"/>
                    <w:numPr>
                      <w:ilvl w:val="0"/>
                      <w:numId w:val="0"/>
                    </w:numPr>
                    <w:ind w:left="360"/>
                  </w:pPr>
                </w:p>
              </w:tc>
            </w:tr>
          </w:tbl>
          <w:p w:rsidR="00FF20D7" w:rsidRPr="00FF20D7" w:rsidRDefault="00FF20D7" w:rsidP="00751D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74F28" w:rsidRPr="00A97B5B" w:rsidTr="00FA73CB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9" w:type="dxa"/>
          </w:tcPr>
          <w:p w:rsidR="00A74F28" w:rsidRDefault="00A74F28" w:rsidP="00117227">
            <w:pPr>
              <w:pStyle w:val="Heading1"/>
              <w:outlineLvl w:val="0"/>
            </w:pPr>
            <w:r>
              <w:t>Software Engineering Department, King Saud University</w:t>
            </w:r>
          </w:p>
        </w:tc>
        <w:tc>
          <w:tcPr>
            <w:tcW w:w="7018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6"/>
              <w:gridCol w:w="2902"/>
              <w:gridCol w:w="2184"/>
            </w:tblGrid>
            <w:tr w:rsidR="00A74F28" w:rsidRPr="00435BA7" w:rsidTr="00D41983">
              <w:tc>
                <w:tcPr>
                  <w:tcW w:w="1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4F28" w:rsidRPr="00435BA7" w:rsidRDefault="00A74F28" w:rsidP="00A74F28">
                  <w:pPr>
                    <w:jc w:val="center"/>
                  </w:pPr>
                  <w:r>
                    <w:t>Assistant Professor</w:t>
                  </w:r>
                </w:p>
              </w:tc>
              <w:tc>
                <w:tcPr>
                  <w:tcW w:w="2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4F28" w:rsidRPr="00435BA7" w:rsidRDefault="00A74F28" w:rsidP="00A74F28">
                  <w:pPr>
                    <w:jc w:val="center"/>
                  </w:pPr>
                  <w:r>
                    <w:t>Software Engineering Department</w:t>
                  </w:r>
                </w:p>
              </w:tc>
              <w:tc>
                <w:tcPr>
                  <w:tcW w:w="2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4F28" w:rsidRPr="00435BA7" w:rsidRDefault="00A74F28" w:rsidP="00A74F28">
                  <w:pPr>
                    <w:jc w:val="center"/>
                  </w:pPr>
                  <w:r>
                    <w:t>2016-Now</w:t>
                  </w:r>
                </w:p>
              </w:tc>
            </w:tr>
          </w:tbl>
          <w:p w:rsidR="00A74F28" w:rsidRPr="00751D49" w:rsidRDefault="00A74F28" w:rsidP="00751D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F20D7" w:rsidRPr="00A97B5B" w:rsidTr="00FA73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9" w:type="dxa"/>
          </w:tcPr>
          <w:p w:rsidR="00FF20D7" w:rsidRDefault="00FF20D7" w:rsidP="00751D49">
            <w:pPr>
              <w:pStyle w:val="Heading1"/>
              <w:outlineLvl w:val="0"/>
            </w:pPr>
            <w:r>
              <w:t xml:space="preserve">Work </w:t>
            </w:r>
            <w:r w:rsidRPr="00751D49">
              <w:t>History</w:t>
            </w:r>
            <w:r w:rsidR="009A229D">
              <w:t xml:space="preserve"> in STC</w:t>
            </w:r>
          </w:p>
        </w:tc>
        <w:tc>
          <w:tcPr>
            <w:tcW w:w="7018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9"/>
              <w:gridCol w:w="2906"/>
              <w:gridCol w:w="2187"/>
            </w:tblGrid>
            <w:tr w:rsidR="00751D49" w:rsidRPr="00751D49" w:rsidTr="00B25A88">
              <w:trPr>
                <w:trHeight w:hRule="exact" w:val="173"/>
              </w:trPr>
              <w:tc>
                <w:tcPr>
                  <w:tcW w:w="1709" w:type="dxa"/>
                  <w:tcBorders>
                    <w:bottom w:val="single" w:sz="4" w:space="0" w:color="auto"/>
                  </w:tcBorders>
                  <w:vAlign w:val="bottom"/>
                </w:tcPr>
                <w:p w:rsidR="00751D49" w:rsidRPr="00751D49" w:rsidRDefault="00751D49" w:rsidP="00751D49"/>
              </w:tc>
              <w:tc>
                <w:tcPr>
                  <w:tcW w:w="2906" w:type="dxa"/>
                  <w:tcBorders>
                    <w:bottom w:val="single" w:sz="4" w:space="0" w:color="auto"/>
                  </w:tcBorders>
                  <w:vAlign w:val="bottom"/>
                </w:tcPr>
                <w:p w:rsidR="00751D49" w:rsidRPr="00751D49" w:rsidRDefault="00751D49" w:rsidP="00751D49"/>
              </w:tc>
              <w:tc>
                <w:tcPr>
                  <w:tcW w:w="2187" w:type="dxa"/>
                  <w:tcBorders>
                    <w:bottom w:val="single" w:sz="4" w:space="0" w:color="auto"/>
                  </w:tcBorders>
                  <w:vAlign w:val="bottom"/>
                </w:tcPr>
                <w:p w:rsidR="00751D49" w:rsidRPr="00751D49" w:rsidRDefault="00751D49" w:rsidP="00751D49"/>
              </w:tc>
            </w:tr>
            <w:tr w:rsidR="00A74F28" w:rsidTr="00B25A88">
              <w:tc>
                <w:tcPr>
                  <w:tcW w:w="1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4F28" w:rsidRPr="000E554C" w:rsidRDefault="00A74F28" w:rsidP="00A74F28">
                  <w:pPr>
                    <w:jc w:val="center"/>
                  </w:pPr>
                  <w:r>
                    <w:t xml:space="preserve">Professional Services Director- Network Operation </w:t>
                  </w:r>
                </w:p>
              </w:tc>
              <w:tc>
                <w:tcPr>
                  <w:tcW w:w="2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4F28" w:rsidRPr="00435BA7" w:rsidRDefault="00A74F28" w:rsidP="00A74F28">
                  <w:pPr>
                    <w:jc w:val="center"/>
                  </w:pPr>
                  <w:r>
                    <w:t>VAS, OSS, Network Security, Disaster recovery, Network Tools</w:t>
                  </w:r>
                </w:p>
              </w:tc>
              <w:tc>
                <w:tcPr>
                  <w:tcW w:w="2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4F28" w:rsidRPr="00435BA7" w:rsidRDefault="00A74F28" w:rsidP="00A74F28">
                  <w:pPr>
                    <w:jc w:val="center"/>
                  </w:pPr>
                  <w:r>
                    <w:t>2014-Now</w:t>
                  </w:r>
                </w:p>
              </w:tc>
            </w:tr>
            <w:tr w:rsidR="00751D49" w:rsidTr="00B25A88">
              <w:tc>
                <w:tcPr>
                  <w:tcW w:w="1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51D49" w:rsidRPr="00435BA7" w:rsidRDefault="009A229D" w:rsidP="00A67796">
                  <w:pPr>
                    <w:jc w:val="center"/>
                  </w:pPr>
                  <w:r>
                    <w:t>NMC Mobile Director</w:t>
                  </w:r>
                  <w:r w:rsidR="00DC6EDD">
                    <w:t xml:space="preserve"> – Network operation</w:t>
                  </w:r>
                </w:p>
              </w:tc>
              <w:tc>
                <w:tcPr>
                  <w:tcW w:w="2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51D49" w:rsidRPr="00435BA7" w:rsidRDefault="00A67796" w:rsidP="00B25A88">
                  <w:pPr>
                    <w:jc w:val="center"/>
                  </w:pPr>
                  <w:r>
                    <w:t xml:space="preserve">VAS, Roaming, RF optimization, COW </w:t>
                  </w:r>
                  <w:r w:rsidR="00B25A88">
                    <w:t>Network M</w:t>
                  </w:r>
                  <w:r>
                    <w:t xml:space="preserve">anagement, Mobile </w:t>
                  </w:r>
                  <w:r w:rsidR="00B25A88">
                    <w:t>Networks</w:t>
                  </w:r>
                </w:p>
              </w:tc>
              <w:tc>
                <w:tcPr>
                  <w:tcW w:w="2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51D49" w:rsidRPr="00435BA7" w:rsidRDefault="009A229D" w:rsidP="00A67796">
                  <w:pPr>
                    <w:jc w:val="center"/>
                  </w:pPr>
                  <w:r>
                    <w:t>2010-2014</w:t>
                  </w:r>
                </w:p>
              </w:tc>
            </w:tr>
            <w:tr w:rsidR="00751D49" w:rsidTr="00B25A88">
              <w:tc>
                <w:tcPr>
                  <w:tcW w:w="1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51D49" w:rsidRPr="00435BA7" w:rsidRDefault="009A229D" w:rsidP="00A67796">
                  <w:pPr>
                    <w:jc w:val="center"/>
                  </w:pPr>
                  <w:r>
                    <w:t>TAC Director</w:t>
                  </w:r>
                  <w:r w:rsidR="00DC6EDD">
                    <w:t>-Network operation</w:t>
                  </w:r>
                </w:p>
              </w:tc>
              <w:tc>
                <w:tcPr>
                  <w:tcW w:w="2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51D49" w:rsidRPr="00435BA7" w:rsidRDefault="00A67796" w:rsidP="00B25A88">
                  <w:pPr>
                    <w:jc w:val="center"/>
                  </w:pPr>
                  <w:r>
                    <w:t xml:space="preserve">2nd line support for </w:t>
                  </w:r>
                  <w:r w:rsidR="00B25A88">
                    <w:t>Transmission networks</w:t>
                  </w:r>
                  <w:r>
                    <w:t>, Fixed</w:t>
                  </w:r>
                  <w:r w:rsidR="00B25A88">
                    <w:t xml:space="preserve"> Networks</w:t>
                  </w:r>
                  <w:r>
                    <w:t xml:space="preserve">, VAS, Roaming. </w:t>
                  </w:r>
                </w:p>
              </w:tc>
              <w:tc>
                <w:tcPr>
                  <w:tcW w:w="2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51D49" w:rsidRPr="00435BA7" w:rsidRDefault="009A229D" w:rsidP="00A67796">
                  <w:pPr>
                    <w:jc w:val="center"/>
                  </w:pPr>
                  <w:r>
                    <w:t>2008-2010</w:t>
                  </w:r>
                </w:p>
              </w:tc>
            </w:tr>
            <w:tr w:rsidR="009A229D" w:rsidTr="00B25A88">
              <w:tc>
                <w:tcPr>
                  <w:tcW w:w="1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A229D" w:rsidRPr="00435BA7" w:rsidRDefault="009A229D" w:rsidP="00A67796">
                  <w:pPr>
                    <w:jc w:val="center"/>
                  </w:pPr>
                  <w:r>
                    <w:t>VAS Operation Manager</w:t>
                  </w:r>
                </w:p>
              </w:tc>
              <w:tc>
                <w:tcPr>
                  <w:tcW w:w="2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A229D" w:rsidRPr="00435BA7" w:rsidRDefault="009A3170" w:rsidP="00A67796">
                  <w:pPr>
                    <w:jc w:val="center"/>
                  </w:pPr>
                  <w:r>
                    <w:t>Value Added Services</w:t>
                  </w:r>
                </w:p>
              </w:tc>
              <w:tc>
                <w:tcPr>
                  <w:tcW w:w="2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A229D" w:rsidRPr="00435BA7" w:rsidRDefault="009A229D" w:rsidP="009A3170">
                  <w:pPr>
                    <w:jc w:val="center"/>
                  </w:pPr>
                  <w:r>
                    <w:t>2006-2008</w:t>
                  </w:r>
                </w:p>
              </w:tc>
            </w:tr>
            <w:tr w:rsidR="00B25A88" w:rsidRPr="00435BA7" w:rsidTr="00B25A88">
              <w:tc>
                <w:tcPr>
                  <w:tcW w:w="1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5A88" w:rsidRPr="00435BA7" w:rsidRDefault="00B25A88" w:rsidP="00B25A88">
                  <w:pPr>
                    <w:jc w:val="center"/>
                  </w:pPr>
                  <w:r>
                    <w:t>IT-ERP BSS Manager</w:t>
                  </w:r>
                </w:p>
              </w:tc>
              <w:tc>
                <w:tcPr>
                  <w:tcW w:w="2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5A88" w:rsidRPr="00435BA7" w:rsidRDefault="00B25A88" w:rsidP="00DC6EDD">
                  <w:pPr>
                    <w:jc w:val="center"/>
                  </w:pPr>
                  <w:r>
                    <w:t>IT systems</w:t>
                  </w:r>
                  <w:r w:rsidR="00DC6EDD">
                    <w:t xml:space="preserve"> ORACLE (HR, Training, self-service) </w:t>
                  </w:r>
                </w:p>
              </w:tc>
              <w:tc>
                <w:tcPr>
                  <w:tcW w:w="2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5A88" w:rsidRPr="00435BA7" w:rsidRDefault="00B25A88" w:rsidP="00B25A88">
                  <w:pPr>
                    <w:jc w:val="center"/>
                  </w:pPr>
                  <w:r>
                    <w:t>2002-2006</w:t>
                  </w:r>
                </w:p>
              </w:tc>
            </w:tr>
          </w:tbl>
          <w:p w:rsidR="00FF20D7" w:rsidRPr="000E554C" w:rsidRDefault="00FF20D7" w:rsidP="00751D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73CB" w:rsidRPr="000E554C" w:rsidTr="00FA73CB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9" w:type="dxa"/>
          </w:tcPr>
          <w:p w:rsidR="00FA73CB" w:rsidRDefault="00FA73CB" w:rsidP="00DC6EDD">
            <w:pPr>
              <w:pStyle w:val="Heading1"/>
              <w:outlineLvl w:val="0"/>
            </w:pPr>
            <w:r>
              <w:t xml:space="preserve">Work </w:t>
            </w:r>
            <w:r w:rsidRPr="00751D49">
              <w:t>History</w:t>
            </w:r>
            <w:r>
              <w:t xml:space="preserve"> in </w:t>
            </w:r>
            <w:r w:rsidR="00DC6EDD">
              <w:t>BAE Systems</w:t>
            </w:r>
          </w:p>
        </w:tc>
        <w:tc>
          <w:tcPr>
            <w:tcW w:w="7018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9"/>
              <w:gridCol w:w="2906"/>
              <w:gridCol w:w="2187"/>
            </w:tblGrid>
            <w:tr w:rsidR="00FA73CB" w:rsidRPr="00751D49" w:rsidTr="001D6317">
              <w:trPr>
                <w:trHeight w:hRule="exact" w:val="173"/>
              </w:trPr>
              <w:tc>
                <w:tcPr>
                  <w:tcW w:w="1709" w:type="dxa"/>
                  <w:tcBorders>
                    <w:bottom w:val="single" w:sz="4" w:space="0" w:color="auto"/>
                  </w:tcBorders>
                  <w:vAlign w:val="bottom"/>
                </w:tcPr>
                <w:p w:rsidR="00FA73CB" w:rsidRPr="00751D49" w:rsidRDefault="00FA73CB" w:rsidP="001D6317"/>
              </w:tc>
              <w:tc>
                <w:tcPr>
                  <w:tcW w:w="2906" w:type="dxa"/>
                  <w:tcBorders>
                    <w:bottom w:val="single" w:sz="4" w:space="0" w:color="auto"/>
                  </w:tcBorders>
                  <w:vAlign w:val="bottom"/>
                </w:tcPr>
                <w:p w:rsidR="00FA73CB" w:rsidRPr="00751D49" w:rsidRDefault="00FA73CB" w:rsidP="001D6317"/>
              </w:tc>
              <w:tc>
                <w:tcPr>
                  <w:tcW w:w="2187" w:type="dxa"/>
                  <w:tcBorders>
                    <w:bottom w:val="single" w:sz="4" w:space="0" w:color="auto"/>
                  </w:tcBorders>
                  <w:vAlign w:val="bottom"/>
                </w:tcPr>
                <w:p w:rsidR="00FA73CB" w:rsidRPr="00751D49" w:rsidRDefault="00FA73CB" w:rsidP="001D6317"/>
              </w:tc>
            </w:tr>
            <w:tr w:rsidR="00FA73CB" w:rsidRPr="00435BA7" w:rsidTr="001D6317">
              <w:tc>
                <w:tcPr>
                  <w:tcW w:w="1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A73CB" w:rsidRPr="00435BA7" w:rsidRDefault="00FA73CB" w:rsidP="001D6317">
                  <w:pPr>
                    <w:jc w:val="center"/>
                  </w:pPr>
                  <w:r>
                    <w:t>IT Senior System Analyst</w:t>
                  </w:r>
                </w:p>
              </w:tc>
              <w:tc>
                <w:tcPr>
                  <w:tcW w:w="2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A73CB" w:rsidRPr="00435BA7" w:rsidRDefault="00FA73CB" w:rsidP="001D6317">
                  <w:pPr>
                    <w:jc w:val="center"/>
                  </w:pPr>
                  <w:r>
                    <w:t>IT systems</w:t>
                  </w:r>
                </w:p>
              </w:tc>
              <w:tc>
                <w:tcPr>
                  <w:tcW w:w="2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A73CB" w:rsidRPr="00435BA7" w:rsidRDefault="00660E0D" w:rsidP="001D6317">
                  <w:pPr>
                    <w:jc w:val="center"/>
                  </w:pPr>
                  <w:r>
                    <w:t>1995-2002</w:t>
                  </w:r>
                </w:p>
              </w:tc>
            </w:tr>
          </w:tbl>
          <w:p w:rsidR="00FA73CB" w:rsidRPr="000E554C" w:rsidRDefault="00FA73CB" w:rsidP="001D63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F20D7" w:rsidRPr="00A97B5B" w:rsidTr="00FA73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9" w:type="dxa"/>
          </w:tcPr>
          <w:p w:rsidR="003E0A28" w:rsidRDefault="003E0A28" w:rsidP="002130F7">
            <w:pPr>
              <w:pStyle w:val="Heading1"/>
              <w:outlineLvl w:val="0"/>
            </w:pPr>
          </w:p>
          <w:p w:rsidR="00FF20D7" w:rsidRPr="00435BA7" w:rsidRDefault="00FF20D7" w:rsidP="002130F7">
            <w:pPr>
              <w:pStyle w:val="Heading1"/>
              <w:outlineLvl w:val="0"/>
            </w:pPr>
            <w:bookmarkStart w:id="0" w:name="_GoBack"/>
            <w:bookmarkEnd w:id="0"/>
            <w:r w:rsidRPr="00435BA7">
              <w:lastRenderedPageBreak/>
              <w:t>Education</w:t>
            </w:r>
          </w:p>
        </w:tc>
        <w:tc>
          <w:tcPr>
            <w:tcW w:w="7018" w:type="dxa"/>
          </w:tcPr>
          <w:p w:rsidR="00DC6EDD" w:rsidRDefault="00DC6E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9"/>
              <w:gridCol w:w="2913"/>
              <w:gridCol w:w="2180"/>
            </w:tblGrid>
            <w:tr w:rsidR="009A3170" w:rsidTr="00660E0D">
              <w:tc>
                <w:tcPr>
                  <w:tcW w:w="1709" w:type="dxa"/>
                  <w:vAlign w:val="bottom"/>
                </w:tcPr>
                <w:p w:rsidR="009A3170" w:rsidRPr="00DC6EDD" w:rsidRDefault="00475FA2" w:rsidP="00475FA2">
                  <w:pPr>
                    <w:rPr>
                      <w:sz w:val="18"/>
                      <w:szCs w:val="18"/>
                    </w:rPr>
                  </w:pPr>
                  <w:r w:rsidRPr="00DC6EDD">
                    <w:rPr>
                      <w:sz w:val="18"/>
                      <w:szCs w:val="18"/>
                    </w:rPr>
                    <w:lastRenderedPageBreak/>
                    <w:t>PhD in Computer Science</w:t>
                  </w:r>
                </w:p>
              </w:tc>
              <w:tc>
                <w:tcPr>
                  <w:tcW w:w="2913" w:type="dxa"/>
                  <w:vAlign w:val="bottom"/>
                </w:tcPr>
                <w:p w:rsidR="009A3170" w:rsidRPr="00DC6EDD" w:rsidRDefault="009A3170" w:rsidP="009A3170">
                  <w:pPr>
                    <w:rPr>
                      <w:sz w:val="18"/>
                      <w:szCs w:val="18"/>
                    </w:rPr>
                  </w:pPr>
                  <w:r w:rsidRPr="00DC6EDD">
                    <w:rPr>
                      <w:sz w:val="18"/>
                      <w:szCs w:val="18"/>
                    </w:rPr>
                    <w:t xml:space="preserve">King Saud University, College of Computer &amp; information Systems  </w:t>
                  </w:r>
                </w:p>
              </w:tc>
              <w:tc>
                <w:tcPr>
                  <w:tcW w:w="2180" w:type="dxa"/>
                  <w:vAlign w:val="bottom"/>
                </w:tcPr>
                <w:p w:rsidR="009A3170" w:rsidRPr="00DC6EDD" w:rsidRDefault="009A3170" w:rsidP="009A3170">
                  <w:pPr>
                    <w:jc w:val="center"/>
                    <w:rPr>
                      <w:sz w:val="18"/>
                      <w:szCs w:val="18"/>
                    </w:rPr>
                  </w:pPr>
                  <w:r w:rsidRPr="00DC6EDD">
                    <w:rPr>
                      <w:sz w:val="18"/>
                      <w:szCs w:val="18"/>
                    </w:rPr>
                    <w:t>2016</w:t>
                  </w:r>
                </w:p>
              </w:tc>
            </w:tr>
            <w:tr w:rsidR="009A3170" w:rsidTr="00660E0D">
              <w:tc>
                <w:tcPr>
                  <w:tcW w:w="1709" w:type="dxa"/>
                  <w:vAlign w:val="bottom"/>
                </w:tcPr>
                <w:p w:rsidR="009A3170" w:rsidRPr="00DC6EDD" w:rsidRDefault="009A3170" w:rsidP="009A3170">
                  <w:pPr>
                    <w:rPr>
                      <w:sz w:val="18"/>
                      <w:szCs w:val="18"/>
                    </w:rPr>
                  </w:pPr>
                  <w:r w:rsidRPr="00DC6EDD">
                    <w:rPr>
                      <w:sz w:val="18"/>
                      <w:szCs w:val="18"/>
                    </w:rPr>
                    <w:t>MBA</w:t>
                  </w:r>
                </w:p>
              </w:tc>
              <w:tc>
                <w:tcPr>
                  <w:tcW w:w="2913" w:type="dxa"/>
                  <w:vAlign w:val="bottom"/>
                </w:tcPr>
                <w:p w:rsidR="009A3170" w:rsidRPr="00DC6EDD" w:rsidRDefault="009A3170" w:rsidP="009A3170">
                  <w:pPr>
                    <w:rPr>
                      <w:sz w:val="18"/>
                      <w:szCs w:val="18"/>
                    </w:rPr>
                  </w:pPr>
                </w:p>
                <w:p w:rsidR="009A3170" w:rsidRPr="00DC6EDD" w:rsidRDefault="009A3170" w:rsidP="009A3170">
                  <w:pPr>
                    <w:rPr>
                      <w:sz w:val="18"/>
                      <w:szCs w:val="18"/>
                    </w:rPr>
                  </w:pPr>
                  <w:r w:rsidRPr="00DC6EDD">
                    <w:rPr>
                      <w:sz w:val="18"/>
                      <w:szCs w:val="18"/>
                    </w:rPr>
                    <w:t xml:space="preserve">King Saud University, College of Administrative Sciences    </w:t>
                  </w:r>
                </w:p>
              </w:tc>
              <w:tc>
                <w:tcPr>
                  <w:tcW w:w="2180" w:type="dxa"/>
                  <w:vAlign w:val="bottom"/>
                </w:tcPr>
                <w:p w:rsidR="009A3170" w:rsidRPr="00DC6EDD" w:rsidRDefault="009A3170" w:rsidP="009A3170">
                  <w:pPr>
                    <w:jc w:val="center"/>
                    <w:rPr>
                      <w:sz w:val="18"/>
                      <w:szCs w:val="18"/>
                    </w:rPr>
                  </w:pPr>
                  <w:r w:rsidRPr="00DC6EDD">
                    <w:rPr>
                      <w:sz w:val="18"/>
                      <w:szCs w:val="18"/>
                    </w:rPr>
                    <w:t>2001</w:t>
                  </w:r>
                </w:p>
              </w:tc>
            </w:tr>
            <w:tr w:rsidR="009A3170" w:rsidTr="00660E0D">
              <w:tc>
                <w:tcPr>
                  <w:tcW w:w="1709" w:type="dxa"/>
                  <w:vAlign w:val="bottom"/>
                </w:tcPr>
                <w:p w:rsidR="009A3170" w:rsidRPr="00DC6EDD" w:rsidRDefault="009A3170" w:rsidP="009A3170">
                  <w:pPr>
                    <w:rPr>
                      <w:sz w:val="18"/>
                      <w:szCs w:val="18"/>
                    </w:rPr>
                  </w:pPr>
                  <w:r w:rsidRPr="00DC6EDD">
                    <w:rPr>
                      <w:sz w:val="18"/>
                      <w:szCs w:val="18"/>
                    </w:rPr>
                    <w:t>MSc in Computer Sciences</w:t>
                  </w:r>
                </w:p>
              </w:tc>
              <w:tc>
                <w:tcPr>
                  <w:tcW w:w="2913" w:type="dxa"/>
                  <w:vAlign w:val="bottom"/>
                </w:tcPr>
                <w:p w:rsidR="009A3170" w:rsidRPr="00DC6EDD" w:rsidRDefault="009A3170" w:rsidP="009A3170">
                  <w:pPr>
                    <w:rPr>
                      <w:sz w:val="18"/>
                      <w:szCs w:val="18"/>
                    </w:rPr>
                  </w:pPr>
                </w:p>
                <w:p w:rsidR="009A3170" w:rsidRPr="00DC6EDD" w:rsidRDefault="009A3170" w:rsidP="009A3170">
                  <w:pPr>
                    <w:rPr>
                      <w:sz w:val="18"/>
                      <w:szCs w:val="18"/>
                    </w:rPr>
                  </w:pPr>
                </w:p>
                <w:p w:rsidR="009A3170" w:rsidRPr="00DC6EDD" w:rsidRDefault="009A3170" w:rsidP="009A3170">
                  <w:pPr>
                    <w:rPr>
                      <w:sz w:val="18"/>
                      <w:szCs w:val="18"/>
                    </w:rPr>
                  </w:pPr>
                  <w:r w:rsidRPr="00DC6EDD">
                    <w:rPr>
                      <w:sz w:val="18"/>
                      <w:szCs w:val="18"/>
                    </w:rPr>
                    <w:t xml:space="preserve">Syracuse University, USA  </w:t>
                  </w:r>
                </w:p>
              </w:tc>
              <w:tc>
                <w:tcPr>
                  <w:tcW w:w="2180" w:type="dxa"/>
                  <w:vAlign w:val="bottom"/>
                </w:tcPr>
                <w:p w:rsidR="009A3170" w:rsidRPr="00DC6EDD" w:rsidRDefault="009A3170" w:rsidP="009A3170">
                  <w:pPr>
                    <w:jc w:val="center"/>
                    <w:rPr>
                      <w:sz w:val="18"/>
                      <w:szCs w:val="18"/>
                    </w:rPr>
                  </w:pPr>
                  <w:r w:rsidRPr="00DC6EDD">
                    <w:rPr>
                      <w:sz w:val="18"/>
                      <w:szCs w:val="18"/>
                    </w:rPr>
                    <w:t>1995</w:t>
                  </w:r>
                </w:p>
              </w:tc>
            </w:tr>
            <w:tr w:rsidR="00660E0D" w:rsidTr="00660E0D">
              <w:tc>
                <w:tcPr>
                  <w:tcW w:w="1709" w:type="dxa"/>
                  <w:vAlign w:val="bottom"/>
                </w:tcPr>
                <w:p w:rsidR="00660E0D" w:rsidRPr="00DC6EDD" w:rsidRDefault="00660E0D" w:rsidP="00660E0D">
                  <w:pPr>
                    <w:rPr>
                      <w:sz w:val="18"/>
                      <w:szCs w:val="18"/>
                    </w:rPr>
                  </w:pPr>
                  <w:r w:rsidRPr="00DC6EDD">
                    <w:rPr>
                      <w:sz w:val="18"/>
                      <w:szCs w:val="18"/>
                    </w:rPr>
                    <w:t>BSc in Computer Sciences</w:t>
                  </w:r>
                </w:p>
              </w:tc>
              <w:tc>
                <w:tcPr>
                  <w:tcW w:w="2913" w:type="dxa"/>
                  <w:vAlign w:val="bottom"/>
                </w:tcPr>
                <w:p w:rsidR="00660E0D" w:rsidRPr="00DC6EDD" w:rsidRDefault="00660E0D" w:rsidP="00660E0D">
                  <w:pPr>
                    <w:rPr>
                      <w:sz w:val="18"/>
                      <w:szCs w:val="18"/>
                    </w:rPr>
                  </w:pPr>
                </w:p>
                <w:p w:rsidR="00660E0D" w:rsidRPr="00DC6EDD" w:rsidRDefault="00660E0D" w:rsidP="00660E0D">
                  <w:pPr>
                    <w:rPr>
                      <w:sz w:val="18"/>
                      <w:szCs w:val="18"/>
                    </w:rPr>
                  </w:pPr>
                </w:p>
                <w:p w:rsidR="00660E0D" w:rsidRPr="00DC6EDD" w:rsidRDefault="00660E0D" w:rsidP="00660E0D">
                  <w:pPr>
                    <w:rPr>
                      <w:sz w:val="18"/>
                      <w:szCs w:val="18"/>
                    </w:rPr>
                  </w:pPr>
                  <w:r w:rsidRPr="00DC6EDD">
                    <w:rPr>
                      <w:sz w:val="18"/>
                      <w:szCs w:val="18"/>
                    </w:rPr>
                    <w:t xml:space="preserve">King Saud University, KSA  </w:t>
                  </w:r>
                </w:p>
              </w:tc>
              <w:tc>
                <w:tcPr>
                  <w:tcW w:w="2180" w:type="dxa"/>
                  <w:vAlign w:val="bottom"/>
                </w:tcPr>
                <w:p w:rsidR="00660E0D" w:rsidRPr="00DC6EDD" w:rsidRDefault="00660E0D" w:rsidP="00660E0D">
                  <w:pPr>
                    <w:jc w:val="center"/>
                    <w:rPr>
                      <w:sz w:val="18"/>
                      <w:szCs w:val="18"/>
                    </w:rPr>
                  </w:pPr>
                  <w:r w:rsidRPr="00DC6EDD">
                    <w:rPr>
                      <w:sz w:val="18"/>
                      <w:szCs w:val="18"/>
                    </w:rPr>
                    <w:t>1992</w:t>
                  </w:r>
                </w:p>
              </w:tc>
            </w:tr>
          </w:tbl>
          <w:p w:rsidR="00FF20D7" w:rsidRDefault="00FF20D7" w:rsidP="00751D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B436EB" w:rsidRDefault="00B436EB" w:rsidP="00FF20D7"/>
    <w:sectPr w:rsidR="00B436EB" w:rsidSect="00B436EB">
      <w:footerReference w:type="default" r:id="rId9"/>
      <w:pgSz w:w="12240" w:h="15840"/>
      <w:pgMar w:top="1080" w:right="1800" w:bottom="1080" w:left="1800" w:header="965" w:footer="96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49C" w:rsidRDefault="0069349C">
      <w:r>
        <w:separator/>
      </w:r>
    </w:p>
  </w:endnote>
  <w:endnote w:type="continuationSeparator" w:id="0">
    <w:p w:rsidR="0069349C" w:rsidRDefault="00693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8640"/>
    </w:tblGrid>
    <w:tr w:rsidR="00B3299F">
      <w:tc>
        <w:tcPr>
          <w:tcW w:w="8856" w:type="dxa"/>
        </w:tcPr>
        <w:p w:rsidR="00B3299F" w:rsidRPr="0037336A" w:rsidRDefault="00B3299F" w:rsidP="004A3B48">
          <w:pPr>
            <w:jc w:val="right"/>
            <w:rPr>
              <w:rFonts w:ascii="Century Gothic" w:hAnsi="Century Gothic"/>
            </w:rPr>
          </w:pPr>
          <w:r w:rsidRPr="0037336A">
            <w:rPr>
              <w:rFonts w:ascii="Century Gothic" w:hAnsi="Century Gothic"/>
            </w:rPr>
            <w:t>Your Name</w:t>
          </w:r>
        </w:p>
      </w:tc>
    </w:tr>
    <w:tr w:rsidR="00B3299F">
      <w:tc>
        <w:tcPr>
          <w:tcW w:w="8856" w:type="dxa"/>
        </w:tcPr>
        <w:p w:rsidR="00B3299F" w:rsidRPr="0037336A" w:rsidRDefault="00B3299F" w:rsidP="004A3B48">
          <w:pPr>
            <w:jc w:val="right"/>
            <w:rPr>
              <w:rFonts w:ascii="Century Gothic" w:hAnsi="Century Gothic"/>
              <w:b/>
              <w:sz w:val="16"/>
              <w:szCs w:val="16"/>
            </w:rPr>
          </w:pPr>
          <w:r w:rsidRPr="0037336A">
            <w:rPr>
              <w:rFonts w:ascii="Century Gothic" w:hAnsi="Century Gothic"/>
              <w:b/>
              <w:sz w:val="16"/>
              <w:szCs w:val="16"/>
            </w:rPr>
            <w:t>Address, phone, fax, email</w:t>
          </w:r>
        </w:p>
      </w:tc>
    </w:tr>
  </w:tbl>
  <w:p w:rsidR="00B3299F" w:rsidRDefault="00B3299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49C" w:rsidRDefault="0069349C">
      <w:r>
        <w:separator/>
      </w:r>
    </w:p>
  </w:footnote>
  <w:footnote w:type="continuationSeparator" w:id="0">
    <w:p w:rsidR="0069349C" w:rsidRDefault="006934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FD3C7E"/>
    <w:multiLevelType w:val="hybridMultilevel"/>
    <w:tmpl w:val="DA7A1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244B1"/>
    <w:multiLevelType w:val="hybridMultilevel"/>
    <w:tmpl w:val="B5A06236"/>
    <w:lvl w:ilvl="0" w:tplc="2BB4EA6E">
      <w:start w:val="1"/>
      <w:numFmt w:val="bullet"/>
      <w:lvlText w:val=""/>
      <w:lvlJc w:val="left"/>
      <w:pPr>
        <w:tabs>
          <w:tab w:val="num" w:pos="288"/>
        </w:tabs>
        <w:ind w:left="245" w:hanging="245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B75600"/>
    <w:multiLevelType w:val="singleLevel"/>
    <w:tmpl w:val="966297B0"/>
    <w:lvl w:ilvl="0">
      <w:start w:val="1"/>
      <w:numFmt w:val="bulle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3" w15:restartNumberingAfterBreak="0">
    <w:nsid w:val="699B305E"/>
    <w:multiLevelType w:val="hybridMultilevel"/>
    <w:tmpl w:val="E6FCD786"/>
    <w:lvl w:ilvl="0" w:tplc="AAC615F4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A5D"/>
    <w:rsid w:val="0004796F"/>
    <w:rsid w:val="000D147C"/>
    <w:rsid w:val="000D7287"/>
    <w:rsid w:val="000E554C"/>
    <w:rsid w:val="00117227"/>
    <w:rsid w:val="00151028"/>
    <w:rsid w:val="00156D1A"/>
    <w:rsid w:val="001E04E3"/>
    <w:rsid w:val="002130F7"/>
    <w:rsid w:val="00240619"/>
    <w:rsid w:val="002562B7"/>
    <w:rsid w:val="002B354B"/>
    <w:rsid w:val="00394A5D"/>
    <w:rsid w:val="003E0A28"/>
    <w:rsid w:val="004075DF"/>
    <w:rsid w:val="00436DC3"/>
    <w:rsid w:val="00465794"/>
    <w:rsid w:val="00475D62"/>
    <w:rsid w:val="00475FA2"/>
    <w:rsid w:val="0049055D"/>
    <w:rsid w:val="004A3B48"/>
    <w:rsid w:val="004B5522"/>
    <w:rsid w:val="004D7918"/>
    <w:rsid w:val="0057234B"/>
    <w:rsid w:val="005A620A"/>
    <w:rsid w:val="005D7737"/>
    <w:rsid w:val="00660E0D"/>
    <w:rsid w:val="0069349C"/>
    <w:rsid w:val="006A7305"/>
    <w:rsid w:val="00751D49"/>
    <w:rsid w:val="00755540"/>
    <w:rsid w:val="007934F8"/>
    <w:rsid w:val="007B1077"/>
    <w:rsid w:val="00842D59"/>
    <w:rsid w:val="00893606"/>
    <w:rsid w:val="008A132F"/>
    <w:rsid w:val="008E5354"/>
    <w:rsid w:val="008F73D8"/>
    <w:rsid w:val="00965914"/>
    <w:rsid w:val="00966EC1"/>
    <w:rsid w:val="009A229D"/>
    <w:rsid w:val="009A3170"/>
    <w:rsid w:val="009A77E8"/>
    <w:rsid w:val="009B5C5A"/>
    <w:rsid w:val="009F7239"/>
    <w:rsid w:val="00A67796"/>
    <w:rsid w:val="00A74F28"/>
    <w:rsid w:val="00A84F7C"/>
    <w:rsid w:val="00A925D6"/>
    <w:rsid w:val="00A97B5B"/>
    <w:rsid w:val="00AC6F66"/>
    <w:rsid w:val="00AD5EE8"/>
    <w:rsid w:val="00AD61A5"/>
    <w:rsid w:val="00AE315F"/>
    <w:rsid w:val="00B25A88"/>
    <w:rsid w:val="00B3299F"/>
    <w:rsid w:val="00B436EB"/>
    <w:rsid w:val="00B67ACE"/>
    <w:rsid w:val="00BF3F43"/>
    <w:rsid w:val="00C3178D"/>
    <w:rsid w:val="00C75DD0"/>
    <w:rsid w:val="00D5089A"/>
    <w:rsid w:val="00D74419"/>
    <w:rsid w:val="00D94CAD"/>
    <w:rsid w:val="00DC6EDD"/>
    <w:rsid w:val="00E14C8F"/>
    <w:rsid w:val="00E26BEF"/>
    <w:rsid w:val="00E405D2"/>
    <w:rsid w:val="00E8333B"/>
    <w:rsid w:val="00ED1197"/>
    <w:rsid w:val="00EF12D5"/>
    <w:rsid w:val="00F113BC"/>
    <w:rsid w:val="00F161F9"/>
    <w:rsid w:val="00FA73CB"/>
    <w:rsid w:val="00FF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5F9E728-CE43-4FA9-B222-A63BBB73A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99F"/>
    <w:pPr>
      <w:spacing w:after="60"/>
    </w:pPr>
    <w:rPr>
      <w:rFonts w:asciiTheme="minorHAnsi" w:hAnsiTheme="minorHAnsi"/>
    </w:rPr>
  </w:style>
  <w:style w:type="paragraph" w:styleId="Heading1">
    <w:name w:val="heading 1"/>
    <w:basedOn w:val="Normal"/>
    <w:next w:val="Normal"/>
    <w:qFormat/>
    <w:rsid w:val="00751D49"/>
    <w:pPr>
      <w:spacing w:before="200"/>
      <w:outlineLvl w:val="0"/>
    </w:pPr>
    <w:rPr>
      <w:rFonts w:asciiTheme="majorHAnsi" w:hAnsiTheme="majorHAnsi"/>
      <w:b/>
      <w:spacing w:val="-10"/>
      <w:sz w:val="22"/>
      <w:szCs w:val="22"/>
    </w:rPr>
  </w:style>
  <w:style w:type="paragraph" w:styleId="Heading2">
    <w:name w:val="heading 2"/>
    <w:basedOn w:val="Normal"/>
    <w:next w:val="Normal"/>
    <w:qFormat/>
    <w:rsid w:val="00751D49"/>
    <w:pPr>
      <w:keepNext/>
      <w:spacing w:before="20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semiHidden/>
    <w:unhideWhenUsed/>
    <w:qFormat/>
    <w:rsid w:val="00117227"/>
    <w:pPr>
      <w:keepNext/>
      <w:spacing w:before="240"/>
      <w:outlineLvl w:val="2"/>
    </w:pPr>
    <w:rPr>
      <w:rFonts w:cs="Arial"/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unhideWhenUsed/>
    <w:qFormat/>
    <w:rsid w:val="00751D49"/>
    <w:pPr>
      <w:spacing w:after="200"/>
      <w:jc w:val="right"/>
    </w:pPr>
  </w:style>
  <w:style w:type="table" w:styleId="TableGrid">
    <w:name w:val="Table Grid"/>
    <w:basedOn w:val="TableNormal"/>
    <w:rsid w:val="004A3B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299F"/>
    <w:pPr>
      <w:numPr>
        <w:numId w:val="3"/>
      </w:numPr>
      <w:contextualSpacing/>
    </w:pPr>
  </w:style>
  <w:style w:type="paragraph" w:customStyle="1" w:styleId="YourName">
    <w:name w:val="Your Name"/>
    <w:basedOn w:val="Normal"/>
    <w:qFormat/>
    <w:rsid w:val="00FF20D7"/>
    <w:pPr>
      <w:pBdr>
        <w:bottom w:val="single" w:sz="4" w:space="1" w:color="auto"/>
      </w:pBdr>
      <w:jc w:val="right"/>
    </w:pPr>
    <w:rPr>
      <w:rFonts w:asciiTheme="majorHAnsi" w:hAnsiTheme="majorHAnsi"/>
      <w:b/>
      <w:bCs/>
      <w:sz w:val="32"/>
    </w:rPr>
  </w:style>
  <w:style w:type="paragraph" w:styleId="BalloonText">
    <w:name w:val="Balloon Text"/>
    <w:basedOn w:val="Normal"/>
    <w:semiHidden/>
    <w:unhideWhenUsed/>
    <w:rsid w:val="00D7441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3299F"/>
    <w:rPr>
      <w:color w:val="808080"/>
    </w:rPr>
  </w:style>
  <w:style w:type="table" w:styleId="PlainTable4">
    <w:name w:val="Plain Table 4"/>
    <w:basedOn w:val="TableNormal"/>
    <w:uiPriority w:val="44"/>
    <w:rsid w:val="00A6779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nhideWhenUsed/>
    <w:rsid w:val="00DC6ED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DC6EDD"/>
    <w:rPr>
      <w:rFonts w:asciiTheme="minorHAnsi" w:hAnsiTheme="minorHAnsi"/>
    </w:rPr>
  </w:style>
  <w:style w:type="paragraph" w:styleId="Footer">
    <w:name w:val="footer"/>
    <w:basedOn w:val="Normal"/>
    <w:link w:val="FooterChar"/>
    <w:unhideWhenUsed/>
    <w:rsid w:val="00DC6ED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DC6EDD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8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helal\AppData\Roaming\Microsoft\Templates\Resume2AFu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esume">
      <a:majorFont>
        <a:latin typeface="Century Gothic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CBEBA-8B3B-4A80-A7D4-364888035A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CB950E-8AEF-48D2-B883-C912C726F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Resume2AFun</Template>
  <TotalTime>69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Functional resume (Minimalist design)</vt:lpstr>
    </vt:vector>
  </TitlesOfParts>
  <Company/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Functional resume (Minimalist design)</dc:title>
  <dc:creator>Mohsin S. Alhilal</dc:creator>
  <cp:lastModifiedBy>Administrator</cp:lastModifiedBy>
  <cp:revision>9</cp:revision>
  <cp:lastPrinted>2016-05-10T19:06:00Z</cp:lastPrinted>
  <dcterms:created xsi:type="dcterms:W3CDTF">2016-03-14T18:54:00Z</dcterms:created>
  <dcterms:modified xsi:type="dcterms:W3CDTF">2016-10-12T19:51:00Z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TC061997201033</vt:lpwstr>
  </property>
</Properties>
</file>