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E03" w:rsidRDefault="00766E03" w:rsidP="00EA603D">
      <w:pPr>
        <w:jc w:val="right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  <w:u w:val="single"/>
          <w:rtl/>
        </w:rPr>
        <w:t xml:space="preserve"> </w:t>
      </w:r>
    </w:p>
    <w:tbl>
      <w:tblPr>
        <w:tblpPr w:leftFromText="180" w:rightFromText="180" w:vertAnchor="text" w:horzAnchor="margin" w:tblpXSpec="center" w:tblpY="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0"/>
      </w:tblGrid>
      <w:tr w:rsidR="00766E03" w:rsidRPr="00902A39" w:rsidTr="00902A39">
        <w:tc>
          <w:tcPr>
            <w:tcW w:w="3240" w:type="dxa"/>
            <w:shd w:val="clear" w:color="auto" w:fill="D0CECE"/>
          </w:tcPr>
          <w:p w:rsidR="00766E03" w:rsidRPr="00902A39" w:rsidRDefault="00766E03" w:rsidP="00902A39">
            <w:pPr>
              <w:spacing w:before="60" w:after="60"/>
              <w:rPr>
                <w:rFonts w:ascii="Arial" w:hAnsi="Arial"/>
                <w:rtl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>Patient  Progress Notes</w:t>
            </w:r>
          </w:p>
        </w:tc>
      </w:tr>
    </w:tbl>
    <w:p w:rsidR="00766E03" w:rsidRDefault="00766E03" w:rsidP="00FF79EA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766E03" w:rsidRDefault="00766E03" w:rsidP="00A72728">
      <w:pPr>
        <w:jc w:val="center"/>
        <w:rPr>
          <w:rFonts w:ascii="Arial" w:hAnsi="Arial"/>
          <w:b/>
          <w:u w:val="single"/>
          <w:rtl/>
        </w:rPr>
      </w:pPr>
      <w:r>
        <w:rPr>
          <w:rFonts w:ascii="Arial" w:hAnsi="Arial"/>
          <w:b/>
        </w:rPr>
        <w:t xml:space="preserve"> (</w:t>
      </w:r>
      <w:r>
        <w:rPr>
          <w:rFonts w:ascii="Arial" w:hAnsi="Arial"/>
          <w:b/>
          <w:u w:val="single"/>
        </w:rPr>
        <w:t>To be submitted every  week)</w:t>
      </w:r>
    </w:p>
    <w:p w:rsidR="00766E03" w:rsidRDefault="00766E03" w:rsidP="00EA603D">
      <w:pPr>
        <w:jc w:val="righ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Patent Name</w:t>
      </w:r>
      <w:r w:rsidRPr="00CB0B04">
        <w:rPr>
          <w:rFonts w:ascii="Arial" w:hAnsi="Arial"/>
          <w:b/>
          <w:bCs/>
          <w:sz w:val="24"/>
          <w:szCs w:val="24"/>
        </w:rPr>
        <w:t xml:space="preserve">: </w:t>
      </w:r>
      <w:r>
        <w:rPr>
          <w:rFonts w:ascii="Arial" w:hAnsi="Arial"/>
          <w:b/>
          <w:bCs/>
          <w:sz w:val="24"/>
          <w:szCs w:val="24"/>
        </w:rPr>
        <w:t>_____________________________________Room/bed No._________</w:t>
      </w:r>
    </w:p>
    <w:p w:rsidR="00766E03" w:rsidRDefault="00766E03" w:rsidP="00EA603D">
      <w:pPr>
        <w:jc w:val="righ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Medical D</w:t>
      </w:r>
      <w:r w:rsidRPr="00CB0B04">
        <w:rPr>
          <w:rFonts w:ascii="Arial" w:hAnsi="Arial"/>
          <w:b/>
          <w:bCs/>
          <w:sz w:val="24"/>
          <w:szCs w:val="24"/>
        </w:rPr>
        <w:t xml:space="preserve">iagnosis: </w:t>
      </w:r>
      <w:r>
        <w:rPr>
          <w:rFonts w:ascii="Arial" w:hAnsi="Arial"/>
          <w:b/>
          <w:bCs/>
          <w:sz w:val="24"/>
          <w:szCs w:val="24"/>
        </w:rPr>
        <w:t>______________________________________________________</w:t>
      </w:r>
    </w:p>
    <w:tbl>
      <w:tblPr>
        <w:tblpPr w:leftFromText="180" w:rightFromText="180" w:vertAnchor="text" w:horzAnchor="margin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87"/>
        <w:gridCol w:w="5908"/>
        <w:gridCol w:w="1530"/>
      </w:tblGrid>
      <w:tr w:rsidR="00766E03" w:rsidRPr="00902A39" w:rsidTr="00902A39">
        <w:tc>
          <w:tcPr>
            <w:tcW w:w="2187" w:type="dxa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sz w:val="20"/>
                <w:szCs w:val="20"/>
              </w:rPr>
              <w:t>MEASURES</w:t>
            </w:r>
          </w:p>
        </w:tc>
        <w:tc>
          <w:tcPr>
            <w:tcW w:w="7438" w:type="dxa"/>
            <w:gridSpan w:val="2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CLIENT ASSESSMENT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766E03" w:rsidRPr="00902A39" w:rsidTr="00902A39">
        <w:tc>
          <w:tcPr>
            <w:tcW w:w="2187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sz w:val="20"/>
                <w:szCs w:val="20"/>
              </w:rPr>
              <w:t>General Survey</w:t>
            </w:r>
            <w:r w:rsidRPr="00902A39">
              <w:rPr>
                <w:rFonts w:ascii="Arial" w:hAnsi="Arial"/>
                <w:bCs/>
                <w:sz w:val="20"/>
                <w:szCs w:val="20"/>
              </w:rPr>
              <w:t>:</w:t>
            </w:r>
          </w:p>
          <w:p w:rsidR="00766E03" w:rsidRPr="00902A39" w:rsidRDefault="00766E03" w:rsidP="00902A39">
            <w:pPr>
              <w:pStyle w:val="ListParagraph"/>
              <w:numPr>
                <w:ilvl w:val="0"/>
                <w:numId w:val="4"/>
              </w:numPr>
              <w:bidi w:val="0"/>
              <w:spacing w:after="0"/>
              <w:ind w:left="247" w:hanging="180"/>
              <w:rPr>
                <w:rFonts w:ascii="Arial" w:hAnsi="Arial"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Cs/>
                <w:sz w:val="20"/>
                <w:szCs w:val="20"/>
              </w:rPr>
              <w:t>Physical Appearance/ LOC</w:t>
            </w:r>
          </w:p>
        </w:tc>
        <w:tc>
          <w:tcPr>
            <w:tcW w:w="7438" w:type="dxa"/>
            <w:gridSpan w:val="2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66E03" w:rsidRPr="00902A39" w:rsidTr="00902A39">
        <w:tc>
          <w:tcPr>
            <w:tcW w:w="2187" w:type="dxa"/>
          </w:tcPr>
          <w:p w:rsidR="00766E03" w:rsidRPr="00902A39" w:rsidRDefault="00766E03" w:rsidP="00902A39">
            <w:pPr>
              <w:pStyle w:val="ListParagraph"/>
              <w:numPr>
                <w:ilvl w:val="0"/>
                <w:numId w:val="4"/>
              </w:numPr>
              <w:bidi w:val="0"/>
              <w:spacing w:after="0"/>
              <w:ind w:left="247" w:hanging="180"/>
              <w:rPr>
                <w:rFonts w:ascii="Arial" w:hAnsi="Arial"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Cs/>
                <w:sz w:val="20"/>
                <w:szCs w:val="20"/>
              </w:rPr>
              <w:t>Body Structure / Nutritional Status</w:t>
            </w:r>
          </w:p>
        </w:tc>
        <w:tc>
          <w:tcPr>
            <w:tcW w:w="7438" w:type="dxa"/>
            <w:gridSpan w:val="2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sz w:val="20"/>
                <w:szCs w:val="20"/>
              </w:rPr>
            </w:pP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sz w:val="20"/>
                <w:szCs w:val="20"/>
              </w:rPr>
            </w:pP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66E03" w:rsidRPr="00902A39" w:rsidTr="00902A39">
        <w:tc>
          <w:tcPr>
            <w:tcW w:w="2187" w:type="dxa"/>
          </w:tcPr>
          <w:p w:rsidR="00766E03" w:rsidRPr="00902A39" w:rsidRDefault="00766E03" w:rsidP="00902A39">
            <w:pPr>
              <w:pStyle w:val="ListParagraph"/>
              <w:numPr>
                <w:ilvl w:val="0"/>
                <w:numId w:val="4"/>
              </w:numPr>
              <w:bidi w:val="0"/>
              <w:spacing w:after="0"/>
              <w:ind w:left="247" w:hanging="180"/>
              <w:rPr>
                <w:rFonts w:ascii="Arial" w:hAnsi="Arial"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Cs/>
                <w:sz w:val="20"/>
                <w:szCs w:val="20"/>
              </w:rPr>
              <w:t>Mobility</w:t>
            </w:r>
          </w:p>
          <w:p w:rsidR="00766E03" w:rsidRPr="00902A39" w:rsidRDefault="00766E03" w:rsidP="00902A39">
            <w:pPr>
              <w:pStyle w:val="ListParagraph"/>
              <w:bidi w:val="0"/>
              <w:spacing w:after="0"/>
              <w:ind w:left="247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7438" w:type="dxa"/>
            <w:gridSpan w:val="2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sz w:val="20"/>
                <w:szCs w:val="20"/>
              </w:rPr>
            </w:pP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sz w:val="20"/>
                <w:szCs w:val="20"/>
              </w:rPr>
            </w:pP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66E03" w:rsidRPr="00902A39" w:rsidTr="00902A39">
        <w:tc>
          <w:tcPr>
            <w:tcW w:w="2187" w:type="dxa"/>
          </w:tcPr>
          <w:p w:rsidR="00766E03" w:rsidRPr="00902A39" w:rsidRDefault="00766E03" w:rsidP="00902A39">
            <w:pPr>
              <w:pStyle w:val="ListParagraph"/>
              <w:numPr>
                <w:ilvl w:val="0"/>
                <w:numId w:val="4"/>
              </w:numPr>
              <w:bidi w:val="0"/>
              <w:spacing w:after="0"/>
              <w:ind w:left="247" w:hanging="180"/>
              <w:rPr>
                <w:rFonts w:ascii="Arial" w:hAnsi="Arial"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Cs/>
                <w:sz w:val="20"/>
                <w:szCs w:val="20"/>
              </w:rPr>
              <w:t>Vital signs:</w:t>
            </w: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 xml:space="preserve">           Start of NPI</w:t>
            </w:r>
          </w:p>
        </w:tc>
        <w:tc>
          <w:tcPr>
            <w:tcW w:w="7438" w:type="dxa"/>
            <w:gridSpan w:val="2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Cs/>
                <w:sz w:val="20"/>
                <w:szCs w:val="20"/>
              </w:rPr>
            </w:pP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Cs/>
                <w:sz w:val="20"/>
                <w:szCs w:val="20"/>
              </w:rPr>
              <w:t>T _______      PR _______    RR ______      BP______      Pain Scale _____/ 10</w:t>
            </w:r>
          </w:p>
        </w:tc>
      </w:tr>
      <w:tr w:rsidR="00766E03" w:rsidRPr="00902A39" w:rsidTr="00902A39">
        <w:tc>
          <w:tcPr>
            <w:tcW w:w="2187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 xml:space="preserve">           End of NPI</w:t>
            </w:r>
          </w:p>
          <w:p w:rsidR="00766E03" w:rsidRPr="00902A39" w:rsidRDefault="00766E03" w:rsidP="00902A39">
            <w:pPr>
              <w:pStyle w:val="ListParagraph"/>
              <w:bidi w:val="0"/>
              <w:spacing w:after="0"/>
              <w:ind w:left="247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7438" w:type="dxa"/>
            <w:gridSpan w:val="2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Cs/>
                <w:sz w:val="20"/>
                <w:szCs w:val="20"/>
              </w:rPr>
            </w:pP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Cs/>
                <w:sz w:val="20"/>
                <w:szCs w:val="20"/>
              </w:rPr>
              <w:t>T _______      PR _______    RR ______      BP______      Pain Scale _____/ 10</w:t>
            </w:r>
          </w:p>
        </w:tc>
      </w:tr>
      <w:tr w:rsidR="00766E03" w:rsidRPr="00902A39" w:rsidTr="00902A39">
        <w:tc>
          <w:tcPr>
            <w:tcW w:w="2187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 xml:space="preserve">Diet </w:t>
            </w:r>
          </w:p>
        </w:tc>
        <w:tc>
          <w:tcPr>
            <w:tcW w:w="7438" w:type="dxa"/>
            <w:gridSpan w:val="2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766E03" w:rsidRPr="00902A39" w:rsidTr="00902A39">
        <w:tc>
          <w:tcPr>
            <w:tcW w:w="2187" w:type="dxa"/>
            <w:vAlign w:val="center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Intravenous Lines / Catheters</w:t>
            </w:r>
          </w:p>
        </w:tc>
        <w:tc>
          <w:tcPr>
            <w:tcW w:w="7438" w:type="dxa"/>
            <w:gridSpan w:val="2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IV _____________________________</w:t>
            </w: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NGT ___  Foley Catheter _____</w:t>
            </w: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Others, specify___________________________</w:t>
            </w:r>
          </w:p>
        </w:tc>
      </w:tr>
      <w:tr w:rsidR="00766E03" w:rsidRPr="00902A39" w:rsidTr="00902A39">
        <w:tc>
          <w:tcPr>
            <w:tcW w:w="2187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Schedule Today:</w:t>
            </w: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sz w:val="20"/>
                <w:szCs w:val="20"/>
                <w:u w:val="single"/>
              </w:rPr>
            </w:pPr>
            <w:r w:rsidRPr="00902A39">
              <w:rPr>
                <w:rFonts w:ascii="Arial" w:hAnsi="Arial"/>
                <w:sz w:val="20"/>
                <w:szCs w:val="20"/>
              </w:rPr>
              <w:t>Medical  Treatment / Diagnostic/ Laboratory exam</w:t>
            </w:r>
          </w:p>
        </w:tc>
        <w:tc>
          <w:tcPr>
            <w:tcW w:w="5908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sz w:val="20"/>
                <w:szCs w:val="20"/>
              </w:rPr>
            </w:pPr>
            <w:r w:rsidRPr="00902A39">
              <w:rPr>
                <w:rFonts w:ascii="Arial" w:hAnsi="Arial"/>
                <w:sz w:val="20"/>
                <w:szCs w:val="20"/>
              </w:rPr>
              <w:t xml:space="preserve">                                                             </w:t>
            </w: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sz w:val="20"/>
                <w:szCs w:val="20"/>
              </w:rPr>
            </w:pPr>
            <w:r w:rsidRPr="00902A39">
              <w:rPr>
                <w:rFonts w:ascii="Arial" w:hAnsi="Arial"/>
                <w:sz w:val="20"/>
                <w:szCs w:val="20"/>
              </w:rPr>
              <w:t>Pls check:                                              Done __                                        Not done ____</w:t>
            </w: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766E03" w:rsidRPr="00902A39" w:rsidTr="00902A39">
        <w:tc>
          <w:tcPr>
            <w:tcW w:w="2187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Patient’s complain</w:t>
            </w:r>
          </w:p>
        </w:tc>
        <w:tc>
          <w:tcPr>
            <w:tcW w:w="7438" w:type="dxa"/>
            <w:gridSpan w:val="2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766E03" w:rsidRPr="00902A39" w:rsidTr="00902A39">
        <w:tc>
          <w:tcPr>
            <w:tcW w:w="2187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Evaluation of Patient Complain</w:t>
            </w:r>
          </w:p>
        </w:tc>
        <w:tc>
          <w:tcPr>
            <w:tcW w:w="7438" w:type="dxa"/>
            <w:gridSpan w:val="2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766E03" w:rsidRPr="00902A39" w:rsidTr="00902A39">
        <w:tc>
          <w:tcPr>
            <w:tcW w:w="2187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 xml:space="preserve">Actual Nursing Problem Identified: </w:t>
            </w: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(Nursing Diagnosis)</w:t>
            </w:r>
          </w:p>
        </w:tc>
        <w:tc>
          <w:tcPr>
            <w:tcW w:w="7438" w:type="dxa"/>
            <w:gridSpan w:val="2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766E03" w:rsidRPr="00902A39" w:rsidTr="00902A39">
        <w:tc>
          <w:tcPr>
            <w:tcW w:w="2187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 xml:space="preserve">Medications: </w:t>
            </w:r>
          </w:p>
        </w:tc>
        <w:tc>
          <w:tcPr>
            <w:tcW w:w="7438" w:type="dxa"/>
            <w:gridSpan w:val="2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1.</w:t>
            </w: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2.</w:t>
            </w:r>
          </w:p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 xml:space="preserve">3. </w:t>
            </w:r>
          </w:p>
        </w:tc>
      </w:tr>
    </w:tbl>
    <w:p w:rsidR="00766E03" w:rsidRDefault="00766E03" w:rsidP="00EA603D">
      <w:pPr>
        <w:bidi w:val="0"/>
        <w:rPr>
          <w:rFonts w:ascii="Arial" w:hAnsi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5"/>
      </w:tblGrid>
      <w:tr w:rsidR="00766E03" w:rsidRPr="00902A39" w:rsidTr="00902A39">
        <w:tc>
          <w:tcPr>
            <w:tcW w:w="5935" w:type="dxa"/>
            <w:shd w:val="clear" w:color="auto" w:fill="D9D9D9"/>
          </w:tcPr>
          <w:p w:rsidR="00766E03" w:rsidRPr="00902A39" w:rsidRDefault="00766E03" w:rsidP="00902A39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noProof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8"/>
                <w:szCs w:val="28"/>
              </w:rPr>
              <w:t>Nursing Care Plan</w:t>
            </w:r>
            <w:r w:rsidRPr="00902A39">
              <w:rPr>
                <w:rFonts w:ascii="Arial" w:hAnsi="Arial"/>
                <w:b/>
                <w:bCs/>
                <w:noProof/>
                <w:sz w:val="24"/>
                <w:szCs w:val="24"/>
              </w:rPr>
              <w:t xml:space="preserve"> </w:t>
            </w:r>
          </w:p>
        </w:tc>
      </w:tr>
    </w:tbl>
    <w:p w:rsidR="00766E03" w:rsidRDefault="00766E03" w:rsidP="00EA603D">
      <w:pPr>
        <w:bidi w:val="0"/>
        <w:rPr>
          <w:rFonts w:ascii="Arial" w:hAnsi="Arial"/>
          <w:b/>
          <w:bCs/>
          <w:sz w:val="24"/>
          <w:szCs w:val="24"/>
        </w:rPr>
      </w:pPr>
    </w:p>
    <w:p w:rsidR="00766E03" w:rsidRDefault="00766E03" w:rsidP="00EA603D">
      <w:pPr>
        <w:bidi w:val="0"/>
        <w:rPr>
          <w:rFonts w:ascii="Arial" w:hAnsi="Arial"/>
          <w:b/>
          <w:bCs/>
          <w:sz w:val="24"/>
          <w:szCs w:val="24"/>
        </w:rPr>
      </w:pPr>
    </w:p>
    <w:tbl>
      <w:tblPr>
        <w:tblpPr w:leftFromText="180" w:rightFromText="180" w:vertAnchor="text" w:horzAnchor="page" w:tblpX="716" w:tblpY="273"/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1777"/>
        <w:gridCol w:w="1350"/>
        <w:gridCol w:w="3420"/>
        <w:gridCol w:w="1620"/>
      </w:tblGrid>
      <w:tr w:rsidR="00766E03" w:rsidRPr="00902A39" w:rsidTr="00902A39">
        <w:trPr>
          <w:trHeight w:val="416"/>
        </w:trPr>
        <w:tc>
          <w:tcPr>
            <w:tcW w:w="2268" w:type="dxa"/>
          </w:tcPr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>Assessment</w:t>
            </w:r>
          </w:p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noProof/>
                <w:sz w:val="24"/>
                <w:szCs w:val="24"/>
              </w:rPr>
              <w:t>(0.5 marks</w:t>
            </w:r>
          </w:p>
        </w:tc>
        <w:tc>
          <w:tcPr>
            <w:tcW w:w="1777" w:type="dxa"/>
          </w:tcPr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 xml:space="preserve">Nursing diagnosis </w:t>
            </w:r>
          </w:p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noProof/>
                <w:sz w:val="24"/>
                <w:szCs w:val="24"/>
              </w:rPr>
              <w:t>(0.5 marks)</w:t>
            </w:r>
          </w:p>
        </w:tc>
        <w:tc>
          <w:tcPr>
            <w:tcW w:w="1350" w:type="dxa"/>
          </w:tcPr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>Goals</w:t>
            </w:r>
          </w:p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noProof/>
                <w:sz w:val="24"/>
                <w:szCs w:val="24"/>
              </w:rPr>
              <w:t>(0.5 marks)</w:t>
            </w:r>
          </w:p>
        </w:tc>
        <w:tc>
          <w:tcPr>
            <w:tcW w:w="3420" w:type="dxa"/>
          </w:tcPr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>Interventions</w:t>
            </w:r>
          </w:p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noProof/>
                <w:sz w:val="24"/>
                <w:szCs w:val="24"/>
              </w:rPr>
              <w:t>(2 marks)</w:t>
            </w:r>
          </w:p>
        </w:tc>
        <w:tc>
          <w:tcPr>
            <w:tcW w:w="1620" w:type="dxa"/>
          </w:tcPr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>Evaluation</w:t>
            </w:r>
          </w:p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noProof/>
                <w:sz w:val="24"/>
                <w:szCs w:val="24"/>
              </w:rPr>
              <w:t>(0.5 marks)</w:t>
            </w:r>
          </w:p>
        </w:tc>
      </w:tr>
      <w:tr w:rsidR="00766E03" w:rsidRPr="00902A39" w:rsidTr="00902A39">
        <w:trPr>
          <w:trHeight w:val="76"/>
        </w:trPr>
        <w:tc>
          <w:tcPr>
            <w:tcW w:w="2268" w:type="dxa"/>
          </w:tcPr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>Subjective data;</w:t>
            </w: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 xml:space="preserve">Objective data; </w:t>
            </w: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777" w:type="dxa"/>
          </w:tcPr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766E03" w:rsidRDefault="00766E03" w:rsidP="009A2BD3">
      <w:pPr>
        <w:bidi w:val="0"/>
        <w:rPr>
          <w:rFonts w:ascii="Arial" w:hAnsi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55"/>
      </w:tblGrid>
      <w:tr w:rsidR="00766E03" w:rsidRPr="00902A39" w:rsidTr="00902A39">
        <w:tc>
          <w:tcPr>
            <w:tcW w:w="3955" w:type="dxa"/>
            <w:shd w:val="clear" w:color="auto" w:fill="D9D9D9"/>
          </w:tcPr>
          <w:p w:rsidR="00766E03" w:rsidRPr="00902A39" w:rsidRDefault="00766E03" w:rsidP="00902A39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noProof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8"/>
                <w:szCs w:val="28"/>
              </w:rPr>
              <w:t>Nursing Care Plan</w:t>
            </w:r>
            <w:r w:rsidRPr="00902A39">
              <w:rPr>
                <w:rFonts w:ascii="Arial" w:hAnsi="Arial"/>
                <w:b/>
                <w:bCs/>
                <w:noProof/>
                <w:sz w:val="24"/>
                <w:szCs w:val="24"/>
              </w:rPr>
              <w:t xml:space="preserve"> 2</w:t>
            </w:r>
          </w:p>
          <w:p w:rsidR="00766E03" w:rsidRPr="00902A39" w:rsidRDefault="00766E03" w:rsidP="00902A39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noProof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noProof/>
                <w:sz w:val="24"/>
                <w:szCs w:val="24"/>
              </w:rPr>
              <w:t xml:space="preserve">(4 marks) </w:t>
            </w:r>
          </w:p>
        </w:tc>
      </w:tr>
    </w:tbl>
    <w:p w:rsidR="00766E03" w:rsidRDefault="00766E03" w:rsidP="009A2BD3">
      <w:pPr>
        <w:bidi w:val="0"/>
        <w:rPr>
          <w:rFonts w:ascii="Arial" w:hAnsi="Arial"/>
          <w:b/>
          <w:bCs/>
          <w:sz w:val="24"/>
          <w:szCs w:val="24"/>
        </w:rPr>
      </w:pPr>
    </w:p>
    <w:p w:rsidR="00766E03" w:rsidRDefault="00766E03" w:rsidP="009A2BD3">
      <w:pPr>
        <w:bidi w:val="0"/>
        <w:rPr>
          <w:rFonts w:ascii="Arial" w:hAnsi="Arial"/>
          <w:b/>
          <w:bCs/>
          <w:sz w:val="24"/>
          <w:szCs w:val="24"/>
        </w:rPr>
      </w:pPr>
    </w:p>
    <w:tbl>
      <w:tblPr>
        <w:tblpPr w:leftFromText="180" w:rightFromText="180" w:vertAnchor="text" w:horzAnchor="page" w:tblpX="716" w:tblpY="273"/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1777"/>
        <w:gridCol w:w="1350"/>
        <w:gridCol w:w="3420"/>
        <w:gridCol w:w="1620"/>
      </w:tblGrid>
      <w:tr w:rsidR="00766E03" w:rsidRPr="00902A39" w:rsidTr="00902A39">
        <w:trPr>
          <w:trHeight w:val="416"/>
        </w:trPr>
        <w:tc>
          <w:tcPr>
            <w:tcW w:w="2268" w:type="dxa"/>
          </w:tcPr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>Assessment</w:t>
            </w:r>
          </w:p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noProof/>
                <w:sz w:val="24"/>
                <w:szCs w:val="24"/>
              </w:rPr>
              <w:t>(0.5 marks</w:t>
            </w:r>
          </w:p>
        </w:tc>
        <w:tc>
          <w:tcPr>
            <w:tcW w:w="1777" w:type="dxa"/>
          </w:tcPr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 xml:space="preserve">Nursing diagnosis </w:t>
            </w:r>
          </w:p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noProof/>
                <w:sz w:val="24"/>
                <w:szCs w:val="24"/>
              </w:rPr>
              <w:t>(0.5 marks)</w:t>
            </w:r>
          </w:p>
        </w:tc>
        <w:tc>
          <w:tcPr>
            <w:tcW w:w="1350" w:type="dxa"/>
          </w:tcPr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>Goals</w:t>
            </w:r>
          </w:p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noProof/>
                <w:sz w:val="24"/>
                <w:szCs w:val="24"/>
              </w:rPr>
              <w:t>(0.5 marks)</w:t>
            </w:r>
          </w:p>
        </w:tc>
        <w:tc>
          <w:tcPr>
            <w:tcW w:w="3420" w:type="dxa"/>
          </w:tcPr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>Interventions</w:t>
            </w:r>
          </w:p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noProof/>
                <w:sz w:val="24"/>
                <w:szCs w:val="24"/>
              </w:rPr>
              <w:t>(2 marks)</w:t>
            </w:r>
          </w:p>
        </w:tc>
        <w:tc>
          <w:tcPr>
            <w:tcW w:w="1620" w:type="dxa"/>
          </w:tcPr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>Evaluation</w:t>
            </w:r>
          </w:p>
          <w:p w:rsidR="00766E03" w:rsidRPr="00902A39" w:rsidRDefault="00766E03" w:rsidP="00902A39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noProof/>
                <w:sz w:val="24"/>
                <w:szCs w:val="24"/>
              </w:rPr>
              <w:t>(0.5 marks)</w:t>
            </w:r>
          </w:p>
        </w:tc>
      </w:tr>
      <w:tr w:rsidR="00766E03" w:rsidRPr="00902A39" w:rsidTr="00902A39">
        <w:trPr>
          <w:trHeight w:val="76"/>
        </w:trPr>
        <w:tc>
          <w:tcPr>
            <w:tcW w:w="2268" w:type="dxa"/>
          </w:tcPr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>Subjective data;</w:t>
            </w: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4"/>
                <w:szCs w:val="24"/>
              </w:rPr>
              <w:t xml:space="preserve">Objective data; </w:t>
            </w: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777" w:type="dxa"/>
          </w:tcPr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766E03" w:rsidRPr="00902A39" w:rsidRDefault="00766E03" w:rsidP="00902A39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766E03" w:rsidRDefault="00766E03" w:rsidP="00CB2236">
      <w:pPr>
        <w:bidi w:val="0"/>
        <w:rPr>
          <w:rFonts w:ascii="Arial" w:hAnsi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55"/>
      </w:tblGrid>
      <w:tr w:rsidR="00766E03" w:rsidRPr="00902A39" w:rsidTr="00902A39">
        <w:tc>
          <w:tcPr>
            <w:tcW w:w="3955" w:type="dxa"/>
            <w:shd w:val="clear" w:color="auto" w:fill="D9D9D9"/>
          </w:tcPr>
          <w:p w:rsidR="00766E03" w:rsidRPr="00902A39" w:rsidRDefault="00766E03" w:rsidP="00902A39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902A39">
              <w:rPr>
                <w:rFonts w:ascii="Arial" w:hAnsi="Arial"/>
                <w:b/>
                <w:bCs/>
                <w:sz w:val="28"/>
                <w:szCs w:val="28"/>
              </w:rPr>
              <w:t>MEDICATION 1</w:t>
            </w:r>
          </w:p>
          <w:p w:rsidR="00766E03" w:rsidRPr="00902A39" w:rsidRDefault="00766E03" w:rsidP="00902A39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noProof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8"/>
                <w:szCs w:val="28"/>
              </w:rPr>
              <w:t>3 marks</w:t>
            </w:r>
          </w:p>
        </w:tc>
      </w:tr>
    </w:tbl>
    <w:p w:rsidR="00766E03" w:rsidRDefault="00766E03" w:rsidP="00021285">
      <w:pPr>
        <w:bidi w:val="0"/>
        <w:rPr>
          <w:rFonts w:ascii="Arial" w:hAnsi="Arial"/>
          <w:b/>
          <w:bCs/>
          <w:sz w:val="24"/>
          <w:szCs w:val="24"/>
        </w:rPr>
      </w:pPr>
    </w:p>
    <w:p w:rsidR="00766E03" w:rsidRPr="00CB0B04" w:rsidRDefault="00766E03" w:rsidP="009A2BD3">
      <w:pPr>
        <w:bidi w:val="0"/>
        <w:rPr>
          <w:rFonts w:ascii="Arial" w:hAnsi="Arial"/>
          <w:b/>
          <w:bCs/>
          <w:sz w:val="24"/>
          <w:szCs w:val="24"/>
        </w:rPr>
      </w:pP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82"/>
        <w:gridCol w:w="1529"/>
        <w:gridCol w:w="1650"/>
        <w:gridCol w:w="1736"/>
        <w:gridCol w:w="2058"/>
        <w:gridCol w:w="1228"/>
      </w:tblGrid>
      <w:tr w:rsidR="00766E03" w:rsidRPr="00902A39" w:rsidTr="00902A39">
        <w:trPr>
          <w:jc w:val="center"/>
        </w:trPr>
        <w:tc>
          <w:tcPr>
            <w:tcW w:w="1615" w:type="dxa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 xml:space="preserve">Name of Drug 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Dose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Route Frequency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(0.5 mark)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Classification / Action of the Drug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(0.25 mark)</w:t>
            </w:r>
          </w:p>
        </w:tc>
        <w:tc>
          <w:tcPr>
            <w:tcW w:w="1696" w:type="dxa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Indication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(0.5 mark)</w:t>
            </w:r>
          </w:p>
        </w:tc>
        <w:tc>
          <w:tcPr>
            <w:tcW w:w="1792" w:type="dxa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 xml:space="preserve">Side effects Observed in the client 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(0.5 mark)</w:t>
            </w:r>
          </w:p>
        </w:tc>
        <w:tc>
          <w:tcPr>
            <w:tcW w:w="2160" w:type="dxa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Nursing role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990" w:type="dxa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Evaluation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(0.25 mark)</w:t>
            </w:r>
          </w:p>
        </w:tc>
      </w:tr>
      <w:tr w:rsidR="00766E03" w:rsidRPr="00902A39" w:rsidTr="00902A39">
        <w:trPr>
          <w:trHeight w:val="4835"/>
          <w:jc w:val="center"/>
        </w:trPr>
        <w:tc>
          <w:tcPr>
            <w:tcW w:w="1615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792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</w:tbl>
    <w:p w:rsidR="00766E03" w:rsidRDefault="00766E03" w:rsidP="009A2BD3">
      <w:pPr>
        <w:jc w:val="right"/>
        <w:rPr>
          <w:rFonts w:ascii="Arial" w:hAnsi="Arial"/>
          <w:b/>
        </w:rPr>
      </w:pPr>
    </w:p>
    <w:p w:rsidR="00766E03" w:rsidRDefault="00766E03" w:rsidP="009A2BD3">
      <w:pPr>
        <w:jc w:val="right"/>
        <w:rPr>
          <w:rFonts w:ascii="Arial" w:hAnsi="Arial"/>
          <w:b/>
        </w:rPr>
      </w:pPr>
    </w:p>
    <w:p w:rsidR="00766E03" w:rsidRDefault="00766E03" w:rsidP="009A2BD3">
      <w:pPr>
        <w:jc w:val="right"/>
        <w:rPr>
          <w:rFonts w:ascii="Arial" w:hAnsi="Arial"/>
          <w:b/>
        </w:rPr>
      </w:pPr>
    </w:p>
    <w:p w:rsidR="00766E03" w:rsidRDefault="00766E03" w:rsidP="009A2BD3">
      <w:pPr>
        <w:jc w:val="right"/>
        <w:rPr>
          <w:rFonts w:ascii="Arial" w:hAnsi="Arial"/>
          <w:b/>
        </w:rPr>
      </w:pPr>
    </w:p>
    <w:p w:rsidR="00766E03" w:rsidRDefault="00766E03" w:rsidP="009A2BD3">
      <w:pPr>
        <w:jc w:val="right"/>
        <w:rPr>
          <w:rFonts w:ascii="Arial" w:hAnsi="Arial"/>
          <w:b/>
        </w:rPr>
      </w:pPr>
    </w:p>
    <w:p w:rsidR="00766E03" w:rsidRDefault="00766E03" w:rsidP="009A2BD3">
      <w:pPr>
        <w:jc w:val="right"/>
        <w:rPr>
          <w:rFonts w:ascii="Arial" w:hAnsi="Arial"/>
          <w:b/>
        </w:rPr>
      </w:pPr>
    </w:p>
    <w:p w:rsidR="00766E03" w:rsidRDefault="00766E03" w:rsidP="009A2BD3">
      <w:pPr>
        <w:jc w:val="right"/>
        <w:rPr>
          <w:rFonts w:ascii="Arial" w:hAnsi="Arial"/>
          <w:b/>
        </w:rPr>
      </w:pPr>
    </w:p>
    <w:p w:rsidR="00766E03" w:rsidRDefault="00766E03" w:rsidP="009A2BD3">
      <w:pPr>
        <w:jc w:val="right"/>
        <w:rPr>
          <w:rFonts w:ascii="Arial" w:hAnsi="Arial"/>
          <w:b/>
        </w:rPr>
      </w:pPr>
    </w:p>
    <w:p w:rsidR="00766E03" w:rsidRDefault="00766E03" w:rsidP="009A2BD3">
      <w:pPr>
        <w:jc w:val="right"/>
        <w:rPr>
          <w:rFonts w:ascii="Arial" w:hAnsi="Arial"/>
          <w:b/>
        </w:rPr>
      </w:pPr>
    </w:p>
    <w:p w:rsidR="00766E03" w:rsidRDefault="00766E03" w:rsidP="00CB2236">
      <w:pPr>
        <w:rPr>
          <w:rFonts w:ascii="Arial" w:hAnsi="Arial"/>
          <w:b/>
        </w:rPr>
      </w:pPr>
    </w:p>
    <w:tbl>
      <w:tblPr>
        <w:tblpPr w:leftFromText="180" w:rightFromText="180" w:vertAnchor="text" w:horzAnchor="margin" w:tblpXSpec="center" w:tblpY="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55"/>
      </w:tblGrid>
      <w:tr w:rsidR="00766E03" w:rsidRPr="00902A39" w:rsidTr="00902A39">
        <w:tc>
          <w:tcPr>
            <w:tcW w:w="3955" w:type="dxa"/>
            <w:shd w:val="clear" w:color="auto" w:fill="D9D9D9"/>
          </w:tcPr>
          <w:p w:rsidR="00766E03" w:rsidRPr="00902A39" w:rsidRDefault="00766E03" w:rsidP="00902A39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902A39">
              <w:rPr>
                <w:rFonts w:ascii="Arial" w:hAnsi="Arial"/>
                <w:b/>
                <w:bCs/>
                <w:sz w:val="28"/>
                <w:szCs w:val="28"/>
              </w:rPr>
              <w:t>MEDICATION 2</w:t>
            </w:r>
          </w:p>
          <w:p w:rsidR="00766E03" w:rsidRPr="00902A39" w:rsidRDefault="00766E03" w:rsidP="00902A39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noProof/>
                <w:sz w:val="24"/>
                <w:szCs w:val="24"/>
              </w:rPr>
            </w:pPr>
            <w:r w:rsidRPr="00902A39">
              <w:rPr>
                <w:rFonts w:ascii="Arial" w:hAnsi="Arial"/>
                <w:b/>
                <w:bCs/>
                <w:sz w:val="28"/>
                <w:szCs w:val="28"/>
              </w:rPr>
              <w:t xml:space="preserve">3 marks </w:t>
            </w:r>
          </w:p>
        </w:tc>
      </w:tr>
    </w:tbl>
    <w:p w:rsidR="00766E03" w:rsidRDefault="00766E03" w:rsidP="00763879">
      <w:pPr>
        <w:bidi w:val="0"/>
        <w:rPr>
          <w:rFonts w:ascii="Arial" w:hAnsi="Arial"/>
          <w:b/>
          <w:bCs/>
          <w:sz w:val="24"/>
          <w:szCs w:val="24"/>
        </w:rPr>
      </w:pPr>
    </w:p>
    <w:p w:rsidR="00766E03" w:rsidRPr="00CB0B04" w:rsidRDefault="00766E03" w:rsidP="00763879">
      <w:pPr>
        <w:bidi w:val="0"/>
        <w:rPr>
          <w:rFonts w:ascii="Arial" w:hAnsi="Arial"/>
          <w:b/>
          <w:bCs/>
          <w:sz w:val="24"/>
          <w:szCs w:val="24"/>
        </w:rPr>
      </w:pP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82"/>
        <w:gridCol w:w="1529"/>
        <w:gridCol w:w="1650"/>
        <w:gridCol w:w="1736"/>
        <w:gridCol w:w="2058"/>
        <w:gridCol w:w="1228"/>
      </w:tblGrid>
      <w:tr w:rsidR="00766E03" w:rsidRPr="00902A39" w:rsidTr="00902A39">
        <w:trPr>
          <w:jc w:val="center"/>
        </w:trPr>
        <w:tc>
          <w:tcPr>
            <w:tcW w:w="1582" w:type="dxa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 xml:space="preserve">Name of Drug 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Dose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Route Frequency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(0.5 mark)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Classification / Action of the Drug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(0.25 mark)</w:t>
            </w:r>
          </w:p>
        </w:tc>
        <w:tc>
          <w:tcPr>
            <w:tcW w:w="1650" w:type="dxa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Indication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(0.5 mark)</w:t>
            </w:r>
          </w:p>
        </w:tc>
        <w:tc>
          <w:tcPr>
            <w:tcW w:w="1736" w:type="dxa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 xml:space="preserve">Side effects Observed in the client 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(0.5 mark)</w:t>
            </w:r>
          </w:p>
        </w:tc>
        <w:tc>
          <w:tcPr>
            <w:tcW w:w="2058" w:type="dxa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Nursing role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1228" w:type="dxa"/>
          </w:tcPr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Evaluation</w:t>
            </w:r>
          </w:p>
          <w:p w:rsidR="00766E03" w:rsidRPr="00902A39" w:rsidRDefault="00766E03" w:rsidP="00902A39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2A39">
              <w:rPr>
                <w:rFonts w:ascii="Arial" w:hAnsi="Arial"/>
                <w:b/>
                <w:bCs/>
                <w:sz w:val="20"/>
                <w:szCs w:val="20"/>
              </w:rPr>
              <w:t>(0.25 mark)</w:t>
            </w:r>
          </w:p>
        </w:tc>
      </w:tr>
      <w:tr w:rsidR="00766E03" w:rsidRPr="00902A39" w:rsidTr="00902A39">
        <w:trPr>
          <w:trHeight w:val="4094"/>
          <w:jc w:val="center"/>
        </w:trPr>
        <w:tc>
          <w:tcPr>
            <w:tcW w:w="1582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529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650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058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766E03" w:rsidRPr="00902A39" w:rsidRDefault="00766E03" w:rsidP="00902A39">
            <w:pPr>
              <w:bidi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</w:tbl>
    <w:p w:rsidR="00766E03" w:rsidRDefault="00766E03" w:rsidP="0021403D">
      <w:pPr>
        <w:jc w:val="center"/>
        <w:rPr>
          <w:rFonts w:ascii="Arial" w:hAnsi="Arial"/>
          <w:b/>
        </w:rPr>
      </w:pPr>
    </w:p>
    <w:p w:rsidR="00766E03" w:rsidRDefault="00766E03" w:rsidP="0021403D">
      <w:pPr>
        <w:ind w:left="-444"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Name of Student ________________________                             Clinical Area _______</w:t>
      </w:r>
      <w:r w:rsidRPr="009A2BD3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                        </w:t>
      </w:r>
    </w:p>
    <w:p w:rsidR="00766E03" w:rsidRDefault="00766E03" w:rsidP="009A2BD3">
      <w:pPr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Date  Submitted _____________</w:t>
      </w:r>
    </w:p>
    <w:tbl>
      <w:tblPr>
        <w:tblpPr w:leftFromText="180" w:rightFromText="180" w:vertAnchor="page" w:horzAnchor="margin" w:tblpXSpec="center" w:tblpY="11806"/>
        <w:tblOverlap w:val="never"/>
        <w:bidiVisual/>
        <w:tblW w:w="6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0"/>
        <w:gridCol w:w="1619"/>
        <w:gridCol w:w="2881"/>
      </w:tblGrid>
      <w:tr w:rsidR="00766E03" w:rsidRPr="00902A39" w:rsidTr="00902A39">
        <w:tc>
          <w:tcPr>
            <w:tcW w:w="1980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  <w:r w:rsidRPr="00902A39">
              <w:rPr>
                <w:rFonts w:ascii="Arial" w:hAnsi="Arial"/>
                <w:b/>
              </w:rPr>
              <w:t xml:space="preserve">Student Marks </w:t>
            </w:r>
          </w:p>
        </w:tc>
        <w:tc>
          <w:tcPr>
            <w:tcW w:w="1619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  <w:r w:rsidRPr="00902A39">
              <w:rPr>
                <w:rFonts w:ascii="Arial" w:hAnsi="Arial"/>
                <w:b/>
              </w:rPr>
              <w:t>Marks</w:t>
            </w:r>
          </w:p>
        </w:tc>
        <w:tc>
          <w:tcPr>
            <w:tcW w:w="2881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</w:p>
        </w:tc>
      </w:tr>
      <w:tr w:rsidR="00766E03" w:rsidRPr="00902A39" w:rsidTr="00902A39">
        <w:tc>
          <w:tcPr>
            <w:tcW w:w="1980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1619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  <w:r w:rsidRPr="00902A39">
              <w:rPr>
                <w:rFonts w:ascii="Arial" w:hAnsi="Arial"/>
                <w:b/>
              </w:rPr>
              <w:t>3</w:t>
            </w:r>
          </w:p>
        </w:tc>
        <w:tc>
          <w:tcPr>
            <w:tcW w:w="2881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  <w:r w:rsidRPr="00902A39">
              <w:rPr>
                <w:rFonts w:ascii="Arial" w:hAnsi="Arial"/>
                <w:b/>
              </w:rPr>
              <w:t xml:space="preserve">Progress Report  :  </w:t>
            </w:r>
          </w:p>
        </w:tc>
      </w:tr>
      <w:tr w:rsidR="00766E03" w:rsidRPr="00902A39" w:rsidTr="00902A39">
        <w:tc>
          <w:tcPr>
            <w:tcW w:w="1980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1619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  <w:r w:rsidRPr="00902A39">
              <w:rPr>
                <w:rFonts w:ascii="Arial" w:hAnsi="Arial"/>
                <w:b/>
              </w:rPr>
              <w:t>4</w:t>
            </w:r>
          </w:p>
        </w:tc>
        <w:tc>
          <w:tcPr>
            <w:tcW w:w="2881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  <w:r w:rsidRPr="00902A39">
              <w:rPr>
                <w:rFonts w:ascii="Arial" w:hAnsi="Arial"/>
                <w:b/>
              </w:rPr>
              <w:t xml:space="preserve">NCP :                       </w:t>
            </w:r>
          </w:p>
        </w:tc>
      </w:tr>
      <w:tr w:rsidR="00766E03" w:rsidRPr="00902A39" w:rsidTr="00902A39">
        <w:tc>
          <w:tcPr>
            <w:tcW w:w="1980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1619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  <w:r w:rsidRPr="00902A39">
              <w:rPr>
                <w:rFonts w:ascii="Arial" w:hAnsi="Arial"/>
                <w:b/>
              </w:rPr>
              <w:t>3</w:t>
            </w:r>
          </w:p>
        </w:tc>
        <w:tc>
          <w:tcPr>
            <w:tcW w:w="2881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  <w:r w:rsidRPr="00902A39">
              <w:rPr>
                <w:rFonts w:ascii="Arial" w:hAnsi="Arial"/>
                <w:b/>
              </w:rPr>
              <w:t xml:space="preserve">Medication Sheet   </w:t>
            </w:r>
          </w:p>
        </w:tc>
      </w:tr>
      <w:tr w:rsidR="00766E03" w:rsidRPr="00902A39" w:rsidTr="00902A39">
        <w:tc>
          <w:tcPr>
            <w:tcW w:w="1980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1619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  <w:r w:rsidRPr="00902A39">
              <w:rPr>
                <w:rFonts w:ascii="Arial" w:hAnsi="Arial"/>
                <w:b/>
              </w:rPr>
              <w:t xml:space="preserve">  10 marks</w:t>
            </w:r>
          </w:p>
        </w:tc>
        <w:tc>
          <w:tcPr>
            <w:tcW w:w="2881" w:type="dxa"/>
          </w:tcPr>
          <w:p w:rsidR="00766E03" w:rsidRPr="00902A39" w:rsidRDefault="00766E03" w:rsidP="00902A39">
            <w:pPr>
              <w:jc w:val="right"/>
              <w:rPr>
                <w:rFonts w:ascii="Arial" w:hAnsi="Arial"/>
                <w:b/>
              </w:rPr>
            </w:pPr>
            <w:r w:rsidRPr="00902A39">
              <w:rPr>
                <w:rFonts w:ascii="Arial" w:hAnsi="Arial"/>
                <w:b/>
              </w:rPr>
              <w:t xml:space="preserve">Total                                   </w:t>
            </w:r>
          </w:p>
        </w:tc>
      </w:tr>
    </w:tbl>
    <w:p w:rsidR="00766E03" w:rsidRDefault="00766E03" w:rsidP="009A2BD3">
      <w:pPr>
        <w:bidi w:val="0"/>
        <w:rPr>
          <w:rFonts w:ascii="Arial" w:hAnsi="Arial"/>
          <w:b/>
          <w:bCs/>
          <w:sz w:val="24"/>
          <w:szCs w:val="24"/>
        </w:rPr>
      </w:pPr>
    </w:p>
    <w:p w:rsidR="00766E03" w:rsidRDefault="00766E03" w:rsidP="009A2BD3">
      <w:pPr>
        <w:jc w:val="right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766E03" w:rsidRDefault="00766E03" w:rsidP="009A2BD3">
      <w:pPr>
        <w:jc w:val="right"/>
        <w:rPr>
          <w:rFonts w:ascii="Arial" w:hAnsi="Arial"/>
          <w:b/>
        </w:rPr>
      </w:pPr>
    </w:p>
    <w:p w:rsidR="00766E03" w:rsidRPr="00CB0B04" w:rsidRDefault="00766E03" w:rsidP="009A2BD3">
      <w:pPr>
        <w:jc w:val="righ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sectPr w:rsidR="00766E03" w:rsidRPr="00CB0B04" w:rsidSect="00EA603D">
      <w:headerReference w:type="default" r:id="rId7"/>
      <w:footerReference w:type="default" r:id="rId8"/>
      <w:pgSz w:w="12240" w:h="15840"/>
      <w:pgMar w:top="1440" w:right="1077" w:bottom="1440" w:left="1077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E03" w:rsidRDefault="00766E03" w:rsidP="00A73192">
      <w:pPr>
        <w:spacing w:after="0" w:line="240" w:lineRule="auto"/>
      </w:pPr>
      <w:r>
        <w:separator/>
      </w:r>
    </w:p>
  </w:endnote>
  <w:endnote w:type="continuationSeparator" w:id="0">
    <w:p w:rsidR="00766E03" w:rsidRDefault="00766E03" w:rsidP="00A7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E03" w:rsidRPr="009451CC" w:rsidRDefault="00766E03" w:rsidP="00CD230E">
    <w:pPr>
      <w:pStyle w:val="Footer"/>
      <w:bidi w:val="0"/>
      <w:jc w:val="right"/>
      <w:rPr>
        <w:i/>
        <w:iCs/>
        <w:sz w:val="18"/>
        <w:szCs w:val="18"/>
      </w:rPr>
    </w:pPr>
    <w:r w:rsidRPr="009451CC">
      <w:rPr>
        <w:i/>
        <w:iCs/>
        <w:sz w:val="18"/>
        <w:szCs w:val="18"/>
      </w:rPr>
      <w:t xml:space="preserve"> NUR </w:t>
    </w:r>
    <w:r>
      <w:rPr>
        <w:i/>
        <w:iCs/>
        <w:sz w:val="18"/>
        <w:szCs w:val="18"/>
      </w:rPr>
      <w:t xml:space="preserve">317 Medical-Surgical Dept.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E03" w:rsidRDefault="00766E03" w:rsidP="00A73192">
      <w:pPr>
        <w:spacing w:after="0" w:line="240" w:lineRule="auto"/>
      </w:pPr>
      <w:r>
        <w:separator/>
      </w:r>
    </w:p>
  </w:footnote>
  <w:footnote w:type="continuationSeparator" w:id="0">
    <w:p w:rsidR="00766E03" w:rsidRDefault="00766E03" w:rsidP="00A73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E03" w:rsidRDefault="00766E03" w:rsidP="005C752B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49" type="#_x0000_t75" style="position:absolute;left:0;text-align:left;margin-left:0;margin-top:0;width:142.5pt;height:54.75pt;z-index:-251656192;visibility:visible;mso-position-horizontal-relative:margin">
          <v:imagedata r:id="rId1" o:title=""/>
          <w10:wrap anchorx="margin"/>
        </v:shape>
      </w:pict>
    </w:r>
    <w:r w:rsidRPr="00B30FB6">
      <w:rPr>
        <w:b/>
        <w:bCs/>
      </w:rPr>
      <w:t>King Saud University</w:t>
    </w:r>
  </w:p>
  <w:p w:rsidR="00766E03" w:rsidRPr="00B30FB6" w:rsidRDefault="00766E03" w:rsidP="005C752B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b/>
        <w:bCs/>
      </w:rPr>
      <w:t>C</w:t>
    </w:r>
    <w:r w:rsidRPr="00B30FB6">
      <w:rPr>
        <w:b/>
        <w:bCs/>
      </w:rPr>
      <w:t>ollege of Nursing</w:t>
    </w:r>
  </w:p>
  <w:p w:rsidR="00766E03" w:rsidRDefault="00766E03" w:rsidP="005C752B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b/>
        <w:bCs/>
        <w:vertAlign w:val="superscript"/>
      </w:rPr>
      <w:t xml:space="preserve">2ND </w:t>
    </w:r>
    <w:r>
      <w:rPr>
        <w:b/>
        <w:bCs/>
      </w:rPr>
      <w:t>Semester SY 1437 – 1438</w:t>
    </w:r>
  </w:p>
  <w:p w:rsidR="00766E03" w:rsidRDefault="00766E03" w:rsidP="005C752B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r w:rsidRPr="00B30FB6">
      <w:rPr>
        <w:b/>
        <w:bCs/>
      </w:rPr>
      <w:t xml:space="preserve"> (201</w:t>
    </w:r>
    <w:r>
      <w:rPr>
        <w:b/>
        <w:bCs/>
      </w:rPr>
      <w:t>6</w:t>
    </w:r>
    <w:r w:rsidRPr="00B30FB6">
      <w:rPr>
        <w:b/>
        <w:bCs/>
      </w:rPr>
      <w:t xml:space="preserve"> – 201</w:t>
    </w:r>
    <w:r>
      <w:rPr>
        <w:b/>
        <w:bCs/>
      </w:rPr>
      <w:t>7</w:t>
    </w:r>
    <w:r w:rsidRPr="00B30FB6">
      <w:rPr>
        <w:b/>
        <w:bCs/>
      </w:rPr>
      <w:t>)</w:t>
    </w:r>
  </w:p>
  <w:p w:rsidR="00766E03" w:rsidRPr="005C752B" w:rsidRDefault="00766E03" w:rsidP="00EA603D">
    <w:pPr>
      <w:widowControl w:val="0"/>
      <w:tabs>
        <w:tab w:val="left" w:pos="0"/>
        <w:tab w:val="left" w:pos="4325"/>
        <w:tab w:val="center" w:pos="4677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b/>
        <w:bCs/>
      </w:rPr>
      <w:t xml:space="preserve">NURS 317 – Clinical Application of Adult Health Nursing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F0D87"/>
    <w:multiLevelType w:val="hybridMultilevel"/>
    <w:tmpl w:val="62FA9D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404407"/>
    <w:multiLevelType w:val="hybridMultilevel"/>
    <w:tmpl w:val="7452E00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AC95E36"/>
    <w:multiLevelType w:val="hybridMultilevel"/>
    <w:tmpl w:val="053A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324AFE"/>
    <w:multiLevelType w:val="hybridMultilevel"/>
    <w:tmpl w:val="1FDCBC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192"/>
    <w:rsid w:val="00020CD8"/>
    <w:rsid w:val="00021285"/>
    <w:rsid w:val="001153BC"/>
    <w:rsid w:val="0021403D"/>
    <w:rsid w:val="002B18C1"/>
    <w:rsid w:val="003B6E81"/>
    <w:rsid w:val="00461191"/>
    <w:rsid w:val="00473E4F"/>
    <w:rsid w:val="004A7682"/>
    <w:rsid w:val="0053160D"/>
    <w:rsid w:val="005A05C1"/>
    <w:rsid w:val="005C3E35"/>
    <w:rsid w:val="005C752B"/>
    <w:rsid w:val="005D0EDB"/>
    <w:rsid w:val="00604920"/>
    <w:rsid w:val="00763879"/>
    <w:rsid w:val="00766E03"/>
    <w:rsid w:val="008D54A6"/>
    <w:rsid w:val="00902A39"/>
    <w:rsid w:val="009451CC"/>
    <w:rsid w:val="009A2BD3"/>
    <w:rsid w:val="009E643C"/>
    <w:rsid w:val="00A72728"/>
    <w:rsid w:val="00A73192"/>
    <w:rsid w:val="00AE7D65"/>
    <w:rsid w:val="00B30FB6"/>
    <w:rsid w:val="00BD1A86"/>
    <w:rsid w:val="00CB0B04"/>
    <w:rsid w:val="00CB2236"/>
    <w:rsid w:val="00CD230E"/>
    <w:rsid w:val="00DC72D5"/>
    <w:rsid w:val="00EA603D"/>
    <w:rsid w:val="00EC7358"/>
    <w:rsid w:val="00FF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192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731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73192"/>
    <w:rPr>
      <w:rFonts w:cs="Times New Roman"/>
    </w:rPr>
  </w:style>
  <w:style w:type="table" w:styleId="TableGrid">
    <w:name w:val="Table Grid"/>
    <w:basedOn w:val="TableNormal"/>
    <w:uiPriority w:val="99"/>
    <w:rsid w:val="00A731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731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73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7319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E6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64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344</Words>
  <Characters>1962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IRENE ROCO</dc:creator>
  <cp:keywords/>
  <dc:description/>
  <cp:lastModifiedBy>قيصـر</cp:lastModifiedBy>
  <cp:revision>2</cp:revision>
  <cp:lastPrinted>2017-02-05T09:04:00Z</cp:lastPrinted>
  <dcterms:created xsi:type="dcterms:W3CDTF">2017-10-11T17:03:00Z</dcterms:created>
  <dcterms:modified xsi:type="dcterms:W3CDTF">2017-10-11T17:03:00Z</dcterms:modified>
</cp:coreProperties>
</file>