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501" w:rsidRPr="00CE664A" w:rsidRDefault="00250501" w:rsidP="00250501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>King</w:t>
      </w:r>
      <w:r w:rsidRPr="00CE66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>Saud University</w:t>
      </w:r>
    </w:p>
    <w:p w:rsidR="00250501" w:rsidRPr="00CE664A" w:rsidRDefault="00250501" w:rsidP="005E163F">
      <w:pPr>
        <w:spacing w:line="276" w:lineRule="auto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 xml:space="preserve">College of </w:t>
      </w:r>
      <w:r w:rsidR="005E163F">
        <w:rPr>
          <w:rFonts w:ascii="TimesNewRomanPSMT" w:hAnsi="TimesNewRomanPSMT" w:cs="TimesNewRomanPSMT"/>
          <w:b/>
          <w:bCs/>
          <w:sz w:val="28"/>
          <w:szCs w:val="28"/>
        </w:rPr>
        <w:t xml:space="preserve">Applied Studies and Community Service </w:t>
      </w:r>
    </w:p>
    <w:p w:rsidR="00250501" w:rsidRPr="001B2098" w:rsidRDefault="005E163F" w:rsidP="008716EC">
      <w:pPr>
        <w:autoSpaceDE w:val="0"/>
        <w:autoSpaceDN w:val="0"/>
        <w:adjustRightInd w:val="0"/>
        <w:spacing w:line="276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Csc1203- introduction to database</w:t>
      </w:r>
    </w:p>
    <w:p w:rsidR="00250501" w:rsidRPr="008312C5" w:rsidRDefault="00E362AF" w:rsidP="00E362AF">
      <w:pPr>
        <w:autoSpaceDE w:val="0"/>
        <w:autoSpaceDN w:val="0"/>
        <w:adjustRightInd w:val="0"/>
        <w:spacing w:line="276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</w:t>
      </w:r>
      <w:r>
        <w:rPr>
          <w:rFonts w:ascii="TimesNewRomanPSMT" w:hAnsi="TimesNewRomanPSMT" w:cs="TimesNewRomanPSMT"/>
          <w:sz w:val="24"/>
          <w:szCs w:val="24"/>
          <w:vertAlign w:val="superscript"/>
        </w:rPr>
        <w:t>st</w:t>
      </w:r>
      <w:r w:rsidR="00250501">
        <w:rPr>
          <w:rFonts w:ascii="TimesNewRomanPSMT" w:hAnsi="TimesNewRomanPSMT" w:cs="TimesNewRomanPSMT"/>
          <w:sz w:val="24"/>
          <w:szCs w:val="24"/>
        </w:rPr>
        <w:t xml:space="preserve"> 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>Semester 143</w:t>
      </w:r>
      <w:r>
        <w:rPr>
          <w:rFonts w:ascii="TimesNewRomanPSMT" w:hAnsi="TimesNewRomanPSMT" w:cs="TimesNewRomanPSMT"/>
          <w:sz w:val="24"/>
          <w:szCs w:val="24"/>
        </w:rPr>
        <w:t>5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>-143</w:t>
      </w:r>
      <w:r>
        <w:rPr>
          <w:rFonts w:ascii="TimesNewRomanPSMT" w:hAnsi="TimesNewRomanPSMT" w:cs="TimesNewRomanPSMT"/>
          <w:sz w:val="24"/>
          <w:szCs w:val="24"/>
        </w:rPr>
        <w:t>6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 xml:space="preserve"> H</w:t>
      </w:r>
    </w:p>
    <w:p w:rsidR="00F60F5D" w:rsidRDefault="00F60F5D" w:rsidP="003C7C8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60F5D" w:rsidRDefault="00F60F5D" w:rsidP="00E3775A">
      <w:pPr>
        <w:rPr>
          <w:rFonts w:ascii="Times New Roman" w:hAnsi="Times New Roman" w:cs="Times New Roman"/>
          <w:sz w:val="32"/>
          <w:szCs w:val="32"/>
        </w:rPr>
      </w:pPr>
    </w:p>
    <w:p w:rsidR="00F60F5D" w:rsidRDefault="00F60F5D" w:rsidP="00250501">
      <w:pPr>
        <w:rPr>
          <w:rFonts w:ascii="Times New Roman" w:hAnsi="Times New Roman" w:cs="Times New Roman"/>
          <w:sz w:val="32"/>
          <w:szCs w:val="32"/>
        </w:rPr>
      </w:pPr>
    </w:p>
    <w:p w:rsidR="006108FA" w:rsidRPr="0054534E" w:rsidRDefault="001D474C" w:rsidP="006108FA">
      <w:pPr>
        <w:jc w:val="center"/>
        <w:rPr>
          <w:rFonts w:ascii="Times New Roman" w:hAnsi="Times New Roman" w:cs="Times New Roman"/>
          <w:i/>
          <w:iCs/>
          <w:sz w:val="32"/>
          <w:szCs w:val="32"/>
        </w:rPr>
      </w:pPr>
      <w:r w:rsidRPr="0054534E">
        <w:rPr>
          <w:rFonts w:ascii="Times New Roman" w:hAnsi="Times New Roman" w:cs="Times New Roman"/>
          <w:i/>
          <w:iCs/>
          <w:sz w:val="32"/>
          <w:szCs w:val="32"/>
        </w:rPr>
        <w:t>Paste your project logo</w:t>
      </w:r>
      <w:r w:rsidRPr="0054534E">
        <w:rPr>
          <w:rFonts w:ascii="Times New Roman" w:hAnsi="Times New Roman" w:cs="Times New Roman"/>
          <w:i/>
          <w:iCs/>
          <w:sz w:val="32"/>
          <w:szCs w:val="32"/>
        </w:rPr>
        <w:br/>
      </w:r>
    </w:p>
    <w:p w:rsidR="000B7848" w:rsidRDefault="000B7848" w:rsidP="00992D75">
      <w:pPr>
        <w:jc w:val="center"/>
        <w:rPr>
          <w:rFonts w:ascii="Times New Roman" w:hAnsi="Times New Roman" w:cs="Times New Roman"/>
          <w:b/>
          <w:bCs/>
          <w:color w:val="4F81BD"/>
          <w:sz w:val="48"/>
          <w:szCs w:val="48"/>
        </w:rPr>
      </w:pPr>
      <w:r w:rsidRPr="001733D5">
        <w:rPr>
          <w:rFonts w:ascii="Times New Roman" w:hAnsi="Times New Roman" w:cs="Times New Roman"/>
          <w:b/>
          <w:bCs/>
          <w:color w:val="4F81BD"/>
          <w:sz w:val="48"/>
          <w:szCs w:val="48"/>
        </w:rPr>
        <w:t>Your real life Project name</w:t>
      </w:r>
    </w:p>
    <w:p w:rsidR="00712099" w:rsidRPr="00712099" w:rsidRDefault="00712099" w:rsidP="00712099">
      <w:pPr>
        <w:jc w:val="center"/>
        <w:rPr>
          <w:rFonts w:ascii="Times New Roman" w:hAnsi="Times New Roman" w:cs="Times New Roman"/>
          <w:color w:val="808080"/>
          <w:sz w:val="44"/>
          <w:szCs w:val="44"/>
          <w:rtl/>
        </w:rPr>
      </w:pPr>
      <w:r w:rsidRPr="00430CDE">
        <w:rPr>
          <w:rFonts w:ascii="Times New Roman" w:hAnsi="Times New Roman" w:cs="Times New Roman"/>
          <w:b/>
          <w:bCs/>
          <w:color w:val="808080"/>
          <w:sz w:val="44"/>
          <w:szCs w:val="44"/>
        </w:rPr>
        <w:t>The</w:t>
      </w:r>
      <w:r>
        <w:rPr>
          <w:rFonts w:ascii="Times New Roman" w:hAnsi="Times New Roman" w:cs="Times New Roman"/>
          <w:b/>
          <w:bCs/>
          <w:color w:val="808080"/>
          <w:sz w:val="44"/>
          <w:szCs w:val="44"/>
        </w:rPr>
        <w:t xml:space="preserve"> </w:t>
      </w:r>
      <w:r w:rsidRPr="00430CDE">
        <w:rPr>
          <w:rFonts w:ascii="Times New Roman" w:hAnsi="Times New Roman" w:cs="Times New Roman"/>
          <w:b/>
          <w:bCs/>
          <w:color w:val="808080"/>
          <w:sz w:val="44"/>
          <w:szCs w:val="44"/>
        </w:rPr>
        <w:t>view name</w:t>
      </w:r>
    </w:p>
    <w:p w:rsidR="00FF3AE0" w:rsidRPr="001733D5" w:rsidRDefault="00FF3AE0" w:rsidP="00FF3AE0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1733D5" w:rsidRPr="001733D5" w:rsidRDefault="001733D5" w:rsidP="00FF3AE0">
      <w:pPr>
        <w:jc w:val="center"/>
        <w:rPr>
          <w:rFonts w:ascii="Times New Roman" w:hAnsi="Times New Roman" w:cs="Times New Roman"/>
          <w:b/>
          <w:bCs/>
          <w:color w:val="7F7F7F"/>
          <w:sz w:val="36"/>
          <w:szCs w:val="36"/>
        </w:rPr>
      </w:pPr>
      <w:r w:rsidRPr="001733D5">
        <w:rPr>
          <w:rFonts w:ascii="Times New Roman" w:hAnsi="Times New Roman" w:cs="Times New Roman"/>
          <w:b/>
          <w:bCs/>
          <w:color w:val="7F7F7F"/>
          <w:sz w:val="36"/>
          <w:szCs w:val="36"/>
        </w:rPr>
        <w:t xml:space="preserve">Phase # </w:t>
      </w:r>
      <w:r w:rsidR="00FE7F87">
        <w:rPr>
          <w:rFonts w:ascii="Times New Roman" w:hAnsi="Times New Roman" w:cs="Times New Roman"/>
          <w:b/>
          <w:bCs/>
          <w:color w:val="7F7F7F"/>
          <w:sz w:val="36"/>
          <w:szCs w:val="36"/>
        </w:rPr>
        <w:t xml:space="preserve">1, </w:t>
      </w:r>
      <w:r w:rsidR="00AA6EA6">
        <w:rPr>
          <w:rFonts w:ascii="Times New Roman" w:hAnsi="Times New Roman" w:cs="Times New Roman"/>
          <w:b/>
          <w:bCs/>
          <w:color w:val="7F7F7F"/>
          <w:sz w:val="36"/>
          <w:szCs w:val="36"/>
        </w:rPr>
        <w:t>2</w:t>
      </w:r>
      <w:r w:rsidR="00FE7F87">
        <w:rPr>
          <w:rFonts w:ascii="Times New Roman" w:hAnsi="Times New Roman" w:cs="Times New Roman"/>
          <w:b/>
          <w:bCs/>
          <w:color w:val="7F7F7F"/>
          <w:sz w:val="36"/>
          <w:szCs w:val="36"/>
        </w:rPr>
        <w:t>, &amp; 3</w:t>
      </w:r>
    </w:p>
    <w:p w:rsidR="00992F64" w:rsidRDefault="00992F64" w:rsidP="00992F64">
      <w:pPr>
        <w:rPr>
          <w:rFonts w:ascii="Bodoni MT" w:hAnsi="Bodoni MT"/>
          <w:b/>
          <w:bCs/>
          <w:color w:val="C00000"/>
          <w:sz w:val="28"/>
          <w:szCs w:val="28"/>
        </w:rPr>
      </w:pPr>
    </w:p>
    <w:tbl>
      <w:tblPr>
        <w:tblpPr w:leftFromText="180" w:rightFromText="180" w:vertAnchor="text" w:horzAnchor="margin" w:tblpXSpec="center" w:tblpY="165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76"/>
        <w:gridCol w:w="5116"/>
        <w:gridCol w:w="810"/>
        <w:gridCol w:w="1170"/>
      </w:tblGrid>
      <w:tr w:rsidR="00787012" w:rsidRPr="00307DB3" w:rsidTr="003C7C84">
        <w:trPr>
          <w:trHeight w:val="547"/>
        </w:trPr>
        <w:tc>
          <w:tcPr>
            <w:tcW w:w="1576" w:type="dxa"/>
            <w:shd w:val="clear" w:color="auto" w:fill="BFBFBF"/>
            <w:vAlign w:val="center"/>
          </w:tcPr>
          <w:p w:rsidR="00787012" w:rsidRPr="00307DB3" w:rsidRDefault="00787012" w:rsidP="000B7848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ID</w:t>
            </w:r>
          </w:p>
        </w:tc>
        <w:tc>
          <w:tcPr>
            <w:tcW w:w="5116" w:type="dxa"/>
            <w:shd w:val="clear" w:color="auto" w:fill="BFBFBF"/>
            <w:vAlign w:val="center"/>
          </w:tcPr>
          <w:p w:rsidR="00787012" w:rsidRPr="00307DB3" w:rsidRDefault="00787012" w:rsidP="000B7848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NAME</w:t>
            </w:r>
          </w:p>
        </w:tc>
        <w:tc>
          <w:tcPr>
            <w:tcW w:w="810" w:type="dxa"/>
            <w:shd w:val="clear" w:color="auto" w:fill="BFBFBF"/>
            <w:vAlign w:val="center"/>
          </w:tcPr>
          <w:p w:rsidR="00787012" w:rsidRPr="00307DB3" w:rsidRDefault="00787012" w:rsidP="00787012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SN</w:t>
            </w:r>
          </w:p>
        </w:tc>
        <w:tc>
          <w:tcPr>
            <w:tcW w:w="1170" w:type="dxa"/>
            <w:shd w:val="clear" w:color="auto" w:fill="BFBFBF"/>
            <w:vAlign w:val="center"/>
          </w:tcPr>
          <w:p w:rsidR="00787012" w:rsidRPr="00307DB3" w:rsidRDefault="00787012" w:rsidP="00787012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ection #</w:t>
            </w:r>
          </w:p>
        </w:tc>
      </w:tr>
      <w:tr w:rsidR="00787012" w:rsidRPr="00307DB3" w:rsidTr="003C7C84">
        <w:trPr>
          <w:trHeight w:val="383"/>
        </w:trPr>
        <w:tc>
          <w:tcPr>
            <w:tcW w:w="1576" w:type="dxa"/>
            <w:vAlign w:val="center"/>
          </w:tcPr>
          <w:p w:rsidR="00787012" w:rsidRPr="003C7C84" w:rsidRDefault="00787012" w:rsidP="000B7848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787012" w:rsidRPr="003C7C84" w:rsidRDefault="00787012" w:rsidP="000B7848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787012" w:rsidRPr="003C7C84" w:rsidRDefault="00787012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787012" w:rsidRPr="003C7C84" w:rsidRDefault="00787012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E3775A" w:rsidRPr="00307DB3" w:rsidTr="003C7C84">
        <w:trPr>
          <w:trHeight w:val="404"/>
        </w:trPr>
        <w:tc>
          <w:tcPr>
            <w:tcW w:w="1576" w:type="dxa"/>
            <w:vAlign w:val="center"/>
          </w:tcPr>
          <w:p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E3775A" w:rsidRPr="00307DB3" w:rsidTr="003C7C84">
        <w:trPr>
          <w:trHeight w:val="406"/>
        </w:trPr>
        <w:tc>
          <w:tcPr>
            <w:tcW w:w="1576" w:type="dxa"/>
            <w:vAlign w:val="center"/>
          </w:tcPr>
          <w:p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3C7C84" w:rsidRPr="00307DB3" w:rsidTr="003C7C84">
        <w:trPr>
          <w:trHeight w:val="397"/>
        </w:trPr>
        <w:tc>
          <w:tcPr>
            <w:tcW w:w="1576" w:type="dxa"/>
            <w:vAlign w:val="center"/>
          </w:tcPr>
          <w:p w:rsidR="003C7C84" w:rsidRPr="003C7C84" w:rsidRDefault="003C7C84" w:rsidP="003C7C84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3C7C84" w:rsidRPr="003C7C84" w:rsidRDefault="003C7C84" w:rsidP="003C7C84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3C7C84" w:rsidRPr="003C7C84" w:rsidRDefault="003C7C84" w:rsidP="003C7C84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3C7C84" w:rsidRPr="003C7C84" w:rsidRDefault="003C7C84" w:rsidP="003C7C84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7A25DC" w:rsidRPr="00307DB3" w:rsidTr="003C7C84">
        <w:trPr>
          <w:trHeight w:val="397"/>
        </w:trPr>
        <w:tc>
          <w:tcPr>
            <w:tcW w:w="1576" w:type="dxa"/>
            <w:vAlign w:val="center"/>
          </w:tcPr>
          <w:p w:rsidR="007A25DC" w:rsidRPr="003C7C84" w:rsidRDefault="007A25DC" w:rsidP="007A25DC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7A25DC" w:rsidRPr="003C7C84" w:rsidRDefault="007A25DC" w:rsidP="007A25DC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7A25DC" w:rsidRPr="003C7C84" w:rsidRDefault="007A25DC" w:rsidP="007A25DC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7A25DC" w:rsidRPr="003C7C84" w:rsidRDefault="007A25DC" w:rsidP="007A25DC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3C7C84" w:rsidRPr="00307DB3" w:rsidTr="003C7C84">
        <w:trPr>
          <w:trHeight w:val="397"/>
        </w:trPr>
        <w:tc>
          <w:tcPr>
            <w:tcW w:w="1576" w:type="dxa"/>
            <w:vAlign w:val="center"/>
          </w:tcPr>
          <w:p w:rsidR="003C7C84" w:rsidRPr="003C7C84" w:rsidRDefault="003C7C84" w:rsidP="003C7C84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3C7C84" w:rsidRPr="003C7C84" w:rsidRDefault="003C7C84" w:rsidP="003C7C84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3C7C84" w:rsidRPr="003C7C84" w:rsidRDefault="003C7C84" w:rsidP="003C7C84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3C7C84" w:rsidRPr="003C7C84" w:rsidRDefault="003C7C84" w:rsidP="003C7C84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</w:tbl>
    <w:p w:rsidR="00FF3AE0" w:rsidRDefault="00FF3AE0" w:rsidP="00992F64">
      <w:pPr>
        <w:rPr>
          <w:rFonts w:ascii="Bodoni MT" w:hAnsi="Bodoni MT"/>
          <w:b/>
          <w:bCs/>
          <w:color w:val="C00000"/>
          <w:sz w:val="28"/>
          <w:szCs w:val="28"/>
        </w:rPr>
      </w:pPr>
    </w:p>
    <w:p w:rsidR="00F60F5D" w:rsidRDefault="00F60F5D" w:rsidP="00992F64">
      <w:pPr>
        <w:rPr>
          <w:rFonts w:ascii="Bodoni MT" w:hAnsi="Bodoni MT"/>
          <w:b/>
          <w:bCs/>
          <w:color w:val="C00000"/>
          <w:sz w:val="28"/>
          <w:szCs w:val="28"/>
        </w:rPr>
      </w:pPr>
    </w:p>
    <w:p w:rsidR="00FF3AE0" w:rsidRPr="006707A7" w:rsidRDefault="00FF3AE0" w:rsidP="00992F64">
      <w:pPr>
        <w:jc w:val="center"/>
        <w:rPr>
          <w:rFonts w:ascii="Times New Roman" w:hAnsi="Times New Roman" w:cs="Times New Roman"/>
          <w:sz w:val="28"/>
          <w:szCs w:val="28"/>
          <w:rtl/>
        </w:rPr>
      </w:pPr>
      <w:r w:rsidRPr="001B5316">
        <w:rPr>
          <w:rFonts w:ascii="Times New Roman" w:hAnsi="Times New Roman" w:cs="Times New Roman"/>
          <w:b/>
          <w:bCs/>
          <w:color w:val="4F81BD"/>
          <w:sz w:val="28"/>
          <w:szCs w:val="28"/>
        </w:rPr>
        <w:t>Supervised By: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="006707A7"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proofErr w:type="gramStart"/>
      <w:r w:rsid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>y</w:t>
      </w:r>
      <w:r w:rsidR="006707A7" w:rsidRP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>our</w:t>
      </w:r>
      <w:proofErr w:type="gramEnd"/>
      <w:r w:rsidR="006707A7" w:rsidRP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 xml:space="preserve"> Supervisor Name.</w:t>
      </w:r>
    </w:p>
    <w:p w:rsidR="009612EB" w:rsidRDefault="009612EB"/>
    <w:p w:rsidR="00250501" w:rsidRDefault="00250501"/>
    <w:p w:rsidR="00DE4BE9" w:rsidRDefault="00DE4BE9"/>
    <w:p w:rsidR="00DE4BE9" w:rsidRDefault="00DE4BE9"/>
    <w:p w:rsidR="00FF1893" w:rsidRPr="00C979C5" w:rsidRDefault="00FF1893">
      <w:pPr>
        <w:rPr>
          <w:rFonts w:ascii="Times New Roman" w:hAnsi="Times New Roman" w:cs="Times New Roman"/>
        </w:rPr>
      </w:pPr>
    </w:p>
    <w:p w:rsidR="00C979C5" w:rsidRDefault="00C979C5" w:rsidP="00FF1893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54534E">
        <w:rPr>
          <w:rFonts w:ascii="Times New Roman" w:hAnsi="Times New Roman" w:cs="Times New Roman"/>
          <w:b/>
          <w:bCs/>
          <w:color w:val="4F81BD"/>
          <w:sz w:val="28"/>
          <w:szCs w:val="28"/>
        </w:rPr>
        <w:t>Project Description: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5C6DB7" w:rsidRDefault="005C6DB7" w:rsidP="005C6DB7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DC7845" w:rsidRPr="001F49EA" w:rsidRDefault="00C979C5" w:rsidP="001F49EA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color w:val="548DD4"/>
          <w:sz w:val="24"/>
          <w:szCs w:val="24"/>
        </w:rPr>
      </w:pPr>
      <w:r w:rsidRPr="0054534E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Write a short 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description of the database application you propose to work with throughout the project. </w:t>
      </w:r>
      <w:proofErr w:type="gramStart"/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>i.e</w:t>
      </w:r>
      <w:proofErr w:type="gramEnd"/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>. who is your client</w:t>
      </w:r>
      <w:r w:rsidR="007C7152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what are the activities or services provided and so on.</w:t>
      </w:r>
    </w:p>
    <w:p w:rsidR="00DC7845" w:rsidRDefault="00DC7845" w:rsidP="00DC7845">
      <w:pPr>
        <w:jc w:val="center"/>
        <w:rPr>
          <w:rFonts w:ascii="Bodoni MT" w:hAnsi="Bodoni MT"/>
          <w:b/>
          <w:bCs/>
          <w:color w:val="C00000"/>
          <w:sz w:val="28"/>
          <w:szCs w:val="28"/>
        </w:rPr>
      </w:pPr>
    </w:p>
    <w:p w:rsidR="00155E57" w:rsidRDefault="00155E57" w:rsidP="00155E5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View Description: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155E57" w:rsidRDefault="00155E57" w:rsidP="00155E57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155E57" w:rsidRPr="0054534E" w:rsidRDefault="00155E57" w:rsidP="001F1822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color w:val="548DD4"/>
          <w:sz w:val="24"/>
          <w:szCs w:val="24"/>
        </w:rPr>
      </w:pP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Write a short 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>description of this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database 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view of your 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>application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>You should specify who will use this view, what is their</w:t>
      </w:r>
      <w:r w:rsidR="001F1822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>responsibilities and what the data they are interested to know about (IN GENERAL).</w:t>
      </w:r>
    </w:p>
    <w:p w:rsidR="00EA49F5" w:rsidRDefault="00EA49F5" w:rsidP="00C979C5"/>
    <w:p w:rsidR="00B77255" w:rsidRDefault="00B77255" w:rsidP="00B77255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Data</w:t>
      </w: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Requirements</w:t>
      </w: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B77255" w:rsidRDefault="00B77255" w:rsidP="00C979C5"/>
    <w:p w:rsidR="00CE21CF" w:rsidRPr="0054534E" w:rsidRDefault="00CE21CF" w:rsidP="00C54EAF">
      <w:pPr>
        <w:tabs>
          <w:tab w:val="num" w:pos="54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534E">
        <w:rPr>
          <w:rFonts w:ascii="Times New Roman" w:hAnsi="Times New Roman" w:cs="Times New Roman"/>
          <w:i/>
          <w:iCs/>
          <w:sz w:val="24"/>
          <w:szCs w:val="24"/>
        </w:rPr>
        <w:t>Write the d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>ata requirement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>s of this view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that describes the </w:t>
      </w:r>
      <w:r w:rsidR="00B77255" w:rsidRPr="005501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entities in your view</w:t>
      </w:r>
      <w:r w:rsidR="004317E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4317EE" w:rsidRPr="004317EE">
        <w:rPr>
          <w:rFonts w:ascii="Times New Roman" w:hAnsi="Times New Roman" w:cs="Times New Roman"/>
          <w:i/>
          <w:iCs/>
          <w:sz w:val="24"/>
          <w:szCs w:val="24"/>
        </w:rPr>
        <w:t>(at least 7 entities</w:t>
      </w:r>
      <w:r w:rsidR="004317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and </w:t>
      </w:r>
      <w:r w:rsidR="00C54EAF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C54EAF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related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data, relations and 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>transactions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for each entity</w:t>
      </w:r>
      <w:r w:rsidR="000B70EC">
        <w:rPr>
          <w:rFonts w:ascii="Times New Roman" w:hAnsi="Times New Roman" w:cs="Times New Roman"/>
          <w:i/>
          <w:iCs/>
          <w:sz w:val="24"/>
          <w:szCs w:val="24"/>
        </w:rPr>
        <w:t xml:space="preserve"> (Attribute</w:t>
      </w:r>
      <w:r w:rsidR="001B5B52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0B70EC">
        <w:rPr>
          <w:rFonts w:ascii="Times New Roman" w:hAnsi="Times New Roman" w:cs="Times New Roman"/>
          <w:i/>
          <w:iCs/>
          <w:sz w:val="24"/>
          <w:szCs w:val="24"/>
        </w:rPr>
        <w:t>, relations</w:t>
      </w:r>
      <w:r w:rsidR="001B5B52">
        <w:rPr>
          <w:rFonts w:ascii="Times New Roman" w:hAnsi="Times New Roman" w:cs="Times New Roman"/>
          <w:i/>
          <w:iCs/>
          <w:sz w:val="24"/>
          <w:szCs w:val="24"/>
        </w:rPr>
        <w:t>hip</w:t>
      </w:r>
      <w:r w:rsidR="000B70EC">
        <w:rPr>
          <w:rFonts w:ascii="Times New Roman" w:hAnsi="Times New Roman" w:cs="Times New Roman"/>
          <w:i/>
          <w:iCs/>
          <w:sz w:val="24"/>
          <w:szCs w:val="24"/>
        </w:rPr>
        <w:t>, and multiplicity)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Refer to </w:t>
      </w:r>
      <w:r w:rsidRPr="005453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Appendix A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in your text book “Database Systems: A Practical Approach to Design, Implementation and Management”, for a d</w:t>
      </w:r>
      <w:r w:rsidR="00BB361A" w:rsidRPr="0054534E">
        <w:rPr>
          <w:rFonts w:ascii="Times New Roman" w:hAnsi="Times New Roman" w:cs="Times New Roman"/>
          <w:i/>
          <w:iCs/>
          <w:sz w:val="24"/>
          <w:szCs w:val="24"/>
        </w:rPr>
        <w:t>etailed example that you have to follow.</w:t>
      </w:r>
    </w:p>
    <w:p w:rsidR="00E429FB" w:rsidRDefault="00E429FB" w:rsidP="00CE21CF">
      <w:pPr>
        <w:rPr>
          <w:rFonts w:ascii="Times New Roman" w:hAnsi="Times New Roman" w:cs="Times New Roman"/>
          <w:sz w:val="24"/>
          <w:szCs w:val="24"/>
        </w:rPr>
      </w:pPr>
    </w:p>
    <w:p w:rsidR="00E429FB" w:rsidRDefault="00CE7B99" w:rsidP="00E429FB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Transaction</w:t>
      </w:r>
      <w:r w:rsidR="00E429FB"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 xml:space="preserve"> </w:t>
      </w:r>
      <w:r w:rsidR="00E429FB">
        <w:rPr>
          <w:rFonts w:ascii="Times New Roman" w:hAnsi="Times New Roman" w:cs="Times New Roman"/>
          <w:b/>
          <w:bCs/>
          <w:color w:val="4F81BD"/>
          <w:sz w:val="28"/>
          <w:szCs w:val="28"/>
        </w:rPr>
        <w:t>Requirements</w:t>
      </w:r>
      <w:r w:rsidR="00E429FB"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="00E429FB"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="00E429FB"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E429FB" w:rsidRDefault="00E429FB" w:rsidP="00E429FB"/>
    <w:p w:rsidR="00E429FB" w:rsidRPr="0068420A" w:rsidRDefault="00E429FB" w:rsidP="00E429FB">
      <w:pPr>
        <w:tabs>
          <w:tab w:val="num" w:pos="54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Refer to </w:t>
      </w:r>
      <w:r w:rsidRPr="006842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Appendix A</w:t>
      </w: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in your text book “Database Systems: A Practical Approach to Design, Implementation and Management”, for a detailed example that you have to follow.</w:t>
      </w:r>
    </w:p>
    <w:p w:rsidR="00E429FB" w:rsidRDefault="00E429FB" w:rsidP="00CE21CF">
      <w:pPr>
        <w:rPr>
          <w:rFonts w:ascii="Times New Roman" w:hAnsi="Times New Roman" w:cs="Times New Roman"/>
          <w:sz w:val="24"/>
          <w:szCs w:val="24"/>
        </w:rPr>
      </w:pPr>
    </w:p>
    <w:p w:rsidR="00CE7B99" w:rsidRPr="00056DF9" w:rsidRDefault="00CE7B99" w:rsidP="00CE21CF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56DF9">
        <w:rPr>
          <w:rFonts w:ascii="Times New Roman" w:hAnsi="Times New Roman" w:cs="Times New Roman"/>
          <w:b/>
          <w:bCs/>
          <w:sz w:val="26"/>
          <w:szCs w:val="26"/>
        </w:rPr>
        <w:t>Data Entry</w:t>
      </w:r>
      <w:r w:rsidR="008A3162" w:rsidRPr="00056DF9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8A3162" w:rsidRDefault="008A3162" w:rsidP="008A3162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8A3162" w:rsidRPr="00CE7B99" w:rsidRDefault="008A3162" w:rsidP="008A316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List </w:t>
      </w:r>
      <w:r w:rsidR="001F49EA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insert</w:t>
      </w: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transaction</w:t>
      </w:r>
      <w:r w:rsidR="00565F37">
        <w:rPr>
          <w:rFonts w:ascii="Times New Roman" w:hAnsi="Times New Roman" w:cs="Times New Roman"/>
          <w:i/>
          <w:iCs/>
          <w:sz w:val="24"/>
          <w:szCs w:val="24"/>
        </w:rPr>
        <w:t xml:space="preserve">s </w:t>
      </w:r>
      <w:r w:rsidR="00565F37" w:rsidRPr="00565F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related to your view.</w:t>
      </w:r>
    </w:p>
    <w:p w:rsidR="008A3162" w:rsidRPr="00CE7B99" w:rsidRDefault="008A3162" w:rsidP="00CE2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A3162" w:rsidRDefault="008A3162" w:rsidP="00CE2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E7B99" w:rsidRPr="00056DF9" w:rsidRDefault="00CE7B99" w:rsidP="00CE21CF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56DF9">
        <w:rPr>
          <w:rFonts w:ascii="Times New Roman" w:hAnsi="Times New Roman" w:cs="Times New Roman"/>
          <w:b/>
          <w:bCs/>
          <w:sz w:val="26"/>
          <w:szCs w:val="26"/>
        </w:rPr>
        <w:t>Data update/deletion</w:t>
      </w:r>
      <w:r w:rsidR="008A3162" w:rsidRPr="00056DF9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8A3162" w:rsidRDefault="008A3162" w:rsidP="008A3162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8A3162" w:rsidRPr="00CE7B99" w:rsidRDefault="008A3162" w:rsidP="008A316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List </w:t>
      </w:r>
      <w:r w:rsidR="001F49EA"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delete/update transactions</w:t>
      </w:r>
      <w:r w:rsidR="00565F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65F37" w:rsidRPr="00565F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related to your view.</w:t>
      </w:r>
    </w:p>
    <w:p w:rsidR="008A3162" w:rsidRDefault="008A3162" w:rsidP="00CE2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A3162" w:rsidRDefault="008A3162" w:rsidP="00CE2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E7B99" w:rsidRPr="00056DF9" w:rsidRDefault="00CE7B99" w:rsidP="00CE21CF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56DF9">
        <w:rPr>
          <w:rFonts w:ascii="Times New Roman" w:hAnsi="Times New Roman" w:cs="Times New Roman"/>
          <w:b/>
          <w:bCs/>
          <w:sz w:val="26"/>
          <w:szCs w:val="26"/>
        </w:rPr>
        <w:t>Data Queries</w:t>
      </w:r>
      <w:r w:rsidR="008A3162" w:rsidRPr="00056DF9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8A3162" w:rsidRDefault="008A3162" w:rsidP="008A3162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C579C7" w:rsidRDefault="008A3162" w:rsidP="008A3162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</w:t>
      </w:r>
      <w:r w:rsidR="0068420A" w:rsidRPr="0068420A">
        <w:rPr>
          <w:rFonts w:ascii="Times New Roman" w:hAnsi="Times New Roman" w:cs="Times New Roman"/>
          <w:i/>
          <w:iCs/>
          <w:sz w:val="24"/>
          <w:szCs w:val="24"/>
        </w:rPr>
        <w:t>is</w:t>
      </w:r>
      <w:r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68420A"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F49EA">
        <w:rPr>
          <w:rFonts w:ascii="Times New Roman" w:hAnsi="Times New Roman" w:cs="Times New Roman"/>
          <w:i/>
          <w:iCs/>
          <w:sz w:val="24"/>
          <w:szCs w:val="24"/>
        </w:rPr>
        <w:t>20</w:t>
      </w:r>
      <w:r w:rsidR="00565F37">
        <w:rPr>
          <w:rFonts w:ascii="Times New Roman" w:hAnsi="Times New Roman" w:cs="Times New Roman"/>
          <w:i/>
          <w:iCs/>
          <w:sz w:val="24"/>
          <w:szCs w:val="24"/>
        </w:rPr>
        <w:t xml:space="preserve"> retrieval transactions </w:t>
      </w:r>
      <w:r w:rsidR="00565F37" w:rsidRPr="00565F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related to your view.</w:t>
      </w:r>
    </w:p>
    <w:p w:rsidR="006010D0" w:rsidRDefault="001F49EA" w:rsidP="006010D0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br w:type="page"/>
      </w:r>
      <w:r w:rsidR="006010D0">
        <w:rPr>
          <w:rFonts w:ascii="Times New Roman" w:hAnsi="Times New Roman" w:cs="Times New Roman"/>
          <w:b/>
          <w:bCs/>
          <w:color w:val="4F81BD"/>
          <w:sz w:val="28"/>
          <w:szCs w:val="28"/>
        </w:rPr>
        <w:lastRenderedPageBreak/>
        <w:t>Enhanced entity relationship diagram (EER)</w:t>
      </w:r>
      <w:r w:rsidR="006010D0"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="006010D0"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="006010D0"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6010D0" w:rsidRPr="00CE7B99" w:rsidRDefault="006010D0" w:rsidP="006010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10D0" w:rsidRPr="008C4706" w:rsidRDefault="006010D0" w:rsidP="006010D0">
      <w:pPr>
        <w:spacing w:line="276" w:lineRule="auto"/>
        <w:ind w:right="1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Draw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an 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>EER according to your view requirements that include</w:t>
      </w:r>
      <w:r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 Entities, Relationship, Attributes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Cardinality and Multiplicity. </w:t>
      </w:r>
    </w:p>
    <w:p w:rsidR="006010D0" w:rsidRPr="008C4706" w:rsidRDefault="006010D0" w:rsidP="006010D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6010D0" w:rsidRPr="008C4706" w:rsidRDefault="006010D0" w:rsidP="006010D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Draw it </w:t>
      </w:r>
      <w:r w:rsidRPr="008C4706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 a single page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using </w:t>
      </w:r>
      <w:r>
        <w:rPr>
          <w:rFonts w:ascii="Times New Roman" w:hAnsi="Times New Roman" w:cs="Times New Roman"/>
          <w:i/>
          <w:iCs/>
          <w:sz w:val="24"/>
          <w:szCs w:val="24"/>
        </w:rPr>
        <w:t>the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RSA 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8C4706">
        <w:rPr>
          <w:rFonts w:ascii="Times New Roman" w:hAnsi="Times New Roman" w:cs="Times New Roman"/>
          <w:b/>
          <w:bCs/>
          <w:i/>
          <w:iCs/>
          <w:sz w:val="24"/>
          <w:szCs w:val="24"/>
        </w:rPr>
        <w:t>NOT by hand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FE7F87" w:rsidRPr="009B45EF" w:rsidRDefault="00FE7F87" w:rsidP="00FE7F8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 w:rsidRPr="009B45EF">
        <w:rPr>
          <w:rFonts w:ascii="Times New Roman" w:hAnsi="Times New Roman" w:cs="Times New Roman"/>
          <w:b/>
          <w:bCs/>
          <w:color w:val="4F81BD"/>
          <w:sz w:val="28"/>
          <w:szCs w:val="28"/>
        </w:rPr>
        <w:t>Data Queries:</w:t>
      </w:r>
    </w:p>
    <w:p w:rsidR="00FE7F87" w:rsidRPr="009B45EF" w:rsidRDefault="00FE7F87" w:rsidP="00FE7F87">
      <w:pPr>
        <w:tabs>
          <w:tab w:val="left" w:pos="540"/>
        </w:tabs>
        <w:spacing w:before="160" w:line="288" w:lineRule="auto"/>
        <w:ind w:right="1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List the </w:t>
      </w:r>
      <w:r w:rsidRPr="00186A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data queries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only</w:t>
      </w:r>
      <w:r w:rsidR="00D53C2E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D53C2E" w:rsidRPr="009B45EF">
        <w:rPr>
          <w:rFonts w:ascii="Times New Roman" w:hAnsi="Times New Roman" w:cs="Times New Roman"/>
          <w:i/>
          <w:iCs/>
          <w:sz w:val="24"/>
          <w:szCs w:val="24"/>
        </w:rPr>
        <w:t>for</w:t>
      </w:r>
      <w:r w:rsidRPr="009B45E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all</w:t>
      </w:r>
      <w:r w:rsidRPr="009B45EF">
        <w:rPr>
          <w:rFonts w:ascii="Times New Roman" w:hAnsi="Times New Roman" w:cs="Times New Roman"/>
          <w:i/>
          <w:iCs/>
          <w:sz w:val="24"/>
          <w:szCs w:val="24"/>
        </w:rPr>
        <w:t xml:space="preserve"> views in a single list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(1-20).</w:t>
      </w:r>
      <w:r w:rsidRPr="009B45EF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</w:p>
    <w:p w:rsidR="00FE7F87" w:rsidRDefault="00FE7F87" w:rsidP="00FE7F87">
      <w:pPr>
        <w:tabs>
          <w:tab w:val="left" w:pos="540"/>
        </w:tabs>
        <w:spacing w:before="160" w:line="288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</w:p>
    <w:p w:rsidR="00FE7F87" w:rsidRPr="009B45EF" w:rsidRDefault="00FE7F87" w:rsidP="00FE7F8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 w:rsidRPr="009B45EF">
        <w:rPr>
          <w:rFonts w:ascii="Times New Roman" w:hAnsi="Times New Roman" w:cs="Times New Roman"/>
          <w:b/>
          <w:bCs/>
          <w:color w:val="4F81BD"/>
          <w:sz w:val="28"/>
          <w:szCs w:val="28"/>
        </w:rPr>
        <w:t>Transaction Pathway:</w:t>
      </w:r>
    </w:p>
    <w:p w:rsidR="00FE7F87" w:rsidRPr="009B45EF" w:rsidRDefault="00FE7F87" w:rsidP="00FE7F87">
      <w:pPr>
        <w:tabs>
          <w:tab w:val="left" w:pos="540"/>
        </w:tabs>
        <w:spacing w:before="160" w:line="288" w:lineRule="auto"/>
        <w:ind w:right="1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B45EF">
        <w:rPr>
          <w:rFonts w:ascii="Times New Roman" w:hAnsi="Times New Roman" w:cs="Times New Roman"/>
          <w:i/>
          <w:iCs/>
          <w:sz w:val="24"/>
          <w:szCs w:val="24"/>
        </w:rPr>
        <w:t xml:space="preserve">Draw the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transaction pathway in a single page </w:t>
      </w:r>
      <w:r w:rsidRPr="009B45EF">
        <w:rPr>
          <w:rFonts w:ascii="Times New Roman" w:hAnsi="Times New Roman" w:cs="Times New Roman"/>
          <w:i/>
          <w:iCs/>
          <w:sz w:val="24"/>
          <w:szCs w:val="24"/>
        </w:rPr>
        <w:t xml:space="preserve">for all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data queries </w:t>
      </w:r>
      <w:r w:rsidRPr="009B45EF">
        <w:rPr>
          <w:rFonts w:ascii="Times New Roman" w:hAnsi="Times New Roman" w:cs="Times New Roman"/>
          <w:i/>
          <w:iCs/>
          <w:sz w:val="24"/>
          <w:szCs w:val="24"/>
        </w:rPr>
        <w:t xml:space="preserve">on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 separate EER. Refer to the data queries as identified in the previous part. </w:t>
      </w:r>
    </w:p>
    <w:p w:rsidR="00FE7F87" w:rsidRDefault="00FE7F87" w:rsidP="00FE7F87">
      <w:pPr>
        <w:tabs>
          <w:tab w:val="left" w:pos="540"/>
        </w:tabs>
        <w:spacing w:before="160" w:line="288" w:lineRule="auto"/>
        <w:ind w:right="18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E7F87" w:rsidRPr="009B45EF" w:rsidRDefault="00FE7F87" w:rsidP="00FE7F8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 w:rsidRPr="009B45EF">
        <w:rPr>
          <w:rFonts w:ascii="Times New Roman" w:hAnsi="Times New Roman" w:cs="Times New Roman"/>
          <w:b/>
          <w:bCs/>
          <w:color w:val="4F81BD"/>
          <w:sz w:val="28"/>
          <w:szCs w:val="28"/>
        </w:rPr>
        <w:t>Relational Schema:</w:t>
      </w:r>
    </w:p>
    <w:p w:rsidR="00FE7F87" w:rsidRPr="009B45EF" w:rsidRDefault="00FE7F87" w:rsidP="00FE7F87">
      <w:pPr>
        <w:tabs>
          <w:tab w:val="left" w:pos="540"/>
        </w:tabs>
        <w:spacing w:before="160" w:line="288" w:lineRule="auto"/>
        <w:ind w:right="1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B45EF">
        <w:rPr>
          <w:rFonts w:ascii="Times New Roman" w:hAnsi="Times New Roman" w:cs="Times New Roman"/>
          <w:i/>
          <w:iCs/>
          <w:sz w:val="24"/>
          <w:szCs w:val="24"/>
        </w:rPr>
        <w:t>Map the EER to a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relational schema and</w:t>
      </w:r>
      <w:r w:rsidRPr="009B45EF">
        <w:rPr>
          <w:rFonts w:ascii="Times New Roman" w:hAnsi="Times New Roman" w:cs="Times New Roman"/>
          <w:i/>
          <w:iCs/>
          <w:sz w:val="24"/>
          <w:szCs w:val="24"/>
        </w:rPr>
        <w:t xml:space="preserve"> identify the </w:t>
      </w:r>
      <w:r w:rsidRPr="009B45EF">
        <w:rPr>
          <w:rFonts w:ascii="Times New Roman" w:hAnsi="Times New Roman" w:cs="Times New Roman"/>
          <w:i/>
          <w:iCs/>
          <w:sz w:val="24"/>
          <w:szCs w:val="24"/>
          <w:u w:val="single"/>
        </w:rPr>
        <w:t>Primary key</w:t>
      </w:r>
      <w:r w:rsidRPr="009B45EF">
        <w:rPr>
          <w:rFonts w:ascii="Times New Roman" w:hAnsi="Times New Roman" w:cs="Times New Roman"/>
          <w:i/>
          <w:iCs/>
          <w:sz w:val="24"/>
          <w:szCs w:val="24"/>
        </w:rPr>
        <w:t xml:space="preserve"> and </w:t>
      </w:r>
      <w:proofErr w:type="gramStart"/>
      <w:r w:rsidRPr="009B45EF">
        <w:rPr>
          <w:rFonts w:ascii="Times New Roman" w:hAnsi="Times New Roman" w:cs="Times New Roman"/>
          <w:i/>
          <w:iCs/>
          <w:sz w:val="24"/>
          <w:szCs w:val="24"/>
          <w:u w:val="dash"/>
        </w:rPr>
        <w:t>Foreign</w:t>
      </w:r>
      <w:proofErr w:type="gramEnd"/>
      <w:r w:rsidRPr="009B45EF">
        <w:rPr>
          <w:rFonts w:ascii="Times New Roman" w:hAnsi="Times New Roman" w:cs="Times New Roman"/>
          <w:i/>
          <w:iCs/>
          <w:sz w:val="24"/>
          <w:szCs w:val="24"/>
          <w:u w:val="dash"/>
        </w:rPr>
        <w:t xml:space="preserve"> keys</w:t>
      </w:r>
      <w:r w:rsidRPr="009B45EF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FE7F87" w:rsidRDefault="00FE7F87" w:rsidP="00FE7F8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</w:p>
    <w:p w:rsidR="00FE7F87" w:rsidRDefault="00FE7F87" w:rsidP="00FE7F8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</w:p>
    <w:p w:rsidR="00FE7F87" w:rsidRPr="009B45EF" w:rsidRDefault="00FE7F87" w:rsidP="00FE7F8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 w:rsidRPr="009B45EF">
        <w:rPr>
          <w:rFonts w:ascii="Times New Roman" w:hAnsi="Times New Roman" w:cs="Times New Roman"/>
          <w:b/>
          <w:bCs/>
          <w:color w:val="4F81BD"/>
          <w:sz w:val="28"/>
          <w:szCs w:val="28"/>
        </w:rPr>
        <w:t>Normalization:</w:t>
      </w:r>
    </w:p>
    <w:p w:rsidR="00FE7F87" w:rsidRDefault="00FE7F87" w:rsidP="00D53C2E">
      <w:pPr>
        <w:tabs>
          <w:tab w:val="left" w:pos="360"/>
        </w:tabs>
        <w:spacing w:line="288" w:lineRule="auto"/>
        <w:ind w:right="180"/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Normalize </w:t>
      </w:r>
      <w:r w:rsidRPr="009B45EF">
        <w:rPr>
          <w:rFonts w:ascii="Times New Roman" w:hAnsi="Times New Roman" w:cs="Times New Roman"/>
          <w:i/>
          <w:iCs/>
          <w:sz w:val="24"/>
          <w:szCs w:val="24"/>
        </w:rPr>
        <w:t>your schema to the 3rd n</w:t>
      </w:r>
      <w:r>
        <w:rPr>
          <w:rFonts w:ascii="Times New Roman" w:hAnsi="Times New Roman" w:cs="Times New Roman"/>
          <w:i/>
          <w:iCs/>
          <w:sz w:val="24"/>
          <w:szCs w:val="24"/>
        </w:rPr>
        <w:t>ormal form and show the details.</w:t>
      </w:r>
      <w:r w:rsidRPr="00D53C2E">
        <w:rPr>
          <w:rFonts w:ascii="Times New Roman" w:hAnsi="Times New Roman" w:cs="Times New Roman"/>
          <w:i/>
          <w:iCs/>
          <w:sz w:val="24"/>
          <w:szCs w:val="24"/>
        </w:rPr>
        <w:br w:type="page"/>
      </w:r>
      <w:r w:rsidRPr="009B45EF">
        <w:rPr>
          <w:rFonts w:ascii="Times New Roman" w:hAnsi="Times New Roman" w:cs="Times New Roman"/>
          <w:b/>
          <w:bCs/>
          <w:color w:val="4F81BD"/>
          <w:sz w:val="28"/>
          <w:szCs w:val="28"/>
        </w:rPr>
        <w:lastRenderedPageBreak/>
        <w:t xml:space="preserve">Data Dictionary </w:t>
      </w: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showing description of all entities</w:t>
      </w:r>
      <w:r w:rsidRPr="009B45EF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</w:p>
    <w:p w:rsidR="00FE7F87" w:rsidRPr="009B45EF" w:rsidRDefault="00FE7F87" w:rsidP="00FE7F8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4"/>
        <w:gridCol w:w="2394"/>
        <w:gridCol w:w="2394"/>
        <w:gridCol w:w="2394"/>
      </w:tblGrid>
      <w:tr w:rsidR="00FE7F87" w:rsidRPr="006329B1" w:rsidTr="00FE7F87">
        <w:trPr>
          <w:trHeight w:val="576"/>
        </w:trPr>
        <w:tc>
          <w:tcPr>
            <w:tcW w:w="2394" w:type="dxa"/>
            <w:shd w:val="clear" w:color="auto" w:fill="D9D9D9"/>
            <w:vAlign w:val="center"/>
          </w:tcPr>
          <w:p w:rsidR="00FE7F87" w:rsidRPr="006329B1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29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Entity Name</w:t>
            </w:r>
          </w:p>
        </w:tc>
        <w:tc>
          <w:tcPr>
            <w:tcW w:w="2394" w:type="dxa"/>
            <w:shd w:val="clear" w:color="auto" w:fill="D9D9D9"/>
            <w:vAlign w:val="center"/>
          </w:tcPr>
          <w:p w:rsidR="00FE7F87" w:rsidRPr="006329B1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29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394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FE7F87" w:rsidRPr="006329B1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29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Aliases</w:t>
            </w:r>
          </w:p>
        </w:tc>
        <w:tc>
          <w:tcPr>
            <w:tcW w:w="2394" w:type="dxa"/>
            <w:shd w:val="clear" w:color="auto" w:fill="D9D9D9"/>
            <w:vAlign w:val="center"/>
          </w:tcPr>
          <w:p w:rsidR="00FE7F87" w:rsidRPr="006329B1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29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Occurrence</w:t>
            </w:r>
          </w:p>
        </w:tc>
      </w:tr>
      <w:tr w:rsidR="00FE7F87" w:rsidRPr="006329B1" w:rsidTr="00FE7F87">
        <w:trPr>
          <w:trHeight w:val="576"/>
        </w:trPr>
        <w:tc>
          <w:tcPr>
            <w:tcW w:w="2394" w:type="dxa"/>
            <w:vAlign w:val="center"/>
          </w:tcPr>
          <w:p w:rsidR="00FE7F87" w:rsidRPr="006329B1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FE7F87" w:rsidRPr="006329B1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D9D9D9"/>
            <w:vAlign w:val="center"/>
          </w:tcPr>
          <w:p w:rsidR="00FE7F87" w:rsidRPr="006329B1" w:rsidRDefault="00FE7F87" w:rsidP="00FE7F87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FE7F87" w:rsidRPr="006329B1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F87" w:rsidRPr="006329B1" w:rsidTr="00FE7F87">
        <w:trPr>
          <w:trHeight w:val="576"/>
        </w:trPr>
        <w:tc>
          <w:tcPr>
            <w:tcW w:w="2394" w:type="dxa"/>
            <w:vAlign w:val="center"/>
          </w:tcPr>
          <w:p w:rsidR="00FE7F87" w:rsidRPr="006329B1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FE7F87" w:rsidRPr="006329B1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D9D9D9"/>
            <w:vAlign w:val="center"/>
          </w:tcPr>
          <w:p w:rsidR="00FE7F87" w:rsidRPr="006329B1" w:rsidRDefault="00FE7F87" w:rsidP="00FE7F87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FE7F87" w:rsidRPr="006329B1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7F87" w:rsidRDefault="00FE7F87" w:rsidP="00FE7F87">
      <w:pPr>
        <w:tabs>
          <w:tab w:val="left" w:pos="540"/>
        </w:tabs>
        <w:spacing w:line="288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</w:p>
    <w:p w:rsidR="00FE7F87" w:rsidRDefault="00FE7F87" w:rsidP="00FE7F8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FE7F87" w:rsidRDefault="00FE7F87" w:rsidP="00FE7F8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FE7F87" w:rsidRDefault="00FE7F87" w:rsidP="00FE7F8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FE7F87" w:rsidRPr="00474A68" w:rsidRDefault="00FE7F87" w:rsidP="00FE7F8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 w:rsidRPr="009B45EF">
        <w:rPr>
          <w:rFonts w:ascii="Times New Roman" w:hAnsi="Times New Roman" w:cs="Times New Roman"/>
          <w:b/>
          <w:bCs/>
          <w:color w:val="4F81BD"/>
          <w:sz w:val="28"/>
          <w:szCs w:val="28"/>
        </w:rPr>
        <w:t xml:space="preserve">Data Dictionary </w:t>
      </w: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showing description of all relationships</w:t>
      </w:r>
      <w:r w:rsidRPr="009B45EF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</w:p>
    <w:p w:rsidR="00FE7F87" w:rsidRDefault="00FE7F87" w:rsidP="00FE7F8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15"/>
        <w:gridCol w:w="1915"/>
        <w:gridCol w:w="1915"/>
        <w:gridCol w:w="1915"/>
        <w:gridCol w:w="1916"/>
      </w:tblGrid>
      <w:tr w:rsidR="00FE7F87" w:rsidRPr="00474A68" w:rsidTr="00D53C2E">
        <w:trPr>
          <w:trHeight w:val="576"/>
        </w:trPr>
        <w:tc>
          <w:tcPr>
            <w:tcW w:w="1915" w:type="dxa"/>
            <w:shd w:val="clear" w:color="auto" w:fill="D9D9D9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Entity Name</w:t>
            </w:r>
          </w:p>
        </w:tc>
        <w:tc>
          <w:tcPr>
            <w:tcW w:w="1915" w:type="dxa"/>
            <w:shd w:val="clear" w:color="auto" w:fill="D9D9D9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Multiplicity</w:t>
            </w:r>
          </w:p>
        </w:tc>
        <w:tc>
          <w:tcPr>
            <w:tcW w:w="1915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Relationship</w:t>
            </w:r>
          </w:p>
        </w:tc>
        <w:tc>
          <w:tcPr>
            <w:tcW w:w="1915" w:type="dxa"/>
            <w:shd w:val="clear" w:color="auto" w:fill="D9D9D9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Entity Name</w:t>
            </w:r>
          </w:p>
        </w:tc>
        <w:tc>
          <w:tcPr>
            <w:tcW w:w="1916" w:type="dxa"/>
            <w:shd w:val="clear" w:color="auto" w:fill="D9D9D9"/>
            <w:vAlign w:val="center"/>
          </w:tcPr>
          <w:p w:rsidR="00FE7F87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Multiplicity</w:t>
            </w:r>
          </w:p>
        </w:tc>
      </w:tr>
      <w:tr w:rsidR="00FE7F87" w:rsidRPr="00474A68" w:rsidTr="00D53C2E">
        <w:trPr>
          <w:trHeight w:val="576"/>
        </w:trPr>
        <w:tc>
          <w:tcPr>
            <w:tcW w:w="1915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F87" w:rsidRPr="00474A68" w:rsidTr="00D53C2E">
        <w:trPr>
          <w:trHeight w:val="576"/>
        </w:trPr>
        <w:tc>
          <w:tcPr>
            <w:tcW w:w="1915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7F87" w:rsidRPr="00474A68" w:rsidRDefault="00FE7F87" w:rsidP="00FE7F87">
      <w:pPr>
        <w:rPr>
          <w:rFonts w:ascii="Times New Roman" w:hAnsi="Times New Roman" w:cs="Times New Roman"/>
          <w:sz w:val="24"/>
          <w:szCs w:val="24"/>
        </w:rPr>
      </w:pPr>
    </w:p>
    <w:p w:rsidR="00FE7F87" w:rsidRPr="00474A68" w:rsidRDefault="00FE7F87" w:rsidP="00FE7F87">
      <w:pPr>
        <w:rPr>
          <w:rFonts w:ascii="Times New Roman" w:hAnsi="Times New Roman" w:cs="Times New Roman"/>
          <w:sz w:val="24"/>
          <w:szCs w:val="24"/>
        </w:rPr>
      </w:pPr>
    </w:p>
    <w:p w:rsidR="00FE7F87" w:rsidRDefault="00FE7F87" w:rsidP="00FE7F87">
      <w:pPr>
        <w:tabs>
          <w:tab w:val="left" w:pos="7425"/>
        </w:tabs>
        <w:rPr>
          <w:rFonts w:ascii="Times New Roman" w:hAnsi="Times New Roman" w:cs="Times New Roman"/>
          <w:sz w:val="24"/>
          <w:szCs w:val="24"/>
        </w:rPr>
      </w:pPr>
    </w:p>
    <w:p w:rsidR="00FE7F87" w:rsidRDefault="00FE7F87" w:rsidP="00FE7F87">
      <w:pPr>
        <w:tabs>
          <w:tab w:val="left" w:pos="7425"/>
        </w:tabs>
        <w:rPr>
          <w:rFonts w:ascii="Times New Roman" w:hAnsi="Times New Roman" w:cs="Times New Roman"/>
          <w:sz w:val="24"/>
          <w:szCs w:val="24"/>
        </w:rPr>
      </w:pPr>
    </w:p>
    <w:p w:rsidR="00FE7F87" w:rsidRPr="009B45EF" w:rsidRDefault="00FE7F87" w:rsidP="00FE7F8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 w:rsidRPr="009B45EF">
        <w:rPr>
          <w:rFonts w:ascii="Times New Roman" w:hAnsi="Times New Roman" w:cs="Times New Roman"/>
          <w:b/>
          <w:bCs/>
          <w:color w:val="4F81BD"/>
          <w:sz w:val="28"/>
          <w:szCs w:val="28"/>
        </w:rPr>
        <w:t xml:space="preserve">Data Dictionary </w:t>
      </w: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showing description of all attributes</w:t>
      </w:r>
      <w:r w:rsidRPr="009B45EF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</w:p>
    <w:p w:rsidR="00FE7F87" w:rsidRDefault="00FE7F87" w:rsidP="00FE7F8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7809" w:type="dxa"/>
        <w:jc w:val="center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48"/>
        <w:gridCol w:w="747"/>
        <w:gridCol w:w="1199"/>
        <w:gridCol w:w="798"/>
        <w:gridCol w:w="625"/>
        <w:gridCol w:w="581"/>
        <w:gridCol w:w="583"/>
        <w:gridCol w:w="726"/>
        <w:gridCol w:w="726"/>
        <w:gridCol w:w="495"/>
        <w:gridCol w:w="581"/>
      </w:tblGrid>
      <w:tr w:rsidR="00FE7F87" w:rsidRPr="00474A68" w:rsidTr="004261FA">
        <w:trPr>
          <w:cantSplit/>
          <w:trHeight w:val="2092"/>
          <w:jc w:val="center"/>
        </w:trPr>
        <w:tc>
          <w:tcPr>
            <w:tcW w:w="748" w:type="dxa"/>
            <w:shd w:val="clear" w:color="auto" w:fill="D9D9D9"/>
            <w:textDirection w:val="btLr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left="113"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Entity Name</w:t>
            </w:r>
          </w:p>
        </w:tc>
        <w:tc>
          <w:tcPr>
            <w:tcW w:w="747" w:type="dxa"/>
            <w:shd w:val="clear" w:color="auto" w:fill="D9D9D9"/>
            <w:textDirection w:val="btLr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left="113"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Attribute</w:t>
            </w:r>
          </w:p>
        </w:tc>
        <w:tc>
          <w:tcPr>
            <w:tcW w:w="1199" w:type="dxa"/>
            <w:shd w:val="clear" w:color="auto" w:fill="D9D9D9"/>
            <w:textDirection w:val="btLr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left="113"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798" w:type="dxa"/>
            <w:shd w:val="clear" w:color="auto" w:fill="D9D9D9"/>
            <w:textDirection w:val="btLr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left="113"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 Type</w:t>
            </w:r>
          </w:p>
        </w:tc>
        <w:tc>
          <w:tcPr>
            <w:tcW w:w="625" w:type="dxa"/>
            <w:shd w:val="clear" w:color="auto" w:fill="D9D9D9"/>
            <w:textDirection w:val="btLr"/>
            <w:vAlign w:val="center"/>
          </w:tcPr>
          <w:p w:rsidR="00FE7F87" w:rsidRDefault="00FE7F87" w:rsidP="004261FA">
            <w:pPr>
              <w:tabs>
                <w:tab w:val="left" w:pos="540"/>
              </w:tabs>
              <w:spacing w:line="288" w:lineRule="auto"/>
              <w:ind w:left="113"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Length</w:t>
            </w:r>
          </w:p>
        </w:tc>
        <w:tc>
          <w:tcPr>
            <w:tcW w:w="581" w:type="dxa"/>
            <w:shd w:val="clear" w:color="auto" w:fill="D9D9D9"/>
            <w:textDirection w:val="btLr"/>
            <w:vAlign w:val="center"/>
          </w:tcPr>
          <w:p w:rsidR="00FE7F87" w:rsidRDefault="00FE7F87" w:rsidP="004261FA">
            <w:pPr>
              <w:tabs>
                <w:tab w:val="left" w:pos="540"/>
              </w:tabs>
              <w:spacing w:line="288" w:lineRule="auto"/>
              <w:ind w:left="113"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Nulls</w:t>
            </w:r>
          </w:p>
        </w:tc>
        <w:tc>
          <w:tcPr>
            <w:tcW w:w="583" w:type="dxa"/>
            <w:shd w:val="clear" w:color="auto" w:fill="D9D9D9"/>
            <w:textDirection w:val="btLr"/>
            <w:vAlign w:val="center"/>
          </w:tcPr>
          <w:p w:rsidR="00FE7F87" w:rsidRDefault="00FE7F87" w:rsidP="004261FA">
            <w:pPr>
              <w:tabs>
                <w:tab w:val="left" w:pos="540"/>
              </w:tabs>
              <w:spacing w:line="288" w:lineRule="auto"/>
              <w:ind w:left="113"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Multi-Valued</w:t>
            </w:r>
          </w:p>
        </w:tc>
        <w:tc>
          <w:tcPr>
            <w:tcW w:w="726" w:type="dxa"/>
            <w:shd w:val="clear" w:color="auto" w:fill="D9D9D9"/>
            <w:textDirection w:val="btLr"/>
            <w:vAlign w:val="center"/>
          </w:tcPr>
          <w:p w:rsidR="00FE7F87" w:rsidRDefault="00FE7F87" w:rsidP="004261FA">
            <w:pPr>
              <w:tabs>
                <w:tab w:val="left" w:pos="540"/>
              </w:tabs>
              <w:spacing w:line="288" w:lineRule="auto"/>
              <w:ind w:left="113"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Default Value</w:t>
            </w:r>
          </w:p>
        </w:tc>
        <w:tc>
          <w:tcPr>
            <w:tcW w:w="726" w:type="dxa"/>
            <w:shd w:val="clear" w:color="auto" w:fill="D9D9D9"/>
            <w:textDirection w:val="btLr"/>
            <w:vAlign w:val="center"/>
          </w:tcPr>
          <w:p w:rsidR="00FE7F87" w:rsidRDefault="00FE7F87" w:rsidP="004261FA">
            <w:pPr>
              <w:tabs>
                <w:tab w:val="left" w:pos="540"/>
              </w:tabs>
              <w:spacing w:line="288" w:lineRule="auto"/>
              <w:ind w:left="113"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Range</w:t>
            </w:r>
          </w:p>
        </w:tc>
        <w:tc>
          <w:tcPr>
            <w:tcW w:w="495" w:type="dxa"/>
            <w:shd w:val="clear" w:color="auto" w:fill="D9D9D9"/>
            <w:textDirection w:val="btLr"/>
          </w:tcPr>
          <w:p w:rsidR="00FE7F87" w:rsidRDefault="00FE7F87" w:rsidP="004261FA">
            <w:pPr>
              <w:tabs>
                <w:tab w:val="left" w:pos="540"/>
              </w:tabs>
              <w:spacing w:line="288" w:lineRule="auto"/>
              <w:ind w:left="113"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CK</w:t>
            </w:r>
          </w:p>
        </w:tc>
        <w:tc>
          <w:tcPr>
            <w:tcW w:w="581" w:type="dxa"/>
            <w:shd w:val="clear" w:color="auto" w:fill="D9D9D9"/>
            <w:textDirection w:val="btLr"/>
            <w:vAlign w:val="center"/>
          </w:tcPr>
          <w:p w:rsidR="00FE7F87" w:rsidRDefault="00FE7F87" w:rsidP="004261FA">
            <w:pPr>
              <w:tabs>
                <w:tab w:val="left" w:pos="540"/>
              </w:tabs>
              <w:spacing w:line="288" w:lineRule="auto"/>
              <w:ind w:left="113"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PK</w:t>
            </w:r>
          </w:p>
        </w:tc>
      </w:tr>
      <w:tr w:rsidR="00FE7F87" w:rsidRPr="00474A68" w:rsidTr="004261FA">
        <w:trPr>
          <w:trHeight w:val="612"/>
          <w:jc w:val="center"/>
        </w:trPr>
        <w:tc>
          <w:tcPr>
            <w:tcW w:w="748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F87" w:rsidRPr="00474A68" w:rsidTr="004261FA">
        <w:trPr>
          <w:trHeight w:val="612"/>
          <w:jc w:val="center"/>
        </w:trPr>
        <w:tc>
          <w:tcPr>
            <w:tcW w:w="748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Align w:val="center"/>
          </w:tcPr>
          <w:p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7F87" w:rsidRDefault="00FE7F87" w:rsidP="00FE7F8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C579C7" w:rsidRPr="001F49EA" w:rsidRDefault="00FE7F87" w:rsidP="00FE7F8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br w:type="page"/>
      </w:r>
      <w:r w:rsidR="00C579C7">
        <w:rPr>
          <w:rFonts w:ascii="Times New Roman" w:hAnsi="Times New Roman" w:cs="Times New Roman"/>
          <w:b/>
          <w:bCs/>
          <w:color w:val="4F81BD"/>
          <w:sz w:val="28"/>
          <w:szCs w:val="28"/>
        </w:rPr>
        <w:lastRenderedPageBreak/>
        <w:t>Work Distribution</w:t>
      </w:r>
      <w:r w:rsidR="00C579C7"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="00C579C7"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="00C579C7"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C579C7" w:rsidRDefault="00C579C7" w:rsidP="00C579C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tbl>
      <w:tblPr>
        <w:tblpPr w:leftFromText="180" w:rightFromText="180" w:vertAnchor="text" w:horzAnchor="margin" w:tblpXSpec="center" w:tblpY="165"/>
        <w:bidiVisual/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46"/>
        <w:gridCol w:w="1760"/>
        <w:gridCol w:w="1051"/>
        <w:gridCol w:w="3019"/>
      </w:tblGrid>
      <w:tr w:rsidR="00C579C7" w:rsidRPr="00307DB3" w:rsidTr="00C579C7">
        <w:trPr>
          <w:trHeight w:val="547"/>
        </w:trPr>
        <w:tc>
          <w:tcPr>
            <w:tcW w:w="3746" w:type="dxa"/>
            <w:shd w:val="clear" w:color="auto" w:fill="BFBFBF"/>
            <w:vAlign w:val="center"/>
          </w:tcPr>
          <w:p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WORK</w:t>
            </w:r>
          </w:p>
        </w:tc>
        <w:tc>
          <w:tcPr>
            <w:tcW w:w="1760" w:type="dxa"/>
            <w:shd w:val="clear" w:color="auto" w:fill="BFBFBF"/>
            <w:vAlign w:val="center"/>
          </w:tcPr>
          <w:p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Percentage</w:t>
            </w:r>
          </w:p>
        </w:tc>
        <w:tc>
          <w:tcPr>
            <w:tcW w:w="1051" w:type="dxa"/>
            <w:shd w:val="clear" w:color="auto" w:fill="BFBFBF"/>
            <w:vAlign w:val="center"/>
          </w:tcPr>
          <w:p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ID</w:t>
            </w:r>
          </w:p>
        </w:tc>
        <w:tc>
          <w:tcPr>
            <w:tcW w:w="3019" w:type="dxa"/>
            <w:shd w:val="clear" w:color="auto" w:fill="BFBFBF"/>
            <w:vAlign w:val="center"/>
          </w:tcPr>
          <w:p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NAME</w:t>
            </w:r>
          </w:p>
        </w:tc>
      </w:tr>
      <w:tr w:rsidR="00C579C7" w:rsidRPr="00307DB3" w:rsidTr="00C579C7">
        <w:trPr>
          <w:trHeight w:val="383"/>
        </w:trPr>
        <w:tc>
          <w:tcPr>
            <w:tcW w:w="3746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1F49EA" w:rsidRPr="00307DB3" w:rsidTr="00473D4E">
        <w:trPr>
          <w:trHeight w:val="404"/>
        </w:trPr>
        <w:tc>
          <w:tcPr>
            <w:tcW w:w="3746" w:type="dxa"/>
            <w:vAlign w:val="center"/>
          </w:tcPr>
          <w:p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1F49EA" w:rsidRPr="00307DB3" w:rsidTr="00473D4E">
        <w:trPr>
          <w:trHeight w:val="404"/>
        </w:trPr>
        <w:tc>
          <w:tcPr>
            <w:tcW w:w="3746" w:type="dxa"/>
            <w:vAlign w:val="center"/>
          </w:tcPr>
          <w:p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1F49EA" w:rsidRPr="00307DB3" w:rsidTr="00473D4E">
        <w:trPr>
          <w:trHeight w:val="404"/>
        </w:trPr>
        <w:tc>
          <w:tcPr>
            <w:tcW w:w="3746" w:type="dxa"/>
            <w:vAlign w:val="center"/>
          </w:tcPr>
          <w:p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C579C7" w:rsidRPr="00307DB3" w:rsidTr="00C579C7">
        <w:trPr>
          <w:trHeight w:val="404"/>
        </w:trPr>
        <w:tc>
          <w:tcPr>
            <w:tcW w:w="3746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C579C7" w:rsidRPr="00307DB3" w:rsidTr="00C579C7">
        <w:trPr>
          <w:trHeight w:val="404"/>
        </w:trPr>
        <w:tc>
          <w:tcPr>
            <w:tcW w:w="3746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</w:tbl>
    <w:p w:rsidR="00C579C7" w:rsidRDefault="00C579C7" w:rsidP="00066006"/>
    <w:sectPr w:rsidR="00C579C7" w:rsidSect="003C7C84">
      <w:footerReference w:type="default" r:id="rId7"/>
      <w:pgSz w:w="12240" w:h="15840"/>
      <w:pgMar w:top="90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A0A" w:rsidRDefault="00576A0A" w:rsidP="00F60F5D">
      <w:r>
        <w:separator/>
      </w:r>
    </w:p>
  </w:endnote>
  <w:endnote w:type="continuationSeparator" w:id="0">
    <w:p w:rsidR="00576A0A" w:rsidRDefault="00576A0A" w:rsidP="00F60F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501" w:rsidRDefault="00964491">
    <w:pPr>
      <w:pStyle w:val="Footer"/>
      <w:jc w:val="right"/>
    </w:pPr>
    <w:fldSimple w:instr=" PAGE   \* MERGEFORMAT ">
      <w:r w:rsidR="00E362AF">
        <w:rPr>
          <w:noProof/>
        </w:rPr>
        <w:t>2</w:t>
      </w:r>
    </w:fldSimple>
  </w:p>
  <w:p w:rsidR="00250501" w:rsidRDefault="002505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A0A" w:rsidRDefault="00576A0A" w:rsidP="00F60F5D">
      <w:r>
        <w:separator/>
      </w:r>
    </w:p>
  </w:footnote>
  <w:footnote w:type="continuationSeparator" w:id="0">
    <w:p w:rsidR="00576A0A" w:rsidRDefault="00576A0A" w:rsidP="00F60F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1742"/>
    <w:multiLevelType w:val="hybridMultilevel"/>
    <w:tmpl w:val="327E8260"/>
    <w:lvl w:ilvl="0" w:tplc="18027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7213B8"/>
    <w:multiLevelType w:val="hybridMultilevel"/>
    <w:tmpl w:val="E46C90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933"/>
    <w:rsid w:val="00056DF9"/>
    <w:rsid w:val="00060F78"/>
    <w:rsid w:val="00066006"/>
    <w:rsid w:val="00081933"/>
    <w:rsid w:val="00096410"/>
    <w:rsid w:val="000B70EC"/>
    <w:rsid w:val="000B7848"/>
    <w:rsid w:val="001340B7"/>
    <w:rsid w:val="00155E57"/>
    <w:rsid w:val="001733D5"/>
    <w:rsid w:val="001A7092"/>
    <w:rsid w:val="001B5316"/>
    <w:rsid w:val="001B5B52"/>
    <w:rsid w:val="001D474C"/>
    <w:rsid w:val="001E7F5E"/>
    <w:rsid w:val="001F1822"/>
    <w:rsid w:val="001F49EA"/>
    <w:rsid w:val="00250501"/>
    <w:rsid w:val="002A3B7A"/>
    <w:rsid w:val="002B3D81"/>
    <w:rsid w:val="002C30DE"/>
    <w:rsid w:val="002D6476"/>
    <w:rsid w:val="002F6B9B"/>
    <w:rsid w:val="00307DB3"/>
    <w:rsid w:val="003352AD"/>
    <w:rsid w:val="00357A55"/>
    <w:rsid w:val="003A0409"/>
    <w:rsid w:val="003C7C84"/>
    <w:rsid w:val="003F5229"/>
    <w:rsid w:val="004052CB"/>
    <w:rsid w:val="004261FA"/>
    <w:rsid w:val="00430CDE"/>
    <w:rsid w:val="004317EE"/>
    <w:rsid w:val="00444D53"/>
    <w:rsid w:val="00473D4E"/>
    <w:rsid w:val="004D76F5"/>
    <w:rsid w:val="0051251B"/>
    <w:rsid w:val="0052757C"/>
    <w:rsid w:val="0054534E"/>
    <w:rsid w:val="005501C4"/>
    <w:rsid w:val="00565F37"/>
    <w:rsid w:val="00576A0A"/>
    <w:rsid w:val="005975AB"/>
    <w:rsid w:val="005C6DB7"/>
    <w:rsid w:val="005E163F"/>
    <w:rsid w:val="005E3A30"/>
    <w:rsid w:val="006010D0"/>
    <w:rsid w:val="006108FA"/>
    <w:rsid w:val="006707A7"/>
    <w:rsid w:val="0068420A"/>
    <w:rsid w:val="0069249B"/>
    <w:rsid w:val="006F2F02"/>
    <w:rsid w:val="006F728B"/>
    <w:rsid w:val="00701B4E"/>
    <w:rsid w:val="00712099"/>
    <w:rsid w:val="00787012"/>
    <w:rsid w:val="007A25DC"/>
    <w:rsid w:val="007C304F"/>
    <w:rsid w:val="007C7152"/>
    <w:rsid w:val="008716EC"/>
    <w:rsid w:val="008A3162"/>
    <w:rsid w:val="009612EB"/>
    <w:rsid w:val="00964491"/>
    <w:rsid w:val="00992D75"/>
    <w:rsid w:val="00992F64"/>
    <w:rsid w:val="009C50EF"/>
    <w:rsid w:val="00A9524B"/>
    <w:rsid w:val="00AA6EA6"/>
    <w:rsid w:val="00AB2FB9"/>
    <w:rsid w:val="00AF525D"/>
    <w:rsid w:val="00B32E68"/>
    <w:rsid w:val="00B45E6C"/>
    <w:rsid w:val="00B7065E"/>
    <w:rsid w:val="00B77255"/>
    <w:rsid w:val="00B82321"/>
    <w:rsid w:val="00BA2DF6"/>
    <w:rsid w:val="00BB361A"/>
    <w:rsid w:val="00BD0B4F"/>
    <w:rsid w:val="00C16508"/>
    <w:rsid w:val="00C25814"/>
    <w:rsid w:val="00C54EAF"/>
    <w:rsid w:val="00C579C7"/>
    <w:rsid w:val="00C9429C"/>
    <w:rsid w:val="00C97905"/>
    <w:rsid w:val="00C979C5"/>
    <w:rsid w:val="00CD59EB"/>
    <w:rsid w:val="00CE21CF"/>
    <w:rsid w:val="00CE5963"/>
    <w:rsid w:val="00CE7B99"/>
    <w:rsid w:val="00D53C2E"/>
    <w:rsid w:val="00D731A0"/>
    <w:rsid w:val="00DC24EE"/>
    <w:rsid w:val="00DC5580"/>
    <w:rsid w:val="00DC732F"/>
    <w:rsid w:val="00DC7845"/>
    <w:rsid w:val="00DD3132"/>
    <w:rsid w:val="00DE4BE9"/>
    <w:rsid w:val="00E10D24"/>
    <w:rsid w:val="00E362AF"/>
    <w:rsid w:val="00E3775A"/>
    <w:rsid w:val="00E429FB"/>
    <w:rsid w:val="00E70C0D"/>
    <w:rsid w:val="00E91E41"/>
    <w:rsid w:val="00EA49F5"/>
    <w:rsid w:val="00F06C4F"/>
    <w:rsid w:val="00F12521"/>
    <w:rsid w:val="00F12770"/>
    <w:rsid w:val="00F51E45"/>
    <w:rsid w:val="00F60F5D"/>
    <w:rsid w:val="00F86EBB"/>
    <w:rsid w:val="00FD1EFE"/>
    <w:rsid w:val="00FE7F87"/>
    <w:rsid w:val="00FF1893"/>
    <w:rsid w:val="00FF3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612EB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F5D"/>
    <w:pPr>
      <w:tabs>
        <w:tab w:val="center" w:pos="4320"/>
        <w:tab w:val="right" w:pos="8640"/>
      </w:tabs>
    </w:pPr>
    <w:rPr>
      <w:rFonts w:cs="Times New Roman"/>
      <w:lang/>
    </w:rPr>
  </w:style>
  <w:style w:type="character" w:customStyle="1" w:styleId="HeaderChar">
    <w:name w:val="Header Char"/>
    <w:link w:val="Header"/>
    <w:uiPriority w:val="99"/>
    <w:rsid w:val="00F60F5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60F5D"/>
    <w:pPr>
      <w:tabs>
        <w:tab w:val="center" w:pos="4320"/>
        <w:tab w:val="right" w:pos="8640"/>
      </w:tabs>
    </w:pPr>
    <w:rPr>
      <w:rFonts w:cs="Times New Roman"/>
      <w:lang/>
    </w:rPr>
  </w:style>
  <w:style w:type="character" w:customStyle="1" w:styleId="FooterChar">
    <w:name w:val="Footer Char"/>
    <w:link w:val="Footer"/>
    <w:uiPriority w:val="99"/>
    <w:rsid w:val="00F60F5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yman\Desktop\1203\Project\Project\phase3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phase3-template.dotx</Template>
  <TotalTime>1</TotalTime>
  <Pages>6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/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sara</dc:creator>
  <cp:lastModifiedBy>sara</cp:lastModifiedBy>
  <cp:revision>2</cp:revision>
  <cp:lastPrinted>1601-01-01T00:00:00Z</cp:lastPrinted>
  <dcterms:created xsi:type="dcterms:W3CDTF">2014-04-17T17:56:00Z</dcterms:created>
  <dcterms:modified xsi:type="dcterms:W3CDTF">2014-08-29T18:57:00Z</dcterms:modified>
</cp:coreProperties>
</file>