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6839"/>
        <w:gridCol w:w="3151"/>
      </w:tblGrid>
      <w:tr w:rsidR="00181424" w14:paraId="596E7046" w14:textId="77777777">
        <w:trPr>
          <w:trHeight w:hRule="exact" w:val="803"/>
        </w:trPr>
        <w:tc>
          <w:tcPr>
            <w:tcW w:w="9990" w:type="dxa"/>
            <w:gridSpan w:val="2"/>
          </w:tcPr>
          <w:p w14:paraId="211FBBA5" w14:textId="77777777" w:rsidR="00181424" w:rsidRDefault="008E6CF3">
            <w:pPr>
              <w:pStyle w:val="YourName"/>
            </w:pPr>
            <w:r>
              <w:t>Saleh Alsu</w:t>
            </w:r>
            <w:r w:rsidR="00172E74">
              <w:t>l</w:t>
            </w:r>
            <w:r>
              <w:t>tan</w:t>
            </w:r>
          </w:p>
        </w:tc>
      </w:tr>
      <w:tr w:rsidR="00181424" w14:paraId="495B8808" w14:textId="77777777">
        <w:trPr>
          <w:trHeight w:hRule="exact" w:val="452"/>
        </w:trPr>
        <w:tc>
          <w:tcPr>
            <w:tcW w:w="9990" w:type="dxa"/>
            <w:gridSpan w:val="2"/>
          </w:tcPr>
          <w:p w14:paraId="7CD60445" w14:textId="77777777" w:rsidR="00181424" w:rsidRDefault="008E6CF3">
            <w:pPr>
              <w:pStyle w:val="ContactInfo"/>
            </w:pPr>
            <w:r>
              <w:t>1 Ericson Aisle, Irvine, CA 92620</w:t>
            </w:r>
          </w:p>
          <w:p w14:paraId="396EB8E9" w14:textId="77777777" w:rsidR="00181424" w:rsidRDefault="008E6CF3">
            <w:pPr>
              <w:pStyle w:val="ContactInfo"/>
            </w:pPr>
            <w:r>
              <w:t>949-419-4448</w:t>
            </w:r>
            <w:r w:rsidR="000C0729">
              <w:t xml:space="preserve">, </w:t>
            </w:r>
            <w:r w:rsidR="000C0729" w:rsidRPr="000C0729">
              <w:t>s.alsultan89@hotmail.com</w:t>
            </w:r>
          </w:p>
          <w:p w14:paraId="67B8A792" w14:textId="77777777" w:rsidR="008E6CF3" w:rsidRDefault="008E6CF3" w:rsidP="008E6CF3">
            <w:pPr>
              <w:pStyle w:val="ContactInfo"/>
              <w:jc w:val="center"/>
            </w:pPr>
          </w:p>
          <w:p w14:paraId="32017F94" w14:textId="77777777" w:rsidR="00181424" w:rsidRDefault="00181424"/>
          <w:p w14:paraId="7E882E0C" w14:textId="77777777" w:rsidR="00181424" w:rsidRDefault="00181424">
            <w:pPr>
              <w:pStyle w:val="YourName"/>
            </w:pPr>
          </w:p>
        </w:tc>
      </w:tr>
      <w:tr w:rsidR="00181424" w14:paraId="299691F5" w14:textId="77777777">
        <w:tc>
          <w:tcPr>
            <w:tcW w:w="9990" w:type="dxa"/>
            <w:gridSpan w:val="2"/>
          </w:tcPr>
          <w:p w14:paraId="577E768B" w14:textId="77777777" w:rsidR="00181424" w:rsidRDefault="008A17FA">
            <w:pPr>
              <w:pStyle w:val="SectionHeader"/>
            </w:pPr>
            <w:r>
              <w:t>Professional Summary</w:t>
            </w:r>
            <w:r>
              <w:tab/>
            </w:r>
          </w:p>
        </w:tc>
      </w:tr>
      <w:tr w:rsidR="00181424" w14:paraId="536F4032" w14:textId="77777777">
        <w:tc>
          <w:tcPr>
            <w:tcW w:w="9990" w:type="dxa"/>
            <w:gridSpan w:val="2"/>
          </w:tcPr>
          <w:p w14:paraId="106A2738" w14:textId="77777777" w:rsidR="00181424" w:rsidRDefault="000C0729" w:rsidP="000C0729">
            <w:pPr>
              <w:pStyle w:val="ProfessionalSummaryText"/>
            </w:pPr>
            <w:r>
              <w:t xml:space="preserve">My professional objective is to become a professor at King Saud University, School of Law.  My studies and my work experience have given me clear direction and a dedicated purpose to study, teach and be influential in the system of law. </w:t>
            </w:r>
          </w:p>
        </w:tc>
      </w:tr>
      <w:tr w:rsidR="00181424" w14:paraId="5D929395" w14:textId="77777777">
        <w:tc>
          <w:tcPr>
            <w:tcW w:w="9990" w:type="dxa"/>
            <w:gridSpan w:val="2"/>
          </w:tcPr>
          <w:p w14:paraId="6DFEA87C" w14:textId="77777777" w:rsidR="00181424" w:rsidRDefault="008A17FA">
            <w:pPr>
              <w:pStyle w:val="SectionHeader"/>
            </w:pPr>
            <w:r>
              <w:t>Experience</w:t>
            </w:r>
          </w:p>
        </w:tc>
      </w:tr>
      <w:tr w:rsidR="00181424" w14:paraId="03BCB77B" w14:textId="77777777">
        <w:trPr>
          <w:trHeight w:val="555"/>
        </w:trPr>
        <w:tc>
          <w:tcPr>
            <w:tcW w:w="6839" w:type="dxa"/>
          </w:tcPr>
          <w:p w14:paraId="5B34A2C1" w14:textId="77777777" w:rsidR="00181424" w:rsidRDefault="000C0729">
            <w:pPr>
              <w:pStyle w:val="Organization"/>
            </w:pPr>
            <w:r>
              <w:t xml:space="preserve">King Saud </w:t>
            </w:r>
            <w:r w:rsidR="00F5217E">
              <w:t>University, Riyadh Saudi Arabia</w:t>
            </w:r>
          </w:p>
        </w:tc>
        <w:tc>
          <w:tcPr>
            <w:tcW w:w="3151" w:type="dxa"/>
          </w:tcPr>
          <w:p w14:paraId="0D54A7F9" w14:textId="77777777" w:rsidR="00181424" w:rsidRDefault="000C0729">
            <w:pPr>
              <w:pStyle w:val="DatesofEmployment"/>
            </w:pPr>
            <w:r>
              <w:t>Jan 23, 2011 to Jun 1, 2011</w:t>
            </w:r>
          </w:p>
        </w:tc>
      </w:tr>
      <w:tr w:rsidR="00181424" w14:paraId="5F2A0897" w14:textId="77777777">
        <w:trPr>
          <w:trHeight w:val="1050"/>
        </w:trPr>
        <w:tc>
          <w:tcPr>
            <w:tcW w:w="9990" w:type="dxa"/>
            <w:gridSpan w:val="2"/>
          </w:tcPr>
          <w:p w14:paraId="79D789C0" w14:textId="77777777" w:rsidR="00181424" w:rsidRDefault="000C0729">
            <w:pPr>
              <w:pStyle w:val="PositionTitle"/>
            </w:pPr>
            <w:r>
              <w:t>Teaching Assistant</w:t>
            </w:r>
          </w:p>
          <w:p w14:paraId="5CCC810F" w14:textId="77777777" w:rsidR="00181424" w:rsidRDefault="000C0729">
            <w:pPr>
              <w:pStyle w:val="Responsibilities"/>
            </w:pPr>
            <w:r>
              <w:t>Assisted faculty in all aspects of the academic process</w:t>
            </w:r>
          </w:p>
          <w:p w14:paraId="2C801576" w14:textId="77777777" w:rsidR="00181424" w:rsidRDefault="000C0729">
            <w:pPr>
              <w:pStyle w:val="Responsibilities"/>
            </w:pPr>
            <w:r>
              <w:t>Planned, administered and graded student tests and assignments</w:t>
            </w:r>
          </w:p>
          <w:p w14:paraId="48C410C1" w14:textId="77777777" w:rsidR="00F5217E" w:rsidRDefault="00F5217E" w:rsidP="00F5217E">
            <w:pPr>
              <w:pStyle w:val="Responsibilities"/>
            </w:pPr>
            <w:r>
              <w:t>Assisted in developing student conduct rules</w:t>
            </w:r>
          </w:p>
          <w:p w14:paraId="24C3A17E" w14:textId="77777777" w:rsidR="00F5217E" w:rsidRPr="00F5217E" w:rsidRDefault="00F5217E" w:rsidP="00F5217E">
            <w:pPr>
              <w:pStyle w:val="Responsibilities"/>
            </w:pPr>
            <w:r>
              <w:t>Enforced conduct rules during classes and tests</w:t>
            </w:r>
          </w:p>
          <w:p w14:paraId="00172F67" w14:textId="77777777" w:rsidR="00F5217E" w:rsidRDefault="000C0729" w:rsidP="00F5217E">
            <w:pPr>
              <w:pStyle w:val="Responsibilities"/>
            </w:pPr>
            <w:r>
              <w:t>Assisted in planning course material</w:t>
            </w:r>
            <w:r w:rsidR="00F5217E">
              <w:t>, necessary books and supplemental learning aids</w:t>
            </w:r>
          </w:p>
          <w:p w14:paraId="1482209E" w14:textId="77777777" w:rsidR="00F5217E" w:rsidRPr="00F5217E" w:rsidRDefault="00F5217E" w:rsidP="00F5217E"/>
        </w:tc>
      </w:tr>
      <w:tr w:rsidR="00181424" w14:paraId="10A2AF78" w14:textId="77777777">
        <w:trPr>
          <w:trHeight w:hRule="exact" w:val="144"/>
        </w:trPr>
        <w:tc>
          <w:tcPr>
            <w:tcW w:w="9990" w:type="dxa"/>
            <w:gridSpan w:val="2"/>
          </w:tcPr>
          <w:p w14:paraId="6A988361" w14:textId="77777777" w:rsidR="00181424" w:rsidRDefault="00181424">
            <w:pPr>
              <w:pStyle w:val="PositionTitle"/>
            </w:pPr>
          </w:p>
          <w:p w14:paraId="77F517E5" w14:textId="77777777" w:rsidR="00F5217E" w:rsidRDefault="00F5217E">
            <w:pPr>
              <w:pStyle w:val="PositionTitle"/>
            </w:pPr>
          </w:p>
        </w:tc>
      </w:tr>
      <w:tr w:rsidR="00181424" w14:paraId="1A8159E4" w14:textId="77777777">
        <w:trPr>
          <w:trHeight w:val="510"/>
        </w:trPr>
        <w:tc>
          <w:tcPr>
            <w:tcW w:w="6839" w:type="dxa"/>
          </w:tcPr>
          <w:p w14:paraId="4C324B0F" w14:textId="77777777" w:rsidR="00181424" w:rsidRDefault="00F5217E">
            <w:pPr>
              <w:pStyle w:val="Organization"/>
            </w:pPr>
            <w:r>
              <w:t>Saudi German Hospital, Riyadh Saudi Arabia</w:t>
            </w:r>
          </w:p>
        </w:tc>
        <w:tc>
          <w:tcPr>
            <w:tcW w:w="3151" w:type="dxa"/>
          </w:tcPr>
          <w:p w14:paraId="40766EB1" w14:textId="77777777" w:rsidR="00181424" w:rsidRDefault="00F5217E">
            <w:pPr>
              <w:pStyle w:val="DatesofEmployment"/>
            </w:pPr>
            <w:r>
              <w:t>Jun 2006 to Sep 2006</w:t>
            </w:r>
          </w:p>
        </w:tc>
      </w:tr>
      <w:tr w:rsidR="00181424" w14:paraId="131F75DE" w14:textId="77777777">
        <w:trPr>
          <w:trHeight w:val="1095"/>
        </w:trPr>
        <w:tc>
          <w:tcPr>
            <w:tcW w:w="9990" w:type="dxa"/>
            <w:gridSpan w:val="2"/>
          </w:tcPr>
          <w:p w14:paraId="6F622E48" w14:textId="77777777" w:rsidR="00181424" w:rsidRDefault="00F5217E">
            <w:pPr>
              <w:pStyle w:val="PositionTitle"/>
            </w:pPr>
            <w:r>
              <w:t>Receptionist</w:t>
            </w:r>
          </w:p>
          <w:p w14:paraId="249671AD" w14:textId="77777777" w:rsidR="00F5217E" w:rsidRDefault="00F5217E">
            <w:pPr>
              <w:pStyle w:val="Responsibilities"/>
            </w:pPr>
            <w:r>
              <w:t>Emergency room reception</w:t>
            </w:r>
          </w:p>
          <w:p w14:paraId="3A93B484" w14:textId="77777777" w:rsidR="00F5217E" w:rsidRPr="00F5217E" w:rsidRDefault="00F5217E" w:rsidP="00F5217E">
            <w:pPr>
              <w:pStyle w:val="Responsibilities"/>
            </w:pPr>
            <w:r>
              <w:t>Intake for critically injured patients</w:t>
            </w:r>
          </w:p>
          <w:p w14:paraId="4F810E69" w14:textId="77777777" w:rsidR="00181424" w:rsidRDefault="00F5217E">
            <w:pPr>
              <w:pStyle w:val="Responsibilities"/>
            </w:pPr>
            <w:r>
              <w:t>Scheduling patient appointments</w:t>
            </w:r>
          </w:p>
          <w:p w14:paraId="25129F8C" w14:textId="77777777" w:rsidR="00F5217E" w:rsidRPr="00F5217E" w:rsidRDefault="00F5217E" w:rsidP="00F5217E">
            <w:pPr>
              <w:pStyle w:val="Responsibilities"/>
            </w:pPr>
            <w:r>
              <w:t>Confirming patient follow-up appointments</w:t>
            </w:r>
          </w:p>
          <w:p w14:paraId="567F89B0" w14:textId="77777777" w:rsidR="00181424" w:rsidRDefault="00F5217E">
            <w:pPr>
              <w:pStyle w:val="Responsibilities"/>
            </w:pPr>
            <w:r>
              <w:t>Communicating with hospital staff and doctors</w:t>
            </w:r>
          </w:p>
          <w:p w14:paraId="75D1F7E1" w14:textId="77777777" w:rsidR="00181424" w:rsidRDefault="00181424" w:rsidP="00F5217E">
            <w:pPr>
              <w:pStyle w:val="Responsibilities"/>
              <w:numPr>
                <w:ilvl w:val="0"/>
                <w:numId w:val="0"/>
              </w:numPr>
              <w:ind w:left="360"/>
            </w:pPr>
          </w:p>
        </w:tc>
      </w:tr>
      <w:tr w:rsidR="00181424" w14:paraId="54F09A93" w14:textId="77777777">
        <w:trPr>
          <w:trHeight w:hRule="exact" w:val="144"/>
        </w:trPr>
        <w:tc>
          <w:tcPr>
            <w:tcW w:w="9990" w:type="dxa"/>
            <w:gridSpan w:val="2"/>
          </w:tcPr>
          <w:p w14:paraId="38F97454" w14:textId="77777777" w:rsidR="00181424" w:rsidRDefault="00181424">
            <w:pPr>
              <w:pStyle w:val="PositionTitle"/>
            </w:pPr>
          </w:p>
        </w:tc>
      </w:tr>
      <w:tr w:rsidR="00181424" w14:paraId="5BF98C3F" w14:textId="77777777">
        <w:tc>
          <w:tcPr>
            <w:tcW w:w="9990" w:type="dxa"/>
            <w:gridSpan w:val="2"/>
          </w:tcPr>
          <w:p w14:paraId="2D66CDFF" w14:textId="77777777" w:rsidR="00181424" w:rsidRDefault="008A17FA">
            <w:pPr>
              <w:pStyle w:val="SectionHeader"/>
            </w:pPr>
            <w:r>
              <w:t>Education</w:t>
            </w:r>
          </w:p>
        </w:tc>
      </w:tr>
      <w:tr w:rsidR="00181424" w14:paraId="1709D27D" w14:textId="77777777">
        <w:trPr>
          <w:trHeight w:val="525"/>
        </w:trPr>
        <w:tc>
          <w:tcPr>
            <w:tcW w:w="6839" w:type="dxa"/>
          </w:tcPr>
          <w:p w14:paraId="0F863A36" w14:textId="77777777" w:rsidR="00181424" w:rsidRDefault="00F5217E">
            <w:pPr>
              <w:pStyle w:val="Organization"/>
            </w:pPr>
            <w:r>
              <w:t>King Saud University, Riyadh Saudi Arabia</w:t>
            </w:r>
          </w:p>
        </w:tc>
        <w:tc>
          <w:tcPr>
            <w:tcW w:w="3151" w:type="dxa"/>
          </w:tcPr>
          <w:p w14:paraId="2B73DD9E" w14:textId="673AC0FC" w:rsidR="00181424" w:rsidRDefault="00F5217E" w:rsidP="004C3A07">
            <w:pPr>
              <w:pStyle w:val="DatesofEmployment"/>
            </w:pPr>
            <w:r>
              <w:t xml:space="preserve">Sep 2006 to Jun </w:t>
            </w:r>
            <w:r w:rsidR="004C3A07">
              <w:t>2014</w:t>
            </w:r>
          </w:p>
        </w:tc>
      </w:tr>
      <w:tr w:rsidR="00181424" w14:paraId="55465AF3" w14:textId="77777777">
        <w:trPr>
          <w:trHeight w:val="555"/>
        </w:trPr>
        <w:tc>
          <w:tcPr>
            <w:tcW w:w="9990" w:type="dxa"/>
            <w:gridSpan w:val="2"/>
          </w:tcPr>
          <w:p w14:paraId="07C2B926" w14:textId="7FCC00A0" w:rsidR="004C3A07" w:rsidRDefault="004C3A07">
            <w:pPr>
              <w:pStyle w:val="Responsibilities"/>
              <w:rPr>
                <w:rFonts w:hint="cs"/>
              </w:rPr>
            </w:pPr>
            <w:r>
              <w:rPr>
                <w:rFonts w:ascii="Times New Roman" w:hAnsi="Times New Roman"/>
              </w:rPr>
              <w:t>Master degree in the field of law from Chapman University</w:t>
            </w:r>
          </w:p>
          <w:p w14:paraId="6EDCC1F3" w14:textId="77777777" w:rsidR="00181424" w:rsidRDefault="001D43F1">
            <w:pPr>
              <w:pStyle w:val="Responsibilities"/>
            </w:pPr>
            <w:r>
              <w:t>Bachelor’s Degree in the field of Law</w:t>
            </w:r>
          </w:p>
          <w:p w14:paraId="26097E7D" w14:textId="77777777" w:rsidR="004C3A07" w:rsidRPr="004C3A07" w:rsidRDefault="004C3A07" w:rsidP="004C3A07">
            <w:pPr>
              <w:rPr>
                <w:rFonts w:hint="cs"/>
              </w:rPr>
            </w:pPr>
          </w:p>
        </w:tc>
      </w:tr>
    </w:tbl>
    <w:p w14:paraId="071BF871" w14:textId="77777777" w:rsidR="00181424" w:rsidRDefault="00181424">
      <w:bookmarkStart w:id="0" w:name="_GoBack"/>
      <w:bookmarkEnd w:id="0"/>
    </w:p>
    <w:sectPr w:rsidR="00181424" w:rsidSect="001814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7" w:right="1800" w:bottom="1166" w:left="1800" w:header="1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2F108" w14:textId="77777777" w:rsidR="008A17FA" w:rsidRDefault="008A17FA">
      <w:r>
        <w:separator/>
      </w:r>
    </w:p>
  </w:endnote>
  <w:endnote w:type="continuationSeparator" w:id="0">
    <w:p w14:paraId="60A16443" w14:textId="77777777" w:rsidR="008A17FA" w:rsidRDefault="008A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Shell Dlg">
    <w:charset w:val="00"/>
    <w:family w:val="swiss"/>
    <w:pitch w:val="variable"/>
    <w:sig w:usb0="E1002AFF" w:usb1="C0000002" w:usb2="00000008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D7931" w14:textId="77777777" w:rsidR="00181424" w:rsidRDefault="0018142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9F10A" w14:textId="77777777" w:rsidR="00181424" w:rsidRDefault="0018142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0FAEE" w14:textId="77777777" w:rsidR="00181424" w:rsidRDefault="0018142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6CA8F" w14:textId="77777777" w:rsidR="008A17FA" w:rsidRDefault="008A17FA">
      <w:r>
        <w:separator/>
      </w:r>
    </w:p>
  </w:footnote>
  <w:footnote w:type="continuationSeparator" w:id="0">
    <w:p w14:paraId="7AF83078" w14:textId="77777777" w:rsidR="008A17FA" w:rsidRDefault="008A17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C2CC" w14:textId="77777777" w:rsidR="00181424" w:rsidRDefault="0018142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1D8FC" w14:textId="77777777" w:rsidR="00181424" w:rsidRDefault="00181424">
    <w:pPr>
      <w:pStyle w:val="ContactInfo"/>
    </w:pPr>
    <w:r>
      <w:fldChar w:fldCharType="begin"/>
    </w:r>
    <w:r w:rsidR="008A17FA">
      <w:instrText xml:space="preserve"> MACROBUTTON  DoFieldClick [Phone number]</w:instrText>
    </w:r>
    <w:r>
      <w:fldChar w:fldCharType="end"/>
    </w:r>
    <w:r w:rsidR="008A17FA">
      <w:sym w:font="Symbol" w:char="F0B7"/>
    </w:r>
    <w:r>
      <w:fldChar w:fldCharType="begin"/>
    </w:r>
    <w:r w:rsidR="008A17FA">
      <w:instrText xml:space="preserve"> MACROBUTTON  DoFieldClick [E-mail address]</w:instrText>
    </w:r>
    <w:r>
      <w:fldChar w:fldCharType="end"/>
    </w:r>
  </w:p>
  <w:p w14:paraId="0D2DF159" w14:textId="77777777" w:rsidR="00181424" w:rsidRDefault="00181424">
    <w:pPr>
      <w:pStyle w:val="YourNamePage2"/>
    </w:pPr>
    <w:r>
      <w:fldChar w:fldCharType="begin"/>
    </w:r>
    <w:r w:rsidR="008A17FA">
      <w:instrText xml:space="preserve"> MACROBUTTON  DoFieldClick [Your Name]</w:instrText>
    </w:r>
    <w: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5849F" w14:textId="77777777" w:rsidR="00181424" w:rsidRDefault="0018142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9244B1"/>
    <w:multiLevelType w:val="hybridMultilevel"/>
    <w:tmpl w:val="5C14E05E"/>
    <w:lvl w:ilvl="0" w:tplc="01325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6A637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6C06AD9"/>
    <w:multiLevelType w:val="hybridMultilevel"/>
    <w:tmpl w:val="4B60F6CE"/>
    <w:lvl w:ilvl="0" w:tplc="915A9760">
      <w:start w:val="1"/>
      <w:numFmt w:val="bullet"/>
      <w:pStyle w:val="Responsibilitie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29"/>
    <w:rsid w:val="000C0729"/>
    <w:rsid w:val="00172E74"/>
    <w:rsid w:val="00181424"/>
    <w:rsid w:val="001D43F1"/>
    <w:rsid w:val="002204E1"/>
    <w:rsid w:val="004C3A07"/>
    <w:rsid w:val="008A17FA"/>
    <w:rsid w:val="008E6CF3"/>
    <w:rsid w:val="00980C7D"/>
    <w:rsid w:val="00F5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4A8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1424"/>
  </w:style>
  <w:style w:type="paragraph" w:styleId="Heading1">
    <w:name w:val="heading 1"/>
    <w:aliases w:val="Professional Summary"/>
    <w:basedOn w:val="Normal"/>
    <w:next w:val="BodyText"/>
    <w:qFormat/>
    <w:rsid w:val="00181424"/>
    <w:pPr>
      <w:shd w:val="pct15" w:color="auto" w:fill="auto"/>
      <w:spacing w:before="24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aliases w:val="Job Title"/>
    <w:basedOn w:val="Normal"/>
    <w:next w:val="BodyText"/>
    <w:rsid w:val="00181424"/>
    <w:pPr>
      <w:spacing w:after="60" w:line="220" w:lineRule="atLeast"/>
      <w:outlineLvl w:val="1"/>
    </w:pPr>
    <w:rPr>
      <w:rFonts w:ascii="Bookman Old Style" w:hAnsi="Bookman Old Style"/>
      <w:spacing w:val="10"/>
      <w:szCs w:val="22"/>
    </w:rPr>
  </w:style>
  <w:style w:type="paragraph" w:styleId="Heading3">
    <w:name w:val="heading 3"/>
    <w:basedOn w:val="Normal"/>
    <w:next w:val="Normal"/>
    <w:qFormat/>
    <w:rsid w:val="001814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1424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181424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181424"/>
    <w:pPr>
      <w:pBdr>
        <w:bottom w:val="single" w:sz="24" w:space="1" w:color="auto"/>
      </w:pBdr>
      <w:spacing w:before="200" w:after="40" w:line="220" w:lineRule="atLeast"/>
      <w:jc w:val="right"/>
    </w:pPr>
    <w:rPr>
      <w:rFonts w:ascii="Bookman Old Style" w:hAnsi="Bookman Old Style"/>
      <w:b/>
      <w:spacing w:val="10"/>
      <w:sz w:val="36"/>
      <w:szCs w:val="48"/>
    </w:rPr>
  </w:style>
  <w:style w:type="paragraph" w:customStyle="1" w:styleId="ProfessionalSummaryText">
    <w:name w:val="Professional Summary Text"/>
    <w:basedOn w:val="Normal"/>
    <w:rsid w:val="00181424"/>
    <w:pPr>
      <w:tabs>
        <w:tab w:val="left" w:pos="2160"/>
        <w:tab w:val="right" w:pos="6480"/>
      </w:tabs>
      <w:spacing w:before="240" w:after="40" w:line="220" w:lineRule="atLeast"/>
    </w:pPr>
    <w:rPr>
      <w:rFonts w:ascii="Bookman Old Style" w:hAnsi="Bookman Old Style"/>
    </w:rPr>
  </w:style>
  <w:style w:type="paragraph" w:customStyle="1" w:styleId="Responsibilities">
    <w:name w:val="Responsibilities"/>
    <w:next w:val="Normal"/>
    <w:rsid w:val="00181424"/>
    <w:pPr>
      <w:numPr>
        <w:numId w:val="3"/>
      </w:numPr>
      <w:spacing w:after="40"/>
    </w:pPr>
    <w:rPr>
      <w:rFonts w:ascii="Bookman Old Style" w:hAnsi="Bookman Old Style"/>
      <w:spacing w:val="-5"/>
    </w:rPr>
  </w:style>
  <w:style w:type="paragraph" w:customStyle="1" w:styleId="ContactInfo">
    <w:name w:val="Contact Info"/>
    <w:basedOn w:val="Normal"/>
    <w:rsid w:val="00181424"/>
    <w:pPr>
      <w:spacing w:line="220" w:lineRule="atLeast"/>
      <w:jc w:val="right"/>
    </w:pPr>
    <w:rPr>
      <w:rFonts w:ascii="Bookman Old Style" w:hAnsi="Bookman Old Style"/>
      <w:sz w:val="18"/>
    </w:rPr>
  </w:style>
  <w:style w:type="paragraph" w:styleId="Footer">
    <w:name w:val="footer"/>
    <w:basedOn w:val="Normal"/>
    <w:rsid w:val="00181424"/>
    <w:pPr>
      <w:tabs>
        <w:tab w:val="center" w:pos="4320"/>
        <w:tab w:val="right" w:pos="8640"/>
      </w:tabs>
    </w:pPr>
  </w:style>
  <w:style w:type="paragraph" w:styleId="BodyText3">
    <w:name w:val="Body Text 3"/>
    <w:aliases w:val="Dates"/>
    <w:basedOn w:val="BodyText"/>
    <w:rsid w:val="00181424"/>
    <w:pPr>
      <w:spacing w:after="120"/>
      <w:jc w:val="right"/>
    </w:pPr>
    <w:rPr>
      <w:rFonts w:ascii="Bookman Old Style" w:hAnsi="Bookman Old Style"/>
      <w:sz w:val="20"/>
      <w:szCs w:val="16"/>
    </w:rPr>
  </w:style>
  <w:style w:type="paragraph" w:customStyle="1" w:styleId="YourNamePage2">
    <w:name w:val="Your Name Page 2"/>
    <w:basedOn w:val="YourName"/>
    <w:rsid w:val="00181424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181424"/>
    <w:rPr>
      <w:rFonts w:ascii="Tahoma" w:hAnsi="Tahoma" w:cs="Tahoma"/>
      <w:sz w:val="16"/>
      <w:szCs w:val="16"/>
    </w:rPr>
  </w:style>
  <w:style w:type="paragraph" w:customStyle="1" w:styleId="Organization">
    <w:name w:val="Organization"/>
    <w:basedOn w:val="ProfessionalSummaryText"/>
    <w:qFormat/>
    <w:rsid w:val="00181424"/>
    <w:rPr>
      <w:b/>
    </w:rPr>
  </w:style>
  <w:style w:type="paragraph" w:customStyle="1" w:styleId="SectionHeader">
    <w:name w:val="Section Header"/>
    <w:basedOn w:val="Heading1"/>
    <w:qFormat/>
    <w:rsid w:val="00181424"/>
    <w:pPr>
      <w:shd w:val="clear" w:color="auto" w:fill="D9D9D9" w:themeFill="background1" w:themeFillShade="D9"/>
      <w:tabs>
        <w:tab w:val="left" w:pos="3738"/>
      </w:tabs>
    </w:pPr>
    <w:rPr>
      <w:rFonts w:ascii="Bookman Old Style" w:hAnsi="Bookman Old Style"/>
    </w:rPr>
  </w:style>
  <w:style w:type="paragraph" w:customStyle="1" w:styleId="SubmitResume">
    <w:name w:val="Submit Resume"/>
    <w:basedOn w:val="Normal"/>
    <w:rsid w:val="00181424"/>
    <w:pPr>
      <w:spacing w:before="100"/>
    </w:pPr>
    <w:rPr>
      <w:rFonts w:asciiTheme="minorHAnsi" w:hAnsiTheme="minorHAnsi" w:cs="MS Shell Dlg"/>
      <w:i/>
      <w:color w:val="333399"/>
      <w:sz w:val="16"/>
      <w:szCs w:val="15"/>
    </w:rPr>
  </w:style>
  <w:style w:type="character" w:styleId="Hyperlink">
    <w:name w:val="Hyperlink"/>
    <w:basedOn w:val="DefaultParagraphFont"/>
    <w:rsid w:val="001814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81424"/>
    <w:rPr>
      <w:color w:val="800080" w:themeColor="followedHyperlink"/>
      <w:u w:val="single"/>
    </w:rPr>
  </w:style>
  <w:style w:type="paragraph" w:customStyle="1" w:styleId="DatesofEmployment">
    <w:name w:val="Dates of Employment"/>
    <w:basedOn w:val="Normal"/>
    <w:qFormat/>
    <w:rsid w:val="00181424"/>
    <w:pPr>
      <w:jc w:val="right"/>
    </w:pPr>
    <w:rPr>
      <w:rFonts w:ascii="Bookman Old Style" w:hAnsi="Bookman Old Style"/>
    </w:rPr>
  </w:style>
  <w:style w:type="paragraph" w:customStyle="1" w:styleId="PositionTitle">
    <w:name w:val="Position Title"/>
    <w:basedOn w:val="Normal"/>
    <w:qFormat/>
    <w:rsid w:val="00181424"/>
    <w:rPr>
      <w:rFonts w:ascii="Bookman Old Style" w:hAnsi="Bookman Old Style"/>
    </w:rPr>
  </w:style>
  <w:style w:type="paragraph" w:styleId="ListParagraph">
    <w:name w:val="List Paragraph"/>
    <w:basedOn w:val="Normal"/>
    <w:uiPriority w:val="34"/>
    <w:qFormat/>
    <w:rsid w:val="00181424"/>
    <w:pPr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1424"/>
  </w:style>
  <w:style w:type="paragraph" w:styleId="Heading1">
    <w:name w:val="heading 1"/>
    <w:aliases w:val="Professional Summary"/>
    <w:basedOn w:val="Normal"/>
    <w:next w:val="BodyText"/>
    <w:qFormat/>
    <w:rsid w:val="00181424"/>
    <w:pPr>
      <w:shd w:val="pct15" w:color="auto" w:fill="auto"/>
      <w:spacing w:before="24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aliases w:val="Job Title"/>
    <w:basedOn w:val="Normal"/>
    <w:next w:val="BodyText"/>
    <w:rsid w:val="00181424"/>
    <w:pPr>
      <w:spacing w:after="60" w:line="220" w:lineRule="atLeast"/>
      <w:outlineLvl w:val="1"/>
    </w:pPr>
    <w:rPr>
      <w:rFonts w:ascii="Bookman Old Style" w:hAnsi="Bookman Old Style"/>
      <w:spacing w:val="10"/>
      <w:szCs w:val="22"/>
    </w:rPr>
  </w:style>
  <w:style w:type="paragraph" w:styleId="Heading3">
    <w:name w:val="heading 3"/>
    <w:basedOn w:val="Normal"/>
    <w:next w:val="Normal"/>
    <w:qFormat/>
    <w:rsid w:val="001814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1424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181424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181424"/>
    <w:pPr>
      <w:pBdr>
        <w:bottom w:val="single" w:sz="24" w:space="1" w:color="auto"/>
      </w:pBdr>
      <w:spacing w:before="200" w:after="40" w:line="220" w:lineRule="atLeast"/>
      <w:jc w:val="right"/>
    </w:pPr>
    <w:rPr>
      <w:rFonts w:ascii="Bookman Old Style" w:hAnsi="Bookman Old Style"/>
      <w:b/>
      <w:spacing w:val="10"/>
      <w:sz w:val="36"/>
      <w:szCs w:val="48"/>
    </w:rPr>
  </w:style>
  <w:style w:type="paragraph" w:customStyle="1" w:styleId="ProfessionalSummaryText">
    <w:name w:val="Professional Summary Text"/>
    <w:basedOn w:val="Normal"/>
    <w:rsid w:val="00181424"/>
    <w:pPr>
      <w:tabs>
        <w:tab w:val="left" w:pos="2160"/>
        <w:tab w:val="right" w:pos="6480"/>
      </w:tabs>
      <w:spacing w:before="240" w:after="40" w:line="220" w:lineRule="atLeast"/>
    </w:pPr>
    <w:rPr>
      <w:rFonts w:ascii="Bookman Old Style" w:hAnsi="Bookman Old Style"/>
    </w:rPr>
  </w:style>
  <w:style w:type="paragraph" w:customStyle="1" w:styleId="Responsibilities">
    <w:name w:val="Responsibilities"/>
    <w:next w:val="Normal"/>
    <w:rsid w:val="00181424"/>
    <w:pPr>
      <w:numPr>
        <w:numId w:val="3"/>
      </w:numPr>
      <w:spacing w:after="40"/>
    </w:pPr>
    <w:rPr>
      <w:rFonts w:ascii="Bookman Old Style" w:hAnsi="Bookman Old Style"/>
      <w:spacing w:val="-5"/>
    </w:rPr>
  </w:style>
  <w:style w:type="paragraph" w:customStyle="1" w:styleId="ContactInfo">
    <w:name w:val="Contact Info"/>
    <w:basedOn w:val="Normal"/>
    <w:rsid w:val="00181424"/>
    <w:pPr>
      <w:spacing w:line="220" w:lineRule="atLeast"/>
      <w:jc w:val="right"/>
    </w:pPr>
    <w:rPr>
      <w:rFonts w:ascii="Bookman Old Style" w:hAnsi="Bookman Old Style"/>
      <w:sz w:val="18"/>
    </w:rPr>
  </w:style>
  <w:style w:type="paragraph" w:styleId="Footer">
    <w:name w:val="footer"/>
    <w:basedOn w:val="Normal"/>
    <w:rsid w:val="00181424"/>
    <w:pPr>
      <w:tabs>
        <w:tab w:val="center" w:pos="4320"/>
        <w:tab w:val="right" w:pos="8640"/>
      </w:tabs>
    </w:pPr>
  </w:style>
  <w:style w:type="paragraph" w:styleId="BodyText3">
    <w:name w:val="Body Text 3"/>
    <w:aliases w:val="Dates"/>
    <w:basedOn w:val="BodyText"/>
    <w:rsid w:val="00181424"/>
    <w:pPr>
      <w:spacing w:after="120"/>
      <w:jc w:val="right"/>
    </w:pPr>
    <w:rPr>
      <w:rFonts w:ascii="Bookman Old Style" w:hAnsi="Bookman Old Style"/>
      <w:sz w:val="20"/>
      <w:szCs w:val="16"/>
    </w:rPr>
  </w:style>
  <w:style w:type="paragraph" w:customStyle="1" w:styleId="YourNamePage2">
    <w:name w:val="Your Name Page 2"/>
    <w:basedOn w:val="YourName"/>
    <w:rsid w:val="00181424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181424"/>
    <w:rPr>
      <w:rFonts w:ascii="Tahoma" w:hAnsi="Tahoma" w:cs="Tahoma"/>
      <w:sz w:val="16"/>
      <w:szCs w:val="16"/>
    </w:rPr>
  </w:style>
  <w:style w:type="paragraph" w:customStyle="1" w:styleId="Organization">
    <w:name w:val="Organization"/>
    <w:basedOn w:val="ProfessionalSummaryText"/>
    <w:qFormat/>
    <w:rsid w:val="00181424"/>
    <w:rPr>
      <w:b/>
    </w:rPr>
  </w:style>
  <w:style w:type="paragraph" w:customStyle="1" w:styleId="SectionHeader">
    <w:name w:val="Section Header"/>
    <w:basedOn w:val="Heading1"/>
    <w:qFormat/>
    <w:rsid w:val="00181424"/>
    <w:pPr>
      <w:shd w:val="clear" w:color="auto" w:fill="D9D9D9" w:themeFill="background1" w:themeFillShade="D9"/>
      <w:tabs>
        <w:tab w:val="left" w:pos="3738"/>
      </w:tabs>
    </w:pPr>
    <w:rPr>
      <w:rFonts w:ascii="Bookman Old Style" w:hAnsi="Bookman Old Style"/>
    </w:rPr>
  </w:style>
  <w:style w:type="paragraph" w:customStyle="1" w:styleId="SubmitResume">
    <w:name w:val="Submit Resume"/>
    <w:basedOn w:val="Normal"/>
    <w:rsid w:val="00181424"/>
    <w:pPr>
      <w:spacing w:before="100"/>
    </w:pPr>
    <w:rPr>
      <w:rFonts w:asciiTheme="minorHAnsi" w:hAnsiTheme="minorHAnsi" w:cs="MS Shell Dlg"/>
      <w:i/>
      <w:color w:val="333399"/>
      <w:sz w:val="16"/>
      <w:szCs w:val="15"/>
    </w:rPr>
  </w:style>
  <w:style w:type="character" w:styleId="Hyperlink">
    <w:name w:val="Hyperlink"/>
    <w:basedOn w:val="DefaultParagraphFont"/>
    <w:rsid w:val="001814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81424"/>
    <w:rPr>
      <w:color w:val="800080" w:themeColor="followedHyperlink"/>
      <w:u w:val="single"/>
    </w:rPr>
  </w:style>
  <w:style w:type="paragraph" w:customStyle="1" w:styleId="DatesofEmployment">
    <w:name w:val="Dates of Employment"/>
    <w:basedOn w:val="Normal"/>
    <w:qFormat/>
    <w:rsid w:val="00181424"/>
    <w:pPr>
      <w:jc w:val="right"/>
    </w:pPr>
    <w:rPr>
      <w:rFonts w:ascii="Bookman Old Style" w:hAnsi="Bookman Old Style"/>
    </w:rPr>
  </w:style>
  <w:style w:type="paragraph" w:customStyle="1" w:styleId="PositionTitle">
    <w:name w:val="Position Title"/>
    <w:basedOn w:val="Normal"/>
    <w:qFormat/>
    <w:rsid w:val="00181424"/>
    <w:rPr>
      <w:rFonts w:ascii="Bookman Old Style" w:hAnsi="Bookman Old Style"/>
    </w:rPr>
  </w:style>
  <w:style w:type="paragraph" w:styleId="ListParagraph">
    <w:name w:val="List Paragraph"/>
    <w:basedOn w:val="Normal"/>
    <w:uiPriority w:val="34"/>
    <w:qFormat/>
    <w:rsid w:val="00181424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mryn\AppData\Local\Temp\TS10195338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CDC9D9D1-FB0A-491D-B6ED-ACDB1E7A021C</TemplateGUID>
    <TemplateBuildVersion>8</TemplateBuildVersion>
    <TemplateBuildDate>2010-06-15T11:59:49.8792817+02:00</TemplateBuildDate>
  </TemplateProperties>
</MonsterProperties>
</file>

<file path=customXml/itemProps1.xml><?xml version="1.0" encoding="utf-8"?>
<ds:datastoreItem xmlns:ds="http://schemas.openxmlformats.org/officeDocument/2006/customXml" ds:itemID="{2CDC5E78-5245-498F-9102-B855AD84B5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4551B-61F9-4FE0-8DBF-E6C860CF7070}">
  <ds:schemaRefs>
    <ds:schemaRef ds:uri="http://www.w3.org/2001/XMLSchema"/>
    <ds:schemaRef ds:uri="http://schemas.monster.com/Monster/Seeker/WordResumeTempla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\Users\Camryn\AppData\Local\Temp\TS101953383.dotm</Template>
  <TotalTime>2</TotalTime>
  <Pages>1</Pages>
  <Words>178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Camryn</dc:creator>
  <cp:lastModifiedBy>Saleh Alsultan</cp:lastModifiedBy>
  <cp:revision>3</cp:revision>
  <cp:lastPrinted>2002-06-26T16:17:00Z</cp:lastPrinted>
  <dcterms:created xsi:type="dcterms:W3CDTF">2014-05-16T09:34:00Z</dcterms:created>
  <dcterms:modified xsi:type="dcterms:W3CDTF">2014-09-18T19:03:00Z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TC019533839991</vt:lpwstr>
  </property>
</Properties>
</file>