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0C179" w14:textId="77777777" w:rsidR="001B7B9F" w:rsidRPr="002A1BCD" w:rsidRDefault="001B7B9F">
      <w:pPr>
        <w:pStyle w:val="ContactInformation"/>
        <w:rPr>
          <w:b/>
          <w:color w:val="000000" w:themeColor="text1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A1BCD">
        <w:rPr>
          <w:b/>
          <w:color w:val="000000" w:themeColor="text1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Sameer Mohammed Alqahtani</w:t>
      </w:r>
    </w:p>
    <w:tbl>
      <w:tblPr>
        <w:tblStyle w:val="TableGrid"/>
        <w:tblpPr w:leftFromText="180" w:rightFromText="180" w:vertAnchor="text" w:horzAnchor="margin" w:tblpY="728"/>
        <w:tblW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20"/>
        <w:gridCol w:w="1708"/>
        <w:gridCol w:w="1012"/>
        <w:gridCol w:w="2720"/>
        <w:gridCol w:w="3430"/>
      </w:tblGrid>
      <w:tr w:rsidR="00DB66D0" w14:paraId="463DCE04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  <w:shd w:val="clear" w:color="auto" w:fill="auto"/>
          </w:tcPr>
          <w:p w14:paraId="3E5B0E3B" w14:textId="77777777" w:rsidR="00DB66D0" w:rsidRDefault="00DB66D0" w:rsidP="00DB66D0">
            <w:pPr>
              <w:pStyle w:val="ResumeHeading1"/>
              <w:jc w:val="center"/>
            </w:pPr>
            <w:r>
              <w:t>key skills</w:t>
            </w:r>
          </w:p>
        </w:tc>
      </w:tr>
      <w:tr w:rsidR="00DB66D0" w14:paraId="6A02EB4D" w14:textId="77777777" w:rsidTr="005F4B49">
        <w:tc>
          <w:tcPr>
            <w:tcW w:w="4428" w:type="dxa"/>
            <w:gridSpan w:val="2"/>
            <w:tcBorders>
              <w:bottom w:val="single" w:sz="4" w:space="0" w:color="7598D9" w:themeColor="accent2"/>
            </w:tcBorders>
          </w:tcPr>
          <w:p w14:paraId="4C154E76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>
              <w:t>Quality Presentation</w:t>
            </w:r>
          </w:p>
          <w:p w14:paraId="686FEAFE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 w:rsidRPr="001B7B9F">
              <w:t xml:space="preserve">Communication, </w:t>
            </w:r>
          </w:p>
          <w:p w14:paraId="28970238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>
              <w:t>Proven Leadership and team-working skills</w:t>
            </w:r>
          </w:p>
        </w:tc>
        <w:tc>
          <w:tcPr>
            <w:tcW w:w="7162" w:type="dxa"/>
            <w:gridSpan w:val="3"/>
            <w:tcBorders>
              <w:bottom w:val="single" w:sz="4" w:space="0" w:color="7598D9" w:themeColor="accent2"/>
            </w:tcBorders>
          </w:tcPr>
          <w:p w14:paraId="443CE00E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>
              <w:t xml:space="preserve">Exceptional </w:t>
            </w:r>
            <w:r w:rsidRPr="001B7B9F">
              <w:t>Organiz</w:t>
            </w:r>
            <w:r>
              <w:t>ational  and planning abilities</w:t>
            </w:r>
            <w:r w:rsidRPr="001B7B9F">
              <w:t xml:space="preserve"> </w:t>
            </w:r>
          </w:p>
          <w:p w14:paraId="6E6C5E63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>
              <w:t>Confident in working on initiative</w:t>
            </w:r>
            <w:r w:rsidRPr="001B7B9F">
              <w:t xml:space="preserve"> </w:t>
            </w:r>
          </w:p>
          <w:p w14:paraId="4E6DEBFB" w14:textId="77777777" w:rsidR="00DB66D0" w:rsidRDefault="00DB66D0" w:rsidP="00DB66D0">
            <w:pPr>
              <w:pStyle w:val="BodyText1"/>
              <w:numPr>
                <w:ilvl w:val="0"/>
                <w:numId w:val="5"/>
              </w:numPr>
            </w:pPr>
            <w:r>
              <w:t>Persuasive and excellent negotiator</w:t>
            </w:r>
            <w:r w:rsidRPr="001B7B9F">
              <w:t xml:space="preserve"> </w:t>
            </w:r>
          </w:p>
        </w:tc>
      </w:tr>
      <w:tr w:rsidR="00DB66D0" w14:paraId="4CA87E88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0D09D120" w14:textId="77777777" w:rsidR="00DB66D0" w:rsidRDefault="00DB66D0" w:rsidP="00DB66D0">
            <w:pPr>
              <w:pStyle w:val="ResumeHeading1"/>
              <w:jc w:val="center"/>
            </w:pPr>
            <w:r>
              <w:t>Professional Experience</w:t>
            </w:r>
          </w:p>
        </w:tc>
      </w:tr>
      <w:tr w:rsidR="00DB66D0" w14:paraId="192016E1" w14:textId="77777777" w:rsidTr="005F4B49">
        <w:tc>
          <w:tcPr>
            <w:tcW w:w="11590" w:type="dxa"/>
            <w:gridSpan w:val="5"/>
          </w:tcPr>
          <w:p w14:paraId="770B134D" w14:textId="77777777" w:rsidR="00DB66D0" w:rsidRDefault="00DB66D0" w:rsidP="00DB66D0">
            <w:pPr>
              <w:pStyle w:val="IndentedBodyText"/>
              <w:ind w:left="0"/>
            </w:pPr>
            <w:r w:rsidRPr="000721EE">
              <w:rPr>
                <w:b/>
              </w:rPr>
              <w:t>King Saud University</w:t>
            </w:r>
            <w:r>
              <w:t xml:space="preserve">                                                             </w:t>
            </w:r>
            <w:r w:rsidRPr="000721EE">
              <w:rPr>
                <w:i/>
              </w:rPr>
              <w:t>Teaching Assistant in the field of Information Science</w:t>
            </w:r>
            <w:r>
              <w:t xml:space="preserve">                    </w:t>
            </w:r>
            <w:r w:rsidR="00C73392">
              <w:t xml:space="preserve">            2010 - Present</w:t>
            </w:r>
          </w:p>
          <w:p w14:paraId="7EF06063" w14:textId="77777777" w:rsidR="00DB66D0" w:rsidRDefault="00DB66D0" w:rsidP="00DB66D0">
            <w:pPr>
              <w:pStyle w:val="IndentedBodyText"/>
              <w:ind w:left="0"/>
            </w:pPr>
            <w:proofErr w:type="spellStart"/>
            <w:r w:rsidRPr="000721EE">
              <w:rPr>
                <w:b/>
              </w:rPr>
              <w:t>Kawader</w:t>
            </w:r>
            <w:proofErr w:type="spellEnd"/>
            <w:r w:rsidRPr="000721EE">
              <w:rPr>
                <w:b/>
              </w:rPr>
              <w:t xml:space="preserve"> </w:t>
            </w:r>
            <w:proofErr w:type="spellStart"/>
            <w:r w:rsidRPr="000721EE">
              <w:rPr>
                <w:b/>
              </w:rPr>
              <w:t>Altanmiah</w:t>
            </w:r>
            <w:proofErr w:type="spellEnd"/>
            <w:r w:rsidRPr="000721EE">
              <w:rPr>
                <w:b/>
              </w:rPr>
              <w:t xml:space="preserve"> Institute</w:t>
            </w:r>
            <w:r>
              <w:t xml:space="preserve">, Riyadh, Saudi Arabia                   </w:t>
            </w:r>
            <w:r w:rsidRPr="000721EE">
              <w:rPr>
                <w:i/>
              </w:rPr>
              <w:t>Trainer &amp; Consultant (information search)</w:t>
            </w:r>
            <w:r>
              <w:t xml:space="preserve">                                 </w:t>
            </w:r>
            <w:r w:rsidR="005F4B49">
              <w:t xml:space="preserve">             </w:t>
            </w:r>
            <w:r>
              <w:t>2009-2010</w:t>
            </w:r>
          </w:p>
          <w:p w14:paraId="66AEBA10" w14:textId="77777777" w:rsidR="00DB66D0" w:rsidRDefault="00DB66D0" w:rsidP="00DB66D0">
            <w:pPr>
              <w:pStyle w:val="IndentedBodyText"/>
              <w:ind w:left="0"/>
            </w:pPr>
            <w:proofErr w:type="spellStart"/>
            <w:r w:rsidRPr="000721EE">
              <w:rPr>
                <w:b/>
              </w:rPr>
              <w:t>Alfraen</w:t>
            </w:r>
            <w:proofErr w:type="spellEnd"/>
            <w:r w:rsidRPr="000721EE">
              <w:rPr>
                <w:b/>
              </w:rPr>
              <w:t xml:space="preserve"> for General Contracting</w:t>
            </w:r>
            <w:r>
              <w:t xml:space="preserve"> (Family company).     </w:t>
            </w:r>
            <w:r w:rsidRPr="000721EE">
              <w:rPr>
                <w:i/>
              </w:rPr>
              <w:t xml:space="preserve">Preparing </w:t>
            </w:r>
            <w:r>
              <w:rPr>
                <w:i/>
              </w:rPr>
              <w:t>&amp;</w:t>
            </w:r>
            <w:r w:rsidRPr="000721EE">
              <w:rPr>
                <w:i/>
              </w:rPr>
              <w:t xml:space="preserve"> coordinating </w:t>
            </w:r>
            <w:r w:rsidR="00C73392" w:rsidRPr="000721EE">
              <w:rPr>
                <w:i/>
              </w:rPr>
              <w:t>construction documents</w:t>
            </w:r>
            <w:r w:rsidRPr="000721EE">
              <w:rPr>
                <w:i/>
              </w:rPr>
              <w:t>, reviewing conditions.</w:t>
            </w:r>
            <w:r>
              <w:t xml:space="preserve"> </w:t>
            </w:r>
            <w:r w:rsidR="00504F0D">
              <w:t xml:space="preserve">    </w:t>
            </w:r>
          </w:p>
          <w:p w14:paraId="5824DAA4" w14:textId="77777777" w:rsidR="00DB66D0" w:rsidRDefault="00DB66D0" w:rsidP="00DB66D0">
            <w:pPr>
              <w:pStyle w:val="IndentedBodyText"/>
              <w:ind w:left="0"/>
            </w:pPr>
            <w:r w:rsidRPr="000721EE">
              <w:rPr>
                <w:b/>
              </w:rPr>
              <w:t xml:space="preserve">King </w:t>
            </w:r>
            <w:proofErr w:type="spellStart"/>
            <w:r w:rsidRPr="000721EE">
              <w:rPr>
                <w:b/>
              </w:rPr>
              <w:t>Abdulaziz</w:t>
            </w:r>
            <w:proofErr w:type="spellEnd"/>
            <w:r w:rsidRPr="000721EE">
              <w:rPr>
                <w:b/>
              </w:rPr>
              <w:t xml:space="preserve"> Public library</w:t>
            </w:r>
            <w:r>
              <w:t xml:space="preserve">                                                                            </w:t>
            </w:r>
            <w:r w:rsidRPr="000721EE">
              <w:rPr>
                <w:i/>
              </w:rPr>
              <w:t>Trainee</w:t>
            </w:r>
            <w:r>
              <w:t xml:space="preserve">                                                                              </w:t>
            </w:r>
            <w:r w:rsidR="005F4B49">
              <w:t xml:space="preserve">            </w:t>
            </w:r>
            <w:r>
              <w:t>2008-2009</w:t>
            </w:r>
          </w:p>
          <w:p w14:paraId="18E4B5D3" w14:textId="77777777" w:rsidR="00DB66D0" w:rsidRDefault="00DB66D0" w:rsidP="00DB66D0">
            <w:pPr>
              <w:pStyle w:val="IndentedBodyText"/>
              <w:ind w:left="0"/>
            </w:pPr>
            <w:bookmarkStart w:id="0" w:name="_GoBack"/>
            <w:r w:rsidRPr="000721EE">
              <w:rPr>
                <w:b/>
              </w:rPr>
              <w:t>King Fahd National library</w:t>
            </w:r>
            <w:r>
              <w:t xml:space="preserve">                                                                               </w:t>
            </w:r>
            <w:bookmarkEnd w:id="0"/>
            <w:r w:rsidRPr="000721EE">
              <w:rPr>
                <w:i/>
              </w:rPr>
              <w:t>Volunteer</w:t>
            </w:r>
            <w:r>
              <w:t xml:space="preserve">                                                                           </w:t>
            </w:r>
            <w:r w:rsidR="005F4B49">
              <w:t xml:space="preserve">            </w:t>
            </w:r>
            <w:r>
              <w:t>2007-2008</w:t>
            </w:r>
          </w:p>
        </w:tc>
      </w:tr>
      <w:tr w:rsidR="00DB66D0" w14:paraId="32829D51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7F1A6431" w14:textId="77777777" w:rsidR="00DB66D0" w:rsidRDefault="00DB66D0" w:rsidP="00DB66D0">
            <w:pPr>
              <w:pStyle w:val="ResumeHeading1"/>
              <w:jc w:val="center"/>
            </w:pPr>
            <w:r>
              <w:t>Education</w:t>
            </w:r>
          </w:p>
        </w:tc>
      </w:tr>
      <w:tr w:rsidR="00DB66D0" w14:paraId="21C761C5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57DA0D75" w14:textId="77777777" w:rsidR="00DB66D0" w:rsidRDefault="00DB66D0" w:rsidP="00DB66D0">
            <w:pPr>
              <w:pStyle w:val="BodyText1"/>
            </w:pPr>
            <w:r w:rsidRPr="000721EE">
              <w:rPr>
                <w:b/>
              </w:rPr>
              <w:t>King Saud University</w:t>
            </w:r>
            <w:r>
              <w:t xml:space="preserve">, Riyadh, K.S.A.       </w:t>
            </w:r>
            <w:r w:rsidRPr="000721EE">
              <w:rPr>
                <w:i/>
              </w:rPr>
              <w:t>Bachelor of Arts: Major: Library and information Sciences</w:t>
            </w:r>
            <w:r w:rsidR="00C73392">
              <w:rPr>
                <w:i/>
              </w:rPr>
              <w:t xml:space="preserve"> (Information)</w:t>
            </w:r>
            <w:r>
              <w:rPr>
                <w:i/>
              </w:rPr>
              <w:t xml:space="preserve"> </w:t>
            </w:r>
            <w:r w:rsidR="00C73392">
              <w:t>GPA:  3.81/ 5</w:t>
            </w:r>
            <w:r>
              <w:t xml:space="preserve">           </w:t>
            </w:r>
            <w:r w:rsidR="00C73392">
              <w:t xml:space="preserve">        </w:t>
            </w:r>
            <w:r>
              <w:t>2010</w:t>
            </w:r>
          </w:p>
          <w:p w14:paraId="634323F5" w14:textId="77777777" w:rsidR="00DB66D0" w:rsidRDefault="00DB66D0" w:rsidP="00DB66D0">
            <w:pPr>
              <w:pStyle w:val="BodyText1"/>
            </w:pPr>
            <w:r w:rsidRPr="000721EE">
              <w:rPr>
                <w:b/>
              </w:rPr>
              <w:t>Emporia State University</w:t>
            </w:r>
            <w:r>
              <w:t xml:space="preserve">                              </w:t>
            </w:r>
            <w:r w:rsidRPr="000721EE">
              <w:rPr>
                <w:i/>
              </w:rPr>
              <w:t>Masters of Library Science</w:t>
            </w:r>
            <w:r>
              <w:rPr>
                <w:i/>
              </w:rPr>
              <w:t xml:space="preserve"> Degree</w:t>
            </w:r>
            <w:r w:rsidRPr="000721EE">
              <w:rPr>
                <w:i/>
              </w:rPr>
              <w:t xml:space="preserve"> at School of Library</w:t>
            </w:r>
            <w:r w:rsidRPr="00EA663F">
              <w:t xml:space="preserve"> </w:t>
            </w:r>
            <w:r>
              <w:t xml:space="preserve">              </w:t>
            </w:r>
            <w:r w:rsidR="005F4B49">
              <w:t xml:space="preserve">               </w:t>
            </w:r>
            <w:r>
              <w:t xml:space="preserve"> </w:t>
            </w:r>
            <w:r w:rsidR="00C73392">
              <w:t xml:space="preserve"> </w:t>
            </w:r>
            <w:r>
              <w:t>Graduation date Dec 2014</w:t>
            </w:r>
          </w:p>
        </w:tc>
      </w:tr>
      <w:tr w:rsidR="00DB66D0" w14:paraId="58A98BA3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78FE8E64" w14:textId="77777777" w:rsidR="00DB66D0" w:rsidRDefault="00DB66D0" w:rsidP="00DB66D0">
            <w:pPr>
              <w:pStyle w:val="ResumeHeading1"/>
              <w:jc w:val="center"/>
            </w:pPr>
            <w:r>
              <w:t>additional training</w:t>
            </w:r>
          </w:p>
        </w:tc>
      </w:tr>
      <w:tr w:rsidR="00DB66D0" w14:paraId="7E53D395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</w:tcBorders>
          </w:tcPr>
          <w:p w14:paraId="7B5EC90C" w14:textId="77777777" w:rsidR="00DB66D0" w:rsidRDefault="00DB66D0" w:rsidP="00DB66D0">
            <w:pPr>
              <w:pStyle w:val="BodyText1"/>
            </w:pPr>
            <w:r>
              <w:t>P</w:t>
            </w:r>
            <w:r w:rsidRPr="00EA663F">
              <w:t>racticum spring 2014</w:t>
            </w:r>
          </w:p>
        </w:tc>
      </w:tr>
      <w:tr w:rsidR="00DB66D0" w14:paraId="333E51CD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70E8EFA4" w14:textId="77777777" w:rsidR="00DB66D0" w:rsidRDefault="00DB66D0" w:rsidP="00DB66D0">
            <w:pPr>
              <w:pStyle w:val="ResumeHeading1"/>
              <w:jc w:val="center"/>
            </w:pPr>
            <w:r>
              <w:t>IT SKills</w:t>
            </w:r>
          </w:p>
        </w:tc>
      </w:tr>
      <w:tr w:rsidR="00DB66D0" w14:paraId="78E07982" w14:textId="77777777" w:rsidTr="005F4B49">
        <w:tc>
          <w:tcPr>
            <w:tcW w:w="2720" w:type="dxa"/>
            <w:tcBorders>
              <w:top w:val="single" w:sz="4" w:space="0" w:color="7598D9" w:themeColor="accent2"/>
            </w:tcBorders>
          </w:tcPr>
          <w:p w14:paraId="78D4FC9C" w14:textId="77777777" w:rsidR="00DB66D0" w:rsidRDefault="00DB66D0" w:rsidP="00DB66D0">
            <w:pPr>
              <w:pStyle w:val="BodyText1"/>
            </w:pPr>
            <w:r>
              <w:t>•  HTML programming.</w:t>
            </w:r>
          </w:p>
        </w:tc>
        <w:tc>
          <w:tcPr>
            <w:tcW w:w="2720" w:type="dxa"/>
            <w:gridSpan w:val="2"/>
            <w:tcBorders>
              <w:top w:val="single" w:sz="4" w:space="0" w:color="7598D9" w:themeColor="accent2"/>
            </w:tcBorders>
          </w:tcPr>
          <w:p w14:paraId="1DEBF664" w14:textId="77777777" w:rsidR="00DB66D0" w:rsidRDefault="00DB66D0" w:rsidP="00DB66D0">
            <w:pPr>
              <w:pStyle w:val="BodyText1"/>
            </w:pPr>
            <w:r>
              <w:t>•  Web designing.</w:t>
            </w:r>
          </w:p>
        </w:tc>
        <w:tc>
          <w:tcPr>
            <w:tcW w:w="2720" w:type="dxa"/>
            <w:tcBorders>
              <w:top w:val="single" w:sz="4" w:space="0" w:color="7598D9" w:themeColor="accent2"/>
            </w:tcBorders>
          </w:tcPr>
          <w:p w14:paraId="00582EC7" w14:textId="77777777" w:rsidR="00DB66D0" w:rsidRDefault="00DB66D0" w:rsidP="00DB66D0">
            <w:pPr>
              <w:pStyle w:val="BodyText1"/>
            </w:pPr>
            <w:r>
              <w:t>•  Dreamweaver designer</w:t>
            </w:r>
          </w:p>
        </w:tc>
        <w:tc>
          <w:tcPr>
            <w:tcW w:w="3430" w:type="dxa"/>
            <w:tcBorders>
              <w:top w:val="single" w:sz="4" w:space="0" w:color="7598D9" w:themeColor="accent2"/>
            </w:tcBorders>
          </w:tcPr>
          <w:p w14:paraId="5207309B" w14:textId="77777777" w:rsidR="00DB66D0" w:rsidRDefault="00DB66D0" w:rsidP="00DB66D0">
            <w:pPr>
              <w:pStyle w:val="BodyText1"/>
            </w:pPr>
            <w:r>
              <w:t xml:space="preserve">•  </w:t>
            </w:r>
            <w:r w:rsidRPr="001B7B9F">
              <w:t>Microsoft office.</w:t>
            </w:r>
          </w:p>
        </w:tc>
      </w:tr>
      <w:tr w:rsidR="00DB66D0" w14:paraId="2D1F8768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56A2583A" w14:textId="77777777" w:rsidR="00DB66D0" w:rsidRDefault="00DB66D0" w:rsidP="00DB66D0">
            <w:pPr>
              <w:pStyle w:val="ResumeHeading1"/>
              <w:jc w:val="center"/>
            </w:pPr>
            <w:r>
              <w:t>Languages</w:t>
            </w:r>
          </w:p>
        </w:tc>
      </w:tr>
      <w:tr w:rsidR="00DB66D0" w14:paraId="6DFE9E50" w14:textId="77777777" w:rsidTr="005F4B49">
        <w:tc>
          <w:tcPr>
            <w:tcW w:w="5440" w:type="dxa"/>
            <w:gridSpan w:val="3"/>
            <w:tcBorders>
              <w:top w:val="single" w:sz="4" w:space="0" w:color="7598D9" w:themeColor="accent2"/>
            </w:tcBorders>
          </w:tcPr>
          <w:p w14:paraId="2D9A6E8F" w14:textId="77777777" w:rsidR="00DB66D0" w:rsidRDefault="00DB66D0" w:rsidP="00DB66D0">
            <w:pPr>
              <w:pStyle w:val="BodyText1"/>
              <w:numPr>
                <w:ilvl w:val="0"/>
                <w:numId w:val="7"/>
              </w:numPr>
            </w:pPr>
            <w:r w:rsidRPr="001B7B9F">
              <w:t>Fluent in sp</w:t>
            </w:r>
            <w:r>
              <w:t>eaking</w:t>
            </w:r>
            <w:r w:rsidRPr="001B7B9F">
              <w:t xml:space="preserve"> and writ</w:t>
            </w:r>
            <w:r>
              <w:t>ing</w:t>
            </w:r>
            <w:r w:rsidRPr="001B7B9F">
              <w:t xml:space="preserve"> Arabic </w:t>
            </w:r>
          </w:p>
        </w:tc>
        <w:tc>
          <w:tcPr>
            <w:tcW w:w="6150" w:type="dxa"/>
            <w:gridSpan w:val="2"/>
            <w:tcBorders>
              <w:top w:val="single" w:sz="4" w:space="0" w:color="7598D9" w:themeColor="accent2"/>
            </w:tcBorders>
          </w:tcPr>
          <w:p w14:paraId="18902C42" w14:textId="77777777" w:rsidR="00DB66D0" w:rsidRDefault="00DB66D0" w:rsidP="00DB66D0">
            <w:pPr>
              <w:pStyle w:val="BodyText1"/>
              <w:numPr>
                <w:ilvl w:val="0"/>
                <w:numId w:val="7"/>
              </w:numPr>
            </w:pPr>
            <w:r w:rsidRPr="001B7B9F">
              <w:t>Fluent in</w:t>
            </w:r>
            <w:r>
              <w:t xml:space="preserve"> speaking and writing English</w:t>
            </w:r>
          </w:p>
        </w:tc>
      </w:tr>
      <w:tr w:rsidR="00DB66D0" w14:paraId="6300F12C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5C0C680F" w14:textId="77777777" w:rsidR="00DB66D0" w:rsidRDefault="00DB66D0" w:rsidP="00DB66D0">
            <w:pPr>
              <w:pStyle w:val="ResumeHeading1"/>
              <w:jc w:val="center"/>
            </w:pPr>
            <w:r>
              <w:t>Professional organizations</w:t>
            </w:r>
          </w:p>
        </w:tc>
      </w:tr>
      <w:tr w:rsidR="00DB66D0" w14:paraId="5863DD08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</w:tcBorders>
          </w:tcPr>
          <w:p w14:paraId="36310A23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Saudi Library and Information Association</w:t>
            </w:r>
            <w:r>
              <w:t xml:space="preserve">                                 </w:t>
            </w:r>
            <w:r w:rsidRPr="00EA7D86">
              <w:rPr>
                <w:i/>
              </w:rPr>
              <w:t>Riyadh, Saudi Arabia</w:t>
            </w:r>
            <w:r>
              <w:t xml:space="preserve">                                </w:t>
            </w:r>
            <w:r w:rsidR="002A1BCD">
              <w:t xml:space="preserve">                              </w:t>
            </w:r>
            <w:r>
              <w:t>2006-present</w:t>
            </w:r>
          </w:p>
          <w:p w14:paraId="125EC2CD" w14:textId="77777777" w:rsidR="00DB66D0" w:rsidRDefault="00DB66D0" w:rsidP="00DB66D0">
            <w:pPr>
              <w:pStyle w:val="BodyText1"/>
            </w:pPr>
            <w:r w:rsidRPr="00DB66D0">
              <w:rPr>
                <w:b/>
              </w:rPr>
              <w:t>Association for Information Science and Technology (ASIS&amp;T</w:t>
            </w:r>
            <w:proofErr w:type="gramStart"/>
            <w:r w:rsidRPr="00DB66D0">
              <w:rPr>
                <w:b/>
              </w:rPr>
              <w:t xml:space="preserve">)                                                                                                 </w:t>
            </w:r>
            <w:r w:rsidRPr="00DB66D0">
              <w:t>October</w:t>
            </w:r>
            <w:proofErr w:type="gramEnd"/>
            <w:r w:rsidRPr="00DB66D0">
              <w:t xml:space="preserve"> 2014</w:t>
            </w:r>
            <w:r w:rsidR="002A1BCD">
              <w:t xml:space="preserve"> - present</w:t>
            </w:r>
          </w:p>
        </w:tc>
      </w:tr>
      <w:tr w:rsidR="00DB66D0" w14:paraId="099A46AE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0A235C58" w14:textId="77777777" w:rsidR="00DB66D0" w:rsidRDefault="00DB66D0" w:rsidP="00DB66D0">
            <w:pPr>
              <w:pStyle w:val="ResumeHeading1"/>
              <w:jc w:val="center"/>
            </w:pPr>
            <w:r>
              <w:t>conferences</w:t>
            </w:r>
          </w:p>
        </w:tc>
      </w:tr>
      <w:tr w:rsidR="00DB66D0" w14:paraId="754BE4C5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</w:tcBorders>
          </w:tcPr>
          <w:p w14:paraId="7E964937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"The Role of Information Institutions in the Kingdom in the Era of the Knowledge Society: Challenges Reality and Future Aspirations"</w:t>
            </w:r>
            <w:r>
              <w:t xml:space="preserve"> sponsored by </w:t>
            </w:r>
            <w:r w:rsidRPr="00EA7D86">
              <w:rPr>
                <w:i/>
              </w:rPr>
              <w:t>Saudi Libraries Association in Saudi Arabia, Jeddah</w:t>
            </w:r>
            <w:r>
              <w:t xml:space="preserve"> on (October 28-29, 2008)</w:t>
            </w:r>
          </w:p>
          <w:p w14:paraId="6683B22C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"E-Documents Management Conference"</w:t>
            </w:r>
            <w:r>
              <w:t xml:space="preserve"> sponsored by </w:t>
            </w:r>
            <w:r w:rsidRPr="00EA7D86">
              <w:rPr>
                <w:i/>
              </w:rPr>
              <w:t>Saudi Library and Information Association</w:t>
            </w:r>
            <w:r>
              <w:t xml:space="preserve"> in Saudi Arabia, Riyadh on (April 4-5, 2008).</w:t>
            </w:r>
          </w:p>
          <w:p w14:paraId="6557311A" w14:textId="77777777" w:rsidR="00DB66D0" w:rsidRDefault="00DB66D0" w:rsidP="00DB66D0">
            <w:pPr>
              <w:pStyle w:val="BodyText1"/>
            </w:pPr>
            <w:r>
              <w:rPr>
                <w:b/>
              </w:rPr>
              <w:t>"Cisco Expo 2007, networking"</w:t>
            </w:r>
            <w:r>
              <w:t xml:space="preserve"> held at </w:t>
            </w:r>
            <w:r w:rsidRPr="00EA7D86">
              <w:rPr>
                <w:i/>
              </w:rPr>
              <w:t>King Fahd Cultural Center</w:t>
            </w:r>
            <w:r>
              <w:t xml:space="preserve">, in Saudi Arabia, Riyadh on (30th </w:t>
            </w:r>
            <w:proofErr w:type="spellStart"/>
            <w:r>
              <w:t>Apri</w:t>
            </w:r>
            <w:proofErr w:type="spellEnd"/>
            <w:r>
              <w:t>, 2007).</w:t>
            </w:r>
          </w:p>
          <w:p w14:paraId="5D039A98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"Smart Cities Forum"</w:t>
            </w:r>
            <w:r>
              <w:t xml:space="preserve"> organized by </w:t>
            </w:r>
            <w:r w:rsidRPr="00EA7D86">
              <w:rPr>
                <w:i/>
              </w:rPr>
              <w:t>Communications &amp; Information Technology Commission</w:t>
            </w:r>
            <w:r>
              <w:t xml:space="preserve"> in Saudi Arabia, Riyadh on (February 6-7, 2006).</w:t>
            </w:r>
          </w:p>
          <w:p w14:paraId="6E4EA57D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“National e-Transactions Conference – Towards Tangible e-Government Transactions”</w:t>
            </w:r>
            <w:r>
              <w:t xml:space="preserve"> Under the high Patronage of The Custodian of the Two Holy Mosques King Abdullah Bin </w:t>
            </w:r>
            <w:proofErr w:type="spellStart"/>
            <w:r>
              <w:t>Abdulaziz</w:t>
            </w:r>
            <w:proofErr w:type="spellEnd"/>
            <w:r>
              <w:t xml:space="preserve"> Al Saud in Saudi Arabia, Riyadh on (January 14-17, 2007).</w:t>
            </w:r>
          </w:p>
          <w:p w14:paraId="5A2F984E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“E-Document Forum 2006”</w:t>
            </w:r>
            <w:r>
              <w:t xml:space="preserve"> sponsored by King </w:t>
            </w:r>
            <w:proofErr w:type="spellStart"/>
            <w:r>
              <w:t>Abdulaziz</w:t>
            </w:r>
            <w:proofErr w:type="spellEnd"/>
            <w:r>
              <w:t xml:space="preserve"> City for Science</w:t>
            </w:r>
          </w:p>
          <w:p w14:paraId="6EF2D7C0" w14:textId="77777777" w:rsidR="00DB66D0" w:rsidRDefault="00DB66D0" w:rsidP="00DB66D0">
            <w:pPr>
              <w:pStyle w:val="BodyText1"/>
            </w:pPr>
            <w:r w:rsidRPr="00EA7D86">
              <w:rPr>
                <w:b/>
              </w:rPr>
              <w:t>ASIS&amp;T Annual Meeting</w:t>
            </w:r>
            <w:r>
              <w:rPr>
                <w:b/>
              </w:rPr>
              <w:t xml:space="preserve">, </w:t>
            </w:r>
            <w:r w:rsidRPr="00EA663F">
              <w:t>Seattle, WA</w:t>
            </w:r>
            <w:r>
              <w:t xml:space="preserve"> </w:t>
            </w:r>
            <w:r w:rsidRPr="00EA7D86">
              <w:rPr>
                <w:b/>
              </w:rPr>
              <w:t xml:space="preserve"> </w:t>
            </w:r>
            <w:r w:rsidRPr="00EA663F">
              <w:t xml:space="preserve">( 77th </w:t>
            </w:r>
            <w:r>
              <w:t>October 31-November 5, 2014)</w:t>
            </w:r>
          </w:p>
        </w:tc>
      </w:tr>
      <w:tr w:rsidR="00DB66D0" w14:paraId="059528B2" w14:textId="77777777" w:rsidTr="005F4B49">
        <w:tc>
          <w:tcPr>
            <w:tcW w:w="11590" w:type="dxa"/>
            <w:gridSpan w:val="5"/>
            <w:tcBorders>
              <w:top w:val="single" w:sz="4" w:space="0" w:color="7598D9" w:themeColor="accent2"/>
              <w:bottom w:val="single" w:sz="4" w:space="0" w:color="7598D9" w:themeColor="accent2"/>
            </w:tcBorders>
          </w:tcPr>
          <w:p w14:paraId="7B945BDD" w14:textId="77777777" w:rsidR="00DB66D0" w:rsidRDefault="00DB66D0" w:rsidP="00DB66D0">
            <w:pPr>
              <w:pStyle w:val="ResumeHeading1"/>
              <w:jc w:val="center"/>
            </w:pPr>
            <w:r>
              <w:t>References available upon request</w:t>
            </w:r>
          </w:p>
        </w:tc>
      </w:tr>
    </w:tbl>
    <w:p w14:paraId="4646EE6F" w14:textId="77777777" w:rsidR="001B7B9F" w:rsidRDefault="00DB66D0">
      <w:pPr>
        <w:pStyle w:val="ContactInformation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 </w:t>
      </w:r>
      <w:r w:rsidR="001B7B9F">
        <w:rPr>
          <w:color w:val="000000" w:themeColor="text1"/>
          <w:sz w:val="28"/>
        </w:rPr>
        <w:t>Resume</w:t>
      </w:r>
    </w:p>
    <w:p w14:paraId="2A35F3E3" w14:textId="77777777" w:rsidR="005F4B49" w:rsidRDefault="001B7B9F" w:rsidP="001B7B9F">
      <w:pPr>
        <w:pStyle w:val="ContactInformation"/>
        <w:jc w:val="right"/>
        <w:rPr>
          <w:color w:val="000000" w:themeColor="text1"/>
          <w:sz w:val="28"/>
        </w:rPr>
      </w:pPr>
      <w:r w:rsidRPr="001B7B9F">
        <w:rPr>
          <w:color w:val="000000" w:themeColor="text1"/>
          <w:sz w:val="28"/>
        </w:rPr>
        <w:lastRenderedPageBreak/>
        <w:t xml:space="preserve"> </w:t>
      </w:r>
    </w:p>
    <w:p w14:paraId="72DA23F4" w14:textId="77777777" w:rsidR="00A96D55" w:rsidRDefault="00116C61" w:rsidP="001B7B9F">
      <w:pPr>
        <w:pStyle w:val="ContactInformation"/>
        <w:jc w:val="right"/>
      </w:pPr>
      <w:r w:rsidRPr="00116C61">
        <w:t>2951 W 24th Ave Apt 5 Emporia, Kansas 66801</w:t>
      </w:r>
    </w:p>
    <w:p w14:paraId="35A23556" w14:textId="77777777" w:rsidR="00A96D55" w:rsidRDefault="001B7B9F" w:rsidP="001B7B9F">
      <w:pPr>
        <w:pStyle w:val="ContactInformation"/>
        <w:jc w:val="right"/>
      </w:pPr>
      <w:r>
        <w:t>812 361 7550</w:t>
      </w:r>
    </w:p>
    <w:p w14:paraId="2AE4FB16" w14:textId="77777777" w:rsidR="001B7B9F" w:rsidRDefault="001B7B9F" w:rsidP="00E13C41">
      <w:pPr>
        <w:pStyle w:val="ContactInformation"/>
        <w:jc w:val="right"/>
        <w:sectPr w:rsidR="001B7B9F" w:rsidSect="00DB66D0">
          <w:headerReference w:type="default" r:id="rId10"/>
          <w:pgSz w:w="12240" w:h="15840"/>
          <w:pgMar w:top="425" w:right="425" w:bottom="425" w:left="425" w:header="720" w:footer="720" w:gutter="0"/>
          <w:cols w:num="2" w:space="720" w:equalWidth="0">
            <w:col w:w="4112" w:space="720"/>
            <w:col w:w="6558"/>
          </w:cols>
          <w:titlePg/>
          <w:docGrid w:linePitch="360"/>
        </w:sectPr>
      </w:pPr>
      <w:r w:rsidRPr="001B7B9F">
        <w:t>sameer7088@yahoo.com</w:t>
      </w:r>
    </w:p>
    <w:p w14:paraId="2D81427A" w14:textId="77777777" w:rsidR="00A96D55" w:rsidRDefault="00A96D55" w:rsidP="003B1C9A"/>
    <w:sectPr w:rsidR="00A96D55" w:rsidSect="003B1C9A">
      <w:type w:val="continuous"/>
      <w:pgSz w:w="12240" w:h="15840"/>
      <w:pgMar w:top="567" w:right="851" w:bottom="567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EC1FD" w14:textId="77777777" w:rsidR="00504F0D" w:rsidRDefault="00504F0D">
      <w:r>
        <w:separator/>
      </w:r>
    </w:p>
  </w:endnote>
  <w:endnote w:type="continuationSeparator" w:id="0">
    <w:p w14:paraId="338B6FBD" w14:textId="77777777" w:rsidR="00504F0D" w:rsidRDefault="00504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000BC" w14:textId="77777777" w:rsidR="00504F0D" w:rsidRDefault="00504F0D">
      <w:r>
        <w:separator/>
      </w:r>
    </w:p>
  </w:footnote>
  <w:footnote w:type="continuationSeparator" w:id="0">
    <w:p w14:paraId="03808A16" w14:textId="77777777" w:rsidR="00504F0D" w:rsidRDefault="00504F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4D568" w14:textId="77777777" w:rsidR="00504F0D" w:rsidRDefault="00504F0D">
    <w:pPr>
      <w:pStyle w:val="ResumeHeader"/>
    </w:pPr>
    <w:r>
      <w:ptab w:relativeTo="margin" w:alignment="left" w:leader="none"/>
    </w:r>
    <w:sdt>
      <w:sdtPr>
        <w:alias w:val="Author"/>
        <w:id w:val="-797218866"/>
        <w:placeholder>
          <w:docPart w:val="7564E5B0E8674F12ACFC182282FDC126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1B7B9F">
          <w:t>Sameer Mohammed Alqahtani</w:t>
        </w:r>
      </w:sdtContent>
    </w:sdt>
    <w:r>
      <w:t xml:space="preserve"> </w:t>
    </w:r>
    <w:proofErr w:type="gramStart"/>
    <w:r>
      <w:rPr>
        <w:rFonts w:ascii="Calibri" w:hAnsi="Calibri"/>
      </w:rPr>
      <w:t>•</w:t>
    </w:r>
    <w:r>
      <w:t xml:space="preserve">  </w:t>
    </w:r>
    <w:r w:rsidRPr="001B7B9F">
      <w:t>812</w:t>
    </w:r>
    <w:proofErr w:type="gramEnd"/>
    <w:r w:rsidRPr="001B7B9F">
      <w:t xml:space="preserve"> 361 7550   </w:t>
    </w:r>
    <w:r>
      <w:rPr>
        <w:rFonts w:ascii="Calibri" w:hAnsi="Calibri"/>
      </w:rPr>
      <w:t xml:space="preserve">•   </w:t>
    </w:r>
    <w:r w:rsidRPr="001B7B9F">
      <w:rPr>
        <w:rFonts w:ascii="Calibri" w:hAnsi="Calibri"/>
      </w:rPr>
      <w:t>sameer7088@yahoo.com</w:t>
    </w:r>
    <w:r>
      <w:rPr>
        <w:rFonts w:ascii="Calibri" w:hAnsi="Calibri"/>
      </w:rPr>
      <w:tab/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Pr="00DB66D0">
      <w:rPr>
        <w:rFonts w:ascii="Calibri" w:hAnsi="Calibri"/>
        <w:noProof/>
      </w:rPr>
      <w:t>2</w:t>
    </w:r>
    <w:r>
      <w:rPr>
        <w:rFonts w:ascii="Calibri" w:hAnsi="Calibri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58A7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DA2EA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7262E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07426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80E083E"/>
    <w:multiLevelType w:val="hybridMultilevel"/>
    <w:tmpl w:val="A692DD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665C1D"/>
    <w:multiLevelType w:val="hybridMultilevel"/>
    <w:tmpl w:val="21CA94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C75C3"/>
    <w:multiLevelType w:val="hybridMultilevel"/>
    <w:tmpl w:val="30FC8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DB734C"/>
    <w:multiLevelType w:val="hybridMultilevel"/>
    <w:tmpl w:val="40AEDC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9F"/>
    <w:rsid w:val="000721EE"/>
    <w:rsid w:val="00116C61"/>
    <w:rsid w:val="001B7B9F"/>
    <w:rsid w:val="002A1BCD"/>
    <w:rsid w:val="003B1C9A"/>
    <w:rsid w:val="004047DC"/>
    <w:rsid w:val="00425DFF"/>
    <w:rsid w:val="00486064"/>
    <w:rsid w:val="00504F0D"/>
    <w:rsid w:val="005F4B49"/>
    <w:rsid w:val="00681919"/>
    <w:rsid w:val="00796A0A"/>
    <w:rsid w:val="00A96D55"/>
    <w:rsid w:val="00BA2453"/>
    <w:rsid w:val="00C26771"/>
    <w:rsid w:val="00C73392"/>
    <w:rsid w:val="00DB66D0"/>
    <w:rsid w:val="00E0336A"/>
    <w:rsid w:val="00E13C41"/>
    <w:rsid w:val="00EA663F"/>
    <w:rsid w:val="00EA7D86"/>
    <w:rsid w:val="00EC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1BA604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uiPriority="9" w:qFormat="1"/>
    <w:lsdException w:name="List Number" w:uiPriority="9" w:qFormat="1"/>
    <w:lsdException w:name="List Bullet 2" w:uiPriority="10" w:qFormat="1"/>
    <w:lsdException w:name="List Number 2" w:uiPriority="10" w:qFormat="1"/>
    <w:lsdException w:name="Title" w:uiPriority="4" w:qFormat="1"/>
    <w:lsdException w:name="List Continue" w:uiPriority="9" w:qFormat="1"/>
    <w:lsdException w:name="List Continue 2" w:uiPriority="10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29" w:qFormat="1"/>
    <w:lsdException w:name="Quote" w:uiPriority="2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A96D55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575F6D" w:themeColor="text2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96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semiHidden/>
    <w:rsid w:val="00A96D55"/>
    <w:rPr>
      <w:rFonts w:asciiTheme="majorHAnsi" w:eastAsiaTheme="majorEastAsia" w:hAnsiTheme="majorHAnsi" w:cstheme="majorBidi"/>
      <w:b/>
      <w:bCs/>
      <w:color w:val="575F6D" w:themeColor="text2"/>
      <w:kern w:val="32"/>
      <w:sz w:val="32"/>
      <w:szCs w:val="32"/>
    </w:rPr>
  </w:style>
  <w:style w:type="paragraph" w:customStyle="1" w:styleId="YourName">
    <w:name w:val="Your Name"/>
    <w:basedOn w:val="Normal"/>
    <w:qFormat/>
    <w:rsid w:val="00A96D55"/>
    <w:pPr>
      <w:spacing w:after="0"/>
    </w:pPr>
    <w:rPr>
      <w:color w:val="000000" w:themeColor="text1"/>
      <w:sz w:val="28"/>
    </w:rPr>
  </w:style>
  <w:style w:type="paragraph" w:customStyle="1" w:styleId="ContactInformation">
    <w:name w:val="Contact Information"/>
    <w:basedOn w:val="Normal"/>
    <w:qFormat/>
    <w:rsid w:val="00A96D55"/>
    <w:pPr>
      <w:spacing w:after="280"/>
      <w:contextualSpacing/>
    </w:pPr>
    <w:rPr>
      <w:color w:val="7598D9" w:themeColor="accent2"/>
    </w:rPr>
  </w:style>
  <w:style w:type="paragraph" w:customStyle="1" w:styleId="ResumeHeading1">
    <w:name w:val="Resume Heading 1"/>
    <w:basedOn w:val="Normal"/>
    <w:qFormat/>
    <w:rsid w:val="00A96D55"/>
    <w:pPr>
      <w:spacing w:before="120" w:after="120" w:line="240" w:lineRule="auto"/>
    </w:pPr>
    <w:rPr>
      <w:b/>
      <w:caps/>
      <w:color w:val="7598D9" w:themeColor="accent2"/>
    </w:rPr>
  </w:style>
  <w:style w:type="paragraph" w:customStyle="1" w:styleId="BodyText1">
    <w:name w:val="Body Text 1"/>
    <w:basedOn w:val="Normal"/>
    <w:qFormat/>
    <w:rsid w:val="00A96D55"/>
    <w:pPr>
      <w:spacing w:before="80" w:after="80" w:line="240" w:lineRule="auto"/>
    </w:pPr>
    <w:rPr>
      <w:sz w:val="20"/>
    </w:rPr>
  </w:style>
  <w:style w:type="paragraph" w:customStyle="1" w:styleId="CompanyInformation">
    <w:name w:val="Company Information"/>
    <w:basedOn w:val="Normal"/>
    <w:qFormat/>
    <w:rsid w:val="00A96D55"/>
    <w:pPr>
      <w:spacing w:before="120" w:after="0" w:line="240" w:lineRule="auto"/>
    </w:pPr>
  </w:style>
  <w:style w:type="paragraph" w:customStyle="1" w:styleId="YourTitle">
    <w:name w:val="Your Title"/>
    <w:basedOn w:val="Normal"/>
    <w:qFormat/>
    <w:rsid w:val="00A96D55"/>
    <w:pPr>
      <w:spacing w:after="0" w:line="240" w:lineRule="auto"/>
    </w:pPr>
    <w:rPr>
      <w:i/>
    </w:rPr>
  </w:style>
  <w:style w:type="paragraph" w:customStyle="1" w:styleId="DatesofEmployment">
    <w:name w:val="Dates of Employment"/>
    <w:basedOn w:val="Normal"/>
    <w:qFormat/>
    <w:rsid w:val="00A96D55"/>
    <w:pPr>
      <w:spacing w:after="0" w:line="240" w:lineRule="auto"/>
    </w:pPr>
    <w:rPr>
      <w:sz w:val="20"/>
    </w:rPr>
  </w:style>
  <w:style w:type="paragraph" w:customStyle="1" w:styleId="ResumeHeading2">
    <w:name w:val="Resume Heading 2"/>
    <w:basedOn w:val="Normal"/>
    <w:qFormat/>
    <w:rsid w:val="00A96D55"/>
    <w:pPr>
      <w:spacing w:before="120" w:after="120" w:line="240" w:lineRule="auto"/>
      <w:ind w:left="346"/>
    </w:pPr>
    <w:rPr>
      <w:color w:val="7598D9" w:themeColor="accent2"/>
    </w:rPr>
  </w:style>
  <w:style w:type="paragraph" w:customStyle="1" w:styleId="IndentedBodyText">
    <w:name w:val="Indented Body Text"/>
    <w:basedOn w:val="Normal"/>
    <w:qFormat/>
    <w:rsid w:val="00A96D55"/>
    <w:pPr>
      <w:spacing w:before="40" w:line="240" w:lineRule="auto"/>
      <w:ind w:left="504"/>
      <w:contextualSpacing/>
    </w:pPr>
    <w:rPr>
      <w:sz w:val="20"/>
    </w:rPr>
  </w:style>
  <w:style w:type="paragraph" w:styleId="Header">
    <w:name w:val="header"/>
    <w:basedOn w:val="Normal"/>
    <w:link w:val="HeaderChar"/>
    <w:uiPriority w:val="99"/>
    <w:semiHidden/>
    <w:rsid w:val="00A9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D55"/>
  </w:style>
  <w:style w:type="paragraph" w:styleId="Footer">
    <w:name w:val="footer"/>
    <w:basedOn w:val="Normal"/>
    <w:link w:val="FooterChar"/>
    <w:uiPriority w:val="99"/>
    <w:semiHidden/>
    <w:rsid w:val="00A9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D55"/>
  </w:style>
  <w:style w:type="paragraph" w:customStyle="1" w:styleId="ResumeHeader">
    <w:name w:val="Resume Header"/>
    <w:basedOn w:val="Header"/>
    <w:qFormat/>
    <w:rsid w:val="00A96D55"/>
    <w:pPr>
      <w:tabs>
        <w:tab w:val="clear" w:pos="4680"/>
        <w:tab w:val="clear" w:pos="9360"/>
        <w:tab w:val="right" w:pos="8730"/>
      </w:tabs>
    </w:pPr>
    <w:rPr>
      <w:color w:val="7598D9" w:themeColor="accen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uiPriority="9" w:qFormat="1"/>
    <w:lsdException w:name="List Number" w:uiPriority="9" w:qFormat="1"/>
    <w:lsdException w:name="List Bullet 2" w:uiPriority="10" w:qFormat="1"/>
    <w:lsdException w:name="List Number 2" w:uiPriority="10" w:qFormat="1"/>
    <w:lsdException w:name="Title" w:uiPriority="4" w:qFormat="1"/>
    <w:lsdException w:name="List Continue" w:uiPriority="9" w:qFormat="1"/>
    <w:lsdException w:name="List Continue 2" w:uiPriority="10" w:qFormat="1"/>
    <w:lsdException w:name="Subtitle" w:uiPriority="5" w:qFormat="1"/>
    <w:lsdException w:name="Block Text" w:uiPriority="3" w:qFormat="1"/>
    <w:lsdException w:name="Strong" w:uiPriority="2" w:qFormat="1"/>
    <w:lsdException w:name="Emphasis" w:uiPriority="2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uiPriority="29" w:qFormat="1"/>
    <w:lsdException w:name="Quote" w:uiPriority="2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A96D55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575F6D" w:themeColor="text2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rsid w:val="00A96D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1"/>
    <w:semiHidden/>
    <w:rsid w:val="00A96D55"/>
    <w:rPr>
      <w:rFonts w:asciiTheme="majorHAnsi" w:eastAsiaTheme="majorEastAsia" w:hAnsiTheme="majorHAnsi" w:cstheme="majorBidi"/>
      <w:b/>
      <w:bCs/>
      <w:color w:val="575F6D" w:themeColor="text2"/>
      <w:kern w:val="32"/>
      <w:sz w:val="32"/>
      <w:szCs w:val="32"/>
    </w:rPr>
  </w:style>
  <w:style w:type="paragraph" w:customStyle="1" w:styleId="YourName">
    <w:name w:val="Your Name"/>
    <w:basedOn w:val="Normal"/>
    <w:qFormat/>
    <w:rsid w:val="00A96D55"/>
    <w:pPr>
      <w:spacing w:after="0"/>
    </w:pPr>
    <w:rPr>
      <w:color w:val="000000" w:themeColor="text1"/>
      <w:sz w:val="28"/>
    </w:rPr>
  </w:style>
  <w:style w:type="paragraph" w:customStyle="1" w:styleId="ContactInformation">
    <w:name w:val="Contact Information"/>
    <w:basedOn w:val="Normal"/>
    <w:qFormat/>
    <w:rsid w:val="00A96D55"/>
    <w:pPr>
      <w:spacing w:after="280"/>
      <w:contextualSpacing/>
    </w:pPr>
    <w:rPr>
      <w:color w:val="7598D9" w:themeColor="accent2"/>
    </w:rPr>
  </w:style>
  <w:style w:type="paragraph" w:customStyle="1" w:styleId="ResumeHeading1">
    <w:name w:val="Resume Heading 1"/>
    <w:basedOn w:val="Normal"/>
    <w:qFormat/>
    <w:rsid w:val="00A96D55"/>
    <w:pPr>
      <w:spacing w:before="120" w:after="120" w:line="240" w:lineRule="auto"/>
    </w:pPr>
    <w:rPr>
      <w:b/>
      <w:caps/>
      <w:color w:val="7598D9" w:themeColor="accent2"/>
    </w:rPr>
  </w:style>
  <w:style w:type="paragraph" w:customStyle="1" w:styleId="BodyText1">
    <w:name w:val="Body Text 1"/>
    <w:basedOn w:val="Normal"/>
    <w:qFormat/>
    <w:rsid w:val="00A96D55"/>
    <w:pPr>
      <w:spacing w:before="80" w:after="80" w:line="240" w:lineRule="auto"/>
    </w:pPr>
    <w:rPr>
      <w:sz w:val="20"/>
    </w:rPr>
  </w:style>
  <w:style w:type="paragraph" w:customStyle="1" w:styleId="CompanyInformation">
    <w:name w:val="Company Information"/>
    <w:basedOn w:val="Normal"/>
    <w:qFormat/>
    <w:rsid w:val="00A96D55"/>
    <w:pPr>
      <w:spacing w:before="120" w:after="0" w:line="240" w:lineRule="auto"/>
    </w:pPr>
  </w:style>
  <w:style w:type="paragraph" w:customStyle="1" w:styleId="YourTitle">
    <w:name w:val="Your Title"/>
    <w:basedOn w:val="Normal"/>
    <w:qFormat/>
    <w:rsid w:val="00A96D55"/>
    <w:pPr>
      <w:spacing w:after="0" w:line="240" w:lineRule="auto"/>
    </w:pPr>
    <w:rPr>
      <w:i/>
    </w:rPr>
  </w:style>
  <w:style w:type="paragraph" w:customStyle="1" w:styleId="DatesofEmployment">
    <w:name w:val="Dates of Employment"/>
    <w:basedOn w:val="Normal"/>
    <w:qFormat/>
    <w:rsid w:val="00A96D55"/>
    <w:pPr>
      <w:spacing w:after="0" w:line="240" w:lineRule="auto"/>
    </w:pPr>
    <w:rPr>
      <w:sz w:val="20"/>
    </w:rPr>
  </w:style>
  <w:style w:type="paragraph" w:customStyle="1" w:styleId="ResumeHeading2">
    <w:name w:val="Resume Heading 2"/>
    <w:basedOn w:val="Normal"/>
    <w:qFormat/>
    <w:rsid w:val="00A96D55"/>
    <w:pPr>
      <w:spacing w:before="120" w:after="120" w:line="240" w:lineRule="auto"/>
      <w:ind w:left="346"/>
    </w:pPr>
    <w:rPr>
      <w:color w:val="7598D9" w:themeColor="accent2"/>
    </w:rPr>
  </w:style>
  <w:style w:type="paragraph" w:customStyle="1" w:styleId="IndentedBodyText">
    <w:name w:val="Indented Body Text"/>
    <w:basedOn w:val="Normal"/>
    <w:qFormat/>
    <w:rsid w:val="00A96D55"/>
    <w:pPr>
      <w:spacing w:before="40" w:line="240" w:lineRule="auto"/>
      <w:ind w:left="504"/>
      <w:contextualSpacing/>
    </w:pPr>
    <w:rPr>
      <w:sz w:val="20"/>
    </w:rPr>
  </w:style>
  <w:style w:type="paragraph" w:styleId="Header">
    <w:name w:val="header"/>
    <w:basedOn w:val="Normal"/>
    <w:link w:val="HeaderChar"/>
    <w:uiPriority w:val="99"/>
    <w:semiHidden/>
    <w:rsid w:val="00A9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6D55"/>
  </w:style>
  <w:style w:type="paragraph" w:styleId="Footer">
    <w:name w:val="footer"/>
    <w:basedOn w:val="Normal"/>
    <w:link w:val="FooterChar"/>
    <w:uiPriority w:val="99"/>
    <w:semiHidden/>
    <w:rsid w:val="00A96D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96D55"/>
  </w:style>
  <w:style w:type="paragraph" w:customStyle="1" w:styleId="ResumeHeader">
    <w:name w:val="Resume Header"/>
    <w:basedOn w:val="Header"/>
    <w:qFormat/>
    <w:rsid w:val="00A96D55"/>
    <w:pPr>
      <w:tabs>
        <w:tab w:val="clear" w:pos="4680"/>
        <w:tab w:val="clear" w:pos="9360"/>
        <w:tab w:val="right" w:pos="8730"/>
      </w:tabs>
    </w:pPr>
    <w:rPr>
      <w:color w:val="7598D9" w:themeColor="accen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6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sa\AppData\Roaming\Microsoft\Templates\Resume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64E5B0E8674F12ACFC182282FDC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E9DDD-1F3B-43C9-9788-FF91ABFEA404}"/>
      </w:docPartPr>
      <w:docPartBody>
        <w:p w:rsidR="007B6E68" w:rsidRDefault="000925F5">
          <w:pPr>
            <w:pStyle w:val="7564E5B0E8674F12ACFC182282FDC126"/>
          </w:pPr>
          <w:r>
            <w:t>[Job responsibility]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F5"/>
    <w:rsid w:val="000925F5"/>
    <w:rsid w:val="004C43A4"/>
    <w:rsid w:val="007B6E68"/>
    <w:rsid w:val="00BE6A13"/>
    <w:rsid w:val="00D3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3CE449D3674D0DB4CA05FAC995192B">
    <w:name w:val="6C3CE449D3674D0DB4CA05FAC995192B"/>
  </w:style>
  <w:style w:type="paragraph" w:customStyle="1" w:styleId="D0A486DF3B88479AB7C3353BCD6D5A8D">
    <w:name w:val="D0A486DF3B88479AB7C3353BCD6D5A8D"/>
  </w:style>
  <w:style w:type="paragraph" w:customStyle="1" w:styleId="DC61118C36C04417ABFBFA54F0C4FD20">
    <w:name w:val="DC61118C36C04417ABFBFA54F0C4FD20"/>
  </w:style>
  <w:style w:type="paragraph" w:customStyle="1" w:styleId="DF005D8C7D1F400CB1F4512518CE54F1">
    <w:name w:val="DF005D8C7D1F400CB1F4512518CE54F1"/>
  </w:style>
  <w:style w:type="paragraph" w:customStyle="1" w:styleId="5C07CC15395C432F8989DC6952E2C6E3">
    <w:name w:val="5C07CC15395C432F8989DC6952E2C6E3"/>
  </w:style>
  <w:style w:type="paragraph" w:customStyle="1" w:styleId="1069374C07014F109B1A6A795CB1F19B">
    <w:name w:val="1069374C07014F109B1A6A795CB1F19B"/>
  </w:style>
  <w:style w:type="paragraph" w:customStyle="1" w:styleId="9DF39FCD3F634B4D8D32C578757E4BB9">
    <w:name w:val="9DF39FCD3F634B4D8D32C578757E4BB9"/>
  </w:style>
  <w:style w:type="paragraph" w:customStyle="1" w:styleId="A1525FCCC14E408882D287A72A2938FF">
    <w:name w:val="A1525FCCC14E408882D287A72A2938FF"/>
  </w:style>
  <w:style w:type="paragraph" w:customStyle="1" w:styleId="88D38A484D3E4511BE7C9B22249F2C04">
    <w:name w:val="88D38A484D3E4511BE7C9B22249F2C04"/>
  </w:style>
  <w:style w:type="paragraph" w:customStyle="1" w:styleId="0D75D1DCB66E427E868C246BF9D87917">
    <w:name w:val="0D75D1DCB66E427E868C246BF9D87917"/>
  </w:style>
  <w:style w:type="paragraph" w:customStyle="1" w:styleId="B66690CABB9A4361BB0672EBD1C7FAA8">
    <w:name w:val="B66690CABB9A4361BB0672EBD1C7FAA8"/>
  </w:style>
  <w:style w:type="paragraph" w:customStyle="1" w:styleId="B642BD6B24024894ABBA632F6A049379">
    <w:name w:val="B642BD6B24024894ABBA632F6A049379"/>
  </w:style>
  <w:style w:type="paragraph" w:customStyle="1" w:styleId="27A78927758841FFA27B50106AB8A4A7">
    <w:name w:val="27A78927758841FFA27B50106AB8A4A7"/>
  </w:style>
  <w:style w:type="paragraph" w:customStyle="1" w:styleId="4CEB641C4FF347E3A2C196F1C7123FAE">
    <w:name w:val="4CEB641C4FF347E3A2C196F1C7123FAE"/>
  </w:style>
  <w:style w:type="paragraph" w:customStyle="1" w:styleId="F4DA29183D9743D58DA9223298E3BC18">
    <w:name w:val="F4DA29183D9743D58DA9223298E3BC18"/>
  </w:style>
  <w:style w:type="paragraph" w:customStyle="1" w:styleId="93EAB7AEBC8644B894B38F4A7B0C6672">
    <w:name w:val="93EAB7AEBC8644B894B38F4A7B0C6672"/>
  </w:style>
  <w:style w:type="paragraph" w:customStyle="1" w:styleId="D54992EDA7154584BA02C7AD780FAFC0">
    <w:name w:val="D54992EDA7154584BA02C7AD780FAFC0"/>
  </w:style>
  <w:style w:type="paragraph" w:customStyle="1" w:styleId="811496E2ED214D918D4C8DEC676C27B4">
    <w:name w:val="811496E2ED214D918D4C8DEC676C27B4"/>
  </w:style>
  <w:style w:type="paragraph" w:customStyle="1" w:styleId="B8FD401197E0481F914EEF4EE67B4C7A">
    <w:name w:val="B8FD401197E0481F914EEF4EE67B4C7A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5938B9212CFF4B919FA15927E1D3F1DF">
    <w:name w:val="5938B9212CFF4B919FA15927E1D3F1DF"/>
  </w:style>
  <w:style w:type="paragraph" w:customStyle="1" w:styleId="F0C260BEEFC1465BBD832C5594A0DE60">
    <w:name w:val="F0C260BEEFC1465BBD832C5594A0DE60"/>
  </w:style>
  <w:style w:type="paragraph" w:customStyle="1" w:styleId="20C16C4BB76A48BAB621E5944C2D4C38">
    <w:name w:val="20C16C4BB76A48BAB621E5944C2D4C38"/>
  </w:style>
  <w:style w:type="paragraph" w:customStyle="1" w:styleId="62D838B64CED48BF9C4F3C3F0AF9AA1E">
    <w:name w:val="62D838B64CED48BF9C4F3C3F0AF9AA1E"/>
  </w:style>
  <w:style w:type="paragraph" w:customStyle="1" w:styleId="04261FDFAE2D4612AD33EEA4B2FAB66A">
    <w:name w:val="04261FDFAE2D4612AD33EEA4B2FAB66A"/>
  </w:style>
  <w:style w:type="paragraph" w:customStyle="1" w:styleId="A32F0D2A472A47ACAA98E2F39CBF9748">
    <w:name w:val="A32F0D2A472A47ACAA98E2F39CBF9748"/>
  </w:style>
  <w:style w:type="paragraph" w:customStyle="1" w:styleId="9520DC4BD5474688A78700E3CC4D9A7A">
    <w:name w:val="9520DC4BD5474688A78700E3CC4D9A7A"/>
  </w:style>
  <w:style w:type="paragraph" w:customStyle="1" w:styleId="5AAFBFCD70DA457EB610CB096E99D0DF">
    <w:name w:val="5AAFBFCD70DA457EB610CB096E99D0DF"/>
  </w:style>
  <w:style w:type="paragraph" w:customStyle="1" w:styleId="CE66C2D880654C0892B9129B4EAF2E14">
    <w:name w:val="CE66C2D880654C0892B9129B4EAF2E14"/>
  </w:style>
  <w:style w:type="paragraph" w:customStyle="1" w:styleId="D88B4007D1AD4F67A9F15D2429AAEB8C">
    <w:name w:val="D88B4007D1AD4F67A9F15D2429AAEB8C"/>
  </w:style>
  <w:style w:type="paragraph" w:customStyle="1" w:styleId="112028A851C0480884AC89271DA93605">
    <w:name w:val="112028A851C0480884AC89271DA93605"/>
  </w:style>
  <w:style w:type="paragraph" w:customStyle="1" w:styleId="74DFDA28DAA04BB0818284FD16570B33">
    <w:name w:val="74DFDA28DAA04BB0818284FD16570B33"/>
  </w:style>
  <w:style w:type="paragraph" w:customStyle="1" w:styleId="8B63D261782A400DA540A1F39F4BAF0A">
    <w:name w:val="8B63D261782A400DA540A1F39F4BAF0A"/>
  </w:style>
  <w:style w:type="paragraph" w:customStyle="1" w:styleId="433F95D966AF4102B5C4ABD777017381">
    <w:name w:val="433F95D966AF4102B5C4ABD777017381"/>
  </w:style>
  <w:style w:type="paragraph" w:customStyle="1" w:styleId="DBF17819F2B346FC92CAF73BE56C5F2E">
    <w:name w:val="DBF17819F2B346FC92CAF73BE56C5F2E"/>
  </w:style>
  <w:style w:type="paragraph" w:customStyle="1" w:styleId="F4E183A77E8340A684F310EE6B9C610D">
    <w:name w:val="F4E183A77E8340A684F310EE6B9C610D"/>
  </w:style>
  <w:style w:type="paragraph" w:customStyle="1" w:styleId="4B60BA5F4F1C44698DEC80855723F9AD">
    <w:name w:val="4B60BA5F4F1C44698DEC80855723F9AD"/>
  </w:style>
  <w:style w:type="paragraph" w:customStyle="1" w:styleId="7CBED70851044F0AAF52F2B62BBE303E">
    <w:name w:val="7CBED70851044F0AAF52F2B62BBE303E"/>
  </w:style>
  <w:style w:type="paragraph" w:customStyle="1" w:styleId="184A44B139C3446691E1F346ACDDF65F">
    <w:name w:val="184A44B139C3446691E1F346ACDDF65F"/>
  </w:style>
  <w:style w:type="paragraph" w:customStyle="1" w:styleId="2E46533D85594367847F2B4821B445C1">
    <w:name w:val="2E46533D85594367847F2B4821B445C1"/>
  </w:style>
  <w:style w:type="paragraph" w:customStyle="1" w:styleId="B2181E12DB044338BC4FAB1D553EFEEF">
    <w:name w:val="B2181E12DB044338BC4FAB1D553EFEEF"/>
  </w:style>
  <w:style w:type="paragraph" w:customStyle="1" w:styleId="E5A34A0CCA46486BAFB6DDFF2F7A9F7C">
    <w:name w:val="E5A34A0CCA46486BAFB6DDFF2F7A9F7C"/>
  </w:style>
  <w:style w:type="paragraph" w:customStyle="1" w:styleId="9D7750F0DFAE45F5BE0E8C11FFED0F8D">
    <w:name w:val="9D7750F0DFAE45F5BE0E8C11FFED0F8D"/>
  </w:style>
  <w:style w:type="paragraph" w:customStyle="1" w:styleId="238B08450FBD478499E1C5406C82AEFF">
    <w:name w:val="238B08450FBD478499E1C5406C82AEFF"/>
  </w:style>
  <w:style w:type="paragraph" w:customStyle="1" w:styleId="3BC4E93CCE94408FBE6B4634B3C4B817">
    <w:name w:val="3BC4E93CCE94408FBE6B4634B3C4B817"/>
  </w:style>
  <w:style w:type="paragraph" w:customStyle="1" w:styleId="C249C4E7A4D84197BF5FEDBA31D55291">
    <w:name w:val="C249C4E7A4D84197BF5FEDBA31D55291"/>
  </w:style>
  <w:style w:type="paragraph" w:customStyle="1" w:styleId="EB35E239E1E647C8853CDDB3D89C32C7">
    <w:name w:val="EB35E239E1E647C8853CDDB3D89C32C7"/>
  </w:style>
  <w:style w:type="paragraph" w:customStyle="1" w:styleId="5B65907683364B079421BA0AA7FBA469">
    <w:name w:val="5B65907683364B079421BA0AA7FBA469"/>
  </w:style>
  <w:style w:type="paragraph" w:customStyle="1" w:styleId="68C546701E6E4939BCA0BBD311FBC9D0">
    <w:name w:val="68C546701E6E4939BCA0BBD311FBC9D0"/>
  </w:style>
  <w:style w:type="paragraph" w:customStyle="1" w:styleId="214B9312CEC8409D90937014059A5E71">
    <w:name w:val="214B9312CEC8409D90937014059A5E71"/>
  </w:style>
  <w:style w:type="paragraph" w:customStyle="1" w:styleId="7564E5B0E8674F12ACFC182282FDC126">
    <w:name w:val="7564E5B0E8674F12ACFC182282FDC126"/>
  </w:style>
  <w:style w:type="paragraph" w:customStyle="1" w:styleId="032635165B864F4AB1DE485755ADF4E1">
    <w:name w:val="032635165B864F4AB1DE485755ADF4E1"/>
  </w:style>
  <w:style w:type="paragraph" w:customStyle="1" w:styleId="7D10ED0A7370449FB851F821A30E9E2A">
    <w:name w:val="7D10ED0A7370449FB851F821A30E9E2A"/>
  </w:style>
  <w:style w:type="paragraph" w:customStyle="1" w:styleId="C877C6EDF7F040FB9119085AA5DDA797">
    <w:name w:val="C877C6EDF7F040FB9119085AA5DDA797"/>
  </w:style>
  <w:style w:type="paragraph" w:customStyle="1" w:styleId="94B21C6587564176AF5546035F335AF3">
    <w:name w:val="94B21C6587564176AF5546035F335AF3"/>
  </w:style>
  <w:style w:type="paragraph" w:customStyle="1" w:styleId="1E629D475B92416FB21869FDBED37F8E">
    <w:name w:val="1E629D475B92416FB21869FDBED37F8E"/>
  </w:style>
  <w:style w:type="paragraph" w:customStyle="1" w:styleId="1721648D364C4772BC20C180950F708B">
    <w:name w:val="1721648D364C4772BC20C180950F708B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3CE449D3674D0DB4CA05FAC995192B">
    <w:name w:val="6C3CE449D3674D0DB4CA05FAC995192B"/>
  </w:style>
  <w:style w:type="paragraph" w:customStyle="1" w:styleId="D0A486DF3B88479AB7C3353BCD6D5A8D">
    <w:name w:val="D0A486DF3B88479AB7C3353BCD6D5A8D"/>
  </w:style>
  <w:style w:type="paragraph" w:customStyle="1" w:styleId="DC61118C36C04417ABFBFA54F0C4FD20">
    <w:name w:val="DC61118C36C04417ABFBFA54F0C4FD20"/>
  </w:style>
  <w:style w:type="paragraph" w:customStyle="1" w:styleId="DF005D8C7D1F400CB1F4512518CE54F1">
    <w:name w:val="DF005D8C7D1F400CB1F4512518CE54F1"/>
  </w:style>
  <w:style w:type="paragraph" w:customStyle="1" w:styleId="5C07CC15395C432F8989DC6952E2C6E3">
    <w:name w:val="5C07CC15395C432F8989DC6952E2C6E3"/>
  </w:style>
  <w:style w:type="paragraph" w:customStyle="1" w:styleId="1069374C07014F109B1A6A795CB1F19B">
    <w:name w:val="1069374C07014F109B1A6A795CB1F19B"/>
  </w:style>
  <w:style w:type="paragraph" w:customStyle="1" w:styleId="9DF39FCD3F634B4D8D32C578757E4BB9">
    <w:name w:val="9DF39FCD3F634B4D8D32C578757E4BB9"/>
  </w:style>
  <w:style w:type="paragraph" w:customStyle="1" w:styleId="A1525FCCC14E408882D287A72A2938FF">
    <w:name w:val="A1525FCCC14E408882D287A72A2938FF"/>
  </w:style>
  <w:style w:type="paragraph" w:customStyle="1" w:styleId="88D38A484D3E4511BE7C9B22249F2C04">
    <w:name w:val="88D38A484D3E4511BE7C9B22249F2C04"/>
  </w:style>
  <w:style w:type="paragraph" w:customStyle="1" w:styleId="0D75D1DCB66E427E868C246BF9D87917">
    <w:name w:val="0D75D1DCB66E427E868C246BF9D87917"/>
  </w:style>
  <w:style w:type="paragraph" w:customStyle="1" w:styleId="B66690CABB9A4361BB0672EBD1C7FAA8">
    <w:name w:val="B66690CABB9A4361BB0672EBD1C7FAA8"/>
  </w:style>
  <w:style w:type="paragraph" w:customStyle="1" w:styleId="B642BD6B24024894ABBA632F6A049379">
    <w:name w:val="B642BD6B24024894ABBA632F6A049379"/>
  </w:style>
  <w:style w:type="paragraph" w:customStyle="1" w:styleId="27A78927758841FFA27B50106AB8A4A7">
    <w:name w:val="27A78927758841FFA27B50106AB8A4A7"/>
  </w:style>
  <w:style w:type="paragraph" w:customStyle="1" w:styleId="4CEB641C4FF347E3A2C196F1C7123FAE">
    <w:name w:val="4CEB641C4FF347E3A2C196F1C7123FAE"/>
  </w:style>
  <w:style w:type="paragraph" w:customStyle="1" w:styleId="F4DA29183D9743D58DA9223298E3BC18">
    <w:name w:val="F4DA29183D9743D58DA9223298E3BC18"/>
  </w:style>
  <w:style w:type="paragraph" w:customStyle="1" w:styleId="93EAB7AEBC8644B894B38F4A7B0C6672">
    <w:name w:val="93EAB7AEBC8644B894B38F4A7B0C6672"/>
  </w:style>
  <w:style w:type="paragraph" w:customStyle="1" w:styleId="D54992EDA7154584BA02C7AD780FAFC0">
    <w:name w:val="D54992EDA7154584BA02C7AD780FAFC0"/>
  </w:style>
  <w:style w:type="paragraph" w:customStyle="1" w:styleId="811496E2ED214D918D4C8DEC676C27B4">
    <w:name w:val="811496E2ED214D918D4C8DEC676C27B4"/>
  </w:style>
  <w:style w:type="paragraph" w:customStyle="1" w:styleId="B8FD401197E0481F914EEF4EE67B4C7A">
    <w:name w:val="B8FD401197E0481F914EEF4EE67B4C7A"/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paragraph" w:customStyle="1" w:styleId="5938B9212CFF4B919FA15927E1D3F1DF">
    <w:name w:val="5938B9212CFF4B919FA15927E1D3F1DF"/>
  </w:style>
  <w:style w:type="paragraph" w:customStyle="1" w:styleId="F0C260BEEFC1465BBD832C5594A0DE60">
    <w:name w:val="F0C260BEEFC1465BBD832C5594A0DE60"/>
  </w:style>
  <w:style w:type="paragraph" w:customStyle="1" w:styleId="20C16C4BB76A48BAB621E5944C2D4C38">
    <w:name w:val="20C16C4BB76A48BAB621E5944C2D4C38"/>
  </w:style>
  <w:style w:type="paragraph" w:customStyle="1" w:styleId="62D838B64CED48BF9C4F3C3F0AF9AA1E">
    <w:name w:val="62D838B64CED48BF9C4F3C3F0AF9AA1E"/>
  </w:style>
  <w:style w:type="paragraph" w:customStyle="1" w:styleId="04261FDFAE2D4612AD33EEA4B2FAB66A">
    <w:name w:val="04261FDFAE2D4612AD33EEA4B2FAB66A"/>
  </w:style>
  <w:style w:type="paragraph" w:customStyle="1" w:styleId="A32F0D2A472A47ACAA98E2F39CBF9748">
    <w:name w:val="A32F0D2A472A47ACAA98E2F39CBF9748"/>
  </w:style>
  <w:style w:type="paragraph" w:customStyle="1" w:styleId="9520DC4BD5474688A78700E3CC4D9A7A">
    <w:name w:val="9520DC4BD5474688A78700E3CC4D9A7A"/>
  </w:style>
  <w:style w:type="paragraph" w:customStyle="1" w:styleId="5AAFBFCD70DA457EB610CB096E99D0DF">
    <w:name w:val="5AAFBFCD70DA457EB610CB096E99D0DF"/>
  </w:style>
  <w:style w:type="paragraph" w:customStyle="1" w:styleId="CE66C2D880654C0892B9129B4EAF2E14">
    <w:name w:val="CE66C2D880654C0892B9129B4EAF2E14"/>
  </w:style>
  <w:style w:type="paragraph" w:customStyle="1" w:styleId="D88B4007D1AD4F67A9F15D2429AAEB8C">
    <w:name w:val="D88B4007D1AD4F67A9F15D2429AAEB8C"/>
  </w:style>
  <w:style w:type="paragraph" w:customStyle="1" w:styleId="112028A851C0480884AC89271DA93605">
    <w:name w:val="112028A851C0480884AC89271DA93605"/>
  </w:style>
  <w:style w:type="paragraph" w:customStyle="1" w:styleId="74DFDA28DAA04BB0818284FD16570B33">
    <w:name w:val="74DFDA28DAA04BB0818284FD16570B33"/>
  </w:style>
  <w:style w:type="paragraph" w:customStyle="1" w:styleId="8B63D261782A400DA540A1F39F4BAF0A">
    <w:name w:val="8B63D261782A400DA540A1F39F4BAF0A"/>
  </w:style>
  <w:style w:type="paragraph" w:customStyle="1" w:styleId="433F95D966AF4102B5C4ABD777017381">
    <w:name w:val="433F95D966AF4102B5C4ABD777017381"/>
  </w:style>
  <w:style w:type="paragraph" w:customStyle="1" w:styleId="DBF17819F2B346FC92CAF73BE56C5F2E">
    <w:name w:val="DBF17819F2B346FC92CAF73BE56C5F2E"/>
  </w:style>
  <w:style w:type="paragraph" w:customStyle="1" w:styleId="F4E183A77E8340A684F310EE6B9C610D">
    <w:name w:val="F4E183A77E8340A684F310EE6B9C610D"/>
  </w:style>
  <w:style w:type="paragraph" w:customStyle="1" w:styleId="4B60BA5F4F1C44698DEC80855723F9AD">
    <w:name w:val="4B60BA5F4F1C44698DEC80855723F9AD"/>
  </w:style>
  <w:style w:type="paragraph" w:customStyle="1" w:styleId="7CBED70851044F0AAF52F2B62BBE303E">
    <w:name w:val="7CBED70851044F0AAF52F2B62BBE303E"/>
  </w:style>
  <w:style w:type="paragraph" w:customStyle="1" w:styleId="184A44B139C3446691E1F346ACDDF65F">
    <w:name w:val="184A44B139C3446691E1F346ACDDF65F"/>
  </w:style>
  <w:style w:type="paragraph" w:customStyle="1" w:styleId="2E46533D85594367847F2B4821B445C1">
    <w:name w:val="2E46533D85594367847F2B4821B445C1"/>
  </w:style>
  <w:style w:type="paragraph" w:customStyle="1" w:styleId="B2181E12DB044338BC4FAB1D553EFEEF">
    <w:name w:val="B2181E12DB044338BC4FAB1D553EFEEF"/>
  </w:style>
  <w:style w:type="paragraph" w:customStyle="1" w:styleId="E5A34A0CCA46486BAFB6DDFF2F7A9F7C">
    <w:name w:val="E5A34A0CCA46486BAFB6DDFF2F7A9F7C"/>
  </w:style>
  <w:style w:type="paragraph" w:customStyle="1" w:styleId="9D7750F0DFAE45F5BE0E8C11FFED0F8D">
    <w:name w:val="9D7750F0DFAE45F5BE0E8C11FFED0F8D"/>
  </w:style>
  <w:style w:type="paragraph" w:customStyle="1" w:styleId="238B08450FBD478499E1C5406C82AEFF">
    <w:name w:val="238B08450FBD478499E1C5406C82AEFF"/>
  </w:style>
  <w:style w:type="paragraph" w:customStyle="1" w:styleId="3BC4E93CCE94408FBE6B4634B3C4B817">
    <w:name w:val="3BC4E93CCE94408FBE6B4634B3C4B817"/>
  </w:style>
  <w:style w:type="paragraph" w:customStyle="1" w:styleId="C249C4E7A4D84197BF5FEDBA31D55291">
    <w:name w:val="C249C4E7A4D84197BF5FEDBA31D55291"/>
  </w:style>
  <w:style w:type="paragraph" w:customStyle="1" w:styleId="EB35E239E1E647C8853CDDB3D89C32C7">
    <w:name w:val="EB35E239E1E647C8853CDDB3D89C32C7"/>
  </w:style>
  <w:style w:type="paragraph" w:customStyle="1" w:styleId="5B65907683364B079421BA0AA7FBA469">
    <w:name w:val="5B65907683364B079421BA0AA7FBA469"/>
  </w:style>
  <w:style w:type="paragraph" w:customStyle="1" w:styleId="68C546701E6E4939BCA0BBD311FBC9D0">
    <w:name w:val="68C546701E6E4939BCA0BBD311FBC9D0"/>
  </w:style>
  <w:style w:type="paragraph" w:customStyle="1" w:styleId="214B9312CEC8409D90937014059A5E71">
    <w:name w:val="214B9312CEC8409D90937014059A5E71"/>
  </w:style>
  <w:style w:type="paragraph" w:customStyle="1" w:styleId="7564E5B0E8674F12ACFC182282FDC126">
    <w:name w:val="7564E5B0E8674F12ACFC182282FDC126"/>
  </w:style>
  <w:style w:type="paragraph" w:customStyle="1" w:styleId="032635165B864F4AB1DE485755ADF4E1">
    <w:name w:val="032635165B864F4AB1DE485755ADF4E1"/>
  </w:style>
  <w:style w:type="paragraph" w:customStyle="1" w:styleId="7D10ED0A7370449FB851F821A30E9E2A">
    <w:name w:val="7D10ED0A7370449FB851F821A30E9E2A"/>
  </w:style>
  <w:style w:type="paragraph" w:customStyle="1" w:styleId="C877C6EDF7F040FB9119085AA5DDA797">
    <w:name w:val="C877C6EDF7F040FB9119085AA5DDA797"/>
  </w:style>
  <w:style w:type="paragraph" w:customStyle="1" w:styleId="94B21C6587564176AF5546035F335AF3">
    <w:name w:val="94B21C6587564176AF5546035F335AF3"/>
  </w:style>
  <w:style w:type="paragraph" w:customStyle="1" w:styleId="1E629D475B92416FB21869FDBED37F8E">
    <w:name w:val="1E629D475B92416FB21869FDBED37F8E"/>
  </w:style>
  <w:style w:type="paragraph" w:customStyle="1" w:styleId="1721648D364C4772BC20C180950F708B">
    <w:name w:val="1721648D364C4772BC20C180950F708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Custom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F7D26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EF591E"/>
      </a:hlink>
      <a:folHlink>
        <a:srgbClr val="A7AFC1"/>
      </a:folHlink>
    </a:clrScheme>
    <a:fontScheme name="Office Fonts">
      <a:majorFont>
        <a:latin typeface="Cambria"/>
        <a:ea typeface=""/>
        <a:cs typeface=""/>
        <a:font script="Jpan" typeface="MS Mincho"/>
        <a:font script="Arab" typeface="Times New Roman"/>
        <a:font script="Hang" typeface="Batang"/>
        <a:font script="Hant" typeface="MingLiu"/>
        <a:font script="Hans" typeface="SimSun"/>
        <a:font script="Cyrl" typeface="Times New Roman"/>
        <a:font script="Grek" typeface="Times New Roman"/>
        <a:font script="Hebr" typeface="Times New Roman"/>
        <a:font script="Viet" typeface="Times New Roman"/>
        <a:font script="Thai" typeface="Angsana New"/>
      </a:majorFont>
      <a:minorFont>
        <a:latin typeface="Calibri"/>
        <a:ea typeface=""/>
        <a:cs typeface=""/>
        <a:font script="Jpan" typeface="MS Gothic"/>
        <a:font script="Arab" typeface="Arial"/>
        <a:font script="Hang" typeface="Dotum"/>
        <a:font script="Hant" typeface="PMingLiu"/>
        <a:font script="Hans" typeface="SimHei"/>
        <a:font script="Cyrl" typeface="Arial"/>
        <a:font script="Grek" typeface="Arial"/>
        <a:font script="Hebr" typeface="Arial"/>
        <a:font script="Viet" typeface="Arial"/>
        <a:font script="Thai" typeface="Cordia New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microsoft.com/office/word/2004/10/bibliography" xmlns="http://schemas.microsoft.com/office/word/2004/10/bibliography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6A417AF-ADA2-4B6C-BEF7-21E5A7501F21}">
  <ds:schemaRefs>
    <ds:schemaRef ds:uri="http://schemas.microsoft.com/office/word/2004/10/bibliography"/>
  </ds:schemaRefs>
</ds:datastoreItem>
</file>

<file path=customXml/itemProps2.xml><?xml version="1.0" encoding="utf-8"?>
<ds:datastoreItem xmlns:ds="http://schemas.openxmlformats.org/officeDocument/2006/customXml" ds:itemID="{1F14FC98-B0C3-45C2-944C-F0D37BBBAB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\Users\Lisa\AppData\Roaming\Microsoft\Templates\Resume2.dotx</Template>
  <TotalTime>9</TotalTime>
  <Pages>1</Pages>
  <Words>481</Words>
  <Characters>2742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Chronological resume (Blue Line theme)</vt:lpstr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Chronological resume (Blue Line theme)</dc:title>
  <dc:subject/>
  <dc:creator>Sameer Mohammed Alqahtani</dc:creator>
  <cp:keywords/>
  <cp:lastModifiedBy>Sameer</cp:lastModifiedBy>
  <cp:revision>3</cp:revision>
  <cp:lastPrinted>2006-08-01T17:47:00Z</cp:lastPrinted>
  <dcterms:created xsi:type="dcterms:W3CDTF">2014-11-07T00:37:00Z</dcterms:created>
  <dcterms:modified xsi:type="dcterms:W3CDTF">2014-12-01T20:45:00Z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TC100726639990</vt:lpwstr>
  </property>
</Properties>
</file>