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F5B" w:rsidRPr="00AE557C" w:rsidRDefault="00873F5B" w:rsidP="000E3CBB">
      <w:pPr>
        <w:pStyle w:val="NoSpacing"/>
        <w:jc w:val="center"/>
        <w:rPr>
          <w:rFonts w:ascii="Arial" w:hAnsi="Arial"/>
          <w:b/>
          <w:bCs/>
          <w:color w:val="FFFFFF"/>
          <w:sz w:val="28"/>
          <w:szCs w:val="28"/>
          <w:u w:val="single"/>
          <w:rtl/>
        </w:rPr>
      </w:pPr>
      <w:r w:rsidRPr="00AE557C">
        <w:rPr>
          <w:rStyle w:val="Strong"/>
          <w:rFonts w:ascii="Arial" w:hAnsi="Arial" w:cs="Arial"/>
          <w:b w:val="0"/>
          <w:bCs w:val="0"/>
          <w:color w:val="FFFFFF"/>
          <w:w w:val="80"/>
          <w:sz w:val="28"/>
          <w:szCs w:val="28"/>
          <w:rtl/>
        </w:rPr>
        <w:t xml:space="preserve">بداية إجازة منتصف العام  </w:t>
      </w:r>
      <w:r w:rsidRPr="00AE557C">
        <w:rPr>
          <w:rStyle w:val="Strong"/>
          <w:rFonts w:ascii="Arial" w:hAnsi="Arial" w:cs="Arial"/>
          <w:b w:val="0"/>
          <w:bCs w:val="0"/>
          <w:color w:val="FFFFFF"/>
          <w:w w:val="80"/>
          <w:sz w:val="28"/>
          <w:szCs w:val="28"/>
        </w:rPr>
        <w:t>/</w:t>
      </w:r>
      <w:r w:rsidRPr="00AE557C">
        <w:rPr>
          <w:rStyle w:val="Strong"/>
          <w:rFonts w:ascii="Arial" w:hAnsi="Arial" w:cs="Arial"/>
          <w:b w:val="0"/>
          <w:bCs w:val="0"/>
          <w:color w:val="FFFFFF"/>
          <w:sz w:val="28"/>
          <w:szCs w:val="28"/>
          <w:rtl/>
        </w:rPr>
        <w:t>نهاية دوام الأربعاء</w:t>
      </w:r>
      <w:r w:rsidRPr="00AE557C">
        <w:rPr>
          <w:rFonts w:ascii="Arial" w:hAnsi="Arial"/>
          <w:color w:val="FFFFFF"/>
          <w:sz w:val="28"/>
          <w:szCs w:val="28"/>
          <w:rtl/>
        </w:rPr>
        <w:t>-</w:t>
      </w:r>
      <w:r w:rsidRPr="00AE557C">
        <w:rPr>
          <w:rStyle w:val="Strong"/>
          <w:rFonts w:ascii="Arial" w:hAnsi="Arial" w:cs="Arial"/>
          <w:b w:val="0"/>
          <w:bCs w:val="0"/>
          <w:color w:val="FFFFFF"/>
          <w:sz w:val="28"/>
          <w:szCs w:val="28"/>
          <w:rtl/>
        </w:rPr>
        <w:t xml:space="preserve">  18/01/2012م</w:t>
      </w:r>
    </w:p>
    <w:p w:rsidR="00873F5B" w:rsidRDefault="00873F5B" w:rsidP="00F05540">
      <w:pPr>
        <w:pStyle w:val="H2"/>
        <w:spacing w:before="0" w:after="0"/>
        <w:rPr>
          <w:b w:val="0"/>
          <w:sz w:val="24"/>
          <w:szCs w:val="24"/>
        </w:rPr>
      </w:pPr>
    </w:p>
    <w:p w:rsidR="00873F5B" w:rsidRPr="000E3CBB" w:rsidRDefault="00873F5B" w:rsidP="000E3CBB"/>
    <w:p w:rsidR="00873F5B" w:rsidRDefault="00873F5B" w:rsidP="00F50D83">
      <w:pPr>
        <w:pStyle w:val="H2"/>
        <w:spacing w:before="0" w:after="0"/>
        <w:rPr>
          <w:b w:val="0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صورة 2" o:spid="_x0000_s1026" type="#_x0000_t75" style="position:absolute;margin-left:489pt;margin-top:-21pt;width:59.25pt;height:75.75pt;z-index:251658240;visibility:visible;mso-position-horizontal-relative:page">
            <v:imagedata r:id="rId7" o:title=""/>
            <w10:wrap anchorx="page"/>
          </v:shape>
        </w:pict>
      </w:r>
      <w:smartTag w:uri="urn:schemas-microsoft-com:office:smarttags" w:element="PlaceName">
        <w:smartTag w:uri="urn:schemas-microsoft-com:office:smarttags" w:element="place">
          <w:r>
            <w:rPr>
              <w:b w:val="0"/>
              <w:sz w:val="24"/>
              <w:szCs w:val="24"/>
            </w:rPr>
            <w:t>King</w:t>
          </w:r>
        </w:smartTag>
        <w:r>
          <w:rPr>
            <w:b w:val="0"/>
            <w:sz w:val="24"/>
            <w:szCs w:val="24"/>
          </w:rPr>
          <w:t xml:space="preserve"> </w:t>
        </w:r>
        <w:smartTag w:uri="urn:schemas-microsoft-com:office:smarttags" w:element="PlaceName">
          <w:r>
            <w:rPr>
              <w:b w:val="0"/>
              <w:sz w:val="24"/>
              <w:szCs w:val="24"/>
            </w:rPr>
            <w:t>Saud</w:t>
          </w:r>
        </w:smartTag>
        <w:r>
          <w:rPr>
            <w:b w:val="0"/>
            <w:sz w:val="24"/>
            <w:szCs w:val="24"/>
          </w:rPr>
          <w:t xml:space="preserve"> </w:t>
        </w:r>
        <w:smartTag w:uri="urn:schemas-microsoft-com:office:smarttags" w:element="PlaceType">
          <w:r>
            <w:rPr>
              <w:b w:val="0"/>
              <w:sz w:val="24"/>
              <w:szCs w:val="24"/>
            </w:rPr>
            <w:t>University</w:t>
          </w:r>
        </w:smartTag>
      </w:smartTag>
      <w:r>
        <w:rPr>
          <w:b w:val="0"/>
          <w:sz w:val="24"/>
          <w:szCs w:val="24"/>
        </w:rPr>
        <w:tab/>
      </w:r>
    </w:p>
    <w:p w:rsidR="00873F5B" w:rsidRDefault="00873F5B" w:rsidP="00F50D83">
      <w:pPr>
        <w:pStyle w:val="H2"/>
        <w:tabs>
          <w:tab w:val="right" w:pos="9360"/>
        </w:tabs>
        <w:spacing w:before="0" w:after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College of Languages &amp; Translation</w:t>
      </w:r>
      <w:r>
        <w:rPr>
          <w:b w:val="0"/>
          <w:sz w:val="24"/>
          <w:szCs w:val="24"/>
        </w:rPr>
        <w:tab/>
      </w:r>
    </w:p>
    <w:p w:rsidR="00873F5B" w:rsidRDefault="00873F5B" w:rsidP="00F50D83">
      <w:pPr>
        <w:bidi w:val="0"/>
        <w:rPr>
          <w:sz w:val="24"/>
          <w:szCs w:val="24"/>
        </w:rPr>
      </w:pPr>
      <w:r>
        <w:t xml:space="preserve">Department of European Languages &amp; Translation </w:t>
      </w:r>
    </w:p>
    <w:p w:rsidR="00873F5B" w:rsidRDefault="00873F5B" w:rsidP="00F50D83">
      <w:pPr>
        <w:bidi w:val="0"/>
      </w:pPr>
      <w:r>
        <w:t>[English Language Program]</w:t>
      </w:r>
    </w:p>
    <w:p w:rsidR="00873F5B" w:rsidRDefault="00873F5B" w:rsidP="00F50D83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873F5B" w:rsidRDefault="00873F5B" w:rsidP="00014379">
      <w:pPr>
        <w:autoSpaceDE w:val="0"/>
        <w:autoSpaceDN w:val="0"/>
        <w:bidi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bCs/>
          <w:color w:val="000000"/>
          <w:sz w:val="36"/>
          <w:szCs w:val="36"/>
        </w:rPr>
        <w:t>Speaking -4-</w:t>
      </w:r>
    </w:p>
    <w:p w:rsidR="00873F5B" w:rsidRDefault="00873F5B" w:rsidP="009A23C7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873F5B" w:rsidRDefault="00873F5B" w:rsidP="009A23C7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9A23C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Description</w:t>
      </w:r>
    </w:p>
    <w:p w:rsidR="00873F5B" w:rsidRPr="009A23C7" w:rsidRDefault="00873F5B" w:rsidP="004E43F9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tbl>
      <w:tblPr>
        <w:tblW w:w="8880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50"/>
        <w:gridCol w:w="6330"/>
      </w:tblGrid>
      <w:tr w:rsidR="00873F5B" w:rsidRPr="009629D9" w:rsidTr="004E43F9">
        <w:trPr>
          <w:trHeight w:val="330"/>
        </w:trPr>
        <w:tc>
          <w:tcPr>
            <w:tcW w:w="2550" w:type="dxa"/>
          </w:tcPr>
          <w:p w:rsidR="00873F5B" w:rsidRPr="009629D9" w:rsidRDefault="00873F5B" w:rsidP="004E43F9">
            <w:pPr>
              <w:autoSpaceDE w:val="0"/>
              <w:autoSpaceDN w:val="0"/>
              <w:bidi w:val="0"/>
              <w:adjustRightInd w:val="0"/>
              <w:spacing w:after="0" w:line="240" w:lineRule="auto"/>
              <w:ind w:lef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Course number &amp; Code </w:t>
            </w:r>
          </w:p>
        </w:tc>
        <w:tc>
          <w:tcPr>
            <w:tcW w:w="6330" w:type="dxa"/>
          </w:tcPr>
          <w:p w:rsidR="00873F5B" w:rsidRPr="009629D9" w:rsidRDefault="00873F5B" w:rsidP="004E43F9">
            <w:pPr>
              <w:autoSpaceDE w:val="0"/>
              <w:autoSpaceDN w:val="0"/>
              <w:bidi w:val="0"/>
              <w:adjustRightInd w:val="0"/>
              <w:spacing w:after="0" w:line="240" w:lineRule="auto"/>
              <w:ind w:lef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smartTag w:uri="urn:schemas-microsoft-com:office:smarttags" w:element="place">
              <w:r w:rsidRPr="009629D9">
                <w:rPr>
                  <w:rFonts w:ascii="Times New Roman" w:hAnsi="Times New Roman" w:cs="Times New Roman"/>
                  <w:b/>
                  <w:bCs/>
                  <w:color w:val="000000"/>
                  <w:sz w:val="24"/>
                  <w:szCs w:val="24"/>
                </w:rPr>
                <w:t>Najd</w:t>
              </w:r>
            </w:smartTag>
            <w:r w:rsidRPr="009629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129</w:t>
            </w:r>
          </w:p>
        </w:tc>
      </w:tr>
      <w:tr w:rsidR="00873F5B" w:rsidRPr="009629D9" w:rsidTr="004E43F9">
        <w:trPr>
          <w:trHeight w:val="270"/>
        </w:trPr>
        <w:tc>
          <w:tcPr>
            <w:tcW w:w="2550" w:type="dxa"/>
          </w:tcPr>
          <w:p w:rsidR="00873F5B" w:rsidRPr="009629D9" w:rsidRDefault="00873F5B" w:rsidP="004E43F9">
            <w:pPr>
              <w:autoSpaceDE w:val="0"/>
              <w:autoSpaceDN w:val="0"/>
              <w:bidi w:val="0"/>
              <w:adjustRightInd w:val="0"/>
              <w:spacing w:after="0" w:line="240" w:lineRule="auto"/>
              <w:ind w:lef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Course title</w:t>
            </w:r>
          </w:p>
        </w:tc>
        <w:tc>
          <w:tcPr>
            <w:tcW w:w="6330" w:type="dxa"/>
          </w:tcPr>
          <w:p w:rsidR="00873F5B" w:rsidRPr="009629D9" w:rsidRDefault="00873F5B" w:rsidP="004E43F9">
            <w:pPr>
              <w:autoSpaceDE w:val="0"/>
              <w:autoSpaceDN w:val="0"/>
              <w:bidi w:val="0"/>
              <w:adjustRightInd w:val="0"/>
              <w:spacing w:after="0" w:line="240" w:lineRule="auto"/>
              <w:ind w:lef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Speaking -4</w:t>
            </w:r>
            <w:r w:rsidRPr="009629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(Level four</w:t>
            </w:r>
            <w:r w:rsidRPr="0096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873F5B" w:rsidRPr="009629D9" w:rsidTr="004E43F9">
        <w:trPr>
          <w:trHeight w:val="267"/>
        </w:trPr>
        <w:tc>
          <w:tcPr>
            <w:tcW w:w="2550" w:type="dxa"/>
          </w:tcPr>
          <w:p w:rsidR="00873F5B" w:rsidRPr="009629D9" w:rsidRDefault="00873F5B" w:rsidP="004E43F9">
            <w:pPr>
              <w:autoSpaceDE w:val="0"/>
              <w:autoSpaceDN w:val="0"/>
              <w:bidi w:val="0"/>
              <w:adjustRightInd w:val="0"/>
              <w:spacing w:after="0" w:line="240" w:lineRule="auto"/>
              <w:ind w:lef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Contact hours</w:t>
            </w:r>
          </w:p>
        </w:tc>
        <w:tc>
          <w:tcPr>
            <w:tcW w:w="6330" w:type="dxa"/>
          </w:tcPr>
          <w:p w:rsidR="00873F5B" w:rsidRPr="009629D9" w:rsidRDefault="00873F5B" w:rsidP="004E43F9">
            <w:pPr>
              <w:autoSpaceDE w:val="0"/>
              <w:autoSpaceDN w:val="0"/>
              <w:bidi w:val="0"/>
              <w:adjustRightInd w:val="0"/>
              <w:spacing w:after="0" w:line="240" w:lineRule="auto"/>
              <w:ind w:left="75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629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</w:tr>
      <w:tr w:rsidR="00873F5B" w:rsidRPr="009629D9" w:rsidTr="004E43F9">
        <w:trPr>
          <w:trHeight w:val="330"/>
        </w:trPr>
        <w:tc>
          <w:tcPr>
            <w:tcW w:w="2550" w:type="dxa"/>
          </w:tcPr>
          <w:p w:rsidR="00873F5B" w:rsidRPr="009629D9" w:rsidRDefault="00873F5B" w:rsidP="004E43F9">
            <w:pPr>
              <w:autoSpaceDE w:val="0"/>
              <w:autoSpaceDN w:val="0"/>
              <w:bidi w:val="0"/>
              <w:adjustRightInd w:val="0"/>
              <w:spacing w:after="0" w:line="240" w:lineRule="auto"/>
              <w:ind w:lef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Section</w:t>
            </w:r>
          </w:p>
        </w:tc>
        <w:tc>
          <w:tcPr>
            <w:tcW w:w="6330" w:type="dxa"/>
          </w:tcPr>
          <w:p w:rsidR="00873F5B" w:rsidRPr="009629D9" w:rsidRDefault="00873F5B" w:rsidP="004E43F9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rtl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8856, 10517, 7676, and ….</w:t>
            </w:r>
          </w:p>
        </w:tc>
      </w:tr>
      <w:tr w:rsidR="00873F5B" w:rsidRPr="009629D9" w:rsidTr="0060407E">
        <w:trPr>
          <w:trHeight w:val="450"/>
        </w:trPr>
        <w:tc>
          <w:tcPr>
            <w:tcW w:w="2550" w:type="dxa"/>
          </w:tcPr>
          <w:p w:rsidR="00873F5B" w:rsidRPr="009629D9" w:rsidRDefault="00873F5B" w:rsidP="004E43F9">
            <w:pPr>
              <w:autoSpaceDE w:val="0"/>
              <w:autoSpaceDN w:val="0"/>
              <w:bidi w:val="0"/>
              <w:adjustRightInd w:val="0"/>
              <w:spacing w:after="0" w:line="240" w:lineRule="auto"/>
              <w:ind w:lef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Group:</w:t>
            </w:r>
          </w:p>
          <w:p w:rsidR="00873F5B" w:rsidRPr="009629D9" w:rsidRDefault="00873F5B" w:rsidP="0060407E">
            <w:pPr>
              <w:autoSpaceDE w:val="0"/>
              <w:autoSpaceDN w:val="0"/>
              <w:bidi w:val="0"/>
              <w:adjustRightInd w:val="0"/>
              <w:spacing w:after="0" w:line="240" w:lineRule="auto"/>
              <w:ind w:lef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330" w:type="dxa"/>
          </w:tcPr>
          <w:p w:rsidR="00873F5B" w:rsidRPr="009629D9" w:rsidRDefault="00873F5B" w:rsidP="004E43F9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A,</w:t>
            </w:r>
            <w:r w:rsidRPr="009629D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B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, C, D and E</w:t>
            </w:r>
          </w:p>
        </w:tc>
      </w:tr>
      <w:tr w:rsidR="00873F5B" w:rsidRPr="009629D9" w:rsidTr="004E43F9">
        <w:trPr>
          <w:trHeight w:val="645"/>
        </w:trPr>
        <w:tc>
          <w:tcPr>
            <w:tcW w:w="2550" w:type="dxa"/>
          </w:tcPr>
          <w:p w:rsidR="00873F5B" w:rsidRPr="009629D9" w:rsidRDefault="00873F5B" w:rsidP="0060407E">
            <w:pPr>
              <w:autoSpaceDE w:val="0"/>
              <w:autoSpaceDN w:val="0"/>
              <w:bidi w:val="0"/>
              <w:adjustRightInd w:val="0"/>
              <w:spacing w:after="0" w:line="240" w:lineRule="auto"/>
              <w:ind w:lef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9D9">
              <w:rPr>
                <w:rFonts w:ascii="Times New Roman" w:hAnsi="Times New Roman" w:cs="Times New Roman"/>
                <w:sz w:val="24"/>
                <w:szCs w:val="24"/>
              </w:rPr>
              <w:t xml:space="preserve"> Prerequisite: </w:t>
            </w:r>
          </w:p>
        </w:tc>
        <w:tc>
          <w:tcPr>
            <w:tcW w:w="6330" w:type="dxa"/>
          </w:tcPr>
          <w:p w:rsidR="00873F5B" w:rsidRPr="009629D9" w:rsidRDefault="00873F5B" w:rsidP="004E43F9">
            <w:pPr>
              <w:autoSpaceDE w:val="0"/>
              <w:autoSpaceDN w:val="0"/>
              <w:bidi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Speaking-3</w:t>
            </w:r>
          </w:p>
        </w:tc>
      </w:tr>
      <w:tr w:rsidR="00873F5B" w:rsidRPr="009629D9" w:rsidTr="004E43F9">
        <w:trPr>
          <w:trHeight w:val="318"/>
        </w:trPr>
        <w:tc>
          <w:tcPr>
            <w:tcW w:w="2550" w:type="dxa"/>
          </w:tcPr>
          <w:p w:rsidR="00873F5B" w:rsidRPr="009629D9" w:rsidRDefault="00873F5B" w:rsidP="004E43F9">
            <w:pPr>
              <w:autoSpaceDE w:val="0"/>
              <w:autoSpaceDN w:val="0"/>
              <w:bidi w:val="0"/>
              <w:adjustRightInd w:val="0"/>
              <w:spacing w:after="0" w:line="240" w:lineRule="auto"/>
              <w:ind w:lef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-Textbook </w:t>
            </w:r>
          </w:p>
        </w:tc>
        <w:tc>
          <w:tcPr>
            <w:tcW w:w="6330" w:type="dxa"/>
          </w:tcPr>
          <w:p w:rsidR="00873F5B" w:rsidRPr="009629D9" w:rsidRDefault="00873F5B" w:rsidP="004E43F9">
            <w:pPr>
              <w:autoSpaceDE w:val="0"/>
              <w:autoSpaceDN w:val="0"/>
              <w:bidi w:val="0"/>
              <w:adjustRightInd w:val="0"/>
              <w:spacing w:after="0" w:line="240" w:lineRule="auto"/>
              <w:ind w:lef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Speaking-4 booklet</w:t>
            </w:r>
          </w:p>
        </w:tc>
      </w:tr>
      <w:tr w:rsidR="00873F5B" w:rsidRPr="009629D9" w:rsidTr="004E43F9">
        <w:trPr>
          <w:trHeight w:val="495"/>
        </w:trPr>
        <w:tc>
          <w:tcPr>
            <w:tcW w:w="2550" w:type="dxa"/>
          </w:tcPr>
          <w:p w:rsidR="00873F5B" w:rsidRPr="009629D9" w:rsidRDefault="00873F5B" w:rsidP="004E43F9">
            <w:pPr>
              <w:autoSpaceDE w:val="0"/>
              <w:autoSpaceDN w:val="0"/>
              <w:bidi w:val="0"/>
              <w:adjustRightInd w:val="0"/>
              <w:spacing w:after="0" w:line="240" w:lineRule="auto"/>
              <w:ind w:lef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9D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-Chapters to be covered</w:t>
            </w:r>
          </w:p>
        </w:tc>
        <w:tc>
          <w:tcPr>
            <w:tcW w:w="6330" w:type="dxa"/>
          </w:tcPr>
          <w:p w:rsidR="00873F5B" w:rsidRPr="009629D9" w:rsidRDefault="00873F5B" w:rsidP="004E43F9">
            <w:pPr>
              <w:autoSpaceDE w:val="0"/>
              <w:autoSpaceDN w:val="0"/>
              <w:bidi w:val="0"/>
              <w:adjustRightInd w:val="0"/>
              <w:spacing w:after="0" w:line="240" w:lineRule="auto"/>
              <w:ind w:lef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The whole booklet</w:t>
            </w:r>
          </w:p>
          <w:p w:rsidR="00873F5B" w:rsidRPr="009629D9" w:rsidRDefault="00873F5B" w:rsidP="004E43F9">
            <w:pPr>
              <w:autoSpaceDE w:val="0"/>
              <w:autoSpaceDN w:val="0"/>
              <w:bidi w:val="0"/>
              <w:adjustRightInd w:val="0"/>
              <w:spacing w:after="0" w:line="240" w:lineRule="auto"/>
              <w:ind w:left="7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73F5B" w:rsidRDefault="00873F5B" w:rsidP="00A37EBD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873F5B" w:rsidRDefault="00873F5B" w:rsidP="00A37EBD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73F5B" w:rsidRDefault="00873F5B" w:rsidP="00A37EBD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37EBD">
        <w:rPr>
          <w:rFonts w:ascii="Times New Roman" w:hAnsi="Times New Roman" w:cs="Times New Roman"/>
          <w:b/>
          <w:bCs/>
          <w:sz w:val="24"/>
          <w:szCs w:val="24"/>
          <w:u w:val="single"/>
        </w:rPr>
        <w:t>Content and objectives</w:t>
      </w:r>
    </w:p>
    <w:p w:rsidR="00873F5B" w:rsidRPr="00A37EBD" w:rsidRDefault="00873F5B" w:rsidP="00A37EBD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73F5B" w:rsidRPr="004C7130" w:rsidRDefault="00873F5B" w:rsidP="00A37EBD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Pr="004C7130">
        <w:rPr>
          <w:rFonts w:ascii="Times New Roman" w:hAnsi="Times New Roman" w:cs="Times New Roman"/>
          <w:sz w:val="24"/>
          <w:szCs w:val="24"/>
        </w:rPr>
        <w:t>ersuasive speech</w:t>
      </w:r>
    </w:p>
    <w:p w:rsidR="00873F5B" w:rsidRPr="004C7130" w:rsidRDefault="00873F5B" w:rsidP="004C7130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7130">
        <w:rPr>
          <w:rFonts w:ascii="Times New Roman" w:hAnsi="Times New Roman" w:cs="Times New Roman"/>
          <w:sz w:val="24"/>
          <w:szCs w:val="24"/>
        </w:rPr>
        <w:t xml:space="preserve">Abstracts  </w:t>
      </w:r>
    </w:p>
    <w:p w:rsidR="00873F5B" w:rsidRPr="004C7130" w:rsidRDefault="00873F5B" w:rsidP="004C7130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7130">
        <w:rPr>
          <w:rFonts w:ascii="Times New Roman" w:hAnsi="Times New Roman" w:cs="Times New Roman"/>
          <w:sz w:val="24"/>
          <w:szCs w:val="24"/>
        </w:rPr>
        <w:t>Quotations</w:t>
      </w:r>
    </w:p>
    <w:p w:rsidR="00873F5B" w:rsidRPr="004C7130" w:rsidRDefault="00873F5B" w:rsidP="004C7130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7130">
        <w:rPr>
          <w:rFonts w:ascii="Times New Roman" w:hAnsi="Times New Roman" w:cs="Times New Roman"/>
          <w:sz w:val="24"/>
          <w:szCs w:val="24"/>
        </w:rPr>
        <w:t>Debate</w:t>
      </w:r>
      <w:r>
        <w:rPr>
          <w:rFonts w:ascii="Times New Roman" w:hAnsi="Times New Roman" w:cs="Times New Roman"/>
          <w:sz w:val="24"/>
          <w:szCs w:val="24"/>
        </w:rPr>
        <w:t>s</w:t>
      </w:r>
    </w:p>
    <w:p w:rsidR="00873F5B" w:rsidRDefault="00873F5B" w:rsidP="00A37EBD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73F5B" w:rsidRDefault="00873F5B" w:rsidP="00A37EBD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37EBD">
        <w:rPr>
          <w:rFonts w:ascii="Times New Roman" w:hAnsi="Times New Roman" w:cs="Times New Roman"/>
          <w:b/>
          <w:bCs/>
          <w:sz w:val="24"/>
          <w:szCs w:val="24"/>
          <w:u w:val="single"/>
        </w:rPr>
        <w:t>Skills</w:t>
      </w:r>
    </w:p>
    <w:p w:rsidR="00873F5B" w:rsidRPr="00A37EBD" w:rsidRDefault="00873F5B" w:rsidP="00A37EBD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73F5B" w:rsidRDefault="00873F5B" w:rsidP="00A37EBD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course seeks to develop and foster the following skills:</w:t>
      </w:r>
    </w:p>
    <w:p w:rsidR="00873F5B" w:rsidRDefault="00873F5B" w:rsidP="00AE3F0D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Public Speaking skills</w:t>
      </w:r>
    </w:p>
    <w:p w:rsidR="00873F5B" w:rsidRDefault="00873F5B" w:rsidP="00CA40A2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Team work</w:t>
      </w:r>
    </w:p>
    <w:p w:rsidR="00873F5B" w:rsidRDefault="00873F5B" w:rsidP="00CA40A2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Gathering information and evidence. </w:t>
      </w:r>
    </w:p>
    <w:p w:rsidR="00873F5B" w:rsidRPr="00A37EBD" w:rsidRDefault="00873F5B" w:rsidP="00620F0D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Time management.</w:t>
      </w:r>
      <w:r>
        <w:rPr>
          <w:rFonts w:ascii="Times New Roman" w:hAnsi="Times New Roman" w:cs="Times New Roman"/>
          <w:sz w:val="24"/>
          <w:szCs w:val="24"/>
        </w:rPr>
        <w:br w:type="page"/>
      </w:r>
    </w:p>
    <w:tbl>
      <w:tblPr>
        <w:tblpPr w:leftFromText="180" w:rightFromText="180" w:vertAnchor="text" w:horzAnchor="margin" w:tblpY="108"/>
        <w:tblW w:w="8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3"/>
        <w:gridCol w:w="6255"/>
      </w:tblGrid>
      <w:tr w:rsidR="00873F5B" w:rsidRPr="009629D9" w:rsidTr="00A37EBD">
        <w:trPr>
          <w:trHeight w:val="185"/>
        </w:trPr>
        <w:tc>
          <w:tcPr>
            <w:tcW w:w="2383" w:type="dxa"/>
            <w:vAlign w:val="center"/>
          </w:tcPr>
          <w:p w:rsidR="00873F5B" w:rsidRPr="009629D9" w:rsidRDefault="00873F5B" w:rsidP="00A37EBD">
            <w:pPr>
              <w:rPr>
                <w:b/>
                <w:bCs/>
              </w:rPr>
            </w:pPr>
            <w:r w:rsidRPr="009629D9">
              <w:rPr>
                <w:b/>
                <w:bCs/>
              </w:rPr>
              <w:t>Teacher's name</w:t>
            </w:r>
          </w:p>
          <w:p w:rsidR="00873F5B" w:rsidRPr="009629D9" w:rsidRDefault="00873F5B" w:rsidP="00A37EBD">
            <w:pPr>
              <w:rPr>
                <w:b/>
                <w:bCs/>
              </w:rPr>
            </w:pPr>
          </w:p>
        </w:tc>
        <w:tc>
          <w:tcPr>
            <w:tcW w:w="6255" w:type="dxa"/>
            <w:vAlign w:val="center"/>
          </w:tcPr>
          <w:p w:rsidR="00873F5B" w:rsidRPr="009629D9" w:rsidRDefault="00873F5B" w:rsidP="00A37EBD">
            <w:pPr>
              <w:jc w:val="right"/>
            </w:pPr>
            <w:r>
              <w:t>Heba Hashim, Deema AlDughaishem, and Ghada AlOtaibi</w:t>
            </w:r>
          </w:p>
        </w:tc>
      </w:tr>
      <w:tr w:rsidR="00873F5B" w:rsidRPr="009629D9" w:rsidTr="00A37EBD">
        <w:trPr>
          <w:trHeight w:val="176"/>
        </w:trPr>
        <w:tc>
          <w:tcPr>
            <w:tcW w:w="2383" w:type="dxa"/>
            <w:vAlign w:val="center"/>
          </w:tcPr>
          <w:p w:rsidR="00873F5B" w:rsidRPr="009629D9" w:rsidRDefault="00873F5B" w:rsidP="00A37EBD">
            <w:pPr>
              <w:rPr>
                <w:b/>
                <w:bCs/>
              </w:rPr>
            </w:pPr>
            <w:r w:rsidRPr="009629D9">
              <w:rPr>
                <w:b/>
                <w:bCs/>
              </w:rPr>
              <w:t>Office location</w:t>
            </w:r>
          </w:p>
          <w:p w:rsidR="00873F5B" w:rsidRPr="009629D9" w:rsidRDefault="00873F5B" w:rsidP="00A37EBD">
            <w:pPr>
              <w:rPr>
                <w:b/>
                <w:bCs/>
              </w:rPr>
            </w:pPr>
          </w:p>
        </w:tc>
        <w:tc>
          <w:tcPr>
            <w:tcW w:w="6255" w:type="dxa"/>
            <w:vAlign w:val="center"/>
          </w:tcPr>
          <w:p w:rsidR="00873F5B" w:rsidRDefault="00873F5B" w:rsidP="00A37EBD">
            <w:pPr>
              <w:jc w:val="right"/>
            </w:pPr>
            <w:r w:rsidRPr="009629D9">
              <w:t>Building 19 / Office 102</w:t>
            </w:r>
          </w:p>
          <w:p w:rsidR="00873F5B" w:rsidRPr="009629D9" w:rsidRDefault="00873F5B" w:rsidP="00A37EBD">
            <w:pPr>
              <w:jc w:val="right"/>
            </w:pPr>
            <w:r>
              <w:t>Building 20/ Office 314</w:t>
            </w:r>
          </w:p>
        </w:tc>
      </w:tr>
      <w:tr w:rsidR="00873F5B" w:rsidRPr="009629D9" w:rsidTr="00A37EBD">
        <w:trPr>
          <w:trHeight w:val="1032"/>
        </w:trPr>
        <w:tc>
          <w:tcPr>
            <w:tcW w:w="2383" w:type="dxa"/>
            <w:vAlign w:val="center"/>
          </w:tcPr>
          <w:p w:rsidR="00873F5B" w:rsidRPr="009629D9" w:rsidRDefault="00873F5B" w:rsidP="00A37EBD">
            <w:pPr>
              <w:rPr>
                <w:b/>
                <w:bCs/>
              </w:rPr>
            </w:pPr>
            <w:r w:rsidRPr="009629D9">
              <w:rPr>
                <w:b/>
                <w:bCs/>
              </w:rPr>
              <w:sym w:font="Wingdings 2" w:char="F092"/>
            </w:r>
            <w:r w:rsidRPr="009629D9">
              <w:rPr>
                <w:b/>
                <w:bCs/>
              </w:rPr>
              <w:t xml:space="preserve"> Office hours</w:t>
            </w:r>
          </w:p>
        </w:tc>
        <w:tc>
          <w:tcPr>
            <w:tcW w:w="6255" w:type="dxa"/>
            <w:vAlign w:val="center"/>
          </w:tcPr>
          <w:p w:rsidR="00873F5B" w:rsidRDefault="00873F5B" w:rsidP="00D0519B">
            <w:pPr>
              <w:bidi w:val="0"/>
              <w:spacing w:after="0" w:line="240" w:lineRule="auto"/>
            </w:pPr>
            <w:r>
              <w:t xml:space="preserve">Deema: </w:t>
            </w:r>
          </w:p>
          <w:p w:rsidR="00873F5B" w:rsidRDefault="00873F5B" w:rsidP="00D0519B">
            <w:pPr>
              <w:bidi w:val="0"/>
              <w:spacing w:after="0" w:line="240" w:lineRule="auto"/>
            </w:pPr>
            <w:r>
              <w:t>Sat 10-12</w:t>
            </w:r>
          </w:p>
          <w:p w:rsidR="00873F5B" w:rsidRDefault="00873F5B" w:rsidP="00D0519B">
            <w:pPr>
              <w:bidi w:val="0"/>
              <w:spacing w:after="0" w:line="240" w:lineRule="auto"/>
            </w:pPr>
            <w:r>
              <w:t>Sun 10-12</w:t>
            </w:r>
          </w:p>
          <w:p w:rsidR="00873F5B" w:rsidRDefault="00873F5B" w:rsidP="00D0519B">
            <w:pPr>
              <w:bidi w:val="0"/>
              <w:spacing w:after="0" w:line="240" w:lineRule="auto"/>
            </w:pPr>
            <w:r>
              <w:t xml:space="preserve">Tues 11-12 </w:t>
            </w:r>
          </w:p>
          <w:p w:rsidR="00873F5B" w:rsidRPr="009629D9" w:rsidRDefault="00873F5B" w:rsidP="00D0519B">
            <w:pPr>
              <w:bidi w:val="0"/>
              <w:spacing w:after="0" w:line="240" w:lineRule="auto"/>
            </w:pPr>
            <w:r>
              <w:t>Wed 10-11</w:t>
            </w:r>
          </w:p>
        </w:tc>
      </w:tr>
      <w:tr w:rsidR="00873F5B" w:rsidRPr="009629D9" w:rsidTr="00A37EBD">
        <w:tblPrEx>
          <w:tblLook w:val="0000"/>
        </w:tblPrEx>
        <w:trPr>
          <w:trHeight w:val="588"/>
        </w:trPr>
        <w:tc>
          <w:tcPr>
            <w:tcW w:w="2383" w:type="dxa"/>
          </w:tcPr>
          <w:p w:rsidR="00873F5B" w:rsidRPr="009629D9" w:rsidRDefault="00873F5B" w:rsidP="00A37EBD">
            <w:pPr>
              <w:jc w:val="center"/>
              <w:rPr>
                <w:b/>
                <w:bCs/>
              </w:rPr>
            </w:pPr>
            <w:r w:rsidRPr="009629D9">
              <w:rPr>
                <w:b/>
                <w:bCs/>
              </w:rPr>
              <w:t>E-mail</w:t>
            </w:r>
          </w:p>
        </w:tc>
        <w:tc>
          <w:tcPr>
            <w:tcW w:w="6255" w:type="dxa"/>
          </w:tcPr>
          <w:p w:rsidR="00873F5B" w:rsidRDefault="00873F5B" w:rsidP="00A37EBD">
            <w:pPr>
              <w:jc w:val="right"/>
              <w:rPr>
                <w:color w:val="0070C0"/>
                <w:u w:val="single"/>
              </w:rPr>
            </w:pPr>
            <w:hyperlink r:id="rId8" w:history="1">
              <w:r w:rsidRPr="00A43983">
                <w:rPr>
                  <w:rStyle w:val="Hyperlink"/>
                  <w:rFonts w:cs="Arial"/>
                </w:rPr>
                <w:t>Hhashim@ksu.edu.org</w:t>
              </w:r>
            </w:hyperlink>
          </w:p>
          <w:p w:rsidR="00873F5B" w:rsidRPr="00DE21B0" w:rsidRDefault="00873F5B" w:rsidP="00DE21B0">
            <w:pPr>
              <w:jc w:val="right"/>
              <w:rPr>
                <w:color w:val="0070C0"/>
                <w:u w:val="single"/>
              </w:rPr>
            </w:pPr>
            <w:r>
              <w:rPr>
                <w:color w:val="0070C0"/>
                <w:u w:val="single"/>
              </w:rPr>
              <w:t>daldughaishem@ksu.edu.sa</w:t>
            </w:r>
          </w:p>
        </w:tc>
      </w:tr>
    </w:tbl>
    <w:p w:rsidR="00873F5B" w:rsidRDefault="00873F5B" w:rsidP="00F24CE0">
      <w:pPr>
        <w:pStyle w:val="CompanyName"/>
        <w:numPr>
          <w:ilvl w:val="0"/>
          <w:numId w:val="0"/>
        </w:numPr>
        <w:ind w:left="360"/>
        <w:rPr>
          <w:b/>
          <w:bCs/>
          <w:u w:val="single"/>
        </w:rPr>
      </w:pPr>
    </w:p>
    <w:p w:rsidR="00873F5B" w:rsidRDefault="00873F5B" w:rsidP="008F6086">
      <w:pPr>
        <w:pStyle w:val="CompanyName"/>
        <w:numPr>
          <w:ilvl w:val="0"/>
          <w:numId w:val="0"/>
        </w:numPr>
        <w:rPr>
          <w:b/>
          <w:bCs/>
          <w:u w:val="single"/>
        </w:rPr>
      </w:pPr>
    </w:p>
    <w:p w:rsidR="00873F5B" w:rsidRDefault="00873F5B" w:rsidP="008F6086">
      <w:pPr>
        <w:pStyle w:val="CompanyName"/>
        <w:numPr>
          <w:ilvl w:val="0"/>
          <w:numId w:val="0"/>
        </w:numPr>
        <w:rPr>
          <w:b/>
          <w:bCs/>
          <w:u w:val="single"/>
        </w:rPr>
      </w:pPr>
    </w:p>
    <w:p w:rsidR="00873F5B" w:rsidRDefault="00873F5B" w:rsidP="00F24CE0">
      <w:pPr>
        <w:pStyle w:val="CompanyName"/>
        <w:numPr>
          <w:ilvl w:val="0"/>
          <w:numId w:val="0"/>
        </w:numPr>
        <w:ind w:left="360"/>
        <w:rPr>
          <w:b/>
          <w:bCs/>
          <w:u w:val="single"/>
        </w:rPr>
      </w:pPr>
    </w:p>
    <w:p w:rsidR="00873F5B" w:rsidRPr="00BF6A7F" w:rsidRDefault="00873F5B" w:rsidP="00575161">
      <w:pPr>
        <w:pStyle w:val="CompanyName"/>
        <w:numPr>
          <w:ilvl w:val="0"/>
          <w:numId w:val="2"/>
        </w:numPr>
        <w:rPr>
          <w:b/>
          <w:bCs/>
          <w:u w:val="single"/>
        </w:rPr>
      </w:pPr>
      <w:r w:rsidRPr="00BF6A7F">
        <w:rPr>
          <w:b/>
          <w:bCs/>
          <w:u w:val="single"/>
        </w:rPr>
        <w:t>Marks Distribution:</w:t>
      </w:r>
    </w:p>
    <w:p w:rsidR="00873F5B" w:rsidRPr="00BF6A7F" w:rsidRDefault="00873F5B" w:rsidP="00AE3F0D">
      <w:pPr>
        <w:pStyle w:val="CompanyName"/>
        <w:numPr>
          <w:ilvl w:val="0"/>
          <w:numId w:val="0"/>
        </w:numPr>
        <w:tabs>
          <w:tab w:val="left" w:pos="720"/>
        </w:tabs>
        <w:ind w:left="620"/>
      </w:pPr>
      <w:r>
        <w:t>-In-Terms= 60</w:t>
      </w:r>
    </w:p>
    <w:p w:rsidR="00873F5B" w:rsidRPr="00BF6A7F" w:rsidRDefault="00873F5B" w:rsidP="00575161">
      <w:pPr>
        <w:pStyle w:val="CompanyName"/>
        <w:numPr>
          <w:ilvl w:val="0"/>
          <w:numId w:val="0"/>
        </w:numPr>
        <w:tabs>
          <w:tab w:val="left" w:pos="720"/>
        </w:tabs>
        <w:ind w:left="620"/>
      </w:pPr>
      <w:r w:rsidRPr="00BF6A7F">
        <w:t>-Final exam = 40</w:t>
      </w:r>
    </w:p>
    <w:p w:rsidR="00873F5B" w:rsidRPr="00BF6A7F" w:rsidRDefault="00873F5B" w:rsidP="00575161">
      <w:pPr>
        <w:pStyle w:val="CompanyName"/>
        <w:numPr>
          <w:ilvl w:val="0"/>
          <w:numId w:val="0"/>
        </w:numPr>
        <w:tabs>
          <w:tab w:val="left" w:pos="720"/>
        </w:tabs>
        <w:ind w:left="620"/>
      </w:pPr>
      <w:r w:rsidRPr="00BF6A7F">
        <w:t xml:space="preserve">-Total = 100 </w:t>
      </w:r>
    </w:p>
    <w:p w:rsidR="00873F5B" w:rsidRPr="00BF6A7F" w:rsidRDefault="00873F5B" w:rsidP="00575161">
      <w:pPr>
        <w:pStyle w:val="CompanyName"/>
        <w:numPr>
          <w:ilvl w:val="0"/>
          <w:numId w:val="0"/>
        </w:numPr>
        <w:tabs>
          <w:tab w:val="left" w:pos="720"/>
        </w:tabs>
        <w:ind w:left="620"/>
      </w:pPr>
      <w:r w:rsidRPr="00BF6A7F">
        <w:t>-Passing mark = 60</w:t>
      </w:r>
    </w:p>
    <w:p w:rsidR="00873F5B" w:rsidRPr="00BF6A7F" w:rsidRDefault="00873F5B" w:rsidP="00575161">
      <w:pPr>
        <w:pStyle w:val="CompanyName"/>
        <w:numPr>
          <w:ilvl w:val="0"/>
          <w:numId w:val="0"/>
        </w:numPr>
        <w:tabs>
          <w:tab w:val="left" w:pos="720"/>
        </w:tabs>
        <w:ind w:left="620"/>
      </w:pPr>
      <w:r w:rsidRPr="00BF6A7F">
        <w:sym w:font="Wingdings" w:char="F046"/>
      </w:r>
      <w:r w:rsidRPr="00BF6A7F">
        <w:t>Marks will be deducted for language mistakes (spelling, grammatical, and vocabulary mistakes).</w:t>
      </w:r>
    </w:p>
    <w:p w:rsidR="00873F5B" w:rsidRPr="00BF6A7F" w:rsidRDefault="00873F5B" w:rsidP="00575161">
      <w:pPr>
        <w:pStyle w:val="CompanyName"/>
        <w:numPr>
          <w:ilvl w:val="0"/>
          <w:numId w:val="0"/>
        </w:numPr>
        <w:tabs>
          <w:tab w:val="left" w:pos="720"/>
        </w:tabs>
        <w:ind w:left="620"/>
      </w:pPr>
    </w:p>
    <w:p w:rsidR="00873F5B" w:rsidRPr="00BF6A7F" w:rsidRDefault="00873F5B" w:rsidP="00575161">
      <w:pPr>
        <w:pStyle w:val="CompanyName"/>
        <w:numPr>
          <w:ilvl w:val="0"/>
          <w:numId w:val="0"/>
        </w:numPr>
        <w:ind w:left="1200" w:firstLine="240"/>
      </w:pPr>
      <w:r w:rsidRPr="00BF6A7F">
        <w:rPr>
          <w:b/>
          <w:bCs/>
        </w:rPr>
        <w:sym w:font="Wingdings" w:char="F025"/>
      </w:r>
      <w:r w:rsidRPr="00BF6A7F">
        <w:rPr>
          <w:u w:val="single"/>
        </w:rPr>
        <w:t>Note</w:t>
      </w:r>
      <w:r w:rsidRPr="00BF6A7F">
        <w:t>:-</w:t>
      </w:r>
      <w:r w:rsidRPr="00BF6A7F">
        <w:rPr>
          <w:b/>
          <w:bCs/>
          <w:highlight w:val="yellow"/>
        </w:rPr>
        <w:t>NO Make-ups</w:t>
      </w:r>
      <w:r w:rsidRPr="00BF6A7F">
        <w:t xml:space="preserve"> are given for exams unless the </w:t>
      </w:r>
    </w:p>
    <w:p w:rsidR="00873F5B" w:rsidRDefault="00873F5B" w:rsidP="00A37EBD">
      <w:pPr>
        <w:pStyle w:val="CompanyName"/>
        <w:numPr>
          <w:ilvl w:val="0"/>
          <w:numId w:val="0"/>
        </w:numPr>
        <w:ind w:left="2160"/>
        <w:rPr>
          <w:lang w:bidi="ar-SA"/>
        </w:rPr>
      </w:pPr>
      <w:r w:rsidRPr="00BF6A7F">
        <w:t>student has a serious problem. In this case, the student should contact the teacher before the scheduled date of the exam and presents the necessary verifications.</w:t>
      </w:r>
    </w:p>
    <w:p w:rsidR="00873F5B" w:rsidRDefault="00873F5B" w:rsidP="00A37EBD">
      <w:pPr>
        <w:bidi w:val="0"/>
        <w:jc w:val="right"/>
        <w:rPr>
          <w:rFonts w:ascii="Monotype Corsiva" w:hAnsi="Monotype Corsiva"/>
          <w:b/>
          <w:bCs/>
          <w:sz w:val="28"/>
          <w:szCs w:val="28"/>
        </w:rPr>
      </w:pPr>
      <w:r>
        <w:tab/>
      </w:r>
    </w:p>
    <w:sectPr w:rsidR="00873F5B" w:rsidSect="003109C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F5B" w:rsidRDefault="00873F5B" w:rsidP="00F05540">
      <w:pPr>
        <w:spacing w:after="0" w:line="240" w:lineRule="auto"/>
      </w:pPr>
      <w:r>
        <w:separator/>
      </w:r>
    </w:p>
  </w:endnote>
  <w:endnote w:type="continuationSeparator" w:id="0">
    <w:p w:rsidR="00873F5B" w:rsidRDefault="00873F5B" w:rsidP="00F05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F5B" w:rsidRDefault="00873F5B" w:rsidP="00F05540">
      <w:pPr>
        <w:spacing w:after="0" w:line="240" w:lineRule="auto"/>
      </w:pPr>
      <w:r>
        <w:separator/>
      </w:r>
    </w:p>
  </w:footnote>
  <w:footnote w:type="continuationSeparator" w:id="0">
    <w:p w:rsidR="00873F5B" w:rsidRDefault="00873F5B" w:rsidP="00F055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1C6D08"/>
    <w:multiLevelType w:val="hybridMultilevel"/>
    <w:tmpl w:val="9134E6B8"/>
    <w:lvl w:ilvl="0" w:tplc="D3C4A61E">
      <w:start w:val="1"/>
      <w:numFmt w:val="bullet"/>
      <w:pStyle w:val="CompanyName"/>
      <w:lvlText w:val=""/>
      <w:lvlJc w:val="left"/>
      <w:pPr>
        <w:tabs>
          <w:tab w:val="num" w:pos="980"/>
        </w:tabs>
        <w:ind w:left="9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406A6A7E"/>
    <w:multiLevelType w:val="hybridMultilevel"/>
    <w:tmpl w:val="45A8C9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8285FC1"/>
    <w:multiLevelType w:val="hybridMultilevel"/>
    <w:tmpl w:val="61F2FC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1C1C"/>
    <w:rsid w:val="00014379"/>
    <w:rsid w:val="00017150"/>
    <w:rsid w:val="00053771"/>
    <w:rsid w:val="000B5005"/>
    <w:rsid w:val="000E3CBB"/>
    <w:rsid w:val="00107DA1"/>
    <w:rsid w:val="00162F3F"/>
    <w:rsid w:val="001E0CCE"/>
    <w:rsid w:val="00217D35"/>
    <w:rsid w:val="00247064"/>
    <w:rsid w:val="0025482F"/>
    <w:rsid w:val="003109C5"/>
    <w:rsid w:val="00341C1C"/>
    <w:rsid w:val="003A01B6"/>
    <w:rsid w:val="004029BB"/>
    <w:rsid w:val="0044234E"/>
    <w:rsid w:val="0046450A"/>
    <w:rsid w:val="004C7130"/>
    <w:rsid w:val="004E43F9"/>
    <w:rsid w:val="005327C7"/>
    <w:rsid w:val="0054277E"/>
    <w:rsid w:val="005728DB"/>
    <w:rsid w:val="00575161"/>
    <w:rsid w:val="006013AA"/>
    <w:rsid w:val="0060407E"/>
    <w:rsid w:val="00620F0D"/>
    <w:rsid w:val="007D7ED3"/>
    <w:rsid w:val="00810BE6"/>
    <w:rsid w:val="00873F5B"/>
    <w:rsid w:val="00896B54"/>
    <w:rsid w:val="008A2A99"/>
    <w:rsid w:val="008F6086"/>
    <w:rsid w:val="00943D19"/>
    <w:rsid w:val="009629D9"/>
    <w:rsid w:val="0096376F"/>
    <w:rsid w:val="009A23C7"/>
    <w:rsid w:val="009A2FB4"/>
    <w:rsid w:val="00A17638"/>
    <w:rsid w:val="00A37EBD"/>
    <w:rsid w:val="00A43983"/>
    <w:rsid w:val="00AB450F"/>
    <w:rsid w:val="00AE3F0D"/>
    <w:rsid w:val="00AE557C"/>
    <w:rsid w:val="00AF2529"/>
    <w:rsid w:val="00B1652C"/>
    <w:rsid w:val="00B50007"/>
    <w:rsid w:val="00B65DE1"/>
    <w:rsid w:val="00BA17D6"/>
    <w:rsid w:val="00BC0BA1"/>
    <w:rsid w:val="00BF6A7F"/>
    <w:rsid w:val="00C218E9"/>
    <w:rsid w:val="00C46292"/>
    <w:rsid w:val="00CA40A2"/>
    <w:rsid w:val="00D014BA"/>
    <w:rsid w:val="00D0519B"/>
    <w:rsid w:val="00D11AFD"/>
    <w:rsid w:val="00DE21B0"/>
    <w:rsid w:val="00DF51E7"/>
    <w:rsid w:val="00E55B43"/>
    <w:rsid w:val="00EB0079"/>
    <w:rsid w:val="00EB09D3"/>
    <w:rsid w:val="00F05540"/>
    <w:rsid w:val="00F15ED2"/>
    <w:rsid w:val="00F24CE0"/>
    <w:rsid w:val="00F50D83"/>
    <w:rsid w:val="00FE7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Arial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9C5"/>
    <w:pPr>
      <w:bidi/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341C1C"/>
    <w:pPr>
      <w:bidi/>
      <w:jc w:val="right"/>
    </w:pPr>
  </w:style>
  <w:style w:type="paragraph" w:customStyle="1" w:styleId="CompanyName">
    <w:name w:val="Company Name"/>
    <w:basedOn w:val="Normal"/>
    <w:uiPriority w:val="99"/>
    <w:rsid w:val="00575161"/>
    <w:pPr>
      <w:numPr>
        <w:numId w:val="1"/>
      </w:numPr>
      <w:bidi w:val="0"/>
      <w:spacing w:after="0" w:line="240" w:lineRule="auto"/>
    </w:pPr>
    <w:rPr>
      <w:rFonts w:ascii="Times New Roman" w:hAnsi="Times New Roman" w:cs="Times New Roman"/>
      <w:sz w:val="24"/>
      <w:szCs w:val="24"/>
      <w:lang w:bidi="ar-LB"/>
    </w:rPr>
  </w:style>
  <w:style w:type="paragraph" w:styleId="Header">
    <w:name w:val="header"/>
    <w:basedOn w:val="Normal"/>
    <w:link w:val="HeaderChar"/>
    <w:uiPriority w:val="99"/>
    <w:semiHidden/>
    <w:rsid w:val="00F0554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0554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F0554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05540"/>
    <w:rPr>
      <w:rFonts w:cs="Times New Roman"/>
    </w:rPr>
  </w:style>
  <w:style w:type="paragraph" w:customStyle="1" w:styleId="H2">
    <w:name w:val="H2"/>
    <w:basedOn w:val="Normal"/>
    <w:next w:val="Normal"/>
    <w:uiPriority w:val="99"/>
    <w:rsid w:val="00F05540"/>
    <w:pPr>
      <w:widowControl w:val="0"/>
      <w:bidi w:val="0"/>
      <w:snapToGrid w:val="0"/>
      <w:spacing w:before="100" w:after="100" w:line="240" w:lineRule="auto"/>
      <w:outlineLvl w:val="2"/>
    </w:pPr>
    <w:rPr>
      <w:rFonts w:ascii="Times New Roman" w:hAnsi="Times New Roman" w:cs="Times New Roman"/>
      <w:b/>
      <w:sz w:val="36"/>
      <w:szCs w:val="20"/>
    </w:rPr>
  </w:style>
  <w:style w:type="paragraph" w:styleId="ListParagraph">
    <w:name w:val="List Paragraph"/>
    <w:basedOn w:val="Normal"/>
    <w:uiPriority w:val="99"/>
    <w:qFormat/>
    <w:rsid w:val="00A37EBD"/>
    <w:pPr>
      <w:ind w:left="720"/>
      <w:contextualSpacing/>
    </w:pPr>
  </w:style>
  <w:style w:type="character" w:styleId="Strong">
    <w:name w:val="Strong"/>
    <w:basedOn w:val="DefaultParagraphFont"/>
    <w:uiPriority w:val="99"/>
    <w:qFormat/>
    <w:rsid w:val="00C46292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0E3CBB"/>
    <w:pPr>
      <w:spacing w:after="0" w:line="240" w:lineRule="auto"/>
      <w:jc w:val="right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E3CB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DE21B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271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1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1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1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hashim@ksu.edu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126</TotalTime>
  <Pages>2</Pages>
  <Words>213</Words>
  <Characters>1215</Characters>
  <Application>Microsoft Office Outlook</Application>
  <DocSecurity>0</DocSecurity>
  <Lines>0</Lines>
  <Paragraphs>0</Paragraphs>
  <ScaleCrop>false</ScaleCrop>
  <Company>yum al bahar 14-01-10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dema</cp:lastModifiedBy>
  <cp:revision>13</cp:revision>
  <cp:lastPrinted>2011-09-06T16:27:00Z</cp:lastPrinted>
  <dcterms:created xsi:type="dcterms:W3CDTF">2011-09-06T09:18:00Z</dcterms:created>
  <dcterms:modified xsi:type="dcterms:W3CDTF">2012-09-01T06:48:00Z</dcterms:modified>
</cp:coreProperties>
</file>