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3D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KING SAUD UNIVERSITY </w:t>
      </w:r>
    </w:p>
    <w:p w:rsidR="00642A3D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COLLEGE OF NURSING</w:t>
      </w:r>
    </w:p>
    <w:p w:rsidR="00642A3D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MEDICAL SURGICAL DEPARTMENT</w:t>
      </w:r>
    </w:p>
    <w:p w:rsidR="00642A3D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</w:p>
    <w:p w:rsidR="00642A3D" w:rsidRPr="00F36E95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 w:rsidRPr="00F36E95">
        <w:rPr>
          <w:rFonts w:ascii="Verdana" w:hAnsi="Verdana"/>
          <w:b/>
          <w:sz w:val="24"/>
          <w:szCs w:val="24"/>
        </w:rPr>
        <w:t>TIME TABLE</w:t>
      </w:r>
    </w:p>
    <w:p w:rsidR="00642A3D" w:rsidRPr="00F36E95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 w:rsidRPr="00F36E95">
        <w:rPr>
          <w:rFonts w:ascii="Verdana" w:hAnsi="Verdana"/>
          <w:b/>
          <w:sz w:val="24"/>
          <w:szCs w:val="24"/>
        </w:rPr>
        <w:t>NURS 225</w:t>
      </w:r>
    </w:p>
    <w:p w:rsidR="00642A3D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  <w:r w:rsidRPr="00F36E95">
        <w:rPr>
          <w:rFonts w:ascii="Verdana" w:hAnsi="Verdana"/>
          <w:b/>
          <w:sz w:val="24"/>
          <w:szCs w:val="24"/>
        </w:rPr>
        <w:t>PRACTICAL HEALTH ASSESSMENT</w:t>
      </w:r>
    </w:p>
    <w:p w:rsidR="00642A3D" w:rsidRPr="00F36E95" w:rsidRDefault="00642A3D" w:rsidP="00642A3D">
      <w:pPr>
        <w:pStyle w:val="a3"/>
        <w:jc w:val="center"/>
        <w:rPr>
          <w:rFonts w:ascii="Verdana" w:hAnsi="Verdana"/>
          <w:b/>
          <w:sz w:val="24"/>
          <w:szCs w:val="24"/>
        </w:rPr>
      </w:pPr>
    </w:p>
    <w:tbl>
      <w:tblPr>
        <w:tblpPr w:leftFromText="180" w:rightFromText="180" w:vertAnchor="text" w:horzAnchor="margin" w:tblpY="11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350"/>
        <w:gridCol w:w="1440"/>
        <w:gridCol w:w="3510"/>
        <w:gridCol w:w="3600"/>
      </w:tblGrid>
      <w:tr w:rsidR="00642A3D" w:rsidRPr="00F36E95" w:rsidTr="00D41648">
        <w:trPr>
          <w:trHeight w:val="375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 xml:space="preserve">WEEK 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DATE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TOPICS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FACULTY RESPONSIBLE FOR LECTURE</w:t>
            </w:r>
          </w:p>
        </w:tc>
      </w:tr>
      <w:tr w:rsidR="00642A3D" w:rsidRPr="00F36E95" w:rsidTr="00D41648">
        <w:trPr>
          <w:trHeight w:val="400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9/3/2014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REGISTRATION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1178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9/11/2014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INTRODUCTION</w:t>
            </w:r>
          </w:p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GENERAL SURVEY AND HEALTH HISTORY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Issa</w:t>
            </w:r>
            <w:proofErr w:type="spellEnd"/>
          </w:p>
        </w:tc>
      </w:tr>
      <w:tr w:rsidR="00642A3D" w:rsidRPr="00F36E95" w:rsidTr="00D41648">
        <w:trPr>
          <w:trHeight w:val="375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9/17/2014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PHYSICAL EXAMINATION TECHNIQUES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Dr. Nancy</w:t>
            </w:r>
          </w:p>
        </w:tc>
      </w:tr>
      <w:tr w:rsidR="00642A3D" w:rsidRPr="00F36E95" w:rsidTr="00D41648">
        <w:trPr>
          <w:trHeight w:val="400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9/24/2014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WENDESDAY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SKIN, HAIR AND NAIL ASSESSMENT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Ghada</w:t>
            </w:r>
            <w:proofErr w:type="spellEnd"/>
          </w:p>
        </w:tc>
      </w:tr>
      <w:tr w:rsidR="00642A3D" w:rsidRPr="00F36E95" w:rsidTr="00D41648">
        <w:trPr>
          <w:trHeight w:val="375"/>
        </w:trPr>
        <w:tc>
          <w:tcPr>
            <w:tcW w:w="918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10/1/2014</w:t>
            </w:r>
          </w:p>
        </w:tc>
        <w:tc>
          <w:tcPr>
            <w:tcW w:w="144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BREAK</w:t>
            </w:r>
          </w:p>
        </w:tc>
        <w:tc>
          <w:tcPr>
            <w:tcW w:w="360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375"/>
        </w:trPr>
        <w:tc>
          <w:tcPr>
            <w:tcW w:w="918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35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10/8/2014</w:t>
            </w:r>
          </w:p>
        </w:tc>
        <w:tc>
          <w:tcPr>
            <w:tcW w:w="144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i/>
                <w:sz w:val="16"/>
                <w:szCs w:val="16"/>
              </w:rPr>
              <w:t>BREAK</w:t>
            </w:r>
          </w:p>
        </w:tc>
        <w:tc>
          <w:tcPr>
            <w:tcW w:w="3600" w:type="dxa"/>
            <w:shd w:val="clear" w:color="auto" w:fill="FFD966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802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10/15/2014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HEAD AND NECK  (Eyes, ears, nose , mouth, throat &amp; sinuses)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Samah</w:t>
            </w:r>
            <w:proofErr w:type="spellEnd"/>
          </w:p>
        </w:tc>
      </w:tr>
      <w:tr w:rsidR="00642A3D" w:rsidRPr="00F36E95" w:rsidTr="00D41648">
        <w:trPr>
          <w:trHeight w:val="375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10/22/2014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 xml:space="preserve">Thoracic and lung assessment 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Issa</w:t>
            </w:r>
            <w:proofErr w:type="spellEnd"/>
          </w:p>
        </w:tc>
      </w:tr>
      <w:tr w:rsidR="00642A3D" w:rsidRPr="00F36E95" w:rsidTr="00D41648">
        <w:trPr>
          <w:trHeight w:val="777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10/29/2014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D32F45">
              <w:rPr>
                <w:rFonts w:ascii="Verdana" w:hAnsi="Verdana"/>
                <w:color w:val="FF0000"/>
                <w:sz w:val="16"/>
                <w:szCs w:val="16"/>
              </w:rPr>
              <w:t>QUIZ 1</w:t>
            </w:r>
          </w:p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 xml:space="preserve"> ( REVISION)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400"/>
        </w:trPr>
        <w:tc>
          <w:tcPr>
            <w:tcW w:w="918" w:type="dxa"/>
            <w:shd w:val="clear" w:color="auto" w:fill="8EAADB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10</w:t>
            </w:r>
          </w:p>
        </w:tc>
        <w:tc>
          <w:tcPr>
            <w:tcW w:w="1350" w:type="dxa"/>
            <w:shd w:val="clear" w:color="auto" w:fill="8EAADB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11/5/2014</w:t>
            </w:r>
          </w:p>
        </w:tc>
        <w:tc>
          <w:tcPr>
            <w:tcW w:w="1440" w:type="dxa"/>
            <w:shd w:val="clear" w:color="auto" w:fill="8EAADB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8EAADB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MIDTERM EXAMINATION</w:t>
            </w:r>
          </w:p>
        </w:tc>
        <w:tc>
          <w:tcPr>
            <w:tcW w:w="3600" w:type="dxa"/>
            <w:shd w:val="clear" w:color="auto" w:fill="8EAADB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777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11/12/2014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CARDIOVASCULAR &amp; PERIPHERAL VASCULAR ASSESSMENT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Samah</w:t>
            </w:r>
            <w:proofErr w:type="spellEnd"/>
          </w:p>
        </w:tc>
      </w:tr>
      <w:tr w:rsidR="00642A3D" w:rsidRPr="00F36E95" w:rsidTr="00D41648">
        <w:trPr>
          <w:trHeight w:val="777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11/19/2014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BREAST  &amp; LYMPHATIC SYSTEM ASSESSMENT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Ghada</w:t>
            </w:r>
            <w:proofErr w:type="spellEnd"/>
          </w:p>
        </w:tc>
      </w:tr>
      <w:tr w:rsidR="00642A3D" w:rsidRPr="00F36E95" w:rsidTr="00D41648">
        <w:trPr>
          <w:trHeight w:val="777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11/26/2014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ABDOMINAL &amp; FEMALE URINARY SYSTEM ASSESSMENT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Dr. Nancy</w:t>
            </w:r>
          </w:p>
        </w:tc>
      </w:tr>
      <w:tr w:rsidR="00642A3D" w:rsidRPr="00F36E95" w:rsidTr="00D41648">
        <w:trPr>
          <w:trHeight w:val="400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12/3/2014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MUSCULOSKELETAL</w:t>
            </w:r>
          </w:p>
        </w:tc>
        <w:tc>
          <w:tcPr>
            <w:tcW w:w="3600" w:type="dxa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Issa</w:t>
            </w:r>
            <w:proofErr w:type="spellEnd"/>
          </w:p>
        </w:tc>
      </w:tr>
      <w:tr w:rsidR="00642A3D" w:rsidRPr="00F36E95" w:rsidTr="00D41648">
        <w:trPr>
          <w:trHeight w:val="452"/>
        </w:trPr>
        <w:tc>
          <w:tcPr>
            <w:tcW w:w="918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35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12/10/2014</w:t>
            </w:r>
          </w:p>
        </w:tc>
        <w:tc>
          <w:tcPr>
            <w:tcW w:w="144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auto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sz w:val="16"/>
                <w:szCs w:val="16"/>
              </w:rPr>
              <w:t>NEUROLOGICAL ASSESSMENT</w:t>
            </w:r>
          </w:p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2F45">
              <w:rPr>
                <w:rFonts w:ascii="Verdana" w:hAnsi="Verdana"/>
                <w:color w:val="FF0000"/>
                <w:sz w:val="16"/>
                <w:szCs w:val="16"/>
              </w:rPr>
              <w:t>(QUIZ – 2)</w:t>
            </w:r>
          </w:p>
        </w:tc>
        <w:tc>
          <w:tcPr>
            <w:tcW w:w="3600" w:type="dxa"/>
          </w:tcPr>
          <w:p w:rsidR="00642A3D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Ghada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&amp; Ms.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Samah</w:t>
            </w:r>
            <w:proofErr w:type="spellEnd"/>
          </w:p>
          <w:p w:rsidR="00642A3D" w:rsidRDefault="00642A3D" w:rsidP="00D416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642A3D" w:rsidRPr="00D32F45" w:rsidRDefault="00642A3D" w:rsidP="00D416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42A3D" w:rsidRPr="00F36E95" w:rsidTr="00D41648">
        <w:trPr>
          <w:trHeight w:val="375"/>
        </w:trPr>
        <w:tc>
          <w:tcPr>
            <w:tcW w:w="918" w:type="dxa"/>
            <w:vMerge w:val="restart"/>
            <w:shd w:val="clear" w:color="auto" w:fill="92D050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16</w:t>
            </w:r>
          </w:p>
        </w:tc>
        <w:tc>
          <w:tcPr>
            <w:tcW w:w="1350" w:type="dxa"/>
            <w:shd w:val="clear" w:color="auto" w:fill="92D050"/>
          </w:tcPr>
          <w:p w:rsidR="00642A3D" w:rsidRPr="00D32F45" w:rsidRDefault="00642A3D" w:rsidP="00D41648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12/17/2014</w:t>
            </w:r>
          </w:p>
        </w:tc>
        <w:tc>
          <w:tcPr>
            <w:tcW w:w="1440" w:type="dxa"/>
            <w:shd w:val="clear" w:color="auto" w:fill="92D050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WEDNESDAY</w:t>
            </w:r>
          </w:p>
        </w:tc>
        <w:tc>
          <w:tcPr>
            <w:tcW w:w="3510" w:type="dxa"/>
            <w:shd w:val="clear" w:color="auto" w:fill="92D050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2F45">
              <w:rPr>
                <w:rFonts w:ascii="Verdana" w:hAnsi="Verdana"/>
                <w:b/>
                <w:sz w:val="16"/>
                <w:szCs w:val="16"/>
              </w:rPr>
              <w:t>FINAL EXAMINATION ( WRITTEN</w:t>
            </w:r>
            <w:r w:rsidR="00554192">
              <w:rPr>
                <w:rFonts w:ascii="Verdana" w:hAnsi="Verdana"/>
                <w:b/>
                <w:sz w:val="16"/>
                <w:szCs w:val="16"/>
              </w:rPr>
              <w:t xml:space="preserve"> &amp; practical</w:t>
            </w:r>
            <w:r w:rsidRPr="00D32F45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3600" w:type="dxa"/>
            <w:shd w:val="clear" w:color="auto" w:fill="92D050"/>
          </w:tcPr>
          <w:p w:rsidR="00642A3D" w:rsidRPr="00D32F45" w:rsidRDefault="00642A3D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54192" w:rsidRPr="00F36E95" w:rsidTr="00C66BEE">
        <w:trPr>
          <w:trHeight w:val="375"/>
        </w:trPr>
        <w:tc>
          <w:tcPr>
            <w:tcW w:w="918" w:type="dxa"/>
            <w:vMerge/>
            <w:shd w:val="clear" w:color="auto" w:fill="92D050"/>
          </w:tcPr>
          <w:p w:rsidR="00554192" w:rsidRPr="00D32F45" w:rsidRDefault="00554192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00" w:type="dxa"/>
            <w:gridSpan w:val="4"/>
            <w:shd w:val="clear" w:color="auto" w:fill="92D050"/>
          </w:tcPr>
          <w:p w:rsidR="00554192" w:rsidRPr="00D32F45" w:rsidRDefault="00554192" w:rsidP="00D4164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42A3D" w:rsidRPr="00FE3EF5" w:rsidRDefault="00642A3D" w:rsidP="00642A3D">
      <w:pPr>
        <w:pStyle w:val="a3"/>
        <w:jc w:val="center"/>
        <w:rPr>
          <w:sz w:val="24"/>
          <w:szCs w:val="24"/>
        </w:rPr>
      </w:pPr>
    </w:p>
    <w:p w:rsidR="00642A3D" w:rsidRDefault="00642A3D" w:rsidP="00642A3D"/>
    <w:p w:rsidR="00A37BF8" w:rsidRDefault="00A37BF8"/>
    <w:sectPr w:rsidR="00A37BF8" w:rsidSect="00D416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characterSpacingControl w:val="doNotCompress"/>
  <w:compat/>
  <w:rsids>
    <w:rsidRoot w:val="00554192"/>
    <w:rsid w:val="00554192"/>
    <w:rsid w:val="00642A3D"/>
    <w:rsid w:val="00A37BF8"/>
    <w:rsid w:val="00D41648"/>
    <w:rsid w:val="00E6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3D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A3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y\Documents\&#1578;&#1582;&#1589;&#1589;&#1610;\NURS%20225%20CONCEPT%20DISTRIBUTION%20&amp;%20TIME%20TABLE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NURS 225 CONCEPT DISTRIBUTION &amp; TIME TABLE.dot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2</cp:revision>
  <dcterms:created xsi:type="dcterms:W3CDTF">2014-09-16T13:30:00Z</dcterms:created>
  <dcterms:modified xsi:type="dcterms:W3CDTF">2014-09-16T13:33:00Z</dcterms:modified>
</cp:coreProperties>
</file>