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F05FE" w14:textId="77777777" w:rsidR="00390D3E" w:rsidRDefault="00FB7B5B" w:rsidP="00CA4DDF">
      <w:pPr>
        <w:rPr>
          <w:rFonts w:ascii="Arial" w:hAnsi="Arial" w:cs="Arial" w:hint="cs"/>
          <w:b/>
          <w:sz w:val="56"/>
          <w:szCs w:val="56"/>
          <w:rtl/>
        </w:rPr>
      </w:pPr>
      <w:r>
        <w:rPr>
          <w:rFonts w:ascii="Arial" w:hAnsi="Arial" w:cs="Arial" w:hint="cs"/>
          <w:b/>
          <w:sz w:val="56"/>
          <w:szCs w:val="56"/>
          <w:rtl/>
        </w:rPr>
        <w:t>تمرين ٥ـ٧</w:t>
      </w:r>
    </w:p>
    <w:p w14:paraId="3A459BDE" w14:textId="77777777" w:rsidR="00D7139D" w:rsidRDefault="00D7139D" w:rsidP="00CA4DDF">
      <w:pPr>
        <w:rPr>
          <w:rFonts w:ascii="Arial" w:hAnsi="Arial" w:cs="Arial" w:hint="cs"/>
          <w:b/>
          <w:sz w:val="56"/>
          <w:szCs w:val="56"/>
          <w:rtl/>
        </w:rPr>
      </w:pPr>
      <w:r>
        <w:rPr>
          <w:rFonts w:ascii="Arial" w:hAnsi="Arial" w:cs="Arial" w:hint="cs"/>
          <w:b/>
          <w:sz w:val="56"/>
          <w:szCs w:val="56"/>
          <w:rtl/>
        </w:rPr>
        <w:t>١ـ قيود اليومية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6"/>
        <w:gridCol w:w="2676"/>
        <w:gridCol w:w="2677"/>
        <w:gridCol w:w="2677"/>
      </w:tblGrid>
      <w:tr w:rsidR="00FB7B5B" w14:paraId="21767EDE" w14:textId="77777777" w:rsidTr="00FB7B5B">
        <w:tc>
          <w:tcPr>
            <w:tcW w:w="2676" w:type="dxa"/>
          </w:tcPr>
          <w:p w14:paraId="1B796F23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32"/>
                <w:szCs w:val="32"/>
              </w:rPr>
            </w:pPr>
            <w:r w:rsidRPr="00FB7B5B">
              <w:rPr>
                <w:rFonts w:ascii="Arial" w:hAnsi="Arial" w:cs="Arial" w:hint="cs"/>
                <w:b/>
                <w:sz w:val="32"/>
                <w:szCs w:val="32"/>
                <w:rtl/>
              </w:rPr>
              <w:t>الدائن</w:t>
            </w:r>
          </w:p>
        </w:tc>
        <w:tc>
          <w:tcPr>
            <w:tcW w:w="2676" w:type="dxa"/>
          </w:tcPr>
          <w:p w14:paraId="1CA9633D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32"/>
                <w:szCs w:val="32"/>
              </w:rPr>
            </w:pPr>
            <w:r w:rsidRPr="00FB7B5B">
              <w:rPr>
                <w:rFonts w:ascii="Arial" w:hAnsi="Arial" w:cs="Arial" w:hint="cs"/>
                <w:b/>
                <w:sz w:val="32"/>
                <w:szCs w:val="32"/>
                <w:rtl/>
              </w:rPr>
              <w:t xml:space="preserve">المدين </w:t>
            </w:r>
          </w:p>
        </w:tc>
        <w:tc>
          <w:tcPr>
            <w:tcW w:w="2677" w:type="dxa"/>
          </w:tcPr>
          <w:p w14:paraId="2950E69D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32"/>
                <w:szCs w:val="32"/>
              </w:rPr>
            </w:pPr>
            <w:r w:rsidRPr="00FB7B5B">
              <w:rPr>
                <w:rFonts w:ascii="Arial" w:hAnsi="Arial" w:cs="Arial" w:hint="cs"/>
                <w:b/>
                <w:sz w:val="32"/>
                <w:szCs w:val="32"/>
                <w:rtl/>
              </w:rPr>
              <w:t>البيان</w:t>
            </w:r>
          </w:p>
        </w:tc>
        <w:tc>
          <w:tcPr>
            <w:tcW w:w="2677" w:type="dxa"/>
          </w:tcPr>
          <w:p w14:paraId="1FABEB81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32"/>
                <w:szCs w:val="32"/>
              </w:rPr>
            </w:pPr>
            <w:r w:rsidRPr="00FB7B5B">
              <w:rPr>
                <w:rFonts w:ascii="Arial" w:hAnsi="Arial" w:cs="Arial" w:hint="cs"/>
                <w:b/>
                <w:sz w:val="32"/>
                <w:szCs w:val="32"/>
                <w:rtl/>
              </w:rPr>
              <w:t>ملاحظات</w:t>
            </w:r>
          </w:p>
        </w:tc>
      </w:tr>
      <w:tr w:rsidR="00FB7B5B" w14:paraId="38E6E687" w14:textId="77777777" w:rsidTr="00FB7B5B">
        <w:tc>
          <w:tcPr>
            <w:tcW w:w="2676" w:type="dxa"/>
          </w:tcPr>
          <w:p w14:paraId="59EDDDAB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155DCCDB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١٠٠٠٠</w:t>
            </w:r>
          </w:p>
        </w:tc>
        <w:tc>
          <w:tcPr>
            <w:tcW w:w="2676" w:type="dxa"/>
          </w:tcPr>
          <w:p w14:paraId="4A8897F8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١٠٠٠٠</w:t>
            </w:r>
          </w:p>
        </w:tc>
        <w:tc>
          <w:tcPr>
            <w:tcW w:w="2677" w:type="dxa"/>
          </w:tcPr>
          <w:p w14:paraId="753AD796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المشتريات</w:t>
            </w:r>
          </w:p>
          <w:p w14:paraId="6D6D952B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حـ/ الدائنين( الدولية)</w:t>
            </w:r>
          </w:p>
        </w:tc>
        <w:tc>
          <w:tcPr>
            <w:tcW w:w="2677" w:type="dxa"/>
          </w:tcPr>
          <w:p w14:paraId="2000803E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 w:rsidRPr="00FB7B5B">
              <w:rPr>
                <w:rFonts w:ascii="Arial" w:hAnsi="Arial" w:cs="Arial" w:hint="cs"/>
                <w:b/>
                <w:sz w:val="28"/>
                <w:szCs w:val="28"/>
                <w:rtl/>
              </w:rPr>
              <w:t>١/٥</w:t>
            </w:r>
          </w:p>
          <w:p w14:paraId="4E449A79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 w:rsidRPr="00FB7B5B">
              <w:rPr>
                <w:rFonts w:ascii="Arial" w:hAnsi="Arial" w:cs="Arial" w:hint="cs"/>
                <w:b/>
                <w:sz w:val="28"/>
                <w:szCs w:val="28"/>
                <w:rtl/>
              </w:rPr>
              <w:t>خصم ٢٪ اذا سدد خلال ١٠ ايام</w:t>
            </w:r>
          </w:p>
        </w:tc>
      </w:tr>
      <w:tr w:rsidR="00FB7B5B" w14:paraId="34A35F55" w14:textId="77777777" w:rsidTr="00FB7B5B">
        <w:tc>
          <w:tcPr>
            <w:tcW w:w="2676" w:type="dxa"/>
          </w:tcPr>
          <w:p w14:paraId="0D26A954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1F3ABEA7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٨٠٠٠</w:t>
            </w:r>
          </w:p>
        </w:tc>
        <w:tc>
          <w:tcPr>
            <w:tcW w:w="2676" w:type="dxa"/>
          </w:tcPr>
          <w:p w14:paraId="2BB0DCEB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٨٠٠٠</w:t>
            </w:r>
          </w:p>
        </w:tc>
        <w:tc>
          <w:tcPr>
            <w:tcW w:w="2677" w:type="dxa"/>
          </w:tcPr>
          <w:p w14:paraId="3B17EB74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المدينين(جمال)</w:t>
            </w:r>
          </w:p>
          <w:p w14:paraId="1FB090F1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حـ/المبيعات</w:t>
            </w:r>
          </w:p>
        </w:tc>
        <w:tc>
          <w:tcPr>
            <w:tcW w:w="2677" w:type="dxa"/>
          </w:tcPr>
          <w:p w14:paraId="53B5322F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٢/٥</w:t>
            </w:r>
          </w:p>
          <w:p w14:paraId="69531D99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خصم ٢٪ اذا سدد خلال ١٠ ايام</w:t>
            </w:r>
          </w:p>
        </w:tc>
      </w:tr>
      <w:tr w:rsidR="00FB7B5B" w14:paraId="6C5685F6" w14:textId="77777777" w:rsidTr="00FB7B5B">
        <w:tc>
          <w:tcPr>
            <w:tcW w:w="2676" w:type="dxa"/>
          </w:tcPr>
          <w:p w14:paraId="7A8D172B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11BEBDEA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١٠٠٠</w:t>
            </w:r>
          </w:p>
        </w:tc>
        <w:tc>
          <w:tcPr>
            <w:tcW w:w="2676" w:type="dxa"/>
          </w:tcPr>
          <w:p w14:paraId="5D88860F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١٠٠٠</w:t>
            </w:r>
          </w:p>
        </w:tc>
        <w:tc>
          <w:tcPr>
            <w:tcW w:w="2677" w:type="dxa"/>
          </w:tcPr>
          <w:p w14:paraId="598BD54C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الدائنين ( الدولية)</w:t>
            </w:r>
          </w:p>
          <w:p w14:paraId="6482BB5E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 الى حـ/ مردودات ومسموحات المشتريات</w:t>
            </w:r>
          </w:p>
        </w:tc>
        <w:tc>
          <w:tcPr>
            <w:tcW w:w="2677" w:type="dxa"/>
          </w:tcPr>
          <w:p w14:paraId="065B0189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٥/٥</w:t>
            </w:r>
          </w:p>
        </w:tc>
      </w:tr>
      <w:tr w:rsidR="00FB7B5B" w14:paraId="28E4600F" w14:textId="77777777" w:rsidTr="00FB7B5B">
        <w:tc>
          <w:tcPr>
            <w:tcW w:w="2676" w:type="dxa"/>
          </w:tcPr>
          <w:p w14:paraId="4E5E1A1D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0B1CAC2C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6605BB18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04E780E2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٨٠٠٠</w:t>
            </w:r>
          </w:p>
        </w:tc>
        <w:tc>
          <w:tcPr>
            <w:tcW w:w="2676" w:type="dxa"/>
          </w:tcPr>
          <w:p w14:paraId="40480690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26309F73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١٦٠</w:t>
            </w:r>
          </w:p>
          <w:p w14:paraId="3261D027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٧٨٤٠</w:t>
            </w:r>
          </w:p>
        </w:tc>
        <w:tc>
          <w:tcPr>
            <w:tcW w:w="2677" w:type="dxa"/>
          </w:tcPr>
          <w:p w14:paraId="6D7B25AF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 من مذكورين</w:t>
            </w:r>
          </w:p>
          <w:p w14:paraId="28618949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حـ/ الخصم المسموح به</w:t>
            </w:r>
          </w:p>
          <w:p w14:paraId="40DC7FC6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حـ/ الصندوق</w:t>
            </w:r>
          </w:p>
          <w:p w14:paraId="661EA8FE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   الى حـ/ المدينين(جمال)</w:t>
            </w:r>
          </w:p>
        </w:tc>
        <w:tc>
          <w:tcPr>
            <w:tcW w:w="2677" w:type="dxa"/>
          </w:tcPr>
          <w:p w14:paraId="4145FEDA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٩/٥</w:t>
            </w:r>
          </w:p>
          <w:p w14:paraId="354EBE39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استحقت الخصم</w:t>
            </w:r>
          </w:p>
        </w:tc>
      </w:tr>
      <w:tr w:rsidR="00FB7B5B" w14:paraId="2D8BEC73" w14:textId="77777777" w:rsidTr="00FB7B5B">
        <w:tc>
          <w:tcPr>
            <w:tcW w:w="2676" w:type="dxa"/>
          </w:tcPr>
          <w:p w14:paraId="5C45E0A3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7FC7A819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2988D3F3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١٨٠</w:t>
            </w:r>
          </w:p>
          <w:p w14:paraId="0137D757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٨٨٢٠</w:t>
            </w:r>
          </w:p>
        </w:tc>
        <w:tc>
          <w:tcPr>
            <w:tcW w:w="2676" w:type="dxa"/>
          </w:tcPr>
          <w:p w14:paraId="564CD1B6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٩٠٠٠</w:t>
            </w:r>
          </w:p>
        </w:tc>
        <w:tc>
          <w:tcPr>
            <w:tcW w:w="2677" w:type="dxa"/>
          </w:tcPr>
          <w:p w14:paraId="5C161A4B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الدائنين</w:t>
            </w:r>
            <w:r w:rsidR="00D44A4C">
              <w:rPr>
                <w:rFonts w:ascii="Arial" w:hAnsi="Arial" w:cs="Arial" w:hint="cs"/>
                <w:b/>
                <w:sz w:val="28"/>
                <w:szCs w:val="28"/>
                <w:rtl/>
              </w:rPr>
              <w:t>( الدولية)</w:t>
            </w:r>
          </w:p>
          <w:p w14:paraId="56FB991E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مذكورين </w:t>
            </w:r>
          </w:p>
          <w:p w14:paraId="0D2E06FE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 حـ/ الخصم المكتسب</w:t>
            </w:r>
          </w:p>
          <w:p w14:paraId="39CEF1C0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 حـ/ الصندوق</w:t>
            </w:r>
          </w:p>
        </w:tc>
        <w:tc>
          <w:tcPr>
            <w:tcW w:w="2677" w:type="dxa"/>
          </w:tcPr>
          <w:p w14:paraId="531D246C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١٠/٥</w:t>
            </w:r>
          </w:p>
          <w:p w14:paraId="200B1CA0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اولا نخصم الذي تم ارجاعه</w:t>
            </w:r>
          </w:p>
          <w:p w14:paraId="6555F459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استحقت الخصم</w:t>
            </w:r>
          </w:p>
        </w:tc>
      </w:tr>
      <w:tr w:rsidR="00FB7B5B" w14:paraId="6559DB78" w14:textId="77777777" w:rsidTr="00FB7B5B">
        <w:tc>
          <w:tcPr>
            <w:tcW w:w="2676" w:type="dxa"/>
          </w:tcPr>
          <w:p w14:paraId="6BFAC3C1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0E34A400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١٨٠٠</w:t>
            </w:r>
          </w:p>
        </w:tc>
        <w:tc>
          <w:tcPr>
            <w:tcW w:w="2676" w:type="dxa"/>
          </w:tcPr>
          <w:p w14:paraId="1484423C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١٨٠٠</w:t>
            </w:r>
          </w:p>
        </w:tc>
        <w:tc>
          <w:tcPr>
            <w:tcW w:w="2677" w:type="dxa"/>
          </w:tcPr>
          <w:p w14:paraId="30EDAE0C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لوازم مكتبية</w:t>
            </w:r>
          </w:p>
          <w:p w14:paraId="293AC951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حـ/ الصندوق</w:t>
            </w:r>
          </w:p>
        </w:tc>
        <w:tc>
          <w:tcPr>
            <w:tcW w:w="2677" w:type="dxa"/>
          </w:tcPr>
          <w:p w14:paraId="4F4A02CA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١١/٥</w:t>
            </w:r>
          </w:p>
        </w:tc>
      </w:tr>
      <w:tr w:rsidR="00FB7B5B" w14:paraId="6DADD9C6" w14:textId="77777777" w:rsidTr="00FB7B5B">
        <w:tc>
          <w:tcPr>
            <w:tcW w:w="2676" w:type="dxa"/>
          </w:tcPr>
          <w:p w14:paraId="43456D80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59869859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٤٨٠٠</w:t>
            </w:r>
          </w:p>
        </w:tc>
        <w:tc>
          <w:tcPr>
            <w:tcW w:w="2676" w:type="dxa"/>
          </w:tcPr>
          <w:p w14:paraId="1B8F67CD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٤٨٠٠</w:t>
            </w:r>
          </w:p>
        </w:tc>
        <w:tc>
          <w:tcPr>
            <w:tcW w:w="2677" w:type="dxa"/>
          </w:tcPr>
          <w:p w14:paraId="678DD24D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مشتريات</w:t>
            </w:r>
          </w:p>
          <w:p w14:paraId="46C9C1F8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 الى حـ/ الصندوق</w:t>
            </w:r>
          </w:p>
        </w:tc>
        <w:tc>
          <w:tcPr>
            <w:tcW w:w="2677" w:type="dxa"/>
          </w:tcPr>
          <w:p w14:paraId="45231372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١٢/٥</w:t>
            </w:r>
          </w:p>
        </w:tc>
      </w:tr>
      <w:tr w:rsidR="00FB7B5B" w14:paraId="1817D21C" w14:textId="77777777" w:rsidTr="00FB7B5B">
        <w:tc>
          <w:tcPr>
            <w:tcW w:w="2676" w:type="dxa"/>
          </w:tcPr>
          <w:p w14:paraId="41886735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28EC33D9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٤٦٠</w:t>
            </w:r>
          </w:p>
        </w:tc>
        <w:tc>
          <w:tcPr>
            <w:tcW w:w="2676" w:type="dxa"/>
          </w:tcPr>
          <w:p w14:paraId="088DCC46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٤٦٠</w:t>
            </w:r>
          </w:p>
        </w:tc>
        <w:tc>
          <w:tcPr>
            <w:tcW w:w="2677" w:type="dxa"/>
          </w:tcPr>
          <w:p w14:paraId="42E254FF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الصندوق</w:t>
            </w:r>
          </w:p>
          <w:p w14:paraId="7FE3A3FB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حـ/ مردودات ومسموحات المشتريات</w:t>
            </w:r>
          </w:p>
        </w:tc>
        <w:tc>
          <w:tcPr>
            <w:tcW w:w="2677" w:type="dxa"/>
          </w:tcPr>
          <w:p w14:paraId="5B16E338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١٥/٥</w:t>
            </w:r>
          </w:p>
        </w:tc>
      </w:tr>
      <w:tr w:rsidR="00FB7B5B" w14:paraId="003CDD19" w14:textId="77777777" w:rsidTr="00FB7B5B">
        <w:tc>
          <w:tcPr>
            <w:tcW w:w="2676" w:type="dxa"/>
          </w:tcPr>
          <w:p w14:paraId="64E42BD3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20722B93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٣٨٠٠</w:t>
            </w:r>
          </w:p>
        </w:tc>
        <w:tc>
          <w:tcPr>
            <w:tcW w:w="2676" w:type="dxa"/>
          </w:tcPr>
          <w:p w14:paraId="56FE6BC9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٣٨٠٠</w:t>
            </w:r>
          </w:p>
        </w:tc>
        <w:tc>
          <w:tcPr>
            <w:tcW w:w="2677" w:type="dxa"/>
          </w:tcPr>
          <w:p w14:paraId="7979DF80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مشتريات</w:t>
            </w:r>
          </w:p>
          <w:p w14:paraId="53801767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حـ/ الدائنين ( الافق)</w:t>
            </w:r>
          </w:p>
        </w:tc>
        <w:tc>
          <w:tcPr>
            <w:tcW w:w="2677" w:type="dxa"/>
          </w:tcPr>
          <w:p w14:paraId="740EA574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١٧/٥</w:t>
            </w:r>
          </w:p>
          <w:p w14:paraId="70EE4794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خصم ٢٪ اذا سدد خلال ١٠ ايام</w:t>
            </w:r>
          </w:p>
        </w:tc>
      </w:tr>
      <w:tr w:rsidR="00FB7B5B" w14:paraId="44B4215B" w14:textId="77777777" w:rsidTr="00FB7B5B">
        <w:tc>
          <w:tcPr>
            <w:tcW w:w="2676" w:type="dxa"/>
          </w:tcPr>
          <w:p w14:paraId="39FAC3F3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643C2023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٥٠٠</w:t>
            </w:r>
          </w:p>
        </w:tc>
        <w:tc>
          <w:tcPr>
            <w:tcW w:w="2676" w:type="dxa"/>
          </w:tcPr>
          <w:p w14:paraId="71A9C54A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٥٠٠</w:t>
            </w:r>
          </w:p>
        </w:tc>
        <w:tc>
          <w:tcPr>
            <w:tcW w:w="2677" w:type="dxa"/>
          </w:tcPr>
          <w:p w14:paraId="19029B46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من حـ /مصاريف نقل المشتريات</w:t>
            </w:r>
          </w:p>
          <w:p w14:paraId="140B9BC8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الى حـ/ الصندوق</w:t>
            </w:r>
          </w:p>
        </w:tc>
        <w:tc>
          <w:tcPr>
            <w:tcW w:w="2677" w:type="dxa"/>
          </w:tcPr>
          <w:p w14:paraId="1C6408D9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١٩/٥</w:t>
            </w:r>
          </w:p>
        </w:tc>
      </w:tr>
      <w:tr w:rsidR="00FB7B5B" w14:paraId="02A34A38" w14:textId="77777777" w:rsidTr="00FB7B5B">
        <w:tc>
          <w:tcPr>
            <w:tcW w:w="2676" w:type="dxa"/>
          </w:tcPr>
          <w:p w14:paraId="4D70868F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70E7085E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١٢٤٠٠</w:t>
            </w:r>
          </w:p>
        </w:tc>
        <w:tc>
          <w:tcPr>
            <w:tcW w:w="2676" w:type="dxa"/>
          </w:tcPr>
          <w:p w14:paraId="6A38F7FB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١٢٤٠٠</w:t>
            </w:r>
          </w:p>
        </w:tc>
        <w:tc>
          <w:tcPr>
            <w:tcW w:w="2677" w:type="dxa"/>
          </w:tcPr>
          <w:p w14:paraId="268E3F83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الصندوق</w:t>
            </w:r>
          </w:p>
          <w:p w14:paraId="3A274A93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حـ/ المبيعات</w:t>
            </w:r>
          </w:p>
        </w:tc>
        <w:tc>
          <w:tcPr>
            <w:tcW w:w="2677" w:type="dxa"/>
          </w:tcPr>
          <w:p w14:paraId="1064B5E8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٢٤/٥</w:t>
            </w:r>
          </w:p>
        </w:tc>
      </w:tr>
      <w:tr w:rsidR="00FB7B5B" w14:paraId="0736899B" w14:textId="77777777" w:rsidTr="00FB7B5B">
        <w:tc>
          <w:tcPr>
            <w:tcW w:w="2676" w:type="dxa"/>
          </w:tcPr>
          <w:p w14:paraId="4D62FE04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69B7B7B8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٢٠٠٠</w:t>
            </w:r>
          </w:p>
        </w:tc>
        <w:tc>
          <w:tcPr>
            <w:tcW w:w="2676" w:type="dxa"/>
          </w:tcPr>
          <w:p w14:paraId="480FFDA3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٢٠٠٠</w:t>
            </w:r>
          </w:p>
        </w:tc>
        <w:tc>
          <w:tcPr>
            <w:tcW w:w="2677" w:type="dxa"/>
          </w:tcPr>
          <w:p w14:paraId="2882305B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المشتريات</w:t>
            </w:r>
          </w:p>
          <w:p w14:paraId="2585DA3E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 الى حـ/ الدائنين(دلتا)</w:t>
            </w:r>
          </w:p>
        </w:tc>
        <w:tc>
          <w:tcPr>
            <w:tcW w:w="2677" w:type="dxa"/>
          </w:tcPr>
          <w:p w14:paraId="1B12456E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٢٥/٥</w:t>
            </w:r>
          </w:p>
          <w:p w14:paraId="26FE5CB0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خصم ٢٪ اذا سدد خلال ١٠ ايام</w:t>
            </w:r>
          </w:p>
        </w:tc>
      </w:tr>
      <w:tr w:rsidR="00FB7B5B" w14:paraId="34398009" w14:textId="77777777" w:rsidTr="00FB7B5B">
        <w:tc>
          <w:tcPr>
            <w:tcW w:w="2676" w:type="dxa"/>
          </w:tcPr>
          <w:p w14:paraId="5249C597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732E1A3A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4AB1243F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٤٠</w:t>
            </w:r>
          </w:p>
          <w:p w14:paraId="08C8646D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١٩٦٠</w:t>
            </w:r>
          </w:p>
        </w:tc>
        <w:tc>
          <w:tcPr>
            <w:tcW w:w="2676" w:type="dxa"/>
          </w:tcPr>
          <w:p w14:paraId="0AC14D6B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٢٠٠٠</w:t>
            </w:r>
          </w:p>
        </w:tc>
        <w:tc>
          <w:tcPr>
            <w:tcW w:w="2677" w:type="dxa"/>
          </w:tcPr>
          <w:p w14:paraId="34C3AE9B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من حـ/ الدائنين (دلتا)</w:t>
            </w:r>
          </w:p>
          <w:p w14:paraId="520E34A4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مذكورين </w:t>
            </w:r>
          </w:p>
          <w:p w14:paraId="06066A99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حـ/ الخصم المكتسب</w:t>
            </w:r>
          </w:p>
          <w:p w14:paraId="3F341C17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حـ/ الصندوق</w:t>
            </w:r>
          </w:p>
        </w:tc>
        <w:tc>
          <w:tcPr>
            <w:tcW w:w="2677" w:type="dxa"/>
          </w:tcPr>
          <w:p w14:paraId="4D267426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٢٧/٥</w:t>
            </w:r>
          </w:p>
          <w:p w14:paraId="5742AED2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استحقت الخصم</w:t>
            </w:r>
          </w:p>
        </w:tc>
      </w:tr>
      <w:tr w:rsidR="00FB7B5B" w14:paraId="5F7C2931" w14:textId="77777777" w:rsidTr="00FB7B5B">
        <w:tc>
          <w:tcPr>
            <w:tcW w:w="2676" w:type="dxa"/>
          </w:tcPr>
          <w:p w14:paraId="1CF1B9A1" w14:textId="77777777" w:rsidR="00FB7B5B" w:rsidRDefault="00FB7B5B" w:rsidP="00FB7B5B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006B1F99" w14:textId="77777777" w:rsidR="00FB7B5B" w:rsidRDefault="00FB7B5B" w:rsidP="00FB7B5B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28A7D659" w14:textId="77777777" w:rsidR="00FB7B5B" w:rsidRPr="00FB7B5B" w:rsidRDefault="00FB7B5B" w:rsidP="00FB7B5B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</w:t>
            </w:r>
          </w:p>
        </w:tc>
        <w:tc>
          <w:tcPr>
            <w:tcW w:w="2676" w:type="dxa"/>
          </w:tcPr>
          <w:p w14:paraId="49D6DCCA" w14:textId="77777777" w:rsidR="00FB7B5B" w:rsidRPr="00FB7B5B" w:rsidRDefault="00FB7B5B" w:rsidP="00FB7B5B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</w:t>
            </w:r>
          </w:p>
        </w:tc>
        <w:tc>
          <w:tcPr>
            <w:tcW w:w="2677" w:type="dxa"/>
          </w:tcPr>
          <w:p w14:paraId="52E10929" w14:textId="77777777" w:rsidR="00FB7B5B" w:rsidRDefault="00FB7B5B" w:rsidP="00FB7B5B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من حـ/ مردودات ومسموحات المبيعات </w:t>
            </w:r>
          </w:p>
          <w:p w14:paraId="1E294EE6" w14:textId="77777777" w:rsidR="00FB7B5B" w:rsidRPr="00FB7B5B" w:rsidRDefault="00FB7B5B" w:rsidP="00FB7B5B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حـ/ الصندوق</w:t>
            </w:r>
          </w:p>
        </w:tc>
        <w:tc>
          <w:tcPr>
            <w:tcW w:w="2677" w:type="dxa"/>
          </w:tcPr>
          <w:p w14:paraId="31C4A1B3" w14:textId="77777777" w:rsidR="00FB7B5B" w:rsidRPr="00FB7B5B" w:rsidRDefault="00FB7B5B" w:rsidP="00FB7B5B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٢٩/٥</w:t>
            </w:r>
          </w:p>
        </w:tc>
      </w:tr>
      <w:tr w:rsidR="00FB7B5B" w14:paraId="5B35D685" w14:textId="77777777" w:rsidTr="00FB7B5B">
        <w:tc>
          <w:tcPr>
            <w:tcW w:w="2676" w:type="dxa"/>
          </w:tcPr>
          <w:p w14:paraId="39451C7C" w14:textId="77777777" w:rsid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2B62992A" w14:textId="77777777" w:rsidR="00FB7B5B" w:rsidRPr="00FB7B5B" w:rsidRDefault="00D7139D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٣٢٠٠</w:t>
            </w:r>
          </w:p>
        </w:tc>
        <w:tc>
          <w:tcPr>
            <w:tcW w:w="2676" w:type="dxa"/>
          </w:tcPr>
          <w:p w14:paraId="009AAB1E" w14:textId="77777777" w:rsidR="00FB7B5B" w:rsidRPr="00FB7B5B" w:rsidRDefault="00D7139D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٣٢٠٠</w:t>
            </w:r>
          </w:p>
        </w:tc>
        <w:tc>
          <w:tcPr>
            <w:tcW w:w="2677" w:type="dxa"/>
          </w:tcPr>
          <w:p w14:paraId="48A33C9E" w14:textId="77777777" w:rsidR="00FB7B5B" w:rsidRDefault="00D7139D" w:rsidP="00CA4DDF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من حـ/المدينين (السواكني)</w:t>
            </w:r>
          </w:p>
          <w:p w14:paraId="3959655F" w14:textId="77777777" w:rsidR="00FB7B5B" w:rsidRPr="00FB7B5B" w:rsidRDefault="00FB7B5B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 الى حـ/ </w:t>
            </w:r>
            <w:r w:rsidR="00D7139D">
              <w:rPr>
                <w:rFonts w:ascii="Arial" w:hAnsi="Arial" w:cs="Arial" w:hint="cs"/>
                <w:b/>
                <w:sz w:val="28"/>
                <w:szCs w:val="28"/>
                <w:rtl/>
              </w:rPr>
              <w:t>المبيعات</w:t>
            </w:r>
          </w:p>
        </w:tc>
        <w:tc>
          <w:tcPr>
            <w:tcW w:w="2677" w:type="dxa"/>
          </w:tcPr>
          <w:p w14:paraId="3592C900" w14:textId="77777777" w:rsidR="00FB7B5B" w:rsidRPr="00FB7B5B" w:rsidRDefault="00FB7B5B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٣٠/٥</w:t>
            </w:r>
          </w:p>
        </w:tc>
      </w:tr>
    </w:tbl>
    <w:p w14:paraId="3B739E22" w14:textId="77777777" w:rsidR="00FB7B5B" w:rsidRDefault="00D7139D" w:rsidP="00CA4DDF">
      <w:pPr>
        <w:rPr>
          <w:rFonts w:ascii="Arial" w:hAnsi="Arial" w:cs="Arial" w:hint="cs"/>
          <w:b/>
          <w:sz w:val="56"/>
          <w:szCs w:val="56"/>
          <w:rtl/>
        </w:rPr>
      </w:pPr>
      <w:r>
        <w:rPr>
          <w:rFonts w:ascii="Arial" w:hAnsi="Arial" w:cs="Arial" w:hint="cs"/>
          <w:b/>
          <w:sz w:val="56"/>
          <w:szCs w:val="56"/>
          <w:rtl/>
        </w:rPr>
        <w:t>٢ـ الترحيل للاستاذ العام</w:t>
      </w:r>
    </w:p>
    <w:p w14:paraId="5D8654D1" w14:textId="77777777" w:rsidR="00D7139D" w:rsidRPr="00D7139D" w:rsidRDefault="00D7139D" w:rsidP="00D7139D">
      <w:pPr>
        <w:jc w:val="center"/>
        <w:rPr>
          <w:rFonts w:ascii="Arial" w:hAnsi="Arial" w:cs="Arial" w:hint="cs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حـ/ المشتريات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29786A" w14:paraId="3AEB22E3" w14:textId="77777777" w:rsidTr="0029786A">
        <w:tc>
          <w:tcPr>
            <w:tcW w:w="5353" w:type="dxa"/>
          </w:tcPr>
          <w:p w14:paraId="0570C74C" w14:textId="77777777" w:rsidR="0029786A" w:rsidRDefault="0029786A" w:rsidP="0029786A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</w:p>
          <w:p w14:paraId="529A5B44" w14:textId="77777777" w:rsidR="0029786A" w:rsidRPr="0029786A" w:rsidRDefault="0029786A" w:rsidP="0029786A">
            <w:pPr>
              <w:rPr>
                <w:rFonts w:ascii="Arial" w:hAnsi="Arial" w:cs="Arial" w:hint="cs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٢٠٦٠٠ رصيد ٣٠/١٢ مدين</w:t>
            </w:r>
          </w:p>
        </w:tc>
        <w:tc>
          <w:tcPr>
            <w:tcW w:w="5353" w:type="dxa"/>
          </w:tcPr>
          <w:p w14:paraId="06AC2370" w14:textId="77777777" w:rsidR="0029786A" w:rsidRDefault="0029786A" w:rsidP="0029786A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١٠٠٠٠ الى حـ/ الدائنين (الدولية)</w:t>
            </w:r>
          </w:p>
          <w:p w14:paraId="14D82A1A" w14:textId="77777777" w:rsidR="0029786A" w:rsidRDefault="0029786A" w:rsidP="0029786A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٤٨٠٠ الى حـ/ الصندوق</w:t>
            </w:r>
          </w:p>
          <w:p w14:paraId="43D3D394" w14:textId="77777777" w:rsidR="0029786A" w:rsidRDefault="0029786A" w:rsidP="0029786A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٣٨٠٠ الى حـ/ الدائنين ( الافق)</w:t>
            </w:r>
          </w:p>
          <w:p w14:paraId="3068AE15" w14:textId="77777777" w:rsidR="0029786A" w:rsidRDefault="0029786A" w:rsidP="0029786A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٢٠٠٠ الى حـ/ الدائنين(دلتا)</w:t>
            </w:r>
          </w:p>
        </w:tc>
      </w:tr>
      <w:tr w:rsidR="00D7139D" w14:paraId="3E8554A9" w14:textId="77777777" w:rsidTr="00D7139D">
        <w:tc>
          <w:tcPr>
            <w:tcW w:w="5353" w:type="dxa"/>
          </w:tcPr>
          <w:p w14:paraId="69A62E56" w14:textId="77777777" w:rsidR="00D7139D" w:rsidRDefault="0029786A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٢٠٦٠٠</w:t>
            </w:r>
          </w:p>
        </w:tc>
        <w:tc>
          <w:tcPr>
            <w:tcW w:w="5353" w:type="dxa"/>
          </w:tcPr>
          <w:p w14:paraId="274C8B36" w14:textId="77777777" w:rsidR="00D44A4C" w:rsidRDefault="0029786A" w:rsidP="00CA4DDF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٢٠٦٠٠</w:t>
            </w:r>
          </w:p>
        </w:tc>
      </w:tr>
    </w:tbl>
    <w:p w14:paraId="1C0D9A28" w14:textId="77777777" w:rsidR="00D7139D" w:rsidRPr="00D7139D" w:rsidRDefault="00D7139D" w:rsidP="00D7139D">
      <w:pPr>
        <w:jc w:val="center"/>
        <w:rPr>
          <w:rFonts w:ascii="Arial" w:hAnsi="Arial" w:cs="Arial" w:hint="cs"/>
          <w:sz w:val="28"/>
          <w:szCs w:val="28"/>
        </w:rPr>
      </w:pPr>
    </w:p>
    <w:p w14:paraId="50DFC44D" w14:textId="77777777" w:rsidR="00D7139D" w:rsidRDefault="00D7139D" w:rsidP="00D7139D">
      <w:pPr>
        <w:jc w:val="center"/>
        <w:rPr>
          <w:rFonts w:ascii="Arial" w:hAnsi="Arial" w:cs="Arial" w:hint="cs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>حـ/ الدائنين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29786A" w14:paraId="2E5A25AA" w14:textId="77777777" w:rsidTr="0029786A">
        <w:trPr>
          <w:trHeight w:val="640"/>
        </w:trPr>
        <w:tc>
          <w:tcPr>
            <w:tcW w:w="5353" w:type="dxa"/>
          </w:tcPr>
          <w:p w14:paraId="337A9AA9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١٠٠٠٠ من حـ/ المشتريات</w:t>
            </w:r>
          </w:p>
          <w:p w14:paraId="018C1353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٣٨٠٠ من حـ/ المشتريات</w:t>
            </w:r>
          </w:p>
          <w:p w14:paraId="75CE0707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٢٠٠٠ من حـ/ المشتريات</w:t>
            </w:r>
          </w:p>
        </w:tc>
        <w:tc>
          <w:tcPr>
            <w:tcW w:w="5353" w:type="dxa"/>
          </w:tcPr>
          <w:p w14:paraId="7BF09A5E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١٠٠٠ الى حـ/ مردودات ومسموحات المشتريات</w:t>
            </w:r>
          </w:p>
          <w:p w14:paraId="585EF312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٩٠٠٠ الى مذكورين</w:t>
            </w:r>
          </w:p>
          <w:p w14:paraId="4D9FDB2C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٢٠٠٠ الى مذكورين</w:t>
            </w:r>
          </w:p>
          <w:p w14:paraId="08A7F477" w14:textId="77777777" w:rsidR="0029786A" w:rsidRPr="0029786A" w:rsidRDefault="0029786A" w:rsidP="00D7139D">
            <w:pPr>
              <w:rPr>
                <w:rFonts w:ascii="Arial" w:hAnsi="Arial" w:cs="Arial" w:hint="cs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٣٨٠٠ رصيد دائن</w:t>
            </w:r>
          </w:p>
        </w:tc>
      </w:tr>
      <w:tr w:rsidR="0029786A" w14:paraId="50071013" w14:textId="77777777" w:rsidTr="0029786A">
        <w:trPr>
          <w:trHeight w:val="406"/>
        </w:trPr>
        <w:tc>
          <w:tcPr>
            <w:tcW w:w="5353" w:type="dxa"/>
          </w:tcPr>
          <w:p w14:paraId="5363B995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١٥٨٠٠</w:t>
            </w:r>
          </w:p>
        </w:tc>
        <w:tc>
          <w:tcPr>
            <w:tcW w:w="5353" w:type="dxa"/>
          </w:tcPr>
          <w:p w14:paraId="33D36644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١٥٨٠٠</w:t>
            </w:r>
          </w:p>
        </w:tc>
      </w:tr>
    </w:tbl>
    <w:p w14:paraId="3A008CC8" w14:textId="77777777" w:rsidR="00D7139D" w:rsidRDefault="00D7139D" w:rsidP="00D7139D">
      <w:pPr>
        <w:rPr>
          <w:rFonts w:ascii="Arial" w:hAnsi="Arial" w:cs="Arial" w:hint="cs"/>
          <w:sz w:val="28"/>
          <w:szCs w:val="28"/>
          <w:rtl/>
        </w:rPr>
      </w:pPr>
    </w:p>
    <w:p w14:paraId="4225B35E" w14:textId="77777777" w:rsidR="00D7139D" w:rsidRDefault="00D7139D" w:rsidP="00D7139D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حـ/ المدينين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29786A" w14:paraId="01ACC180" w14:textId="77777777" w:rsidTr="0029786A">
        <w:trPr>
          <w:trHeight w:val="320"/>
        </w:trPr>
        <w:tc>
          <w:tcPr>
            <w:tcW w:w="5353" w:type="dxa"/>
          </w:tcPr>
          <w:p w14:paraId="3B5EE767" w14:textId="77777777" w:rsidR="0029786A" w:rsidRDefault="0029786A" w:rsidP="00D7139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٨٠٠٠ من مذكورين</w:t>
            </w:r>
          </w:p>
          <w:p w14:paraId="42E0347B" w14:textId="77777777" w:rsidR="0029786A" w:rsidRPr="0029786A" w:rsidRDefault="0029786A" w:rsidP="0029786A">
            <w:pPr>
              <w:rPr>
                <w:rFonts w:ascii="Arial" w:hAnsi="Arial" w:cs="Arial" w:hint="cs"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٣٢٠٠ رصيد مدين</w:t>
            </w:r>
          </w:p>
        </w:tc>
        <w:tc>
          <w:tcPr>
            <w:tcW w:w="5353" w:type="dxa"/>
          </w:tcPr>
          <w:p w14:paraId="2E4A3943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٨٠٠٠ الى حـ/ المبيعات</w:t>
            </w:r>
          </w:p>
          <w:p w14:paraId="70838C5D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٣٢٠٠ الى حـ/ المبيعات</w:t>
            </w:r>
          </w:p>
        </w:tc>
      </w:tr>
      <w:tr w:rsidR="0029786A" w14:paraId="7BFC840B" w14:textId="77777777" w:rsidTr="00D7139D">
        <w:trPr>
          <w:trHeight w:val="320"/>
        </w:trPr>
        <w:tc>
          <w:tcPr>
            <w:tcW w:w="5353" w:type="dxa"/>
          </w:tcPr>
          <w:p w14:paraId="5B880CC3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١١٢٠٠</w:t>
            </w:r>
          </w:p>
        </w:tc>
        <w:tc>
          <w:tcPr>
            <w:tcW w:w="5353" w:type="dxa"/>
          </w:tcPr>
          <w:p w14:paraId="0D5E76B4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١١٢٠٠</w:t>
            </w:r>
          </w:p>
        </w:tc>
      </w:tr>
    </w:tbl>
    <w:p w14:paraId="2162A417" w14:textId="77777777" w:rsidR="00D7139D" w:rsidRDefault="00D7139D" w:rsidP="00D7139D">
      <w:pPr>
        <w:rPr>
          <w:rFonts w:ascii="Arial" w:hAnsi="Arial" w:cs="Arial" w:hint="cs"/>
          <w:sz w:val="28"/>
          <w:szCs w:val="28"/>
          <w:rtl/>
        </w:rPr>
      </w:pPr>
    </w:p>
    <w:p w14:paraId="603DD734" w14:textId="77777777" w:rsidR="00D7139D" w:rsidRDefault="00D7139D" w:rsidP="00D7139D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حـ/ المبيعات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29786A" w14:paraId="0B55DE86" w14:textId="77777777" w:rsidTr="0029786A">
        <w:trPr>
          <w:trHeight w:val="480"/>
        </w:trPr>
        <w:tc>
          <w:tcPr>
            <w:tcW w:w="5353" w:type="dxa"/>
          </w:tcPr>
          <w:p w14:paraId="3F75BF5B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٨٠٠٠ من حـ/ المدينين(جمال)</w:t>
            </w:r>
          </w:p>
          <w:p w14:paraId="233ADB41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١٢٤٠٠ من حـ الصندوق</w:t>
            </w:r>
          </w:p>
          <w:p w14:paraId="23FA143F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٣٢٠٠ من حـ/ المدينين( السواكني)</w:t>
            </w:r>
          </w:p>
        </w:tc>
        <w:tc>
          <w:tcPr>
            <w:tcW w:w="5353" w:type="dxa"/>
          </w:tcPr>
          <w:p w14:paraId="4BE7813D" w14:textId="77777777" w:rsidR="0029786A" w:rsidRPr="0029786A" w:rsidRDefault="0029786A" w:rsidP="00D7139D">
            <w:pPr>
              <w:rPr>
                <w:rFonts w:ascii="Arial" w:hAnsi="Arial" w:cs="Arial" w:hint="cs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٢٣٦٠٠ رصيد دائن</w:t>
            </w:r>
          </w:p>
        </w:tc>
      </w:tr>
      <w:tr w:rsidR="0029786A" w14:paraId="3DF53C21" w14:textId="77777777" w:rsidTr="00D7139D">
        <w:trPr>
          <w:trHeight w:val="480"/>
        </w:trPr>
        <w:tc>
          <w:tcPr>
            <w:tcW w:w="5353" w:type="dxa"/>
          </w:tcPr>
          <w:p w14:paraId="78467A97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٢٣٦٠٠</w:t>
            </w:r>
          </w:p>
        </w:tc>
        <w:tc>
          <w:tcPr>
            <w:tcW w:w="5353" w:type="dxa"/>
          </w:tcPr>
          <w:p w14:paraId="42D9F0BC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٢٣٦٠٠</w:t>
            </w:r>
          </w:p>
        </w:tc>
      </w:tr>
    </w:tbl>
    <w:p w14:paraId="0410A40B" w14:textId="77777777" w:rsidR="00D7139D" w:rsidRDefault="00D7139D" w:rsidP="00D7139D">
      <w:pPr>
        <w:rPr>
          <w:rFonts w:ascii="Arial" w:hAnsi="Arial" w:cs="Arial" w:hint="cs"/>
          <w:sz w:val="28"/>
          <w:szCs w:val="28"/>
          <w:rtl/>
        </w:rPr>
      </w:pPr>
    </w:p>
    <w:p w14:paraId="0D71FC9C" w14:textId="77777777" w:rsidR="00D7139D" w:rsidRDefault="00D7139D" w:rsidP="00D7139D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حـ/ مردودات ومسموحات المشتريات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29786A" w14:paraId="6F6CCE04" w14:textId="77777777" w:rsidTr="0029786A">
        <w:trPr>
          <w:trHeight w:val="320"/>
        </w:trPr>
        <w:tc>
          <w:tcPr>
            <w:tcW w:w="5353" w:type="dxa"/>
          </w:tcPr>
          <w:p w14:paraId="68F4B281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١٠٠٠الى حـ/ الدائنين ( الدولية)</w:t>
            </w:r>
          </w:p>
          <w:p w14:paraId="0E70E3CC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٤٦٠ من حـ/ الصندوق</w:t>
            </w:r>
          </w:p>
        </w:tc>
        <w:tc>
          <w:tcPr>
            <w:tcW w:w="5353" w:type="dxa"/>
          </w:tcPr>
          <w:p w14:paraId="1BDFAFED" w14:textId="77777777" w:rsidR="0029786A" w:rsidRPr="0029786A" w:rsidRDefault="0029786A" w:rsidP="00D7139D">
            <w:pPr>
              <w:rPr>
                <w:rFonts w:ascii="Arial" w:hAnsi="Arial" w:cs="Arial" w:hint="cs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١٤٦٠ رصيد دائن</w:t>
            </w:r>
          </w:p>
        </w:tc>
      </w:tr>
      <w:tr w:rsidR="0029786A" w14:paraId="746F71CC" w14:textId="77777777" w:rsidTr="00D7139D">
        <w:trPr>
          <w:trHeight w:val="320"/>
        </w:trPr>
        <w:tc>
          <w:tcPr>
            <w:tcW w:w="5353" w:type="dxa"/>
          </w:tcPr>
          <w:p w14:paraId="3C287520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١٤٦٠</w:t>
            </w:r>
          </w:p>
        </w:tc>
        <w:tc>
          <w:tcPr>
            <w:tcW w:w="5353" w:type="dxa"/>
          </w:tcPr>
          <w:p w14:paraId="77222842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١٤٦٠</w:t>
            </w:r>
          </w:p>
        </w:tc>
      </w:tr>
    </w:tbl>
    <w:p w14:paraId="726D88D5" w14:textId="77777777" w:rsidR="00D7139D" w:rsidRDefault="00D7139D" w:rsidP="00D7139D">
      <w:pPr>
        <w:rPr>
          <w:rFonts w:ascii="Arial" w:hAnsi="Arial" w:cs="Arial" w:hint="cs"/>
          <w:sz w:val="28"/>
          <w:szCs w:val="28"/>
          <w:rtl/>
        </w:rPr>
      </w:pPr>
    </w:p>
    <w:p w14:paraId="6F27389B" w14:textId="77777777" w:rsidR="00D7139D" w:rsidRDefault="00D7139D" w:rsidP="00D7139D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حـ/الخصم المسموح به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29786A" w14:paraId="6605C646" w14:textId="77777777" w:rsidTr="0029786A">
        <w:trPr>
          <w:trHeight w:val="160"/>
        </w:trPr>
        <w:tc>
          <w:tcPr>
            <w:tcW w:w="5353" w:type="dxa"/>
          </w:tcPr>
          <w:p w14:paraId="4EB37B6F" w14:textId="77777777" w:rsidR="0029786A" w:rsidRPr="0029786A" w:rsidRDefault="0029786A" w:rsidP="00D7139D">
            <w:pPr>
              <w:rPr>
                <w:rFonts w:ascii="Arial" w:hAnsi="Arial" w:cs="Arial" w:hint="cs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١٦٠ رصيد مدين</w:t>
            </w:r>
          </w:p>
        </w:tc>
        <w:tc>
          <w:tcPr>
            <w:tcW w:w="5353" w:type="dxa"/>
          </w:tcPr>
          <w:p w14:paraId="5693252B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١٦٠ الى حـ/ المدينين( جمال)</w:t>
            </w:r>
          </w:p>
        </w:tc>
      </w:tr>
      <w:tr w:rsidR="0029786A" w14:paraId="5CD52477" w14:textId="77777777" w:rsidTr="00D7139D">
        <w:trPr>
          <w:trHeight w:val="160"/>
        </w:trPr>
        <w:tc>
          <w:tcPr>
            <w:tcW w:w="5353" w:type="dxa"/>
          </w:tcPr>
          <w:p w14:paraId="06945B9A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١٦٠</w:t>
            </w:r>
          </w:p>
        </w:tc>
        <w:tc>
          <w:tcPr>
            <w:tcW w:w="5353" w:type="dxa"/>
          </w:tcPr>
          <w:p w14:paraId="048AD334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١٦٠</w:t>
            </w:r>
          </w:p>
        </w:tc>
      </w:tr>
    </w:tbl>
    <w:p w14:paraId="77E4DA5E" w14:textId="77777777" w:rsidR="00D7139D" w:rsidRDefault="00D7139D" w:rsidP="00D7139D">
      <w:pPr>
        <w:rPr>
          <w:rFonts w:ascii="Arial" w:hAnsi="Arial" w:cs="Arial" w:hint="cs"/>
          <w:sz w:val="28"/>
          <w:szCs w:val="28"/>
          <w:rtl/>
        </w:rPr>
      </w:pPr>
    </w:p>
    <w:p w14:paraId="219A52FE" w14:textId="77777777" w:rsidR="0029786A" w:rsidRDefault="0029786A" w:rsidP="00D7139D">
      <w:pPr>
        <w:rPr>
          <w:rFonts w:ascii="Arial" w:hAnsi="Arial" w:cs="Arial" w:hint="cs"/>
          <w:sz w:val="28"/>
          <w:szCs w:val="28"/>
          <w:rtl/>
        </w:rPr>
      </w:pPr>
    </w:p>
    <w:p w14:paraId="386EA414" w14:textId="77777777" w:rsidR="0029786A" w:rsidRDefault="0029786A" w:rsidP="00D7139D">
      <w:pPr>
        <w:rPr>
          <w:rFonts w:ascii="Arial" w:hAnsi="Arial" w:cs="Arial" w:hint="cs"/>
          <w:sz w:val="28"/>
          <w:szCs w:val="28"/>
          <w:rtl/>
        </w:rPr>
      </w:pPr>
    </w:p>
    <w:p w14:paraId="079969E3" w14:textId="77777777" w:rsidR="0029786A" w:rsidRDefault="0029786A" w:rsidP="00D7139D">
      <w:pPr>
        <w:rPr>
          <w:rFonts w:ascii="Arial" w:hAnsi="Arial" w:cs="Arial" w:hint="cs"/>
          <w:sz w:val="28"/>
          <w:szCs w:val="28"/>
          <w:rtl/>
        </w:rPr>
      </w:pPr>
    </w:p>
    <w:p w14:paraId="237FDC0B" w14:textId="77777777" w:rsidR="0029786A" w:rsidRDefault="0029786A" w:rsidP="00D7139D">
      <w:pPr>
        <w:rPr>
          <w:rFonts w:ascii="Arial" w:hAnsi="Arial" w:cs="Arial" w:hint="cs"/>
          <w:sz w:val="28"/>
          <w:szCs w:val="28"/>
          <w:rtl/>
        </w:rPr>
      </w:pPr>
    </w:p>
    <w:p w14:paraId="7B295CC5" w14:textId="77777777" w:rsidR="0029786A" w:rsidRDefault="0029786A" w:rsidP="00D7139D">
      <w:pPr>
        <w:rPr>
          <w:rFonts w:ascii="Arial" w:hAnsi="Arial" w:cs="Arial" w:hint="cs"/>
          <w:sz w:val="28"/>
          <w:szCs w:val="28"/>
          <w:rtl/>
        </w:rPr>
      </w:pPr>
    </w:p>
    <w:p w14:paraId="7CD8FC68" w14:textId="77777777" w:rsidR="0029786A" w:rsidRDefault="0029786A" w:rsidP="00D7139D">
      <w:pPr>
        <w:rPr>
          <w:rFonts w:ascii="Arial" w:hAnsi="Arial" w:cs="Arial" w:hint="cs"/>
          <w:sz w:val="28"/>
          <w:szCs w:val="28"/>
          <w:rtl/>
        </w:rPr>
      </w:pPr>
    </w:p>
    <w:p w14:paraId="2B5811F3" w14:textId="77777777" w:rsidR="0029786A" w:rsidRDefault="0029786A" w:rsidP="00D7139D">
      <w:pPr>
        <w:rPr>
          <w:rFonts w:ascii="Arial" w:hAnsi="Arial" w:cs="Arial" w:hint="cs"/>
          <w:sz w:val="28"/>
          <w:szCs w:val="28"/>
          <w:rtl/>
        </w:rPr>
      </w:pPr>
    </w:p>
    <w:p w14:paraId="6CB56DF8" w14:textId="77777777" w:rsidR="0029786A" w:rsidRDefault="0029786A" w:rsidP="00D7139D">
      <w:pPr>
        <w:rPr>
          <w:rFonts w:ascii="Arial" w:hAnsi="Arial" w:cs="Arial" w:hint="cs"/>
          <w:sz w:val="28"/>
          <w:szCs w:val="28"/>
          <w:rtl/>
        </w:rPr>
      </w:pPr>
    </w:p>
    <w:p w14:paraId="0748A301" w14:textId="77777777" w:rsidR="00D7139D" w:rsidRDefault="00D7139D" w:rsidP="00D7139D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lastRenderedPageBreak/>
        <w:t>حـ/ الصندوق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29786A" w14:paraId="506F8289" w14:textId="77777777" w:rsidTr="0029786A">
        <w:trPr>
          <w:trHeight w:val="970"/>
        </w:trPr>
        <w:tc>
          <w:tcPr>
            <w:tcW w:w="5353" w:type="dxa"/>
          </w:tcPr>
          <w:p w14:paraId="08A22406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٨٨٢٠ من حـ/ الدائنين (الدولية)</w:t>
            </w:r>
          </w:p>
          <w:p w14:paraId="4F4CB8AB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١٨٠٠ من حـ/ اللوازم المكتبية</w:t>
            </w:r>
          </w:p>
          <w:p w14:paraId="4D5564B1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٤٨٠٠ من حـ/ المشتريات</w:t>
            </w:r>
          </w:p>
          <w:p w14:paraId="6004BBB5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٥٠٠ من حـ/ مصاريف نقل المشتريات</w:t>
            </w:r>
          </w:p>
          <w:p w14:paraId="30A1EDB0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١٩٦٠  من حـ/ الدائنين (دلتا)</w:t>
            </w:r>
          </w:p>
          <w:p w14:paraId="4F285819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 من حـ/ مردودات ومسموحات المبيعات</w:t>
            </w:r>
          </w:p>
          <w:p w14:paraId="59C884C8" w14:textId="77777777" w:rsidR="00EB01BB" w:rsidRPr="00EB01BB" w:rsidRDefault="00EB01BB" w:rsidP="00D7139D">
            <w:pPr>
              <w:rPr>
                <w:rFonts w:ascii="Arial" w:hAnsi="Arial" w:cs="Arial" w:hint="cs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١٢٦٢٠ رصيد مدين</w:t>
            </w:r>
          </w:p>
        </w:tc>
        <w:tc>
          <w:tcPr>
            <w:tcW w:w="5353" w:type="dxa"/>
          </w:tcPr>
          <w:p w14:paraId="7C9AD45B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١٠٠٠٠ رصيد اول المدة</w:t>
            </w:r>
          </w:p>
          <w:p w14:paraId="5AD18FE2" w14:textId="77777777" w:rsidR="00EB01BB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٧٨٤٠ الى حـ/ المدينين ( جمال)</w:t>
            </w:r>
          </w:p>
          <w:p w14:paraId="3489AF70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٤٦٠ الى حـ/ مردودات ومسموحات المشتريات</w:t>
            </w:r>
          </w:p>
          <w:p w14:paraId="211C2977" w14:textId="77777777" w:rsidR="0029786A" w:rsidRDefault="0029786A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١٢٤٠٠ الى حـ/ المبيعات</w:t>
            </w:r>
          </w:p>
        </w:tc>
      </w:tr>
      <w:tr w:rsidR="0029786A" w14:paraId="731DE080" w14:textId="77777777" w:rsidTr="0029786A">
        <w:trPr>
          <w:trHeight w:val="505"/>
        </w:trPr>
        <w:tc>
          <w:tcPr>
            <w:tcW w:w="5353" w:type="dxa"/>
          </w:tcPr>
          <w:p w14:paraId="60EFA679" w14:textId="77777777" w:rsidR="0029786A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٣٠٧٠٠</w:t>
            </w:r>
          </w:p>
        </w:tc>
        <w:tc>
          <w:tcPr>
            <w:tcW w:w="5353" w:type="dxa"/>
          </w:tcPr>
          <w:p w14:paraId="64D24E97" w14:textId="77777777" w:rsidR="0029786A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٣٠٧٠٠</w:t>
            </w:r>
          </w:p>
        </w:tc>
      </w:tr>
    </w:tbl>
    <w:p w14:paraId="5C3A930C" w14:textId="77777777" w:rsidR="00D7139D" w:rsidRDefault="00D7139D" w:rsidP="00D7139D">
      <w:pPr>
        <w:rPr>
          <w:rFonts w:ascii="Arial" w:hAnsi="Arial" w:cs="Arial" w:hint="cs"/>
          <w:sz w:val="28"/>
          <w:szCs w:val="28"/>
          <w:rtl/>
        </w:rPr>
      </w:pPr>
    </w:p>
    <w:p w14:paraId="4E2819A3" w14:textId="77777777" w:rsidR="00D44A4C" w:rsidRDefault="00D44A4C" w:rsidP="00D44A4C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حـ/ الخصم المكتسب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EB01BB" w14:paraId="60852175" w14:textId="77777777" w:rsidTr="00EB01BB">
        <w:trPr>
          <w:trHeight w:val="320"/>
        </w:trPr>
        <w:tc>
          <w:tcPr>
            <w:tcW w:w="5353" w:type="dxa"/>
          </w:tcPr>
          <w:p w14:paraId="736C59BA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١٨٠ من حـ/ الدائنين ( الدولية)</w:t>
            </w:r>
          </w:p>
          <w:p w14:paraId="1EBB3AC5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٤٠ من حـ/ الدائنين (دلتا)</w:t>
            </w:r>
          </w:p>
        </w:tc>
        <w:tc>
          <w:tcPr>
            <w:tcW w:w="5353" w:type="dxa"/>
          </w:tcPr>
          <w:p w14:paraId="0FCA5755" w14:textId="77777777" w:rsidR="00EB01BB" w:rsidRPr="00EB01BB" w:rsidRDefault="00EB01BB" w:rsidP="00D7139D">
            <w:pPr>
              <w:rPr>
                <w:rFonts w:ascii="Arial" w:hAnsi="Arial" w:cs="Arial" w:hint="cs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٢٢٠ رصيد دائن</w:t>
            </w:r>
          </w:p>
        </w:tc>
      </w:tr>
      <w:tr w:rsidR="00EB01BB" w14:paraId="1696F832" w14:textId="77777777" w:rsidTr="00D7139D">
        <w:trPr>
          <w:trHeight w:val="320"/>
        </w:trPr>
        <w:tc>
          <w:tcPr>
            <w:tcW w:w="5353" w:type="dxa"/>
          </w:tcPr>
          <w:p w14:paraId="6E616D94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٢٢٠</w:t>
            </w:r>
          </w:p>
        </w:tc>
        <w:tc>
          <w:tcPr>
            <w:tcW w:w="5353" w:type="dxa"/>
          </w:tcPr>
          <w:p w14:paraId="2AB5AC12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٢٢٠</w:t>
            </w:r>
          </w:p>
        </w:tc>
      </w:tr>
    </w:tbl>
    <w:p w14:paraId="38BC5ED8" w14:textId="77777777" w:rsidR="00D7139D" w:rsidRDefault="00D7139D" w:rsidP="00D7139D">
      <w:pPr>
        <w:rPr>
          <w:rFonts w:ascii="Arial" w:hAnsi="Arial" w:cs="Arial" w:hint="cs"/>
          <w:sz w:val="28"/>
          <w:szCs w:val="28"/>
          <w:rtl/>
        </w:rPr>
      </w:pPr>
    </w:p>
    <w:p w14:paraId="2D8F65A7" w14:textId="77777777" w:rsidR="00D44A4C" w:rsidRDefault="00D44A4C" w:rsidP="00D44A4C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حـ/ اللوازم المكتبية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EB01BB" w14:paraId="6DFB7F16" w14:textId="77777777" w:rsidTr="00EB01BB">
        <w:trPr>
          <w:trHeight w:val="160"/>
        </w:trPr>
        <w:tc>
          <w:tcPr>
            <w:tcW w:w="5353" w:type="dxa"/>
          </w:tcPr>
          <w:p w14:paraId="713B81B2" w14:textId="77777777" w:rsidR="00EB01BB" w:rsidRPr="00EB01BB" w:rsidRDefault="00EB01BB" w:rsidP="00D7139D">
            <w:pPr>
              <w:rPr>
                <w:rFonts w:ascii="Arial" w:hAnsi="Arial" w:cs="Arial" w:hint="cs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١٨٠٠ رصيد مدين</w:t>
            </w:r>
          </w:p>
        </w:tc>
        <w:tc>
          <w:tcPr>
            <w:tcW w:w="5353" w:type="dxa"/>
          </w:tcPr>
          <w:p w14:paraId="12EB7530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١٨٠٠ الى حـ/ الصندوق</w:t>
            </w:r>
          </w:p>
        </w:tc>
      </w:tr>
      <w:tr w:rsidR="00EB01BB" w14:paraId="2FC20D0B" w14:textId="77777777" w:rsidTr="00D7139D">
        <w:trPr>
          <w:trHeight w:val="160"/>
        </w:trPr>
        <w:tc>
          <w:tcPr>
            <w:tcW w:w="5353" w:type="dxa"/>
          </w:tcPr>
          <w:p w14:paraId="64476839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١٨٠٠</w:t>
            </w:r>
          </w:p>
        </w:tc>
        <w:tc>
          <w:tcPr>
            <w:tcW w:w="5353" w:type="dxa"/>
          </w:tcPr>
          <w:p w14:paraId="22764F04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١٨٠٠</w:t>
            </w:r>
          </w:p>
        </w:tc>
      </w:tr>
    </w:tbl>
    <w:p w14:paraId="427B2880" w14:textId="77777777" w:rsidR="00D7139D" w:rsidRDefault="00D7139D" w:rsidP="00D7139D">
      <w:pPr>
        <w:rPr>
          <w:rFonts w:ascii="Arial" w:hAnsi="Arial" w:cs="Arial" w:hint="cs"/>
          <w:sz w:val="28"/>
          <w:szCs w:val="28"/>
          <w:rtl/>
        </w:rPr>
      </w:pPr>
    </w:p>
    <w:p w14:paraId="09CD979C" w14:textId="77777777" w:rsidR="00D44A4C" w:rsidRDefault="00D44A4C" w:rsidP="00D44A4C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حـ/ مصاريف نقل المشتريات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EB01BB" w14:paraId="6B9468F7" w14:textId="77777777" w:rsidTr="00EB01BB">
        <w:trPr>
          <w:trHeight w:val="160"/>
        </w:trPr>
        <w:tc>
          <w:tcPr>
            <w:tcW w:w="5353" w:type="dxa"/>
          </w:tcPr>
          <w:p w14:paraId="2F3DFEBC" w14:textId="77777777" w:rsidR="00EB01BB" w:rsidRDefault="00EB01BB" w:rsidP="00EB01BB">
            <w:pPr>
              <w:tabs>
                <w:tab w:val="left" w:pos="2920"/>
              </w:tabs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٥٠٠ رصيد مدين</w:t>
            </w:r>
            <w:r>
              <w:rPr>
                <w:rFonts w:ascii="Arial" w:hAnsi="Arial" w:cs="Arial"/>
                <w:b/>
                <w:sz w:val="28"/>
                <w:szCs w:val="28"/>
                <w:rtl/>
              </w:rPr>
              <w:tab/>
            </w:r>
          </w:p>
        </w:tc>
        <w:tc>
          <w:tcPr>
            <w:tcW w:w="5353" w:type="dxa"/>
          </w:tcPr>
          <w:p w14:paraId="78623B93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٥٠٠ الى حـ/ الصندوق</w:t>
            </w:r>
          </w:p>
        </w:tc>
      </w:tr>
      <w:tr w:rsidR="00EB01BB" w14:paraId="0885E97D" w14:textId="77777777" w:rsidTr="00D7139D">
        <w:trPr>
          <w:trHeight w:val="160"/>
        </w:trPr>
        <w:tc>
          <w:tcPr>
            <w:tcW w:w="5353" w:type="dxa"/>
          </w:tcPr>
          <w:p w14:paraId="378BC198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٥٠٠</w:t>
            </w:r>
          </w:p>
        </w:tc>
        <w:tc>
          <w:tcPr>
            <w:tcW w:w="5353" w:type="dxa"/>
          </w:tcPr>
          <w:p w14:paraId="078EB36C" w14:textId="77777777" w:rsidR="00EB01BB" w:rsidRDefault="00EB01BB" w:rsidP="00D7139D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٥٠٠</w:t>
            </w:r>
          </w:p>
        </w:tc>
      </w:tr>
    </w:tbl>
    <w:p w14:paraId="145B1D2E" w14:textId="77777777" w:rsidR="00D7139D" w:rsidRDefault="00D7139D" w:rsidP="00D7139D">
      <w:pPr>
        <w:rPr>
          <w:rFonts w:ascii="Arial" w:hAnsi="Arial" w:cs="Arial" w:hint="cs"/>
          <w:sz w:val="28"/>
          <w:szCs w:val="28"/>
          <w:rtl/>
        </w:rPr>
      </w:pPr>
    </w:p>
    <w:p w14:paraId="067B2D1B" w14:textId="77777777" w:rsidR="00D44A4C" w:rsidRDefault="00D44A4C" w:rsidP="00D7139D">
      <w:pPr>
        <w:rPr>
          <w:rFonts w:ascii="Arial" w:hAnsi="Arial" w:cs="Arial" w:hint="cs"/>
          <w:sz w:val="28"/>
          <w:szCs w:val="28"/>
          <w:rtl/>
        </w:rPr>
      </w:pPr>
    </w:p>
    <w:p w14:paraId="3E7E0B8C" w14:textId="77777777" w:rsidR="00D44A4C" w:rsidRDefault="00D44A4C" w:rsidP="00D44A4C">
      <w:pPr>
        <w:jc w:val="center"/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حـ/ مردودات ومسموحات المبيعات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EB01BB" w14:paraId="511A7A8E" w14:textId="77777777" w:rsidTr="00EB01BB">
        <w:trPr>
          <w:trHeight w:val="160"/>
        </w:trPr>
        <w:tc>
          <w:tcPr>
            <w:tcW w:w="5353" w:type="dxa"/>
          </w:tcPr>
          <w:p w14:paraId="048DD02E" w14:textId="77777777" w:rsidR="00EB01BB" w:rsidRPr="00EB01BB" w:rsidRDefault="00EB01BB" w:rsidP="00D44A4C">
            <w:pPr>
              <w:rPr>
                <w:rFonts w:ascii="Arial" w:hAnsi="Arial" w:cs="Arial" w:hint="cs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color w:val="FF0000"/>
                <w:sz w:val="28"/>
                <w:szCs w:val="28"/>
                <w:rtl/>
              </w:rPr>
              <w:t>٢٠٠٠ رصيد مدين</w:t>
            </w:r>
          </w:p>
        </w:tc>
        <w:tc>
          <w:tcPr>
            <w:tcW w:w="5353" w:type="dxa"/>
          </w:tcPr>
          <w:p w14:paraId="4F7831C7" w14:textId="77777777" w:rsidR="00EB01BB" w:rsidRDefault="00EB01BB" w:rsidP="00D44A4C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 الى حـ/ الصندوق</w:t>
            </w:r>
          </w:p>
        </w:tc>
      </w:tr>
      <w:tr w:rsidR="00EB01BB" w14:paraId="48041D1E" w14:textId="77777777" w:rsidTr="00D44A4C">
        <w:trPr>
          <w:trHeight w:val="160"/>
        </w:trPr>
        <w:tc>
          <w:tcPr>
            <w:tcW w:w="5353" w:type="dxa"/>
          </w:tcPr>
          <w:p w14:paraId="7FDC7C90" w14:textId="77777777" w:rsidR="00EB01BB" w:rsidRDefault="00EB01BB" w:rsidP="00D44A4C">
            <w:pPr>
              <w:rPr>
                <w:rFonts w:ascii="Arial" w:hAnsi="Arial" w:cs="Arial" w:hint="cs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٢٠٠٠</w:t>
            </w:r>
          </w:p>
        </w:tc>
        <w:tc>
          <w:tcPr>
            <w:tcW w:w="5353" w:type="dxa"/>
          </w:tcPr>
          <w:p w14:paraId="48A39E7E" w14:textId="77777777" w:rsidR="00EB01BB" w:rsidRDefault="00EB01BB" w:rsidP="00D44A4C">
            <w:pPr>
              <w:rPr>
                <w:rFonts w:ascii="Arial" w:hAnsi="Arial" w:cs="Arial" w:hint="cs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٢٠٠٠</w:t>
            </w:r>
          </w:p>
        </w:tc>
      </w:tr>
    </w:tbl>
    <w:p w14:paraId="60DDDD77" w14:textId="77777777" w:rsidR="00D44A4C" w:rsidRDefault="00D44A4C" w:rsidP="00D7139D">
      <w:pPr>
        <w:rPr>
          <w:rFonts w:ascii="Arial" w:hAnsi="Arial" w:cs="Arial" w:hint="cs"/>
          <w:sz w:val="28"/>
          <w:szCs w:val="28"/>
          <w:rtl/>
        </w:rPr>
      </w:pPr>
    </w:p>
    <w:p w14:paraId="3A8608B4" w14:textId="77777777" w:rsidR="00EB01BB" w:rsidRDefault="0045273E" w:rsidP="00D7139D">
      <w:pPr>
        <w:rPr>
          <w:rFonts w:ascii="Arial" w:hAnsi="Arial" w:cs="Arial" w:hint="cs"/>
          <w:sz w:val="56"/>
          <w:szCs w:val="56"/>
          <w:rtl/>
        </w:rPr>
      </w:pPr>
      <w:r>
        <w:rPr>
          <w:rFonts w:ascii="Arial" w:hAnsi="Arial" w:cs="Arial" w:hint="cs"/>
          <w:sz w:val="56"/>
          <w:szCs w:val="56"/>
          <w:rtl/>
        </w:rPr>
        <w:t xml:space="preserve">ص ٢٧٧ فقرة ب </w:t>
      </w:r>
    </w:p>
    <w:p w14:paraId="4308BF80" w14:textId="77777777" w:rsidR="0045273E" w:rsidRDefault="0045273E" w:rsidP="00D7139D">
      <w:pPr>
        <w:rPr>
          <w:rFonts w:ascii="Arial" w:hAnsi="Arial" w:cs="Arial" w:hint="cs"/>
          <w:sz w:val="56"/>
          <w:szCs w:val="56"/>
          <w:rtl/>
        </w:rPr>
      </w:pPr>
      <w:r>
        <w:rPr>
          <w:rFonts w:ascii="Arial" w:hAnsi="Arial" w:cs="Arial" w:hint="cs"/>
          <w:sz w:val="56"/>
          <w:szCs w:val="56"/>
          <w:rtl/>
        </w:rPr>
        <w:t xml:space="preserve">بفرض ان مصاريف الادارية والعامة بلغت ٤٥٠٠ والمصاريف البيعية ٢٠٠٠ ريال </w:t>
      </w:r>
    </w:p>
    <w:p w14:paraId="41A770BC" w14:textId="77777777" w:rsidR="0045273E" w:rsidRDefault="0045273E" w:rsidP="00D7139D">
      <w:pPr>
        <w:rPr>
          <w:rFonts w:ascii="Arial" w:hAnsi="Arial" w:cs="Arial" w:hint="cs"/>
          <w:sz w:val="56"/>
          <w:szCs w:val="56"/>
          <w:rtl/>
        </w:rPr>
      </w:pPr>
      <w:r>
        <w:rPr>
          <w:rFonts w:ascii="Arial" w:hAnsi="Arial" w:cs="Arial" w:hint="cs"/>
          <w:sz w:val="56"/>
          <w:szCs w:val="56"/>
          <w:rtl/>
        </w:rPr>
        <w:t>المطلوب قائمة الدخل: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5"/>
        <w:gridCol w:w="2745"/>
        <w:gridCol w:w="2746"/>
        <w:gridCol w:w="2780"/>
      </w:tblGrid>
      <w:tr w:rsidR="00323617" w14:paraId="011309D1" w14:textId="77777777" w:rsidTr="00323617">
        <w:tc>
          <w:tcPr>
            <w:tcW w:w="2435" w:type="dxa"/>
          </w:tcPr>
          <w:p w14:paraId="4F9CB0F7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  <w:tc>
          <w:tcPr>
            <w:tcW w:w="2745" w:type="dxa"/>
          </w:tcPr>
          <w:p w14:paraId="493DD74F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 w:rsidRPr="00323617">
              <w:rPr>
                <w:rFonts w:ascii="Arial" w:hAnsi="Arial" w:cs="Arial" w:hint="cs"/>
                <w:sz w:val="28"/>
                <w:szCs w:val="28"/>
                <w:rtl/>
              </w:rPr>
              <w:t>٩٤٠٠٠٠</w:t>
            </w:r>
          </w:p>
        </w:tc>
        <w:tc>
          <w:tcPr>
            <w:tcW w:w="2746" w:type="dxa"/>
          </w:tcPr>
          <w:p w14:paraId="6479DAE6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31CF844B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 w:rsidRPr="00323617">
              <w:rPr>
                <w:rFonts w:ascii="Arial" w:hAnsi="Arial" w:cs="Arial" w:hint="cs"/>
                <w:sz w:val="28"/>
                <w:szCs w:val="28"/>
                <w:rtl/>
              </w:rPr>
              <w:t>اجمالي المبيعات</w:t>
            </w:r>
          </w:p>
        </w:tc>
      </w:tr>
      <w:tr w:rsidR="00323617" w14:paraId="1060383D" w14:textId="77777777" w:rsidTr="00323617">
        <w:tc>
          <w:tcPr>
            <w:tcW w:w="2435" w:type="dxa"/>
          </w:tcPr>
          <w:p w14:paraId="526C3EDD" w14:textId="77777777" w:rsidR="00323617" w:rsidRPr="00323617" w:rsidRDefault="00323617" w:rsidP="00D7139D">
            <w:pPr>
              <w:rPr>
                <w:rFonts w:ascii="Arial" w:hAnsi="Arial" w:cs="Arial" w:hint="cs"/>
                <w:color w:val="FF0000"/>
                <w:sz w:val="28"/>
                <w:szCs w:val="28"/>
              </w:rPr>
            </w:pPr>
          </w:p>
        </w:tc>
        <w:tc>
          <w:tcPr>
            <w:tcW w:w="2745" w:type="dxa"/>
          </w:tcPr>
          <w:p w14:paraId="1DB47702" w14:textId="77777777" w:rsidR="00323617" w:rsidRPr="00323617" w:rsidRDefault="00323617" w:rsidP="00D7139D">
            <w:pPr>
              <w:rPr>
                <w:rFonts w:ascii="Arial" w:hAnsi="Arial" w:cs="Arial" w:hint="cs"/>
                <w:color w:val="FF0000"/>
                <w:sz w:val="28"/>
                <w:szCs w:val="28"/>
              </w:rPr>
            </w:pPr>
          </w:p>
        </w:tc>
        <w:tc>
          <w:tcPr>
            <w:tcW w:w="2746" w:type="dxa"/>
          </w:tcPr>
          <w:p w14:paraId="2F465B0C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(٣٠٠٠٠)</w:t>
            </w:r>
          </w:p>
        </w:tc>
        <w:tc>
          <w:tcPr>
            <w:tcW w:w="2780" w:type="dxa"/>
          </w:tcPr>
          <w:p w14:paraId="391FB49A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 w:rsidRPr="00323617">
              <w:rPr>
                <w:rFonts w:ascii="Arial" w:hAnsi="Arial" w:cs="Arial" w:hint="cs"/>
                <w:sz w:val="28"/>
                <w:szCs w:val="28"/>
                <w:rtl/>
              </w:rPr>
              <w:t>مردودات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ومسموحات المبيعات</w:t>
            </w:r>
          </w:p>
        </w:tc>
      </w:tr>
      <w:tr w:rsidR="00323617" w14:paraId="71FE28FD" w14:textId="77777777" w:rsidTr="00323617">
        <w:tc>
          <w:tcPr>
            <w:tcW w:w="2435" w:type="dxa"/>
          </w:tcPr>
          <w:p w14:paraId="565A29CA" w14:textId="77777777" w:rsidR="00323617" w:rsidRPr="00323617" w:rsidRDefault="00323617" w:rsidP="00D7139D">
            <w:pPr>
              <w:rPr>
                <w:rFonts w:ascii="Arial" w:hAnsi="Arial" w:cs="Arial" w:hint="cs"/>
                <w:color w:val="FF0000"/>
                <w:sz w:val="28"/>
                <w:szCs w:val="28"/>
              </w:rPr>
            </w:pPr>
          </w:p>
        </w:tc>
        <w:tc>
          <w:tcPr>
            <w:tcW w:w="2745" w:type="dxa"/>
          </w:tcPr>
          <w:p w14:paraId="5C021BF9" w14:textId="77777777" w:rsidR="00323617" w:rsidRPr="00323617" w:rsidRDefault="00323617" w:rsidP="00D7139D">
            <w:pPr>
              <w:rPr>
                <w:rFonts w:ascii="Arial" w:hAnsi="Arial" w:cs="Arial" w:hint="cs"/>
                <w:color w:val="FF0000"/>
                <w:sz w:val="28"/>
                <w:szCs w:val="28"/>
              </w:rPr>
            </w:pPr>
          </w:p>
        </w:tc>
        <w:tc>
          <w:tcPr>
            <w:tcW w:w="2746" w:type="dxa"/>
          </w:tcPr>
          <w:p w14:paraId="57F80762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(١٠٠٠٠)</w:t>
            </w:r>
          </w:p>
        </w:tc>
        <w:tc>
          <w:tcPr>
            <w:tcW w:w="2780" w:type="dxa"/>
          </w:tcPr>
          <w:p w14:paraId="614011F7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الخصم المسموح به</w:t>
            </w:r>
          </w:p>
        </w:tc>
      </w:tr>
      <w:tr w:rsidR="00323617" w14:paraId="08B91230" w14:textId="77777777" w:rsidTr="00323617">
        <w:tc>
          <w:tcPr>
            <w:tcW w:w="2435" w:type="dxa"/>
          </w:tcPr>
          <w:p w14:paraId="3E776034" w14:textId="77777777" w:rsidR="00323617" w:rsidRDefault="00323617" w:rsidP="00D7139D">
            <w:pPr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</w:pPr>
          </w:p>
        </w:tc>
        <w:tc>
          <w:tcPr>
            <w:tcW w:w="2745" w:type="dxa"/>
          </w:tcPr>
          <w:p w14:paraId="04B2931F" w14:textId="77777777" w:rsidR="00323617" w:rsidRPr="00323617" w:rsidRDefault="00323617" w:rsidP="00D7139D">
            <w:pPr>
              <w:rPr>
                <w:rFonts w:ascii="Arial" w:hAnsi="Arial" w:cs="Arial" w:hint="cs"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(٤٠٠٠٠)</w:t>
            </w:r>
          </w:p>
        </w:tc>
        <w:tc>
          <w:tcPr>
            <w:tcW w:w="2746" w:type="dxa"/>
          </w:tcPr>
          <w:p w14:paraId="51C2B2C6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35513DB5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اجمالي مايخصم</w:t>
            </w:r>
          </w:p>
        </w:tc>
      </w:tr>
      <w:tr w:rsidR="00323617" w14:paraId="11FD5F37" w14:textId="77777777" w:rsidTr="00323617">
        <w:tc>
          <w:tcPr>
            <w:tcW w:w="2435" w:type="dxa"/>
          </w:tcPr>
          <w:p w14:paraId="3EFB6F37" w14:textId="77777777" w:rsidR="00323617" w:rsidRDefault="00323617" w:rsidP="00D7139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٩٠٠٠٠٠</w:t>
            </w:r>
          </w:p>
        </w:tc>
        <w:tc>
          <w:tcPr>
            <w:tcW w:w="2745" w:type="dxa"/>
          </w:tcPr>
          <w:p w14:paraId="4EE65829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6" w:type="dxa"/>
          </w:tcPr>
          <w:p w14:paraId="75D10C29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6FCC76FB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صافي المبيعات</w:t>
            </w:r>
          </w:p>
        </w:tc>
      </w:tr>
      <w:tr w:rsidR="00323617" w14:paraId="5C5C7634" w14:textId="77777777" w:rsidTr="00323617">
        <w:tc>
          <w:tcPr>
            <w:tcW w:w="2435" w:type="dxa"/>
          </w:tcPr>
          <w:p w14:paraId="403A8757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2066DD96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6" w:type="dxa"/>
          </w:tcPr>
          <w:p w14:paraId="254F9A30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79DADCFB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تكلفة المبيعات:</w:t>
            </w:r>
          </w:p>
        </w:tc>
      </w:tr>
      <w:tr w:rsidR="00323617" w14:paraId="7893C8F9" w14:textId="77777777" w:rsidTr="00323617">
        <w:tc>
          <w:tcPr>
            <w:tcW w:w="2435" w:type="dxa"/>
          </w:tcPr>
          <w:p w14:paraId="622F8DD1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55607E77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٣٠٠٠٠</w:t>
            </w:r>
          </w:p>
        </w:tc>
        <w:tc>
          <w:tcPr>
            <w:tcW w:w="2746" w:type="dxa"/>
          </w:tcPr>
          <w:p w14:paraId="71E07883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4B7C3F43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مخزون ١/١</w:t>
            </w:r>
          </w:p>
        </w:tc>
      </w:tr>
      <w:tr w:rsidR="00323617" w14:paraId="63E9C87D" w14:textId="77777777" w:rsidTr="00323617">
        <w:tc>
          <w:tcPr>
            <w:tcW w:w="2435" w:type="dxa"/>
          </w:tcPr>
          <w:p w14:paraId="5891FE47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73D4D384" w14:textId="77777777" w:rsidR="00323617" w:rsidRPr="00323617" w:rsidRDefault="00E17799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٧٣٥٠٠٠</w:t>
            </w:r>
          </w:p>
        </w:tc>
        <w:tc>
          <w:tcPr>
            <w:tcW w:w="2746" w:type="dxa"/>
          </w:tcPr>
          <w:p w14:paraId="46C3541B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4E7E720A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اجمالي المشتريات</w:t>
            </w:r>
          </w:p>
        </w:tc>
      </w:tr>
      <w:tr w:rsidR="00323617" w14:paraId="10572AA1" w14:textId="77777777" w:rsidTr="00323617">
        <w:tc>
          <w:tcPr>
            <w:tcW w:w="2435" w:type="dxa"/>
          </w:tcPr>
          <w:p w14:paraId="1ABD61F7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6E64128D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6" w:type="dxa"/>
          </w:tcPr>
          <w:p w14:paraId="1028928D" w14:textId="77777777" w:rsidR="00323617" w:rsidRPr="00323617" w:rsidRDefault="00323617" w:rsidP="00D7139D">
            <w:pPr>
              <w:rPr>
                <w:rFonts w:ascii="Arial" w:hAnsi="Arial" w:cs="Arial" w:hint="cs"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٠</w:t>
            </w:r>
          </w:p>
        </w:tc>
        <w:tc>
          <w:tcPr>
            <w:tcW w:w="2780" w:type="dxa"/>
          </w:tcPr>
          <w:p w14:paraId="7F8AF147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مردودات ومسموحات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lastRenderedPageBreak/>
              <w:t>المشتريات</w:t>
            </w:r>
          </w:p>
        </w:tc>
      </w:tr>
      <w:tr w:rsidR="00323617" w14:paraId="723EC06B" w14:textId="77777777" w:rsidTr="00323617">
        <w:tc>
          <w:tcPr>
            <w:tcW w:w="2435" w:type="dxa"/>
          </w:tcPr>
          <w:p w14:paraId="7B0B2373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755BDF1F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6" w:type="dxa"/>
          </w:tcPr>
          <w:p w14:paraId="608B9B46" w14:textId="77777777" w:rsidR="00323617" w:rsidRPr="00323617" w:rsidRDefault="00323617" w:rsidP="00D7139D">
            <w:pPr>
              <w:rPr>
                <w:rFonts w:ascii="Arial" w:hAnsi="Arial" w:cs="Arial" w:hint="cs"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(١٥٠٠٠)</w:t>
            </w:r>
          </w:p>
        </w:tc>
        <w:tc>
          <w:tcPr>
            <w:tcW w:w="2780" w:type="dxa"/>
          </w:tcPr>
          <w:p w14:paraId="66D0C5BD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الخصم المكتسب</w:t>
            </w:r>
          </w:p>
        </w:tc>
      </w:tr>
      <w:tr w:rsidR="00E17799" w14:paraId="7AC24FF2" w14:textId="77777777" w:rsidTr="00323617">
        <w:tc>
          <w:tcPr>
            <w:tcW w:w="2435" w:type="dxa"/>
          </w:tcPr>
          <w:p w14:paraId="6C68C420" w14:textId="77777777" w:rsidR="00E17799" w:rsidRPr="00323617" w:rsidRDefault="00E17799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0A38F830" w14:textId="77777777" w:rsidR="00E17799" w:rsidRPr="00E17799" w:rsidRDefault="00E17799" w:rsidP="00D7139D">
            <w:pPr>
              <w:rPr>
                <w:rFonts w:ascii="Arial" w:hAnsi="Arial" w:cs="Arial" w:hint="cs"/>
                <w:color w:val="FF0000"/>
                <w:sz w:val="28"/>
                <w:szCs w:val="28"/>
              </w:rPr>
            </w:pPr>
            <w:r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(١٥٠٠٠)</w:t>
            </w:r>
          </w:p>
        </w:tc>
        <w:tc>
          <w:tcPr>
            <w:tcW w:w="2746" w:type="dxa"/>
          </w:tcPr>
          <w:p w14:paraId="469606F4" w14:textId="77777777" w:rsidR="00E17799" w:rsidRPr="00323617" w:rsidRDefault="00E17799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04959D5B" w14:textId="77777777" w:rsidR="00E17799" w:rsidRDefault="00E17799" w:rsidP="00D7139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اجمالي مايخصم</w:t>
            </w:r>
          </w:p>
        </w:tc>
      </w:tr>
      <w:tr w:rsidR="00323617" w14:paraId="2D1746B4" w14:textId="77777777" w:rsidTr="00323617">
        <w:tc>
          <w:tcPr>
            <w:tcW w:w="2435" w:type="dxa"/>
          </w:tcPr>
          <w:p w14:paraId="0B81F758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13FAAB56" w14:textId="77777777" w:rsidR="00323617" w:rsidRPr="00323617" w:rsidRDefault="00E17799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٧٢٠٠٠٠</w:t>
            </w:r>
          </w:p>
        </w:tc>
        <w:tc>
          <w:tcPr>
            <w:tcW w:w="2746" w:type="dxa"/>
          </w:tcPr>
          <w:p w14:paraId="128BB6D8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14F24394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صافي المشتريات </w:t>
            </w:r>
          </w:p>
        </w:tc>
      </w:tr>
      <w:tr w:rsidR="00323617" w14:paraId="12F1D321" w14:textId="77777777" w:rsidTr="00323617">
        <w:tc>
          <w:tcPr>
            <w:tcW w:w="2435" w:type="dxa"/>
          </w:tcPr>
          <w:p w14:paraId="71003B3C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30ED5074" w14:textId="77777777" w:rsidR="00323617" w:rsidRPr="00323617" w:rsidRDefault="00E17799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٠</w:t>
            </w:r>
          </w:p>
        </w:tc>
        <w:tc>
          <w:tcPr>
            <w:tcW w:w="2746" w:type="dxa"/>
          </w:tcPr>
          <w:p w14:paraId="1B343C19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3DF24946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مصاريف نقل المشتريات</w:t>
            </w:r>
          </w:p>
        </w:tc>
      </w:tr>
      <w:tr w:rsidR="00323617" w14:paraId="4031AA4C" w14:textId="77777777" w:rsidTr="00323617">
        <w:tc>
          <w:tcPr>
            <w:tcW w:w="2435" w:type="dxa"/>
          </w:tcPr>
          <w:p w14:paraId="623D6484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6845F963" w14:textId="77777777" w:rsidR="00323617" w:rsidRPr="00323617" w:rsidRDefault="00E17799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٧٢٠٠٠٠</w:t>
            </w:r>
          </w:p>
        </w:tc>
        <w:tc>
          <w:tcPr>
            <w:tcW w:w="2746" w:type="dxa"/>
          </w:tcPr>
          <w:p w14:paraId="5F7D3835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61E24303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تكلفة المشتريات </w:t>
            </w:r>
          </w:p>
        </w:tc>
      </w:tr>
      <w:tr w:rsidR="00323617" w14:paraId="236E9743" w14:textId="77777777" w:rsidTr="00323617">
        <w:tc>
          <w:tcPr>
            <w:tcW w:w="2435" w:type="dxa"/>
          </w:tcPr>
          <w:p w14:paraId="4C5F0824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45" w:type="dxa"/>
          </w:tcPr>
          <w:p w14:paraId="74C82172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٧٥٠٠٠٠</w:t>
            </w:r>
          </w:p>
        </w:tc>
        <w:tc>
          <w:tcPr>
            <w:tcW w:w="2746" w:type="dxa"/>
          </w:tcPr>
          <w:p w14:paraId="3CB8007C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</w:p>
        </w:tc>
        <w:tc>
          <w:tcPr>
            <w:tcW w:w="2780" w:type="dxa"/>
          </w:tcPr>
          <w:p w14:paraId="79F76870" w14:textId="77777777" w:rsidR="00323617" w:rsidRPr="00323617" w:rsidRDefault="00323617" w:rsidP="00D7139D">
            <w:p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تكلفة البضاعة المتاحة للبيع</w:t>
            </w:r>
          </w:p>
        </w:tc>
      </w:tr>
      <w:tr w:rsidR="00323617" w:rsidRPr="00323617" w14:paraId="460E9F00" w14:textId="77777777" w:rsidTr="00323617">
        <w:tc>
          <w:tcPr>
            <w:tcW w:w="2435" w:type="dxa"/>
          </w:tcPr>
          <w:p w14:paraId="64ADA181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45" w:type="dxa"/>
          </w:tcPr>
          <w:p w14:paraId="7419CC98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١٠٠٠٠٠</w:t>
            </w:r>
          </w:p>
        </w:tc>
        <w:tc>
          <w:tcPr>
            <w:tcW w:w="2746" w:type="dxa"/>
          </w:tcPr>
          <w:p w14:paraId="1CCAD14A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80" w:type="dxa"/>
          </w:tcPr>
          <w:p w14:paraId="2BCBD748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مخزون ٣٠/١٢</w:t>
            </w:r>
          </w:p>
        </w:tc>
      </w:tr>
      <w:tr w:rsidR="00323617" w:rsidRPr="00323617" w14:paraId="5B067207" w14:textId="77777777" w:rsidTr="00323617">
        <w:tc>
          <w:tcPr>
            <w:tcW w:w="2435" w:type="dxa"/>
          </w:tcPr>
          <w:p w14:paraId="39F6A588" w14:textId="77777777" w:rsidR="00323617" w:rsidRPr="00E17799" w:rsidRDefault="00E17799" w:rsidP="00D7139D">
            <w:pPr>
              <w:rPr>
                <w:rFonts w:ascii="Arial" w:hAnsi="Arial" w:cs="Arial" w:hint="cs"/>
                <w:color w:val="FF0000"/>
                <w:sz w:val="32"/>
                <w:szCs w:val="32"/>
              </w:rPr>
            </w:pPr>
            <w:r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(</w:t>
            </w:r>
            <w:r w:rsidRPr="00E17799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٦٥٠٠٠٠</w:t>
            </w:r>
            <w:r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)</w:t>
            </w:r>
          </w:p>
        </w:tc>
        <w:tc>
          <w:tcPr>
            <w:tcW w:w="2745" w:type="dxa"/>
          </w:tcPr>
          <w:p w14:paraId="463926C7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46" w:type="dxa"/>
          </w:tcPr>
          <w:p w14:paraId="19916801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80" w:type="dxa"/>
          </w:tcPr>
          <w:p w14:paraId="7A4F9B51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تكلفة المبيعات</w:t>
            </w:r>
          </w:p>
        </w:tc>
      </w:tr>
      <w:tr w:rsidR="00323617" w:rsidRPr="00323617" w14:paraId="6C5F102C" w14:textId="77777777" w:rsidTr="00323617">
        <w:tc>
          <w:tcPr>
            <w:tcW w:w="2435" w:type="dxa"/>
          </w:tcPr>
          <w:p w14:paraId="21515D46" w14:textId="77777777" w:rsidR="00323617" w:rsidRPr="00323617" w:rsidRDefault="00E17799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٢٥٠٠٠٠</w:t>
            </w:r>
          </w:p>
        </w:tc>
        <w:tc>
          <w:tcPr>
            <w:tcW w:w="2745" w:type="dxa"/>
          </w:tcPr>
          <w:p w14:paraId="4973FB07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46" w:type="dxa"/>
          </w:tcPr>
          <w:p w14:paraId="01722904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80" w:type="dxa"/>
          </w:tcPr>
          <w:p w14:paraId="139C4065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اجمالي الربح</w:t>
            </w:r>
          </w:p>
        </w:tc>
      </w:tr>
      <w:tr w:rsidR="00323617" w:rsidRPr="00323617" w14:paraId="1D07718B" w14:textId="77777777" w:rsidTr="00323617">
        <w:tc>
          <w:tcPr>
            <w:tcW w:w="2435" w:type="dxa"/>
          </w:tcPr>
          <w:p w14:paraId="15FC5725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45" w:type="dxa"/>
          </w:tcPr>
          <w:p w14:paraId="0CA7D892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46" w:type="dxa"/>
          </w:tcPr>
          <w:p w14:paraId="1E2C2060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80" w:type="dxa"/>
          </w:tcPr>
          <w:p w14:paraId="1DE2B35B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مصاريف التشغيل:</w:t>
            </w:r>
          </w:p>
        </w:tc>
      </w:tr>
      <w:tr w:rsidR="00323617" w:rsidRPr="00323617" w14:paraId="04A3F0DC" w14:textId="77777777" w:rsidTr="00323617">
        <w:tc>
          <w:tcPr>
            <w:tcW w:w="2435" w:type="dxa"/>
          </w:tcPr>
          <w:p w14:paraId="419B9FE9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45" w:type="dxa"/>
          </w:tcPr>
          <w:p w14:paraId="0A529340" w14:textId="77777777" w:rsidR="00323617" w:rsidRPr="00E17799" w:rsidRDefault="00E17799" w:rsidP="00D7139D">
            <w:pPr>
              <w:rPr>
                <w:rFonts w:ascii="Arial" w:hAnsi="Arial" w:cs="Arial" w:hint="cs"/>
                <w:color w:val="FF0000"/>
                <w:sz w:val="32"/>
                <w:szCs w:val="32"/>
              </w:rPr>
            </w:pPr>
            <w:r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(٤٥٠٠)</w:t>
            </w:r>
          </w:p>
        </w:tc>
        <w:tc>
          <w:tcPr>
            <w:tcW w:w="2746" w:type="dxa"/>
          </w:tcPr>
          <w:p w14:paraId="1CE7BD6B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80" w:type="dxa"/>
          </w:tcPr>
          <w:p w14:paraId="015A6A12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مصاريف ادراية وعامة</w:t>
            </w:r>
          </w:p>
        </w:tc>
      </w:tr>
      <w:tr w:rsidR="00323617" w:rsidRPr="00323617" w14:paraId="5AB7B46C" w14:textId="77777777" w:rsidTr="00323617">
        <w:tc>
          <w:tcPr>
            <w:tcW w:w="2435" w:type="dxa"/>
          </w:tcPr>
          <w:p w14:paraId="205BE3DE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45" w:type="dxa"/>
          </w:tcPr>
          <w:p w14:paraId="0041869D" w14:textId="77777777" w:rsidR="00323617" w:rsidRPr="00E17799" w:rsidRDefault="00E17799" w:rsidP="00D7139D">
            <w:pPr>
              <w:rPr>
                <w:rFonts w:ascii="Arial" w:hAnsi="Arial" w:cs="Arial" w:hint="cs"/>
                <w:color w:val="FF0000"/>
                <w:sz w:val="32"/>
                <w:szCs w:val="32"/>
              </w:rPr>
            </w:pPr>
            <w:r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(٢٠٠٠)</w:t>
            </w:r>
          </w:p>
        </w:tc>
        <w:tc>
          <w:tcPr>
            <w:tcW w:w="2746" w:type="dxa"/>
          </w:tcPr>
          <w:p w14:paraId="6CD5E9BF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80" w:type="dxa"/>
          </w:tcPr>
          <w:p w14:paraId="65752921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 xml:space="preserve">مصاريف بيعية </w:t>
            </w:r>
          </w:p>
        </w:tc>
      </w:tr>
      <w:tr w:rsidR="00323617" w:rsidRPr="00323617" w14:paraId="568AE4DA" w14:textId="77777777" w:rsidTr="00323617">
        <w:tc>
          <w:tcPr>
            <w:tcW w:w="2435" w:type="dxa"/>
          </w:tcPr>
          <w:p w14:paraId="5491807B" w14:textId="77777777" w:rsidR="00323617" w:rsidRPr="00E17799" w:rsidRDefault="00E17799" w:rsidP="00D7139D">
            <w:pPr>
              <w:rPr>
                <w:rFonts w:ascii="Arial" w:hAnsi="Arial" w:cs="Arial" w:hint="cs"/>
                <w:color w:val="FF0000"/>
                <w:sz w:val="32"/>
                <w:szCs w:val="32"/>
              </w:rPr>
            </w:pPr>
            <w:r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(٦٥٠٠)</w:t>
            </w:r>
          </w:p>
        </w:tc>
        <w:tc>
          <w:tcPr>
            <w:tcW w:w="2745" w:type="dxa"/>
          </w:tcPr>
          <w:p w14:paraId="6CFAC214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46" w:type="dxa"/>
          </w:tcPr>
          <w:p w14:paraId="6AF45979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80" w:type="dxa"/>
          </w:tcPr>
          <w:p w14:paraId="3B19597D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اجمالي مصاريف التشغيل</w:t>
            </w:r>
          </w:p>
        </w:tc>
      </w:tr>
      <w:tr w:rsidR="00323617" w:rsidRPr="00323617" w14:paraId="1ABB00FE" w14:textId="77777777" w:rsidTr="00323617">
        <w:tc>
          <w:tcPr>
            <w:tcW w:w="2435" w:type="dxa"/>
          </w:tcPr>
          <w:p w14:paraId="297A743C" w14:textId="77777777" w:rsidR="00323617" w:rsidRPr="00323617" w:rsidRDefault="00E17799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٢٤٣٥٠٠</w:t>
            </w:r>
          </w:p>
        </w:tc>
        <w:tc>
          <w:tcPr>
            <w:tcW w:w="2745" w:type="dxa"/>
          </w:tcPr>
          <w:p w14:paraId="59C9F0FF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46" w:type="dxa"/>
          </w:tcPr>
          <w:p w14:paraId="332F4041" w14:textId="77777777" w:rsidR="00323617" w:rsidRPr="00323617" w:rsidRDefault="00323617" w:rsidP="00D7139D">
            <w:pPr>
              <w:rPr>
                <w:rFonts w:ascii="Arial" w:hAnsi="Arial" w:cs="Arial" w:hint="cs"/>
                <w:sz w:val="32"/>
                <w:szCs w:val="32"/>
              </w:rPr>
            </w:pPr>
          </w:p>
        </w:tc>
        <w:tc>
          <w:tcPr>
            <w:tcW w:w="2780" w:type="dxa"/>
          </w:tcPr>
          <w:p w14:paraId="36C0BA62" w14:textId="77777777" w:rsidR="00323617" w:rsidRPr="00323617" w:rsidRDefault="00E17799" w:rsidP="00D7139D">
            <w:pPr>
              <w:rPr>
                <w:rFonts w:ascii="Arial" w:hAnsi="Arial" w:cs="Arial" w:hint="cs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صافي الربح</w:t>
            </w:r>
          </w:p>
        </w:tc>
      </w:tr>
    </w:tbl>
    <w:p w14:paraId="1321DD61" w14:textId="77777777" w:rsidR="0045273E" w:rsidRDefault="0045273E" w:rsidP="00D7139D">
      <w:pPr>
        <w:rPr>
          <w:rFonts w:ascii="Arial" w:hAnsi="Arial" w:cs="Arial" w:hint="cs"/>
          <w:sz w:val="32"/>
          <w:szCs w:val="32"/>
          <w:rtl/>
        </w:rPr>
      </w:pPr>
    </w:p>
    <w:p w14:paraId="15368232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حل التمرين بالمعادلات:</w:t>
      </w:r>
    </w:p>
    <w:p w14:paraId="672D753B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١ـ صافي المبيعات= اجمالي المبيعات ـ( الخصم المسموح به+ مردودات ومسموحات المبيعات)</w:t>
      </w:r>
    </w:p>
    <w:p w14:paraId="55F733B2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=٩٤٠٠٠٠ـ (١٠٠٠٠+٣٠٠٠٠) = ٩٠٠٠٠٠</w:t>
      </w:r>
    </w:p>
    <w:p w14:paraId="078716A6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</w:p>
    <w:p w14:paraId="647C8FC1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٢ـ صافي المشتريات= اجمالي المشتريات ـ(الخصم المكتسب+مردودات ومسموحات المشتريات)</w:t>
      </w:r>
    </w:p>
    <w:p w14:paraId="19A3DAD3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=٧٣٥٠٠٠ـ( ١٥٠٠٠+٠) = ٧٢٠٠٠٠</w:t>
      </w:r>
    </w:p>
    <w:p w14:paraId="3E0E7FDC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</w:p>
    <w:p w14:paraId="4D4BDF08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٣ـ تكلفة المشتريات= صافي المشتريات + مصاريف نقل </w:t>
      </w:r>
      <w:r>
        <w:rPr>
          <w:rFonts w:ascii="Arial" w:hAnsi="Arial" w:cs="Arial" w:hint="cs"/>
          <w:sz w:val="32"/>
          <w:szCs w:val="32"/>
          <w:u w:val="single"/>
          <w:rtl/>
        </w:rPr>
        <w:t>المشتريات</w:t>
      </w:r>
    </w:p>
    <w:p w14:paraId="72B81403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= ٧٢٠٠٠٠+٠ = ٧٢٠٠٠٠</w:t>
      </w:r>
    </w:p>
    <w:p w14:paraId="1AE4BCB1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</w:p>
    <w:p w14:paraId="542780AE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٤ـتكلفة البضاعة المتاحة للبيع= تكلفة المشتريات + مخزون ١/١</w:t>
      </w:r>
    </w:p>
    <w:p w14:paraId="0A807DC3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=٧٢٠٠٠٠+٣٠٠٠٠ =٧٥٠٠٠٠</w:t>
      </w:r>
    </w:p>
    <w:p w14:paraId="7E65608D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</w:p>
    <w:p w14:paraId="123602B4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٥-تكلفة المبيعات =تكلفة البضاعة المتاحة للبيع-ـ مخزون ٣٠/١٢</w:t>
      </w:r>
    </w:p>
    <w:p w14:paraId="3D126212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=٧٥٠٠٠٠-ـ١٠٠٠٠٠ = ٦٥٠٠٠٠</w:t>
      </w:r>
    </w:p>
    <w:p w14:paraId="05492C9A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</w:p>
    <w:p w14:paraId="6340BE2D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٦-اجمالي الربح = صافي المبيعات ـ تكلفة المبيعات</w:t>
      </w:r>
    </w:p>
    <w:p w14:paraId="45CCA0F6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=٩٠٠٠٠٠ـ ٦٥٠٠٠٠=٢٥٠٠٠٠</w:t>
      </w:r>
    </w:p>
    <w:p w14:paraId="5647C453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</w:p>
    <w:p w14:paraId="1A437E85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٧ مصاريف التشغيل = مصاريف ادارية وعامة+ مصاريف بيعية</w:t>
      </w:r>
    </w:p>
    <w:p w14:paraId="2A596A0B" w14:textId="77777777" w:rsidR="00E17799" w:rsidRDefault="00E17799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=</w:t>
      </w:r>
      <w:r w:rsidR="00E767F5">
        <w:rPr>
          <w:rFonts w:ascii="Arial" w:hAnsi="Arial" w:cs="Arial" w:hint="cs"/>
          <w:sz w:val="32"/>
          <w:szCs w:val="32"/>
          <w:rtl/>
        </w:rPr>
        <w:t>٤٥٠٠+ ٢٠٠٠ = ٦٥٠٠</w:t>
      </w:r>
    </w:p>
    <w:p w14:paraId="4345E48A" w14:textId="77777777" w:rsidR="00E767F5" w:rsidRDefault="00E767F5" w:rsidP="00D7139D">
      <w:pPr>
        <w:rPr>
          <w:rFonts w:ascii="Arial" w:hAnsi="Arial" w:cs="Arial" w:hint="cs"/>
          <w:sz w:val="32"/>
          <w:szCs w:val="32"/>
          <w:rtl/>
        </w:rPr>
      </w:pPr>
    </w:p>
    <w:p w14:paraId="6B5D52FA" w14:textId="77777777" w:rsidR="00E767F5" w:rsidRDefault="00E767F5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٨ صافي الربح= اجمالي الربح ـ مصاريف التشغيل</w:t>
      </w:r>
    </w:p>
    <w:p w14:paraId="764540A5" w14:textId="77777777" w:rsidR="00E767F5" w:rsidRDefault="00E767F5" w:rsidP="00D7139D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=٢٥٠٠٠٠ـ ٦٥٠٠ =٢٤٣٥٠٠</w:t>
      </w:r>
    </w:p>
    <w:p w14:paraId="59CDF5A6" w14:textId="77777777" w:rsidR="00E767F5" w:rsidRDefault="00E767F5" w:rsidP="00D7139D">
      <w:pPr>
        <w:rPr>
          <w:rFonts w:ascii="Arial" w:hAnsi="Arial" w:cs="Arial" w:hint="cs"/>
          <w:sz w:val="32"/>
          <w:szCs w:val="32"/>
          <w:rtl/>
        </w:rPr>
      </w:pPr>
    </w:p>
    <w:p w14:paraId="4D55B6F2" w14:textId="77777777" w:rsidR="00E767F5" w:rsidRPr="00E767F5" w:rsidRDefault="00E767F5" w:rsidP="00E767F5">
      <w:pPr>
        <w:pStyle w:val="ListParagraph"/>
        <w:numPr>
          <w:ilvl w:val="0"/>
          <w:numId w:val="1"/>
        </w:numPr>
        <w:rPr>
          <w:rFonts w:ascii="Arial" w:hAnsi="Arial" w:cs="Arial" w:hint="cs"/>
          <w:sz w:val="32"/>
          <w:szCs w:val="32"/>
          <w:rtl/>
        </w:rPr>
      </w:pPr>
      <w:r w:rsidRPr="00E767F5">
        <w:rPr>
          <w:rFonts w:ascii="Arial" w:hAnsi="Arial" w:cs="Arial" w:hint="cs"/>
          <w:sz w:val="32"/>
          <w:szCs w:val="32"/>
          <w:rtl/>
        </w:rPr>
        <w:lastRenderedPageBreak/>
        <w:t>لو اردنا عمل قيود الاقفال الخاصة بالقائمة</w:t>
      </w:r>
    </w:p>
    <w:p w14:paraId="6C58535A" w14:textId="77777777" w:rsidR="00E767F5" w:rsidRDefault="00E767F5" w:rsidP="00E767F5">
      <w:pPr>
        <w:pStyle w:val="ListParagraph"/>
        <w:rPr>
          <w:rFonts w:ascii="Arial" w:hAnsi="Arial" w:cs="Arial" w:hint="cs"/>
          <w:color w:val="FF0000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ا</w:t>
      </w:r>
      <w:r w:rsidRPr="00E767F5">
        <w:rPr>
          <w:rFonts w:ascii="Arial" w:hAnsi="Arial" w:cs="Arial" w:hint="cs"/>
          <w:color w:val="FF0000"/>
          <w:sz w:val="32"/>
          <w:szCs w:val="32"/>
          <w:rtl/>
        </w:rPr>
        <w:t>لمصروفات</w:t>
      </w:r>
    </w:p>
    <w:p w14:paraId="1382A40D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من حـ/ متاجرة ارباح وخسائر</w:t>
      </w:r>
    </w:p>
    <w:p w14:paraId="15DC400C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الى مذكورين</w:t>
      </w:r>
    </w:p>
    <w:p w14:paraId="3D91BE1D" w14:textId="77777777" w:rsidR="00E767F5" w:rsidRP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٧٣٥٠٠٠حـ/ المشتريات</w:t>
      </w:r>
    </w:p>
    <w:p w14:paraId="1B372964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صفر حـ/مصاريف نقل المشتريات   </w:t>
      </w:r>
    </w:p>
    <w:p w14:paraId="2E3BA66A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٣٠٠٠٠حـ/مردودات ومسموحات المبيعات</w:t>
      </w:r>
    </w:p>
    <w:p w14:paraId="416BF61E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١٠٠٠٠حـ/ الخصم المسموح به</w:t>
      </w:r>
    </w:p>
    <w:p w14:paraId="65CDACEB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٢٠٠٠ حـ/مصروفات البيعية</w:t>
      </w:r>
    </w:p>
    <w:p w14:paraId="1E6FB347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٤٥٠٠</w:t>
      </w:r>
      <w:r w:rsidRPr="00E767F5">
        <w:rPr>
          <w:rFonts w:ascii="Arial" w:hAnsi="Arial" w:cs="Arial" w:hint="cs"/>
          <w:sz w:val="32"/>
          <w:szCs w:val="32"/>
          <w:rtl/>
        </w:rPr>
        <w:t xml:space="preserve"> حـ/ مصروفات الادارية والعامة</w:t>
      </w:r>
    </w:p>
    <w:p w14:paraId="3E3D6098" w14:textId="77777777" w:rsidR="00E767F5" w:rsidRP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٣٠٠٠٠ حـ/ مخزون اول المدة</w:t>
      </w:r>
    </w:p>
    <w:p w14:paraId="53AF6ABA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</w:p>
    <w:p w14:paraId="0B9E54AA" w14:textId="77777777" w:rsidR="00E767F5" w:rsidRDefault="00E767F5" w:rsidP="00E767F5">
      <w:pPr>
        <w:pStyle w:val="ListParagraph"/>
        <w:rPr>
          <w:rFonts w:ascii="Arial" w:hAnsi="Arial" w:cs="Arial" w:hint="cs"/>
          <w:color w:val="FF0000"/>
          <w:sz w:val="32"/>
          <w:szCs w:val="32"/>
          <w:rtl/>
        </w:rPr>
      </w:pPr>
      <w:r>
        <w:rPr>
          <w:rFonts w:ascii="Arial" w:hAnsi="Arial" w:cs="Arial" w:hint="cs"/>
          <w:color w:val="FF0000"/>
          <w:sz w:val="32"/>
          <w:szCs w:val="32"/>
          <w:rtl/>
        </w:rPr>
        <w:t xml:space="preserve">الايرادات </w:t>
      </w:r>
    </w:p>
    <w:p w14:paraId="5422B13C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من مذكورين </w:t>
      </w:r>
    </w:p>
    <w:p w14:paraId="51F61C78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٩٤٠٠٠٠ حـ/ المبيعات</w:t>
      </w:r>
    </w:p>
    <w:p w14:paraId="69AF00FB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صفر    حـ/ مردودات ومسموحات المشتريات</w:t>
      </w:r>
    </w:p>
    <w:p w14:paraId="79C591C5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١٥٠٠٠ حـ/ الخصم المكتسب</w:t>
      </w:r>
    </w:p>
    <w:p w14:paraId="2B7624AF" w14:textId="77777777" w:rsidR="00037FD3" w:rsidRDefault="00037FD3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١٠٠٠٠٠ حـ/ مخزون ٣٠/١٢</w:t>
      </w:r>
      <w:bookmarkStart w:id="0" w:name="_GoBack"/>
      <w:bookmarkEnd w:id="0"/>
    </w:p>
    <w:p w14:paraId="6E6A19A0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الى حـ/ متاجرة ارباح وخسائر</w:t>
      </w:r>
    </w:p>
    <w:p w14:paraId="7765F6F9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</w:p>
    <w:p w14:paraId="1DC0A55F" w14:textId="77777777" w:rsidR="00E767F5" w:rsidRDefault="00E767F5" w:rsidP="00E767F5">
      <w:pPr>
        <w:pStyle w:val="ListParagraph"/>
        <w:rPr>
          <w:rFonts w:ascii="Arial" w:hAnsi="Arial" w:cs="Arial" w:hint="cs"/>
          <w:color w:val="FF0000"/>
          <w:sz w:val="32"/>
          <w:szCs w:val="32"/>
          <w:rtl/>
        </w:rPr>
      </w:pPr>
      <w:r>
        <w:rPr>
          <w:rFonts w:ascii="Arial" w:hAnsi="Arial" w:cs="Arial" w:hint="cs"/>
          <w:color w:val="FF0000"/>
          <w:sz w:val="32"/>
          <w:szCs w:val="32"/>
          <w:rtl/>
        </w:rPr>
        <w:t>صافي الربح</w:t>
      </w:r>
    </w:p>
    <w:p w14:paraId="0294EB2F" w14:textId="77777777" w:rsidR="00E767F5" w:rsidRDefault="00E767F5" w:rsidP="00E767F5">
      <w:pPr>
        <w:pStyle w:val="ListParagraph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٢٤٣٥٠٠ من حـ/ متاجرة ارباح وخسائر </w:t>
      </w:r>
    </w:p>
    <w:p w14:paraId="260F09FF" w14:textId="77777777" w:rsidR="00E767F5" w:rsidRPr="00E767F5" w:rsidRDefault="00E767F5" w:rsidP="00E767F5">
      <w:pPr>
        <w:pStyle w:val="ListParagraph"/>
        <w:rPr>
          <w:rFonts w:ascii="Arial" w:hAnsi="Arial" w:cs="Arial" w:hint="cs"/>
          <w:sz w:val="32"/>
          <w:szCs w:val="32"/>
        </w:rPr>
      </w:pPr>
      <w:r>
        <w:rPr>
          <w:rFonts w:ascii="Arial" w:hAnsi="Arial" w:cs="Arial" w:hint="cs"/>
          <w:sz w:val="32"/>
          <w:szCs w:val="32"/>
          <w:rtl/>
        </w:rPr>
        <w:t xml:space="preserve">   ٢٤٣٥٠٠ الى حـ/ جاري المالك</w:t>
      </w:r>
    </w:p>
    <w:sectPr w:rsidR="00E767F5" w:rsidRPr="00E767F5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25D436" w14:textId="77777777" w:rsidR="00E767F5" w:rsidRDefault="00E767F5" w:rsidP="00944BBA">
      <w:r>
        <w:separator/>
      </w:r>
    </w:p>
  </w:endnote>
  <w:endnote w:type="continuationSeparator" w:id="0">
    <w:p w14:paraId="4C2DB867" w14:textId="77777777" w:rsidR="00E767F5" w:rsidRDefault="00E767F5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F3DA7" w14:textId="77777777" w:rsidR="00E767F5" w:rsidRDefault="00E767F5" w:rsidP="00944BBA">
      <w:r>
        <w:separator/>
      </w:r>
    </w:p>
  </w:footnote>
  <w:footnote w:type="continuationSeparator" w:id="0">
    <w:p w14:paraId="016AAABC" w14:textId="77777777" w:rsidR="00E767F5" w:rsidRDefault="00E767F5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5A73"/>
    <w:multiLevelType w:val="hybridMultilevel"/>
    <w:tmpl w:val="10B09818"/>
    <w:lvl w:ilvl="0" w:tplc="198EE3B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5B"/>
    <w:rsid w:val="00037FD3"/>
    <w:rsid w:val="001F4A09"/>
    <w:rsid w:val="0029786A"/>
    <w:rsid w:val="00323617"/>
    <w:rsid w:val="00390D3E"/>
    <w:rsid w:val="0045273E"/>
    <w:rsid w:val="005F7FD4"/>
    <w:rsid w:val="00612D8C"/>
    <w:rsid w:val="006C6B3D"/>
    <w:rsid w:val="007274BF"/>
    <w:rsid w:val="00800DE1"/>
    <w:rsid w:val="00812D9B"/>
    <w:rsid w:val="00944BBA"/>
    <w:rsid w:val="00990FF2"/>
    <w:rsid w:val="009A4CEE"/>
    <w:rsid w:val="00A57D95"/>
    <w:rsid w:val="00CA4DDF"/>
    <w:rsid w:val="00D44A4C"/>
    <w:rsid w:val="00D7139D"/>
    <w:rsid w:val="00E17799"/>
    <w:rsid w:val="00E767F5"/>
    <w:rsid w:val="00EB01BB"/>
    <w:rsid w:val="00FB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47420D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FB7B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6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FB7B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6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BDULAZIZ:Library:Application%20Support:Microsoft:Office:User%20Templates:My%20Templates:arabic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arabic.dotm</Template>
  <TotalTime>92</TotalTime>
  <Pages>5</Pages>
  <Words>697</Words>
  <Characters>3974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4662</CharactersWithSpaces>
  <SharedDoc>false</SharedDoc>
  <HyperlinkBase>http://www.ghyoom.com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2012-07-18T16:10:00Z</cp:lastPrinted>
  <dcterms:created xsi:type="dcterms:W3CDTF">2017-11-19T17:38:00Z</dcterms:created>
  <dcterms:modified xsi:type="dcterms:W3CDTF">2017-11-19T19:10:00Z</dcterms:modified>
  <cp:category/>
</cp:coreProperties>
</file>