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5A" w:rsidRDefault="0057135A" w:rsidP="00581FF6">
      <w:pPr>
        <w:bidi/>
        <w:jc w:val="center"/>
        <w:rPr>
          <w:rFonts w:cs="Simplified Arabic"/>
          <w:b/>
          <w:bCs/>
          <w:sz w:val="28"/>
          <w:szCs w:val="28"/>
          <w:rtl/>
        </w:rPr>
      </w:pPr>
    </w:p>
    <w:p w:rsidR="0057135A" w:rsidRPr="00C51448" w:rsidRDefault="0057135A" w:rsidP="005524AA">
      <w:pPr>
        <w:bidi/>
        <w:rPr>
          <w:rFonts w:cs="AL-Mohanad Bold"/>
          <w:b/>
          <w:bCs/>
          <w:sz w:val="36"/>
          <w:szCs w:val="36"/>
          <w:rtl/>
        </w:rPr>
      </w:pPr>
      <w:r w:rsidRPr="00C51448">
        <w:rPr>
          <w:rFonts w:cs="AL-Mohanad Bold"/>
          <w:b/>
          <w:bCs/>
          <w:sz w:val="36"/>
          <w:szCs w:val="36"/>
          <w:rtl/>
        </w:rPr>
        <w:t>المملكة العربية السعودية</w:t>
      </w:r>
    </w:p>
    <w:p w:rsidR="0057135A" w:rsidRPr="00C51448" w:rsidRDefault="0057135A" w:rsidP="005524AA">
      <w:pPr>
        <w:bidi/>
        <w:rPr>
          <w:rFonts w:cs="AL-Mohanad Bold"/>
          <w:b/>
          <w:bCs/>
          <w:sz w:val="36"/>
          <w:szCs w:val="36"/>
          <w:rtl/>
        </w:rPr>
      </w:pPr>
      <w:r w:rsidRPr="00C51448">
        <w:rPr>
          <w:rFonts w:cs="AL-Mohanad Bold"/>
          <w:b/>
          <w:bCs/>
          <w:sz w:val="36"/>
          <w:szCs w:val="36"/>
          <w:rtl/>
        </w:rPr>
        <w:t>جامعة الملك سعود</w:t>
      </w:r>
    </w:p>
    <w:p w:rsidR="0057135A" w:rsidRPr="00C51448" w:rsidRDefault="0057135A" w:rsidP="005524AA">
      <w:pPr>
        <w:bidi/>
        <w:rPr>
          <w:rFonts w:cs="AL-Mohanad Bold"/>
          <w:b/>
          <w:bCs/>
          <w:sz w:val="36"/>
          <w:szCs w:val="36"/>
          <w:rtl/>
        </w:rPr>
      </w:pPr>
      <w:r w:rsidRPr="00C51448">
        <w:rPr>
          <w:rFonts w:cs="AL-Mohanad Bold"/>
          <w:b/>
          <w:bCs/>
          <w:sz w:val="36"/>
          <w:szCs w:val="36"/>
          <w:rtl/>
        </w:rPr>
        <w:t>معهد اللغة العربية</w:t>
      </w:r>
    </w:p>
    <w:p w:rsidR="0057135A" w:rsidRDefault="0057135A" w:rsidP="005524AA">
      <w:pPr>
        <w:bidi/>
        <w:rPr>
          <w:rFonts w:cs="Simplified Arabic"/>
          <w:b/>
          <w:bCs/>
          <w:sz w:val="36"/>
          <w:szCs w:val="36"/>
          <w:rtl/>
        </w:rPr>
      </w:pPr>
      <w:r w:rsidRPr="00C51448">
        <w:rPr>
          <w:rFonts w:cs="AL-Mohanad Bold"/>
          <w:b/>
          <w:bCs/>
          <w:sz w:val="36"/>
          <w:szCs w:val="36"/>
          <w:rtl/>
        </w:rPr>
        <w:t>قسم اللغة والثقافة</w:t>
      </w:r>
    </w:p>
    <w:p w:rsidR="0057135A" w:rsidRDefault="0057135A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7135A" w:rsidRDefault="0057135A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7135A" w:rsidRDefault="0057135A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7135A" w:rsidRDefault="0057135A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7135A" w:rsidRDefault="0057135A" w:rsidP="00581FF6">
      <w:pPr>
        <w:bidi/>
        <w:jc w:val="center"/>
        <w:rPr>
          <w:rFonts w:cs="Simplified Arabic"/>
          <w:b/>
          <w:bCs/>
          <w:sz w:val="36"/>
          <w:szCs w:val="36"/>
          <w:rtl/>
        </w:rPr>
      </w:pPr>
    </w:p>
    <w:p w:rsidR="0057135A" w:rsidRDefault="0057135A" w:rsidP="00581FF6">
      <w:pPr>
        <w:bidi/>
        <w:jc w:val="center"/>
        <w:rPr>
          <w:rFonts w:cs="Simplified Arabic"/>
          <w:b/>
          <w:bCs/>
          <w:sz w:val="36"/>
          <w:szCs w:val="36"/>
          <w:rtl/>
        </w:rPr>
      </w:pPr>
    </w:p>
    <w:p w:rsidR="0057135A" w:rsidRPr="00962FBC" w:rsidRDefault="0057135A" w:rsidP="00581FF6">
      <w:pPr>
        <w:bidi/>
        <w:jc w:val="center"/>
        <w:rPr>
          <w:rFonts w:cs="PT Bold Heading"/>
          <w:b/>
          <w:bCs/>
          <w:sz w:val="36"/>
          <w:szCs w:val="36"/>
          <w:rtl/>
        </w:rPr>
      </w:pPr>
      <w:r w:rsidRPr="00962FBC">
        <w:rPr>
          <w:rFonts w:cs="PT Bold Heading"/>
          <w:b/>
          <w:bCs/>
          <w:sz w:val="36"/>
          <w:szCs w:val="36"/>
          <w:rtl/>
        </w:rPr>
        <w:t>توصيف المقرر</w:t>
      </w:r>
    </w:p>
    <w:p w:rsidR="0057135A" w:rsidRDefault="0057135A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57135A" w:rsidRDefault="0057135A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7135A" w:rsidRDefault="0057135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7135A" w:rsidRPr="00D37DC3" w:rsidRDefault="0057135A" w:rsidP="00581FF6">
      <w:pPr>
        <w:bidi/>
        <w:jc w:val="center"/>
        <w:rPr>
          <w:rFonts w:ascii="Arial" w:hAnsi="Arial" w:cs="AL-Mohanad Bold"/>
          <w:b/>
          <w:bCs/>
          <w:sz w:val="36"/>
          <w:szCs w:val="36"/>
          <w:rtl/>
        </w:rPr>
      </w:pPr>
      <w:r>
        <w:rPr>
          <w:rFonts w:cs="Simplified Arabic"/>
          <w:sz w:val="28"/>
          <w:szCs w:val="28"/>
          <w:rtl/>
        </w:rPr>
        <w:br w:type="page"/>
      </w:r>
    </w:p>
    <w:p w:rsidR="0057135A" w:rsidRPr="00D37DC3" w:rsidRDefault="0057135A" w:rsidP="005C57DA">
      <w:pPr>
        <w:bidi/>
        <w:jc w:val="center"/>
        <w:rPr>
          <w:rFonts w:ascii="Arial" w:hAnsi="Arial" w:cs="AL-Mohanad Bold"/>
          <w:b/>
          <w:bCs/>
          <w:sz w:val="36"/>
          <w:szCs w:val="36"/>
          <w:rtl/>
        </w:rPr>
      </w:pPr>
      <w:r w:rsidRPr="00D37DC3">
        <w:rPr>
          <w:rFonts w:ascii="Arial" w:hAnsi="Arial" w:cs="AL-Mohanad Bold"/>
          <w:b/>
          <w:bCs/>
          <w:sz w:val="36"/>
          <w:szCs w:val="36"/>
          <w:rtl/>
        </w:rPr>
        <w:t>نموذج توصيف المقرر</w:t>
      </w:r>
    </w:p>
    <w:p w:rsidR="0057135A" w:rsidRPr="00D37DC3" w:rsidRDefault="0057135A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AC1CC6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لإرشادك لإكمال هذا ال</w:t>
      </w:r>
      <w:r>
        <w:rPr>
          <w:rFonts w:ascii="Arial" w:hAnsi="Arial" w:cs="AL-Mohanad Bold"/>
          <w:sz w:val="28"/>
          <w:szCs w:val="28"/>
          <w:rtl/>
        </w:rPr>
        <w:t>نموذج</w:t>
      </w:r>
      <w:r w:rsidRPr="00D37DC3">
        <w:rPr>
          <w:rFonts w:ascii="Arial" w:hAnsi="Arial" w:cs="AL-Mohanad Bold"/>
          <w:sz w:val="28"/>
          <w:szCs w:val="28"/>
          <w:rtl/>
        </w:rPr>
        <w:t xml:space="preserve">، يرجى الرجوع إلى ------ من الدليل (2) المتضمن إجراءات ضمان الجودة الداخلية. </w:t>
      </w:r>
    </w:p>
    <w:p w:rsidR="0057135A" w:rsidRPr="008D383D" w:rsidRDefault="0057135A" w:rsidP="003E3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color w:val="808080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المؤسسة التعليمية </w:t>
      </w:r>
      <w:r w:rsidRPr="008D383D">
        <w:rPr>
          <w:rFonts w:ascii="Arial" w:hAnsi="Arial" w:cs="AL-Mohanad Bold"/>
          <w:color w:val="000000"/>
          <w:sz w:val="28"/>
          <w:szCs w:val="28"/>
          <w:rtl/>
        </w:rPr>
        <w:t xml:space="preserve">/ </w:t>
      </w:r>
      <w:r>
        <w:rPr>
          <w:rFonts w:ascii="Arial" w:hAnsi="Arial" w:cs="AL-Mohanad Bold"/>
          <w:color w:val="000000"/>
          <w:sz w:val="28"/>
          <w:szCs w:val="28"/>
          <w:rtl/>
        </w:rPr>
        <w:tab/>
      </w:r>
      <w:r>
        <w:rPr>
          <w:rFonts w:ascii="Arial" w:hAnsi="Arial" w:cs="AL-Mohanad Bold"/>
          <w:color w:val="000000"/>
          <w:sz w:val="28"/>
          <w:szCs w:val="28"/>
          <w:rtl/>
        </w:rPr>
        <w:tab/>
      </w:r>
      <w:r>
        <w:rPr>
          <w:rFonts w:ascii="Arial" w:hAnsi="Arial" w:cs="AL-Mohanad Bold"/>
          <w:color w:val="000000"/>
          <w:sz w:val="28"/>
          <w:szCs w:val="28"/>
          <w:rtl/>
        </w:rPr>
        <w:tab/>
      </w:r>
      <w:r w:rsidRPr="008D383D">
        <w:rPr>
          <w:rFonts w:ascii="Arial" w:hAnsi="Arial" w:cs="AL-Mohanad Bold"/>
          <w:color w:val="000000"/>
          <w:sz w:val="28"/>
          <w:szCs w:val="28"/>
          <w:rtl/>
        </w:rPr>
        <w:t>جامعة الملك سعود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3E3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الكلية/ القسم </w:t>
      </w:r>
      <w:r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/>
          <w:sz w:val="28"/>
          <w:szCs w:val="28"/>
          <w:rtl/>
        </w:rPr>
        <w:tab/>
        <w:t>معهد اللغة العربية / قسم اللغة والثقافة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أ ) تحديد المقرر والمعلومات العامة </w:t>
      </w:r>
    </w:p>
    <w:p w:rsidR="0057135A" w:rsidRPr="00D37DC3" w:rsidRDefault="0057135A" w:rsidP="00831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– اسم المقرر و رقمه</w:t>
      </w:r>
      <w:r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:    </w:t>
      </w:r>
      <w:r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/>
          <w:sz w:val="28"/>
          <w:szCs w:val="28"/>
          <w:rtl/>
        </w:rPr>
        <w:tab/>
        <w:t xml:space="preserve">تلاوة القرآن الكريم     </w:t>
      </w:r>
      <w:r>
        <w:rPr>
          <w:rFonts w:ascii="Arial" w:hAnsi="Arial" w:cs="AL-Mohanad Bold"/>
          <w:sz w:val="28"/>
          <w:szCs w:val="28"/>
        </w:rPr>
        <w:t>120</w:t>
      </w:r>
      <w:r>
        <w:rPr>
          <w:rFonts w:ascii="Arial" w:hAnsi="Arial" w:cs="AL-Mohanad Bold"/>
          <w:sz w:val="28"/>
          <w:szCs w:val="28"/>
          <w:rtl/>
        </w:rPr>
        <w:t xml:space="preserve"> لغة 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300F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 الساعات المعتمدة: </w:t>
      </w:r>
      <w:r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/>
          <w:sz w:val="28"/>
          <w:szCs w:val="28"/>
          <w:rtl/>
        </w:rPr>
        <w:tab/>
        <w:t>ساعتان</w:t>
      </w:r>
    </w:p>
    <w:p w:rsidR="0057135A" w:rsidRPr="00D37DC3" w:rsidRDefault="0057135A" w:rsidP="00300F81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D41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البرنامج أو البرامج التي يتم تقديم المقرر ضمنها</w:t>
      </w:r>
    </w:p>
    <w:p w:rsidR="0057135A" w:rsidRPr="00D37DC3" w:rsidRDefault="0057135A" w:rsidP="00D41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(إذا كان هناك أشياء عمومية مختارة في برامج عدة يجب ذكرها فضلا عن ذكر البرامج)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C431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4 – اسم عضو هيئة التدريس المسئول عن تدريس  المقرر: </w:t>
      </w:r>
      <w:r>
        <w:rPr>
          <w:rFonts w:ascii="Arial" w:hAnsi="Arial" w:cs="AL-Mohanad Bold"/>
          <w:sz w:val="28"/>
          <w:szCs w:val="28"/>
          <w:rtl/>
        </w:rPr>
        <w:t xml:space="preserve"> فهد بن عبد الله الهاجري</w:t>
      </w:r>
    </w:p>
    <w:p w:rsidR="0057135A" w:rsidRPr="00D37DC3" w:rsidRDefault="0057135A" w:rsidP="00D86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5 – المستوى أو السنة التي سيتم تقديم هذه المقرر فيه: </w:t>
      </w:r>
      <w:r>
        <w:rPr>
          <w:rFonts w:ascii="Arial" w:hAnsi="Arial" w:cs="AL-Mohanad Bold"/>
          <w:sz w:val="28"/>
          <w:szCs w:val="28"/>
          <w:rtl/>
        </w:rPr>
        <w:t>المستوى الثاني الفصل الثاني للعام 1434 – 1435هـ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D41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6 – المتطلبات المسبقة لهذه المقرر(إن وجدت) </w:t>
      </w:r>
      <w:r>
        <w:rPr>
          <w:rFonts w:ascii="Arial" w:hAnsi="Arial" w:cs="AL-Mohanad Bold"/>
          <w:sz w:val="28"/>
          <w:szCs w:val="28"/>
          <w:rtl/>
        </w:rPr>
        <w:t>: لا يوجد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7 – المتطلبات المصاحبة لهذه المقرر(إن وجدت) </w:t>
      </w:r>
      <w:r>
        <w:rPr>
          <w:rFonts w:ascii="Arial" w:hAnsi="Arial" w:cs="AL-Mohanad Bold"/>
          <w:sz w:val="28"/>
          <w:szCs w:val="28"/>
          <w:rtl/>
        </w:rPr>
        <w:t xml:space="preserve"> : لا يوجد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8 –  مكان تدريس المقرر إن لم يكن في المقر الرئيسي للمؤسسة التعليمية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3D46FE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ب ) الأهداف  </w:t>
      </w:r>
    </w:p>
    <w:p w:rsidR="0057135A" w:rsidRPr="00D37DC3" w:rsidRDefault="0057135A" w:rsidP="00D41BCD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</w:p>
    <w:p w:rsidR="0057135A" w:rsidRPr="00D37DC3" w:rsidRDefault="0057135A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– وصف موجز لنتائج التعلم الأساسية للطلبة المسجلين في هذا المقرر:</w:t>
      </w:r>
    </w:p>
    <w:p w:rsidR="0057135A" w:rsidRPr="00D37DC3" w:rsidRDefault="0057135A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146968" w:rsidRDefault="0057135A" w:rsidP="00F51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ascii="Arial" w:hAnsi="Arial" w:cs="AL-Mohanad Bold"/>
          <w:sz w:val="28"/>
          <w:szCs w:val="28"/>
          <w:rtl/>
        </w:rPr>
      </w:pPr>
      <w:r w:rsidRPr="00146968">
        <w:rPr>
          <w:rFonts w:ascii="Arial" w:hAnsi="Arial" w:cs="AL-Mohanad Bold"/>
          <w:sz w:val="28"/>
          <w:szCs w:val="28"/>
          <w:rtl/>
        </w:rPr>
        <w:t>تعلم الطالب لأصوات اللغة وبعض مفرداتها تراكيبها ، وتعلم كذلك بعض مهاراتها كالاستماع والقراءة . وكذلك حفظ بعض الصور القصيرة التي تساعد الطالب على التقدم في تعلمه للغة .</w:t>
      </w:r>
    </w:p>
    <w:p w:rsidR="0057135A" w:rsidRPr="00D37DC3" w:rsidRDefault="0057135A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581FF6">
      <w:pPr>
        <w:bidi/>
        <w:jc w:val="both"/>
        <w:rPr>
          <w:rFonts w:ascii="Arial" w:hAnsi="Arial" w:cs="AL-Mohanad Bold"/>
          <w:sz w:val="28"/>
          <w:szCs w:val="28"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</w:rPr>
      </w:pPr>
    </w:p>
    <w:p w:rsidR="0057135A" w:rsidRPr="00D37DC3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CD7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– صف باختصار أية خطط  يتم تنفيذها في الوقت الراهن من أجل تطوير وتحسين المقرر  (مثلا: الاستخدام المتزايد للمواد والمراجع التي تعتمد على تكنولوجيا المعلومات أو شبكة الانترنت، والتغييرات في محتوى المقرر بناء على نتائج البحوث العلمية الجديدة في المجال):</w:t>
      </w:r>
    </w:p>
    <w:p w:rsidR="0057135A" w:rsidRDefault="0057135A" w:rsidP="00D41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57135A" w:rsidRPr="00D37DC3" w:rsidRDefault="0057135A" w:rsidP="00883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    </w:t>
      </w:r>
      <w:r w:rsidRPr="00D37DC3">
        <w:rPr>
          <w:rFonts w:ascii="Arial" w:hAnsi="Arial" w:cs="AL-Mohanad Bold"/>
          <w:sz w:val="28"/>
          <w:szCs w:val="28"/>
          <w:rtl/>
        </w:rPr>
        <w:t>-</w:t>
      </w:r>
      <w:r>
        <w:rPr>
          <w:rFonts w:ascii="Arial" w:hAnsi="Arial" w:cs="AL-Mohanad Bold"/>
          <w:sz w:val="28"/>
          <w:szCs w:val="28"/>
          <w:rtl/>
        </w:rPr>
        <w:t xml:space="preserve"> استخدام المواد التسجيلية للاستماع للقراء أصحاب المخارج الصوتية الجيدة .</w:t>
      </w:r>
    </w:p>
    <w:p w:rsidR="0057135A" w:rsidRDefault="0057135A" w:rsidP="00FE1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57135A" w:rsidRDefault="0057135A" w:rsidP="00883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    </w:t>
      </w:r>
      <w:r w:rsidRPr="00D37DC3">
        <w:rPr>
          <w:rFonts w:ascii="Arial" w:hAnsi="Arial" w:cs="AL-Mohanad Bold"/>
          <w:sz w:val="28"/>
          <w:szCs w:val="28"/>
          <w:rtl/>
        </w:rPr>
        <w:t>-</w:t>
      </w:r>
      <w:r>
        <w:rPr>
          <w:rFonts w:ascii="Arial" w:hAnsi="Arial" w:cs="AL-Mohanad Bold"/>
          <w:sz w:val="28"/>
          <w:szCs w:val="28"/>
          <w:rtl/>
        </w:rPr>
        <w:t xml:space="preserve"> الاستفادة في التقنيات الحديثة في عرض الأصوات والمفردات وتوضيحها بشكل متميز  </w:t>
      </w:r>
    </w:p>
    <w:p w:rsidR="0057135A" w:rsidRPr="00D37DC3" w:rsidRDefault="0057135A" w:rsidP="00F51F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       لتكون أقوى رسوخاً في أذهان الطلاب </w:t>
      </w:r>
    </w:p>
    <w:p w:rsidR="0057135A" w:rsidRPr="00D37DC3" w:rsidRDefault="0057135A" w:rsidP="00883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57135A" w:rsidRPr="00D37DC3" w:rsidRDefault="0057135A" w:rsidP="009C0C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  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6646D8" w:rsidRDefault="0057135A" w:rsidP="006646D8">
      <w:pPr>
        <w:bidi/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>ج ) وصف المقرر: (ملاحظة: وصف عام للنموذج الذي سيستخدم للنشرة أو الدليل الذي سيرفق)</w:t>
      </w:r>
    </w:p>
    <w:p w:rsidR="0057135A" w:rsidRPr="006646D8" w:rsidRDefault="0057135A" w:rsidP="006646D8">
      <w:pPr>
        <w:bidi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3"/>
        <w:gridCol w:w="2040"/>
        <w:gridCol w:w="2148"/>
      </w:tblGrid>
      <w:tr w:rsidR="0057135A" w:rsidRPr="00913C52">
        <w:tc>
          <w:tcPr>
            <w:tcW w:w="8721" w:type="dxa"/>
            <w:gridSpan w:val="3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913C52">
              <w:rPr>
                <w:rFonts w:ascii="Arial" w:hAnsi="Arial" w:cs="Arial"/>
                <w:sz w:val="28"/>
                <w:szCs w:val="28"/>
                <w:rtl/>
              </w:rPr>
              <w:t>1 – المواضيع المطلوب بحثها وشمولها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913C52">
              <w:rPr>
                <w:rFonts w:ascii="Arial" w:hAnsi="Arial" w:cs="Arial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913C52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913C52">
              <w:rPr>
                <w:rFonts w:ascii="Arial" w:hAnsi="Arial" w:cs="Arial"/>
                <w:sz w:val="28"/>
                <w:szCs w:val="28"/>
                <w:rtl/>
              </w:rPr>
              <w:t>ساعات الاتصال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الطارق وحفظ سورة الضحى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البروج وحفظ سورة الليل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57135A" w:rsidRPr="00913C52">
        <w:tc>
          <w:tcPr>
            <w:tcW w:w="4533" w:type="dxa"/>
          </w:tcPr>
          <w:p w:rsidR="0057135A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التعريف ببعض أحكام الميم الساكنة والتنوين</w:t>
            </w:r>
          </w:p>
        </w:tc>
        <w:tc>
          <w:tcPr>
            <w:tcW w:w="2040" w:type="dxa"/>
          </w:tcPr>
          <w:p w:rsidR="0057135A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الانشقاق وحفظ سورة الشمس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المطففين وحفظ سورة البلد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الانفطار وحفظ سورة الفجر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4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التكوير وحفظ سورة الغاشية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عبس وحفظ سورة الأعلى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النازعات ومراجعة سور الحفظ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88208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تلاوة سورة النبأ ومراجعة سور الحفظ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4</w:t>
            </w:r>
          </w:p>
        </w:tc>
      </w:tr>
      <w:tr w:rsidR="0057135A" w:rsidRPr="00913C52">
        <w:tc>
          <w:tcPr>
            <w:tcW w:w="4533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 xml:space="preserve">مراجعة عامة </w:t>
            </w:r>
          </w:p>
        </w:tc>
        <w:tc>
          <w:tcPr>
            <w:tcW w:w="204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</w:t>
            </w:r>
          </w:p>
        </w:tc>
      </w:tr>
    </w:tbl>
    <w:p w:rsidR="0057135A" w:rsidRDefault="0057135A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7135A" w:rsidRPr="006646D8" w:rsidRDefault="0057135A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7135A" w:rsidRPr="006646D8" w:rsidRDefault="0057135A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7135A" w:rsidRPr="006646D8" w:rsidRDefault="0057135A" w:rsidP="006646D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2 – مكونات المقرر(مجموع ساعات الاتصال في الفصل الدراسي): </w:t>
      </w:r>
    </w:p>
    <w:tbl>
      <w:tblPr>
        <w:bidiVisual/>
        <w:tblW w:w="8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2"/>
        <w:gridCol w:w="1772"/>
        <w:gridCol w:w="3029"/>
        <w:gridCol w:w="2280"/>
      </w:tblGrid>
      <w:tr w:rsidR="0057135A" w:rsidRPr="00913C52">
        <w:tc>
          <w:tcPr>
            <w:tcW w:w="1772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913C52">
              <w:rPr>
                <w:rFonts w:ascii="Arial" w:hAnsi="Arial" w:cs="Arial"/>
                <w:sz w:val="28"/>
                <w:szCs w:val="28"/>
                <w:rtl/>
              </w:rPr>
              <w:t>المحاضرة</w:t>
            </w:r>
          </w:p>
        </w:tc>
        <w:tc>
          <w:tcPr>
            <w:tcW w:w="1772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913C52">
              <w:rPr>
                <w:rFonts w:ascii="Arial" w:hAnsi="Arial" w:cs="Arial"/>
                <w:sz w:val="28"/>
                <w:szCs w:val="28"/>
                <w:rtl/>
              </w:rPr>
              <w:t xml:space="preserve">الدروس الخاصة </w:t>
            </w:r>
          </w:p>
        </w:tc>
        <w:tc>
          <w:tcPr>
            <w:tcW w:w="3029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913C52">
              <w:rPr>
                <w:rFonts w:ascii="Arial" w:hAnsi="Arial" w:cs="Arial"/>
                <w:sz w:val="28"/>
                <w:szCs w:val="28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8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  <w:r w:rsidRPr="00913C52">
              <w:rPr>
                <w:rFonts w:ascii="Arial" w:hAnsi="Arial" w:cs="Arial"/>
                <w:sz w:val="28"/>
                <w:szCs w:val="28"/>
                <w:rtl/>
              </w:rPr>
              <w:t>أخرى</w:t>
            </w:r>
          </w:p>
        </w:tc>
      </w:tr>
      <w:tr w:rsidR="0057135A" w:rsidRPr="00913C52">
        <w:tc>
          <w:tcPr>
            <w:tcW w:w="1772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>
              <w:rPr>
                <w:rFonts w:ascii="Arial" w:hAnsi="Arial" w:cs="Arial"/>
                <w:sz w:val="28"/>
                <w:szCs w:val="28"/>
                <w:rtl/>
              </w:rPr>
              <w:t>26</w:t>
            </w:r>
          </w:p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72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29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8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7135A" w:rsidRPr="006646D8" w:rsidRDefault="0057135A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7135A" w:rsidRPr="006646D8" w:rsidRDefault="0057135A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7135A" w:rsidRPr="00D37DC3" w:rsidRDefault="0057135A" w:rsidP="00664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sz w:val="28"/>
          <w:szCs w:val="28"/>
          <w:rtl/>
        </w:rPr>
        <w:t>3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– دراسة إضافية خاصة/ ساعات تعلم متوقعة من الطلبة  في الأسبوع ( المطلوب هنا المعدل المتوقع للفصل الدراسي  وليس المتطلبات المحددة في كل أسبوع):</w:t>
      </w:r>
    </w:p>
    <w:p w:rsidR="0057135A" w:rsidRPr="00D37DC3" w:rsidRDefault="0057135A" w:rsidP="00010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26 ساعة</w:t>
      </w:r>
    </w:p>
    <w:p w:rsidR="0057135A" w:rsidRPr="00D37DC3" w:rsidRDefault="0057135A" w:rsidP="009E1BC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D69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– تطوير نتائج التعلم في نطاقات أو مجالات التعلم</w:t>
      </w:r>
    </w:p>
    <w:p w:rsidR="0057135A" w:rsidRPr="00D37DC3" w:rsidRDefault="0057135A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لكل مجال من مجالات التعلم الموضحة فيما يلي يجب توضيح :    </w:t>
      </w:r>
    </w:p>
    <w:p w:rsidR="0057135A" w:rsidRPr="00D37DC3" w:rsidRDefault="0057135A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F0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-  ملخص موجز  </w:t>
      </w:r>
      <w:r>
        <w:rPr>
          <w:rFonts w:ascii="Arial" w:hAnsi="Arial" w:cs="AL-Mohanad Bold"/>
          <w:sz w:val="28"/>
          <w:szCs w:val="28"/>
          <w:rtl/>
        </w:rPr>
        <w:t>ل</w:t>
      </w:r>
      <w:r w:rsidRPr="00D37DC3">
        <w:rPr>
          <w:rFonts w:ascii="Arial" w:hAnsi="Arial" w:cs="AL-Mohanad Bold"/>
          <w:sz w:val="28"/>
          <w:szCs w:val="28"/>
          <w:rtl/>
        </w:rPr>
        <w:t>لمعرفة أو المهار</w:t>
      </w:r>
      <w:r>
        <w:rPr>
          <w:rFonts w:ascii="Arial" w:hAnsi="Arial" w:cs="AL-Mohanad Bold"/>
          <w:sz w:val="28"/>
          <w:szCs w:val="28"/>
          <w:rtl/>
        </w:rPr>
        <w:t>ات  التي صمم المقرر من أجل تطويرها</w:t>
      </w:r>
      <w:r w:rsidRPr="00D37DC3">
        <w:rPr>
          <w:rFonts w:ascii="Arial" w:hAnsi="Arial" w:cs="AL-Mohanad Bold"/>
          <w:sz w:val="28"/>
          <w:szCs w:val="28"/>
          <w:rtl/>
        </w:rPr>
        <w:t xml:space="preserve">. </w:t>
      </w:r>
    </w:p>
    <w:p w:rsidR="0057135A" w:rsidRPr="00D37DC3" w:rsidRDefault="0057135A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F0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 وصف لاستراتيجيات التعلم المطلوب استخدامها لتطوير تلك المعرفة أو المهار</w:t>
      </w:r>
      <w:r>
        <w:rPr>
          <w:rFonts w:ascii="Arial" w:hAnsi="Arial" w:cs="AL-Mohanad Bold"/>
          <w:sz w:val="28"/>
          <w:szCs w:val="28"/>
          <w:rtl/>
        </w:rPr>
        <w:t>ات</w:t>
      </w:r>
      <w:r w:rsidRPr="00D37DC3">
        <w:rPr>
          <w:rFonts w:ascii="Arial" w:hAnsi="Arial" w:cs="AL-Mohanad Bold"/>
          <w:sz w:val="28"/>
          <w:szCs w:val="28"/>
          <w:rtl/>
        </w:rPr>
        <w:t xml:space="preserve">. </w:t>
      </w:r>
    </w:p>
    <w:p w:rsidR="0057135A" w:rsidRPr="00D37DC3" w:rsidRDefault="0057135A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- طرق تقييم الطالب المستخدمة في المقرر لتقييم نتائج التعلم في المجال المعني. </w:t>
      </w:r>
    </w:p>
    <w:p w:rsidR="0057135A" w:rsidRPr="00D37DC3" w:rsidRDefault="0057135A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أ – المـــــــــــعــرفـــة 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407381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وصف المعرفة التي سيتم اكتسابها في المقرر:</w:t>
      </w:r>
    </w:p>
    <w:p w:rsidR="0057135A" w:rsidRPr="00D37DC3" w:rsidRDefault="0057135A" w:rsidP="000737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</w:t>
      </w:r>
    </w:p>
    <w:p w:rsidR="0057135A" w:rsidRPr="009E1BC6" w:rsidRDefault="0057135A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Arial"/>
          <w:sz w:val="48"/>
          <w:szCs w:val="48"/>
          <w:rtl/>
        </w:rPr>
      </w:pPr>
      <w:r w:rsidRPr="009E1BC6">
        <w:rPr>
          <w:rFonts w:cs="Arial"/>
          <w:sz w:val="28"/>
          <w:szCs w:val="28"/>
          <w:rtl/>
        </w:rPr>
        <w:t>توظف المادة المقررة في تعليم وتعلم عناصر اللغة ومهاراتها</w:t>
      </w:r>
    </w:p>
    <w:p w:rsidR="0057135A" w:rsidRPr="00D37DC3" w:rsidRDefault="0057135A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407381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07374E">
      <w:pPr>
        <w:bidi/>
        <w:ind w:left="360"/>
        <w:jc w:val="both"/>
        <w:rPr>
          <w:rFonts w:ascii="Arial" w:hAnsi="Arial" w:cs="AL-Mohanad Bold"/>
          <w:sz w:val="28"/>
          <w:szCs w:val="28"/>
        </w:rPr>
      </w:pPr>
    </w:p>
    <w:p w:rsidR="0057135A" w:rsidRPr="00D37DC3" w:rsidRDefault="0057135A" w:rsidP="00086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bidi/>
        <w:ind w:left="360"/>
        <w:jc w:val="both"/>
        <w:rPr>
          <w:rFonts w:ascii="Arial" w:hAnsi="Arial" w:cs="AL-Mohanad Bold"/>
          <w:sz w:val="28"/>
          <w:szCs w:val="28"/>
        </w:rPr>
      </w:pPr>
      <w:r w:rsidRPr="00D37DC3">
        <w:rPr>
          <w:rFonts w:ascii="Arial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</w:rPr>
        <w:t>ii</w:t>
      </w:r>
      <w:r w:rsidRPr="00D37DC3">
        <w:rPr>
          <w:rFonts w:ascii="Arial" w:hAnsi="Arial" w:cs="AL-Mohanad Bold"/>
          <w:sz w:val="28"/>
          <w:szCs w:val="28"/>
          <w:rtl/>
        </w:rPr>
        <w:t>) استراتيجيات التعليم (التدريس) المطلوب استخدامها لتطوير تلك المعرفة</w:t>
      </w:r>
    </w:p>
    <w:p w:rsidR="0057135A" w:rsidRPr="00D37DC3" w:rsidRDefault="0057135A" w:rsidP="000737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/>
          <w:sz w:val="28"/>
          <w:szCs w:val="28"/>
          <w:rtl/>
        </w:rPr>
        <w:tab/>
      </w:r>
      <w:r w:rsidRPr="00D37DC3">
        <w:rPr>
          <w:rFonts w:ascii="Arial" w:hAnsi="Arial" w:cs="AL-Mohanad Bold"/>
          <w:sz w:val="28"/>
          <w:szCs w:val="28"/>
          <w:rtl/>
        </w:rPr>
        <w:t>-</w:t>
      </w:r>
      <w:r>
        <w:rPr>
          <w:rFonts w:ascii="Arial" w:hAnsi="Arial" w:cs="AL-Mohanad Bold"/>
          <w:sz w:val="28"/>
          <w:szCs w:val="28"/>
          <w:rtl/>
        </w:rPr>
        <w:t xml:space="preserve"> التلاوة النموذجية للمنهج من قبل المدرس</w:t>
      </w:r>
    </w:p>
    <w:p w:rsidR="0057135A" w:rsidRPr="00D37DC3" w:rsidRDefault="0057135A" w:rsidP="000737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-</w:t>
      </w:r>
      <w:r>
        <w:rPr>
          <w:rFonts w:ascii="Arial" w:hAnsi="Arial" w:cs="AL-Mohanad Bold"/>
          <w:sz w:val="28"/>
          <w:szCs w:val="28"/>
          <w:rtl/>
        </w:rPr>
        <w:t xml:space="preserve"> القراءة الجماعية والفردية من الطلاب </w:t>
      </w:r>
    </w:p>
    <w:p w:rsidR="0057135A" w:rsidRPr="00D37DC3" w:rsidRDefault="0057135A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-</w:t>
      </w:r>
      <w:r>
        <w:rPr>
          <w:rFonts w:ascii="Arial" w:hAnsi="Arial" w:cs="AL-Mohanad Bold"/>
          <w:sz w:val="28"/>
          <w:szCs w:val="28"/>
          <w:rtl/>
        </w:rPr>
        <w:t xml:space="preserve"> التسميع للطلاب في منهج الحفظ</w:t>
      </w:r>
    </w:p>
    <w:p w:rsidR="0057135A" w:rsidRPr="00D37DC3" w:rsidRDefault="0057135A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-</w:t>
      </w:r>
      <w:r>
        <w:rPr>
          <w:rFonts w:ascii="Arial" w:hAnsi="Arial" w:cs="AL-Mohanad Bold"/>
          <w:sz w:val="28"/>
          <w:szCs w:val="28"/>
          <w:rtl/>
        </w:rPr>
        <w:t xml:space="preserve"> تفسير المعاني والمفردات والأصوات وتوظيفها في تعلم اللغة </w:t>
      </w:r>
    </w:p>
    <w:p w:rsidR="0057135A" w:rsidRPr="00D37DC3" w:rsidRDefault="0057135A" w:rsidP="00EE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-</w:t>
      </w:r>
      <w:r>
        <w:rPr>
          <w:rFonts w:ascii="Arial" w:hAnsi="Arial" w:cs="AL-Mohanad Bold"/>
          <w:sz w:val="28"/>
          <w:szCs w:val="28"/>
          <w:rtl/>
        </w:rPr>
        <w:t xml:space="preserve"> العناية بتصحيح نطق الأصوات من الطلاب </w:t>
      </w:r>
    </w:p>
    <w:p w:rsidR="0057135A" w:rsidRPr="00D37DC3" w:rsidRDefault="0057135A" w:rsidP="0007374E">
      <w:pPr>
        <w:bidi/>
        <w:ind w:left="360"/>
        <w:jc w:val="both"/>
        <w:rPr>
          <w:rFonts w:ascii="Arial" w:hAnsi="Arial" w:cs="AL-Mohanad Bold"/>
          <w:sz w:val="28"/>
          <w:szCs w:val="28"/>
        </w:rPr>
      </w:pPr>
    </w:p>
    <w:p w:rsidR="0057135A" w:rsidRPr="00D37DC3" w:rsidRDefault="0057135A" w:rsidP="00086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ind w:left="360"/>
        <w:jc w:val="both"/>
        <w:rPr>
          <w:rFonts w:ascii="Arial" w:hAnsi="Arial" w:cs="AL-Mohanad Bold"/>
          <w:sz w:val="28"/>
          <w:szCs w:val="28"/>
        </w:rPr>
      </w:pPr>
      <w:r w:rsidRPr="00D37DC3">
        <w:rPr>
          <w:rFonts w:ascii="Arial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</w:rPr>
        <w:t>iii</w:t>
      </w:r>
      <w:r w:rsidRPr="00D37DC3">
        <w:rPr>
          <w:rFonts w:ascii="Arial" w:hAnsi="Arial" w:cs="AL-Mohanad Bold"/>
          <w:sz w:val="28"/>
          <w:szCs w:val="28"/>
          <w:rtl/>
        </w:rPr>
        <w:t>) طرق تقييم المعرفة المكتسبة</w:t>
      </w:r>
    </w:p>
    <w:p w:rsidR="0057135A" w:rsidRDefault="0057135A" w:rsidP="00EE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ab/>
        <w:t xml:space="preserve">التقويم المستمر </w:t>
      </w:r>
    </w:p>
    <w:p w:rsidR="0057135A" w:rsidRDefault="0057135A" w:rsidP="00EE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</w:t>
      </w:r>
    </w:p>
    <w:p w:rsidR="0057135A" w:rsidRDefault="0057135A" w:rsidP="00EE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</w:t>
      </w:r>
    </w:p>
    <w:p w:rsidR="0057135A" w:rsidRDefault="0057135A" w:rsidP="00EE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</w:t>
      </w:r>
    </w:p>
    <w:p w:rsidR="0057135A" w:rsidRPr="00D37DC3" w:rsidRDefault="0057135A" w:rsidP="00EE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</w:t>
      </w:r>
    </w:p>
    <w:p w:rsidR="0057135A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F92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ب – المهارات المعرفية (الإدراكية)</w:t>
      </w:r>
    </w:p>
    <w:p w:rsidR="0057135A" w:rsidRPr="00D37DC3" w:rsidRDefault="0057135A" w:rsidP="00F92FB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1 - المهارات المعرفية المطلوب تطويرها:</w:t>
      </w:r>
    </w:p>
    <w:p w:rsidR="0057135A" w:rsidRDefault="0057135A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 xml:space="preserve"> إجادة نطق الأصوات العربية </w:t>
      </w:r>
    </w:p>
    <w:p w:rsidR="0057135A" w:rsidRPr="00D37DC3" w:rsidRDefault="0057135A" w:rsidP="0000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 التعرف على بعض أحكام النون الساكنة والتنوين</w:t>
      </w:r>
    </w:p>
    <w:p w:rsidR="0057135A" w:rsidRPr="00D37DC3" w:rsidRDefault="0057135A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 xml:space="preserve"> معرفة المعاني للمفردات العربية</w:t>
      </w:r>
    </w:p>
    <w:p w:rsidR="0057135A" w:rsidRPr="00D37DC3" w:rsidRDefault="0057135A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 xml:space="preserve"> معرفة بعض التراكيب البلاغية البسيطة </w:t>
      </w:r>
    </w:p>
    <w:p w:rsidR="0057135A" w:rsidRPr="00D37DC3" w:rsidRDefault="0057135A" w:rsidP="00EE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2- استراتيجيات التعلم المستخدمة في تطوير المهارات المعرفية:</w:t>
      </w:r>
    </w:p>
    <w:p w:rsidR="0057135A" w:rsidRPr="00D37DC3" w:rsidRDefault="0057135A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</w:t>
      </w:r>
      <w:r w:rsidRPr="00D37DC3">
        <w:rPr>
          <w:rFonts w:ascii="Arial" w:hAnsi="Arial" w:cs="AL-Mohanad Bold"/>
          <w:sz w:val="28"/>
          <w:szCs w:val="28"/>
          <w:rtl/>
        </w:rPr>
        <w:t>-</w:t>
      </w:r>
      <w:r>
        <w:rPr>
          <w:rFonts w:ascii="Arial" w:hAnsi="Arial" w:cs="AL-Mohanad Bold"/>
          <w:sz w:val="28"/>
          <w:szCs w:val="28"/>
          <w:rtl/>
        </w:rPr>
        <w:t xml:space="preserve"> استخدام الوسائل المتوفرة للتفريق بين الثنائيات اللغوية</w:t>
      </w:r>
    </w:p>
    <w:p w:rsidR="0057135A" w:rsidRPr="00D37DC3" w:rsidRDefault="0057135A" w:rsidP="0000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- استخدام الوسائل والأساليب لمعرفة التطبيقات العملية لبعض أحكام النون الساكنة والتنوين</w:t>
      </w:r>
    </w:p>
    <w:p w:rsidR="0057135A" w:rsidRPr="00D37DC3" w:rsidRDefault="0057135A" w:rsidP="0000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</w:t>
      </w:r>
      <w:r w:rsidRPr="00D37DC3">
        <w:rPr>
          <w:rFonts w:ascii="Arial" w:hAnsi="Arial" w:cs="AL-Mohanad Bold"/>
          <w:sz w:val="28"/>
          <w:szCs w:val="28"/>
          <w:rtl/>
        </w:rPr>
        <w:t>-</w:t>
      </w:r>
      <w:r>
        <w:rPr>
          <w:rFonts w:ascii="Arial" w:hAnsi="Arial" w:cs="AL-Mohanad Bold"/>
          <w:sz w:val="28"/>
          <w:szCs w:val="28"/>
          <w:rtl/>
        </w:rPr>
        <w:t xml:space="preserve"> استخدام الوسائل والأساليب في شرح المفردات اللغوية</w:t>
      </w:r>
    </w:p>
    <w:p w:rsidR="0057135A" w:rsidRPr="00D37DC3" w:rsidRDefault="0057135A" w:rsidP="0000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</w:t>
      </w:r>
      <w:r w:rsidRPr="00D37DC3">
        <w:rPr>
          <w:rFonts w:ascii="Arial" w:hAnsi="Arial" w:cs="AL-Mohanad Bold"/>
          <w:sz w:val="28"/>
          <w:szCs w:val="28"/>
          <w:rtl/>
        </w:rPr>
        <w:t>-</w:t>
      </w:r>
      <w:r>
        <w:rPr>
          <w:rFonts w:ascii="Arial" w:hAnsi="Arial" w:cs="AL-Mohanad Bold"/>
          <w:sz w:val="28"/>
          <w:szCs w:val="28"/>
          <w:rtl/>
        </w:rPr>
        <w:t xml:space="preserve"> إيجاد بيئة تواصلية لتمكين الطلاب من الحديث حول المفردات والتراكيب المطلوبة</w:t>
      </w:r>
    </w:p>
    <w:p w:rsidR="0057135A" w:rsidRPr="00D37DC3" w:rsidRDefault="0057135A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</w:t>
      </w:r>
      <w:r w:rsidRPr="00D37DC3">
        <w:rPr>
          <w:rFonts w:ascii="Arial" w:hAnsi="Arial" w:cs="AL-Mohanad Bold"/>
          <w:sz w:val="28"/>
          <w:szCs w:val="28"/>
          <w:rtl/>
        </w:rPr>
        <w:t>-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3– طرق تقييم المهارات المعرفية المكتسبة:</w:t>
      </w:r>
    </w:p>
    <w:p w:rsidR="0057135A" w:rsidRPr="00D37DC3" w:rsidRDefault="0057135A" w:rsidP="00457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 xml:space="preserve"> التقويم المستمر</w:t>
      </w:r>
    </w:p>
    <w:p w:rsidR="0057135A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9C0C8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C52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ج –  مهارات العلاقات </w:t>
      </w:r>
      <w:r>
        <w:rPr>
          <w:rFonts w:ascii="Arial" w:hAnsi="Arial" w:cs="AL-Mohanad Bold"/>
          <w:b/>
          <w:bCs/>
          <w:sz w:val="28"/>
          <w:szCs w:val="28"/>
          <w:rtl/>
        </w:rPr>
        <w:t>البينية (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الشخصية</w:t>
      </w:r>
      <w:r>
        <w:rPr>
          <w:rFonts w:ascii="Arial" w:hAnsi="Arial" w:cs="AL-Mohanad Bold"/>
          <w:b/>
          <w:bCs/>
          <w:sz w:val="28"/>
          <w:szCs w:val="28"/>
          <w:rtl/>
        </w:rPr>
        <w:t xml:space="preserve">)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والمسئولية</w:t>
      </w:r>
    </w:p>
    <w:p w:rsidR="0057135A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9C0C8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D3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 وصف لمهارات العلاقات الشخصية مع الآخرين، والقدرة على تحمل المسئولية المطلوب تطويرها:  </w:t>
      </w:r>
    </w:p>
    <w:p w:rsidR="0057135A" w:rsidRPr="00D37DC3" w:rsidRDefault="0057135A" w:rsidP="00EE5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- التعامل الرفيع مع الطلاب بعضهم مع بعض وفقاً لما يتعلمونه من أحكام إسلامية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795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2 - استراتيجيات التعليم المستخدمة في تطوير هذه المهارات والقدرات:</w:t>
      </w:r>
    </w:p>
    <w:p w:rsidR="0057135A" w:rsidRPr="00D37DC3" w:rsidRDefault="0057135A" w:rsidP="00D21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إلقاء الضوء على التعاليم الإسلامية والأحكام الشرعية المبينة لعلاقة المسلم مع نفسه ومع غيره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طرق تقييم اكتساب الطلبة لمهارات العلاقات الشخصية وقدرتهم على تحمل المسئولية:</w:t>
      </w:r>
    </w:p>
    <w:p w:rsidR="0057135A" w:rsidRDefault="0057135A" w:rsidP="00D21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r>
        <w:rPr>
          <w:rFonts w:ascii="Arial" w:hAnsi="Arial" w:cs="AL-Mohanad Bold"/>
          <w:sz w:val="28"/>
          <w:szCs w:val="28"/>
          <w:rtl/>
        </w:rPr>
        <w:t xml:space="preserve">- الطلاب أنفسهم </w:t>
      </w:r>
    </w:p>
    <w:p w:rsidR="0057135A" w:rsidRDefault="0057135A" w:rsidP="00D21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 xml:space="preserve">- الملاحظة من قبل المدرس </w:t>
      </w:r>
    </w:p>
    <w:p w:rsidR="0057135A" w:rsidRPr="00D37DC3" w:rsidRDefault="0057135A" w:rsidP="00D21C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 آراء المدرسين الآخرين من خلال ما يرونه من تصرفات الطالب</w:t>
      </w:r>
    </w:p>
    <w:p w:rsidR="0057135A" w:rsidRPr="00D37DC3" w:rsidRDefault="0057135A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د – مهارات الاتصال ، وتقنية المعلومات، والمهارات الحسابية (العددية):</w:t>
      </w:r>
    </w:p>
    <w:p w:rsidR="0057135A" w:rsidRPr="00D37DC3" w:rsidRDefault="0057135A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57135A" w:rsidRPr="00D37DC3" w:rsidRDefault="0057135A" w:rsidP="005E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وصف المهارات العددية ومهارات الاتصال المطلوب تطويرها: </w:t>
      </w:r>
    </w:p>
    <w:p w:rsidR="0057135A" w:rsidRPr="005E1716" w:rsidRDefault="0057135A" w:rsidP="005E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5E1716"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/>
          <w:sz w:val="28"/>
          <w:szCs w:val="28"/>
          <w:rtl/>
        </w:rPr>
        <w:t xml:space="preserve">- </w:t>
      </w:r>
      <w:r w:rsidRPr="005E1716">
        <w:rPr>
          <w:rFonts w:ascii="Arial" w:hAnsi="Arial" w:cs="AL-Mohanad Bold"/>
          <w:sz w:val="28"/>
          <w:szCs w:val="28"/>
          <w:rtl/>
        </w:rPr>
        <w:t xml:space="preserve">نطق الأصوات والتعرف على المفردات ومحاولة استخدامها في سياقات لغوية اتصالية </w:t>
      </w:r>
    </w:p>
    <w:p w:rsidR="0057135A" w:rsidRDefault="0057135A" w:rsidP="005E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- استخدام الحاسب الآلي والتقنيات الحديثة الأخرى للاستماع للقراء والمشايخ للسور المطلوبة </w:t>
      </w:r>
    </w:p>
    <w:p w:rsidR="0057135A" w:rsidRPr="00D37DC3" w:rsidRDefault="0057135A" w:rsidP="005E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- استخدام الحاسب الآلي زيارة المواقع الإلكترونية المتعلقة بالتجويد لرفع المستوى الأدائي في النطق .</w:t>
      </w:r>
    </w:p>
    <w:p w:rsidR="0057135A" w:rsidRPr="00D37DC3" w:rsidRDefault="0057135A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795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2 - استراتيجيات التعليم المستخدمة في تطوير هذه المهارات:</w:t>
      </w:r>
    </w:p>
    <w:p w:rsidR="0057135A" w:rsidRDefault="0057135A" w:rsidP="00457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 xml:space="preserve"> تطبيق نطق الأصوات وخلق بيئة حوارية تواصلية مع الطلاب لتمكينهم من استخدام سياقات لغوية اتصالية </w:t>
      </w:r>
    </w:p>
    <w:p w:rsidR="0057135A" w:rsidRDefault="0057135A" w:rsidP="005E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    - زيارة المواقع الإلكترونية للاستماع لقراءة المشايخ للسور المطلوبة </w:t>
      </w:r>
    </w:p>
    <w:p w:rsidR="0057135A" w:rsidRPr="00D37DC3" w:rsidRDefault="0057135A" w:rsidP="005E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    - زيارة المواقع الإلكترونية المتعلقة بالتجويد لرفع المستوى الأدائي في النطق 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076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طرق تقييم اكتساب الطلبة لمهارات الاتصال ، وتقنية المعلومات، والمهارات الحسابية (العددية): </w:t>
      </w:r>
    </w:p>
    <w:p w:rsidR="0057135A" w:rsidRPr="00D37DC3" w:rsidRDefault="0057135A" w:rsidP="00457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 التقويم المستمر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8F630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45727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A72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هـ ) المهارات الحركية  (إن كانت مطلوبة) 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457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– وصف للمهارات الحركية (مهارات عضلية ذات منشأ نفسي) المطلوب تطويرها في هذا المجال:</w:t>
      </w:r>
    </w:p>
    <w:p w:rsidR="0057135A" w:rsidRPr="00D37DC3" w:rsidRDefault="0057135A" w:rsidP="004572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لا يوجد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2 - استراتيجيات التعلم المستخدمة في تطوير المهارات الحركية:</w:t>
      </w:r>
    </w:p>
    <w:p w:rsidR="0057135A" w:rsidRPr="00D37DC3" w:rsidRDefault="0057135A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لا يوجد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طرق تقييم اكتساب الطلبة للمهارات الحركية:</w:t>
      </w:r>
    </w:p>
    <w:p w:rsidR="0057135A" w:rsidRPr="00D37DC3" w:rsidRDefault="0057135A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لا يوجد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AE3838" w:rsidRDefault="0057135A" w:rsidP="00AE3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  <w:r w:rsidRPr="00AE3838">
        <w:rPr>
          <w:rFonts w:ascii="Arial" w:hAnsi="Arial" w:cs="Arial"/>
          <w:b/>
          <w:bCs/>
          <w:sz w:val="32"/>
          <w:szCs w:val="32"/>
          <w:rtl/>
        </w:rPr>
        <w:t>5 -  تحديد الجدول الزمني لمهام التقويم التي يتم تقييم الطلبة وفقها خلال الفصل الدراسي</w:t>
      </w:r>
    </w:p>
    <w:p w:rsidR="0057135A" w:rsidRPr="00AE3838" w:rsidRDefault="0057135A" w:rsidP="00AE3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 </w:t>
      </w:r>
    </w:p>
    <w:tbl>
      <w:tblPr>
        <w:bidiVisual/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616"/>
        <w:gridCol w:w="1790"/>
        <w:gridCol w:w="1539"/>
      </w:tblGrid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 xml:space="preserve">رقم التقييم 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طبيعة مهمة التقييم  (مثلا: مقالة، أو اختبار قصير، أو مشروع جماعي، أو اختبار فصلي... الخ</w:t>
            </w: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الأسبوع المستحق</w:t>
            </w: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نسبة الدرجة إلى درجة  التقييم النهائي</w:t>
            </w:r>
          </w:p>
        </w:tc>
      </w:tr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1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التقويم المستمر عن طريق التلاوة والحفظ</w:t>
            </w: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جميع الأسابيع</w:t>
            </w: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100</w:t>
            </w:r>
          </w:p>
        </w:tc>
      </w:tr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2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3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4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5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6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7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7135A" w:rsidRPr="00913C52">
        <w:tc>
          <w:tcPr>
            <w:tcW w:w="706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  <w:r w:rsidRPr="00913C52">
              <w:rPr>
                <w:rFonts w:ascii="Arial" w:hAnsi="Arial" w:cs="Arial"/>
                <w:sz w:val="32"/>
                <w:szCs w:val="32"/>
                <w:rtl/>
              </w:rPr>
              <w:t>8</w:t>
            </w:r>
          </w:p>
        </w:tc>
        <w:tc>
          <w:tcPr>
            <w:tcW w:w="4667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800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548" w:type="dxa"/>
          </w:tcPr>
          <w:p w:rsidR="0057135A" w:rsidRPr="00913C52" w:rsidRDefault="0057135A" w:rsidP="00913C52">
            <w:pPr>
              <w:bidi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7135A" w:rsidRDefault="0057135A" w:rsidP="00AE3838">
      <w:pPr>
        <w:bidi/>
        <w:rPr>
          <w:rFonts w:ascii="Arial" w:hAnsi="Arial" w:cs="Arial"/>
          <w:sz w:val="32"/>
          <w:szCs w:val="32"/>
          <w:rtl/>
        </w:rPr>
      </w:pPr>
    </w:p>
    <w:p w:rsidR="0057135A" w:rsidRDefault="0057135A" w:rsidP="00AE3838">
      <w:pPr>
        <w:bidi/>
        <w:jc w:val="both"/>
        <w:rPr>
          <w:rFonts w:ascii="Arial" w:hAnsi="Arial" w:cs="Arial"/>
          <w:b/>
          <w:bCs/>
          <w:sz w:val="32"/>
          <w:szCs w:val="32"/>
          <w:rtl/>
        </w:rPr>
      </w:pPr>
      <w:r>
        <w:rPr>
          <w:rFonts w:ascii="Arial" w:hAnsi="Arial" w:cs="Arial"/>
          <w:b/>
          <w:bCs/>
          <w:sz w:val="32"/>
          <w:szCs w:val="32"/>
          <w:rtl/>
        </w:rPr>
        <w:t xml:space="preserve">د) </w:t>
      </w:r>
      <w:r w:rsidRPr="00AE3838">
        <w:rPr>
          <w:rFonts w:ascii="Arial" w:hAnsi="Arial" w:cs="Arial"/>
          <w:b/>
          <w:bCs/>
          <w:sz w:val="32"/>
          <w:szCs w:val="32"/>
          <w:rtl/>
        </w:rPr>
        <w:t>الدعم المقدم للطلبة</w:t>
      </w:r>
    </w:p>
    <w:p w:rsidR="0057135A" w:rsidRPr="00D37DC3" w:rsidRDefault="0057135A" w:rsidP="00AE38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7135A" w:rsidRPr="00D37DC3" w:rsidRDefault="0057135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الإجراءات أو الترتيبات المعمول بها لضمان تواجد أعضاء هيئة التدريس من أجل تقديم المشورة والإرشاد الأكاديمي للطالب المحتاج لذلك ( مع تحديد مقدار الوقت – الساعات المكتبية- الذي يتواجد فيه أعضاء هيئة التدريس في الأسبوع):</w:t>
      </w:r>
    </w:p>
    <w:p w:rsidR="0057135A" w:rsidRPr="00D37DC3" w:rsidRDefault="0057135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>
        <w:rPr>
          <w:rFonts w:ascii="Arial" w:hAnsi="Arial" w:cs="AL-Mohanad Bold"/>
          <w:b/>
          <w:bCs/>
          <w:sz w:val="28"/>
          <w:szCs w:val="28"/>
          <w:rtl/>
        </w:rPr>
        <w:t>التواجد المكتبي لتقديم الدعم للطلاب بمعدل 13 ساعة في الأسبوع</w:t>
      </w:r>
    </w:p>
    <w:p w:rsidR="0057135A" w:rsidRPr="00D37DC3" w:rsidRDefault="0057135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7135A" w:rsidRPr="00D37DC3" w:rsidRDefault="0057135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 </w:t>
      </w:r>
    </w:p>
    <w:p w:rsidR="0057135A" w:rsidRPr="00D37DC3" w:rsidRDefault="0057135A" w:rsidP="004E232A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7135A" w:rsidRPr="00D37DC3" w:rsidRDefault="0057135A" w:rsidP="00F917B5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7135A" w:rsidRPr="00D37DC3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هـ ) مصادر التعلم </w:t>
      </w:r>
    </w:p>
    <w:p w:rsidR="0057135A" w:rsidRPr="00D37DC3" w:rsidRDefault="0057135A" w:rsidP="00F917B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 الكتاب (الكتب ) الرئيسة المطلوبة: </w:t>
      </w:r>
    </w:p>
    <w:p w:rsidR="0057135A" w:rsidRPr="00D37DC3" w:rsidRDefault="0057135A" w:rsidP="00293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 xml:space="preserve"> القرآن الكريم </w:t>
      </w: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المراجع الأساسية: </w:t>
      </w:r>
    </w:p>
    <w:p w:rsidR="0057135A" w:rsidRPr="00D37DC3" w:rsidRDefault="0057135A" w:rsidP="00DA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 xml:space="preserve"> تفسير الجلالين</w:t>
      </w:r>
    </w:p>
    <w:p w:rsidR="0057135A" w:rsidRPr="00D37DC3" w:rsidRDefault="0057135A" w:rsidP="00293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DA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الكتب والمراجع الموصى بها  ( الدوريات العلمية، التقارير... الخ) (يرفق قائمة بذلك):</w:t>
      </w:r>
    </w:p>
    <w:p w:rsidR="0057135A" w:rsidRPr="00D37DC3" w:rsidRDefault="0057135A" w:rsidP="005E1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      -  تفسير الشيخ السعدي رحمه الله .</w:t>
      </w:r>
    </w:p>
    <w:p w:rsidR="0057135A" w:rsidRPr="00D37DC3" w:rsidRDefault="0057135A" w:rsidP="00DA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/>
          <w:sz w:val="28"/>
          <w:szCs w:val="28"/>
          <w:rtl/>
        </w:rPr>
        <w:t xml:space="preserve"> استخدام التقنيات السمعية من الأشرطة والأقراص ومشغلات البرامج الصوتية</w:t>
      </w:r>
    </w:p>
    <w:p w:rsidR="0057135A" w:rsidRPr="00D37DC3" w:rsidRDefault="0057135A" w:rsidP="00DA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 – المواد الالكترونية</w:t>
      </w:r>
      <w:r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مواقع الانترنت ... الخ:</w:t>
      </w:r>
    </w:p>
    <w:p w:rsidR="0057135A" w:rsidRPr="00D37DC3" w:rsidRDefault="0057135A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-  موقع الشبكة الإسلامية  </w:t>
      </w:r>
      <w:r w:rsidRPr="00837403">
        <w:rPr>
          <w:rFonts w:ascii="Arial" w:hAnsi="Arial" w:cs="AL-Mohanad Bold"/>
          <w:sz w:val="28"/>
          <w:szCs w:val="28"/>
        </w:rPr>
        <w:t>http://www.islamweb.net/mainpage/index.php</w:t>
      </w:r>
    </w:p>
    <w:p w:rsidR="0057135A" w:rsidRPr="00D37DC3" w:rsidRDefault="0057135A" w:rsidP="008374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   - أحكام التجويد              </w:t>
      </w:r>
      <w:r w:rsidRPr="00837403">
        <w:rPr>
          <w:rFonts w:ascii="Arial" w:hAnsi="Arial" w:cs="AL-Mohanad Bold"/>
          <w:sz w:val="28"/>
          <w:szCs w:val="28"/>
        </w:rPr>
        <w:t>http://www.tarteel.com/doroos/Ahkam.htm</w:t>
      </w:r>
    </w:p>
    <w:p w:rsidR="0057135A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7343A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5 – مواد تعلم أخرى مثل البرامج التي تعتمد على الكمبيوتر أو الأقراص المضغوطة أو المعايير المهنية أو الأنظمة: </w:t>
      </w:r>
    </w:p>
    <w:p w:rsidR="0057135A" w:rsidRPr="00D37DC3" w:rsidRDefault="0057135A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7343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7343A0">
        <w:rPr>
          <w:rFonts w:ascii="Arial" w:hAnsi="Arial" w:cs="AL-Mohanad Bold"/>
          <w:sz w:val="28"/>
          <w:szCs w:val="28"/>
          <w:rtl/>
        </w:rPr>
        <w:t xml:space="preserve"> </w:t>
      </w:r>
      <w:r>
        <w:rPr>
          <w:rFonts w:ascii="Arial" w:hAnsi="Arial" w:cs="AL-Mohanad Bold"/>
          <w:sz w:val="28"/>
          <w:szCs w:val="28"/>
          <w:rtl/>
        </w:rPr>
        <w:t xml:space="preserve">  -  المواد السمعية لسور القرآن الكريم عن طريق البرامج والتقنيات الحديثة . </w:t>
      </w:r>
    </w:p>
    <w:p w:rsidR="0057135A" w:rsidRPr="00D37DC3" w:rsidRDefault="0057135A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D37DC3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و ) المرافق المطلوبة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57135A" w:rsidRPr="00D37DC3" w:rsidRDefault="0057135A" w:rsidP="00D37DC3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حدد متطلبات المقرر</w:t>
      </w:r>
      <w:r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بما في ذلك حجم الفصول والمختبرات (أي عدد المقاعد في الفصول والمختبرات ومدى</w:t>
      </w:r>
      <w:r>
        <w:rPr>
          <w:rFonts w:ascii="Arial" w:hAnsi="Arial" w:cs="AL-Mohanad Bold"/>
          <w:sz w:val="28"/>
          <w:szCs w:val="28"/>
          <w:rtl/>
        </w:rPr>
        <w:t xml:space="preserve"> توافر أجهزة الكمبيوتر .. الخ).</w:t>
      </w: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المرافق </w:t>
      </w:r>
      <w:r>
        <w:rPr>
          <w:rFonts w:ascii="Arial" w:hAnsi="Arial" w:cs="AL-Mohanad Bold"/>
          <w:sz w:val="28"/>
          <w:szCs w:val="28"/>
          <w:rtl/>
        </w:rPr>
        <w:t xml:space="preserve">التعليمية </w:t>
      </w:r>
      <w:r w:rsidRPr="00D37DC3">
        <w:rPr>
          <w:rFonts w:ascii="Arial" w:hAnsi="Arial" w:cs="AL-Mohanad Bold"/>
          <w:sz w:val="28"/>
          <w:szCs w:val="28"/>
          <w:rtl/>
        </w:rPr>
        <w:t>(حجرات المحاضرات والمختبرات .. الخ)</w:t>
      </w:r>
      <w:r>
        <w:rPr>
          <w:rFonts w:ascii="Arial" w:hAnsi="Arial" w:cs="AL-Mohanad Bold"/>
          <w:sz w:val="28"/>
          <w:szCs w:val="28"/>
          <w:rtl/>
        </w:rPr>
        <w:t>:</w:t>
      </w: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قاعات تعليمية مزودة بأحدث الوسائل التعليمية بما لا يزيد عن 15 طالباً لكل قاعة</w:t>
      </w: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– أجهزة الكمبيوتر</w:t>
      </w:r>
      <w:r>
        <w:rPr>
          <w:rFonts w:ascii="Arial" w:hAnsi="Arial" w:cs="AL-Mohanad Bold"/>
          <w:sz w:val="28"/>
          <w:szCs w:val="28"/>
          <w:rtl/>
        </w:rPr>
        <w:t>:</w:t>
      </w: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أجهزة حاسب آلي مزودة بسماعات وبرامج تشغيل بما لا يقل عن 15 جهازاً .</w:t>
      </w: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0E5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موارد أخرى (حددها – مثلا: إذا كان مطلوبا معدات مختبر معينة حدد المتطلبات أو أرفق قائمة)</w:t>
      </w:r>
      <w:r>
        <w:rPr>
          <w:rFonts w:ascii="Arial" w:hAnsi="Arial" w:cs="AL-Mohanad Bold"/>
          <w:sz w:val="28"/>
          <w:szCs w:val="28"/>
          <w:rtl/>
        </w:rPr>
        <w:t>:</w:t>
      </w:r>
    </w:p>
    <w:p w:rsidR="0057135A" w:rsidRDefault="0057135A" w:rsidP="000E5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0E5948">
        <w:rPr>
          <w:rFonts w:ascii="Arial" w:hAnsi="Arial" w:cs="AL-Mohanad Bold"/>
          <w:sz w:val="28"/>
          <w:szCs w:val="28"/>
          <w:rtl/>
        </w:rPr>
        <w:t>-</w:t>
      </w:r>
      <w:r>
        <w:rPr>
          <w:rFonts w:ascii="Arial" w:hAnsi="Arial" w:cs="AL-Mohanad Bold"/>
          <w:sz w:val="28"/>
          <w:szCs w:val="28"/>
          <w:rtl/>
        </w:rPr>
        <w:t xml:space="preserve">  </w:t>
      </w:r>
    </w:p>
    <w:p w:rsidR="0057135A" w:rsidRDefault="0057135A" w:rsidP="000E5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-  </w:t>
      </w: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ز ) تقييم المقرر</w:t>
      </w:r>
      <w:r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وعمليات التحسين: </w:t>
      </w: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– استراتيجيات الحصول على نتائج الطالب وفعالية التعليم</w:t>
      </w:r>
      <w:r>
        <w:rPr>
          <w:rFonts w:ascii="Arial" w:hAnsi="Arial" w:cs="AL-Mohanad Bold"/>
          <w:sz w:val="28"/>
          <w:szCs w:val="28"/>
          <w:rtl/>
        </w:rPr>
        <w:t>:</w:t>
      </w:r>
    </w:p>
    <w:p w:rsidR="0057135A" w:rsidRDefault="0057135A" w:rsidP="000E5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 التقويم المستمر</w:t>
      </w: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F917B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0E594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0E594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0E594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0E594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0E594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الاستراتيجيات الأخرى </w:t>
      </w:r>
      <w:r>
        <w:rPr>
          <w:rFonts w:ascii="Arial" w:hAnsi="Arial" w:cs="AL-Mohanad Bold"/>
          <w:sz w:val="28"/>
          <w:szCs w:val="28"/>
          <w:rtl/>
        </w:rPr>
        <w:t xml:space="preserve">المتبعة في </w:t>
      </w:r>
      <w:r w:rsidRPr="00D37DC3">
        <w:rPr>
          <w:rFonts w:ascii="Arial" w:hAnsi="Arial" w:cs="AL-Mohanad Bold"/>
          <w:sz w:val="28"/>
          <w:szCs w:val="28"/>
          <w:rtl/>
        </w:rPr>
        <w:t xml:space="preserve">تقييم </w:t>
      </w:r>
      <w:r>
        <w:rPr>
          <w:rFonts w:ascii="Arial" w:hAnsi="Arial" w:cs="AL-Mohanad Bold"/>
          <w:sz w:val="28"/>
          <w:szCs w:val="28"/>
          <w:rtl/>
        </w:rPr>
        <w:t xml:space="preserve"> عملية </w:t>
      </w:r>
      <w:r w:rsidRPr="00D37DC3">
        <w:rPr>
          <w:rFonts w:ascii="Arial" w:hAnsi="Arial" w:cs="AL-Mohanad Bold"/>
          <w:sz w:val="28"/>
          <w:szCs w:val="28"/>
          <w:rtl/>
        </w:rPr>
        <w:t>التعليم</w:t>
      </w:r>
      <w:r>
        <w:rPr>
          <w:rFonts w:ascii="Arial" w:hAnsi="Arial" w:cs="AL-Mohanad Bold"/>
          <w:sz w:val="28"/>
          <w:szCs w:val="28"/>
          <w:rtl/>
        </w:rPr>
        <w:t xml:space="preserve"> إما عن طريق الأستاذ أو عن طريق القسم:</w:t>
      </w: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 التقويم عن طريق الطلاب أنفسهم ومدى فعالية التدريس وطرق تطويره</w:t>
      </w:r>
    </w:p>
    <w:p w:rsidR="0057135A" w:rsidRDefault="0057135A" w:rsidP="000E5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 xml:space="preserve">- حضور بعض المدرسين وتقيمهم للعملية التعليمية وإبداء آرائهم للرفع من مستواها . </w:t>
      </w: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 xml:space="preserve">- إقامة ورش ومحاضرات للرفع من مستوى التدريس </w:t>
      </w:r>
    </w:p>
    <w:p w:rsidR="0057135A" w:rsidRDefault="0057135A" w:rsidP="00FD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</w: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عمليات تحسين التعليم</w:t>
      </w:r>
      <w:r>
        <w:rPr>
          <w:rFonts w:ascii="Arial" w:hAnsi="Arial" w:cs="AL-Mohanad Bold"/>
          <w:sz w:val="28"/>
          <w:szCs w:val="28"/>
          <w:rtl/>
        </w:rPr>
        <w:t xml:space="preserve">: </w:t>
      </w: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- الاطلاع على ماهو جديد في الحقل التعليم </w:t>
      </w:r>
    </w:p>
    <w:p w:rsidR="0057135A" w:rsidRDefault="0057135A" w:rsidP="00FD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- حضور الندوات والمؤتمرات للاستفادة من الدراسات والأبحاث الجديدة المعينة لعملية التعليم</w:t>
      </w:r>
    </w:p>
    <w:p w:rsidR="0057135A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- حضور الدورات التدريبية المتخصصة في ذات المجال .</w:t>
      </w:r>
    </w:p>
    <w:p w:rsidR="0057135A" w:rsidRDefault="0057135A" w:rsidP="00823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- استخدام الوسائل الحديثة ( سبورة ذكية – انترنت )</w:t>
      </w:r>
      <w:bookmarkStart w:id="0" w:name="_GoBack"/>
      <w:bookmarkEnd w:id="0"/>
    </w:p>
    <w:p w:rsidR="0057135A" w:rsidRDefault="0057135A" w:rsidP="00FD6A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</w: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 – عمليات التحقق من مستويات إنجاز الط</w:t>
      </w:r>
      <w:r>
        <w:rPr>
          <w:rFonts w:ascii="Arial" w:hAnsi="Arial" w:cs="AL-Mohanad Bold"/>
          <w:sz w:val="28"/>
          <w:szCs w:val="28"/>
          <w:rtl/>
        </w:rPr>
        <w:t xml:space="preserve">لبة </w:t>
      </w:r>
      <w:r w:rsidRPr="00D37DC3">
        <w:rPr>
          <w:rFonts w:ascii="Arial" w:hAnsi="Arial" w:cs="AL-Mohanad Bold"/>
          <w:sz w:val="28"/>
          <w:szCs w:val="28"/>
          <w:rtl/>
        </w:rPr>
        <w:t xml:space="preserve"> (مثلا: فحص </w:t>
      </w:r>
      <w:r>
        <w:rPr>
          <w:rFonts w:ascii="Arial" w:hAnsi="Arial" w:cs="AL-Mohanad Bold"/>
          <w:sz w:val="28"/>
          <w:szCs w:val="28"/>
          <w:rtl/>
        </w:rPr>
        <w:t xml:space="preserve">التصحيح أو الدرجات </w:t>
      </w:r>
      <w:r w:rsidRPr="00D37DC3">
        <w:rPr>
          <w:rFonts w:ascii="Arial" w:hAnsi="Arial" w:cs="AL-Mohanad Bold"/>
          <w:sz w:val="28"/>
          <w:szCs w:val="28"/>
          <w:rtl/>
        </w:rPr>
        <w:t>من قبل عضو هيئة تدريس مستقل لعينة من أعمال الطلبة</w:t>
      </w:r>
      <w:r>
        <w:rPr>
          <w:rFonts w:ascii="Arial" w:hAnsi="Arial" w:cs="AL-Mohanad Bold"/>
          <w:sz w:val="28"/>
          <w:szCs w:val="28"/>
          <w:rtl/>
        </w:rPr>
        <w:t xml:space="preserve">،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>
        <w:rPr>
          <w:rFonts w:ascii="Arial" w:hAnsi="Arial" w:cs="AL-Mohanad Bold"/>
          <w:sz w:val="28"/>
          <w:szCs w:val="28"/>
          <w:rtl/>
        </w:rPr>
        <w:t>قيام أستاذ المقرر ب</w:t>
      </w:r>
      <w:r w:rsidRPr="00D37DC3">
        <w:rPr>
          <w:rFonts w:ascii="Arial" w:hAnsi="Arial" w:cs="AL-Mohanad Bold"/>
          <w:sz w:val="28"/>
          <w:szCs w:val="28"/>
          <w:rtl/>
        </w:rPr>
        <w:t xml:space="preserve">تبادل </w:t>
      </w:r>
      <w:r>
        <w:rPr>
          <w:rFonts w:ascii="Arial" w:hAnsi="Arial" w:cs="AL-Mohanad Bold"/>
          <w:sz w:val="28"/>
          <w:szCs w:val="28"/>
          <w:rtl/>
        </w:rPr>
        <w:t xml:space="preserve">تصحيح عينة من الواجبات أو الاختبارات بصفة دورية  مع </w:t>
      </w:r>
      <w:r w:rsidRPr="00D37DC3">
        <w:rPr>
          <w:rFonts w:ascii="Arial" w:hAnsi="Arial" w:cs="AL-Mohanad Bold"/>
          <w:sz w:val="28"/>
          <w:szCs w:val="28"/>
          <w:rtl/>
        </w:rPr>
        <w:t xml:space="preserve"> عضو هيئة تدريس</w:t>
      </w:r>
      <w:r>
        <w:rPr>
          <w:rFonts w:ascii="Arial" w:hAnsi="Arial" w:cs="AL-Mohanad Bold"/>
          <w:sz w:val="28"/>
          <w:szCs w:val="28"/>
          <w:rtl/>
        </w:rPr>
        <w:t xml:space="preserve"> آخر لنفس المقرر </w:t>
      </w:r>
      <w:r w:rsidRPr="00D37DC3">
        <w:rPr>
          <w:rFonts w:ascii="Arial" w:hAnsi="Arial" w:cs="AL-Mohanad Bold"/>
          <w:sz w:val="28"/>
          <w:szCs w:val="28"/>
          <w:rtl/>
        </w:rPr>
        <w:t xml:space="preserve"> في مؤسسة تعليمية أخرى)</w:t>
      </w:r>
    </w:p>
    <w:p w:rsidR="0057135A" w:rsidRPr="00D37DC3" w:rsidRDefault="0057135A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 </w:t>
      </w:r>
    </w:p>
    <w:p w:rsidR="0057135A" w:rsidRDefault="0057135A" w:rsidP="0077667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Default="0057135A" w:rsidP="00931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5</w:t>
      </w:r>
      <w:r w:rsidRPr="00D37DC3">
        <w:rPr>
          <w:rFonts w:ascii="Arial" w:hAnsi="Arial" w:cs="AL-Mohanad Bold"/>
          <w:sz w:val="28"/>
          <w:szCs w:val="28"/>
          <w:rtl/>
        </w:rPr>
        <w:t xml:space="preserve"> – </w:t>
      </w:r>
      <w:r>
        <w:rPr>
          <w:rFonts w:ascii="Arial" w:hAnsi="Arial" w:cs="AL-Mohanad Bold"/>
          <w:sz w:val="28"/>
          <w:szCs w:val="28"/>
          <w:rtl/>
        </w:rPr>
        <w:t xml:space="preserve"> صف  ال</w:t>
      </w:r>
      <w:r w:rsidRPr="00D37DC3">
        <w:rPr>
          <w:rFonts w:ascii="Arial" w:hAnsi="Arial" w:cs="AL-Mohanad Bold"/>
          <w:sz w:val="28"/>
          <w:szCs w:val="28"/>
          <w:rtl/>
        </w:rPr>
        <w:t xml:space="preserve">ترتيبات </w:t>
      </w:r>
      <w:r>
        <w:rPr>
          <w:rFonts w:ascii="Arial" w:hAnsi="Arial" w:cs="AL-Mohanad Bold"/>
          <w:sz w:val="28"/>
          <w:szCs w:val="28"/>
          <w:rtl/>
        </w:rPr>
        <w:t xml:space="preserve">والخطط المعدة للمراجعة الدورية </w:t>
      </w:r>
      <w:r w:rsidRPr="00D37DC3">
        <w:rPr>
          <w:rFonts w:ascii="Arial" w:hAnsi="Arial" w:cs="AL-Mohanad Bold"/>
          <w:sz w:val="28"/>
          <w:szCs w:val="28"/>
          <w:rtl/>
        </w:rPr>
        <w:t>لف</w:t>
      </w:r>
      <w:r>
        <w:rPr>
          <w:rFonts w:ascii="Arial" w:hAnsi="Arial" w:cs="AL-Mohanad Bold"/>
          <w:sz w:val="28"/>
          <w:szCs w:val="28"/>
          <w:rtl/>
        </w:rPr>
        <w:t>ا</w:t>
      </w:r>
      <w:r w:rsidRPr="00D37DC3">
        <w:rPr>
          <w:rFonts w:ascii="Arial" w:hAnsi="Arial" w:cs="AL-Mohanad Bold"/>
          <w:sz w:val="28"/>
          <w:szCs w:val="28"/>
          <w:rtl/>
        </w:rPr>
        <w:t xml:space="preserve">علية </w:t>
      </w:r>
      <w:r>
        <w:rPr>
          <w:rFonts w:ascii="Arial" w:hAnsi="Arial" w:cs="AL-Mohanad Bold"/>
          <w:sz w:val="28"/>
          <w:szCs w:val="28"/>
          <w:rtl/>
        </w:rPr>
        <w:t>المقرر  والتخطيط للتحسين:</w:t>
      </w:r>
    </w:p>
    <w:p w:rsidR="0057135A" w:rsidRDefault="0057135A" w:rsidP="000E5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 xml:space="preserve">- الاستفادة من التغذية الراجعة من قبل العاملين في المجال التعليمي ومحاولة سد الثغرات الموجودة </w:t>
      </w:r>
    </w:p>
    <w:p w:rsidR="0057135A" w:rsidRDefault="0057135A" w:rsidP="000E59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>- الملاحظة الدقيقة من قبل المدرس في معرفة المشكلات التعليمية التي تحول من الوصول للهدف التعليمي إن وجد ورفع الملاحظات بشكل دوري</w:t>
      </w:r>
    </w:p>
    <w:p w:rsidR="0057135A" w:rsidRPr="00D37DC3" w:rsidRDefault="0057135A" w:rsidP="00931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7135A" w:rsidRPr="00D37DC3" w:rsidRDefault="0057135A" w:rsidP="00581FF6">
      <w:pPr>
        <w:rPr>
          <w:rFonts w:ascii="Arial" w:hAnsi="Arial" w:cs="AL-Mohanad Bold"/>
        </w:rPr>
      </w:pPr>
    </w:p>
    <w:sectPr w:rsidR="0057135A" w:rsidRPr="00D37DC3" w:rsidSect="007343A0">
      <w:headerReference w:type="default" r:id="rId7"/>
      <w:pgSz w:w="11907" w:h="16840" w:code="9"/>
      <w:pgMar w:top="1418" w:right="1701" w:bottom="1170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35A" w:rsidRDefault="0057135A">
      <w:r>
        <w:separator/>
      </w:r>
    </w:p>
  </w:endnote>
  <w:endnote w:type="continuationSeparator" w:id="0">
    <w:p w:rsidR="0057135A" w:rsidRDefault="00571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35A" w:rsidRDefault="0057135A">
      <w:r>
        <w:separator/>
      </w:r>
    </w:p>
  </w:footnote>
  <w:footnote w:type="continuationSeparator" w:id="0">
    <w:p w:rsidR="0057135A" w:rsidRDefault="005713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35A" w:rsidRDefault="0057135A" w:rsidP="00213F01">
    <w:pPr>
      <w:pStyle w:val="Header"/>
      <w:framePr w:wrap="auto" w:vAnchor="text" w:hAnchor="tex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7135A" w:rsidRDefault="0057135A" w:rsidP="009C0C84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BBA1ED2"/>
    <w:multiLevelType w:val="hybridMultilevel"/>
    <w:tmpl w:val="2D406060"/>
    <w:lvl w:ilvl="0" w:tplc="0CA6B1B0">
      <w:start w:val="1"/>
      <w:numFmt w:val="bullet"/>
      <w:lvlText w:val="-"/>
      <w:lvlJc w:val="left"/>
      <w:pPr>
        <w:ind w:left="435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168C32FB"/>
    <w:multiLevelType w:val="hybridMultilevel"/>
    <w:tmpl w:val="C2107146"/>
    <w:lvl w:ilvl="0" w:tplc="204EC5C6">
      <w:start w:val="2"/>
      <w:numFmt w:val="bullet"/>
      <w:lvlText w:val="-"/>
      <w:lvlJc w:val="left"/>
      <w:pPr>
        <w:ind w:left="57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2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5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1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4">
    <w:nsid w:val="16A74A80"/>
    <w:multiLevelType w:val="hybridMultilevel"/>
    <w:tmpl w:val="9A067D2A"/>
    <w:lvl w:ilvl="0" w:tplc="6206FBB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3E4E062C"/>
    <w:multiLevelType w:val="hybridMultilevel"/>
    <w:tmpl w:val="F4225C8E"/>
    <w:lvl w:ilvl="0" w:tplc="BFC6CB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9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0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67B42A56"/>
    <w:multiLevelType w:val="hybridMultilevel"/>
    <w:tmpl w:val="D894397A"/>
    <w:lvl w:ilvl="0" w:tplc="63FC464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293EF9"/>
    <w:multiLevelType w:val="hybridMultilevel"/>
    <w:tmpl w:val="5402473A"/>
    <w:lvl w:ilvl="0" w:tplc="651C7F98">
      <w:start w:val="4"/>
      <w:numFmt w:val="bullet"/>
      <w:lvlText w:val="-"/>
      <w:lvlJc w:val="left"/>
      <w:pPr>
        <w:ind w:left="645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36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5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5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14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0"/>
  </w:num>
  <w:num w:numId="5">
    <w:abstractNumId w:val="12"/>
  </w:num>
  <w:num w:numId="6">
    <w:abstractNumId w:val="10"/>
  </w:num>
  <w:num w:numId="7">
    <w:abstractNumId w:val="18"/>
  </w:num>
  <w:num w:numId="8">
    <w:abstractNumId w:val="6"/>
  </w:num>
  <w:num w:numId="9">
    <w:abstractNumId w:val="17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19"/>
  </w:num>
  <w:num w:numId="15">
    <w:abstractNumId w:val="13"/>
  </w:num>
  <w:num w:numId="16">
    <w:abstractNumId w:val="4"/>
  </w:num>
  <w:num w:numId="17">
    <w:abstractNumId w:val="3"/>
  </w:num>
  <w:num w:numId="18">
    <w:abstractNumId w:val="11"/>
  </w:num>
  <w:num w:numId="19">
    <w:abstractNumId w:val="7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435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1FF6"/>
    <w:rsid w:val="00000A25"/>
    <w:rsid w:val="00010BA0"/>
    <w:rsid w:val="00024BFE"/>
    <w:rsid w:val="00025659"/>
    <w:rsid w:val="0007374E"/>
    <w:rsid w:val="00076110"/>
    <w:rsid w:val="00086739"/>
    <w:rsid w:val="000D658D"/>
    <w:rsid w:val="000E5948"/>
    <w:rsid w:val="001002CF"/>
    <w:rsid w:val="00146968"/>
    <w:rsid w:val="001C57E8"/>
    <w:rsid w:val="002073AC"/>
    <w:rsid w:val="00213F01"/>
    <w:rsid w:val="00242A4F"/>
    <w:rsid w:val="00253F97"/>
    <w:rsid w:val="002935E0"/>
    <w:rsid w:val="002B08CB"/>
    <w:rsid w:val="002D6EA3"/>
    <w:rsid w:val="00300F81"/>
    <w:rsid w:val="003413EA"/>
    <w:rsid w:val="003477DD"/>
    <w:rsid w:val="0039262B"/>
    <w:rsid w:val="003D46FE"/>
    <w:rsid w:val="003E3753"/>
    <w:rsid w:val="00401F5F"/>
    <w:rsid w:val="00407381"/>
    <w:rsid w:val="00435BD8"/>
    <w:rsid w:val="0045727D"/>
    <w:rsid w:val="0049094F"/>
    <w:rsid w:val="00493F5C"/>
    <w:rsid w:val="004C0C5F"/>
    <w:rsid w:val="004C52B2"/>
    <w:rsid w:val="004D5A67"/>
    <w:rsid w:val="004E232A"/>
    <w:rsid w:val="00510334"/>
    <w:rsid w:val="00531F16"/>
    <w:rsid w:val="005524AA"/>
    <w:rsid w:val="0057135A"/>
    <w:rsid w:val="00577980"/>
    <w:rsid w:val="00581FF6"/>
    <w:rsid w:val="005B3602"/>
    <w:rsid w:val="005C57DA"/>
    <w:rsid w:val="005D6943"/>
    <w:rsid w:val="005E1716"/>
    <w:rsid w:val="005E7BCD"/>
    <w:rsid w:val="005F051A"/>
    <w:rsid w:val="005F0606"/>
    <w:rsid w:val="00630030"/>
    <w:rsid w:val="0065686E"/>
    <w:rsid w:val="006646D8"/>
    <w:rsid w:val="00675635"/>
    <w:rsid w:val="006825A5"/>
    <w:rsid w:val="00702BE0"/>
    <w:rsid w:val="007343A0"/>
    <w:rsid w:val="00736E92"/>
    <w:rsid w:val="00767AD4"/>
    <w:rsid w:val="0077667E"/>
    <w:rsid w:val="0079568C"/>
    <w:rsid w:val="007A4519"/>
    <w:rsid w:val="007E2F4B"/>
    <w:rsid w:val="00823097"/>
    <w:rsid w:val="008313EB"/>
    <w:rsid w:val="00837403"/>
    <w:rsid w:val="00882082"/>
    <w:rsid w:val="00883038"/>
    <w:rsid w:val="008D383D"/>
    <w:rsid w:val="008F6306"/>
    <w:rsid w:val="00913C52"/>
    <w:rsid w:val="00931B83"/>
    <w:rsid w:val="00962FBC"/>
    <w:rsid w:val="009C0C84"/>
    <w:rsid w:val="009D7FC2"/>
    <w:rsid w:val="009E1BC6"/>
    <w:rsid w:val="00A729C4"/>
    <w:rsid w:val="00A9184E"/>
    <w:rsid w:val="00AB7438"/>
    <w:rsid w:val="00AC1CB2"/>
    <w:rsid w:val="00AC1CC6"/>
    <w:rsid w:val="00AE3838"/>
    <w:rsid w:val="00B55B89"/>
    <w:rsid w:val="00C07572"/>
    <w:rsid w:val="00C1577C"/>
    <w:rsid w:val="00C43101"/>
    <w:rsid w:val="00C440D5"/>
    <w:rsid w:val="00C51448"/>
    <w:rsid w:val="00C52506"/>
    <w:rsid w:val="00C56E23"/>
    <w:rsid w:val="00CB620F"/>
    <w:rsid w:val="00CD717F"/>
    <w:rsid w:val="00D00EF1"/>
    <w:rsid w:val="00D1104B"/>
    <w:rsid w:val="00D21CAB"/>
    <w:rsid w:val="00D31207"/>
    <w:rsid w:val="00D37DC3"/>
    <w:rsid w:val="00D41BCD"/>
    <w:rsid w:val="00D45A1D"/>
    <w:rsid w:val="00D64F3D"/>
    <w:rsid w:val="00D868D9"/>
    <w:rsid w:val="00DA22AF"/>
    <w:rsid w:val="00DE1132"/>
    <w:rsid w:val="00E04CEA"/>
    <w:rsid w:val="00E83C0D"/>
    <w:rsid w:val="00EC0FD9"/>
    <w:rsid w:val="00EE5FF7"/>
    <w:rsid w:val="00F51FFE"/>
    <w:rsid w:val="00F917B5"/>
    <w:rsid w:val="00F92FBC"/>
    <w:rsid w:val="00FA586B"/>
    <w:rsid w:val="00FB6AC4"/>
    <w:rsid w:val="00FD6A27"/>
    <w:rsid w:val="00FE1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81FF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C0C8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C0C8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779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779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9</Pages>
  <Words>1332</Words>
  <Characters>7597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SAAD</dc:creator>
  <cp:keywords/>
  <dc:description/>
  <cp:lastModifiedBy>user</cp:lastModifiedBy>
  <cp:revision>5</cp:revision>
  <cp:lastPrinted>2011-01-22T07:06:00Z</cp:lastPrinted>
  <dcterms:created xsi:type="dcterms:W3CDTF">2011-06-15T09:54:00Z</dcterms:created>
  <dcterms:modified xsi:type="dcterms:W3CDTF">2014-05-20T08:39:00Z</dcterms:modified>
</cp:coreProperties>
</file>